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61D43" w14:textId="16DC6EB4" w:rsidR="00A9665D" w:rsidRPr="0001280E" w:rsidRDefault="00EB0DE4" w:rsidP="00A9665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bookmarkStart w:id="0" w:name="_Hlk529265283"/>
      <w:r w:rsidRPr="00EB0DE4">
        <w:rPr>
          <w:b/>
          <w:bCs/>
          <w:spacing w:val="20"/>
          <w:sz w:val="16"/>
          <w:szCs w:val="16"/>
        </w:rPr>
        <w:t>24-</w:t>
      </w:r>
      <w:r w:rsidR="00736EB9">
        <w:rPr>
          <w:b/>
          <w:bCs/>
          <w:spacing w:val="20"/>
          <w:sz w:val="16"/>
          <w:szCs w:val="16"/>
        </w:rPr>
        <w:t>TL</w:t>
      </w:r>
      <w:r w:rsidR="0037652F">
        <w:rPr>
          <w:b/>
          <w:bCs/>
          <w:spacing w:val="20"/>
          <w:sz w:val="16"/>
          <w:szCs w:val="16"/>
        </w:rPr>
        <w:t>S</w:t>
      </w:r>
      <w:r w:rsidR="00736EB9">
        <w:rPr>
          <w:b/>
          <w:bCs/>
          <w:spacing w:val="20"/>
          <w:sz w:val="16"/>
          <w:szCs w:val="16"/>
        </w:rPr>
        <w:t>PC</w:t>
      </w:r>
      <w:r w:rsidR="0037652F">
        <w:rPr>
          <w:b/>
          <w:bCs/>
          <w:spacing w:val="20"/>
          <w:sz w:val="16"/>
          <w:szCs w:val="16"/>
        </w:rPr>
        <w:t>L</w:t>
      </w:r>
      <w:r w:rsidRPr="00EB0DE4">
        <w:rPr>
          <w:b/>
          <w:bCs/>
          <w:spacing w:val="20"/>
          <w:sz w:val="16"/>
          <w:szCs w:val="16"/>
        </w:rPr>
        <w:t>ME1</w:t>
      </w:r>
      <w:r w:rsidR="00A9665D">
        <w:rPr>
          <w:b/>
          <w:bCs/>
          <w:spacing w:val="20"/>
          <w:sz w:val="16"/>
          <w:szCs w:val="16"/>
        </w:rPr>
        <w:t xml:space="preserve"> </w:t>
      </w:r>
      <w:r w:rsidR="00692B22">
        <w:rPr>
          <w:b/>
          <w:bCs/>
          <w:spacing w:val="20"/>
          <w:sz w:val="16"/>
          <w:szCs w:val="16"/>
        </w:rPr>
        <w:t>/</w:t>
      </w:r>
      <w:r w:rsidR="00A9665D">
        <w:rPr>
          <w:b/>
          <w:bCs/>
          <w:spacing w:val="20"/>
          <w:sz w:val="16"/>
          <w:szCs w:val="16"/>
        </w:rPr>
        <w:t xml:space="preserve"> Braille intégral</w:t>
      </w:r>
    </w:p>
    <w:bookmarkEnd w:id="0"/>
    <w:p w14:paraId="1B6D95DE" w14:textId="77777777" w:rsidR="00885D73" w:rsidRPr="00885D73" w:rsidRDefault="00885D73" w:rsidP="00580BBA">
      <w:pPr>
        <w:spacing w:line="300" w:lineRule="auto"/>
        <w:outlineLvl w:val="9"/>
        <w:rPr>
          <w:spacing w:val="6"/>
        </w:rPr>
      </w:pPr>
    </w:p>
    <w:p w14:paraId="561B294F" w14:textId="77777777" w:rsidR="00580BBA" w:rsidRDefault="00580BBA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6B0C965C" w14:textId="77777777" w:rsidR="00885D73" w:rsidRPr="00580BBA" w:rsidRDefault="00885D73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CF13F61" w14:textId="37991A8D" w:rsidR="00885D73" w:rsidRP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884684"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2E196519" w14:textId="483EA016" w:rsid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 w:rsidR="00884684"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1F484966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33349550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0350EDF1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52C4DBCA" w14:textId="77777777" w:rsidR="00640E06" w:rsidRDefault="00640E06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 xml:space="preserve">Volume 1/2 </w:t>
      </w:r>
    </w:p>
    <w:p w14:paraId="791B5743" w14:textId="71DC57D5" w:rsidR="00884684" w:rsidRPr="00A9665D" w:rsidRDefault="00884684" w:rsidP="00580BBA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Sujet</w:t>
      </w:r>
    </w:p>
    <w:p w14:paraId="192DF726" w14:textId="77777777" w:rsidR="00640E06" w:rsidRDefault="00640E06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624735EE" w14:textId="628BCCD6" w:rsidR="00884684" w:rsidRPr="0001280E" w:rsidRDefault="00EB0DE4" w:rsidP="00884684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r w:rsidRPr="00EB0DE4">
        <w:rPr>
          <w:b/>
          <w:bCs/>
          <w:spacing w:val="20"/>
          <w:sz w:val="16"/>
          <w:szCs w:val="16"/>
        </w:rPr>
        <w:lastRenderedPageBreak/>
        <w:t>24-</w:t>
      </w:r>
      <w:r w:rsidR="0037652F" w:rsidRPr="0037652F">
        <w:rPr>
          <w:b/>
          <w:bCs/>
          <w:spacing w:val="20"/>
          <w:sz w:val="16"/>
          <w:szCs w:val="16"/>
        </w:rPr>
        <w:t xml:space="preserve"> </w:t>
      </w:r>
      <w:r w:rsidR="0037652F">
        <w:rPr>
          <w:b/>
          <w:bCs/>
          <w:spacing w:val="20"/>
          <w:sz w:val="16"/>
          <w:szCs w:val="16"/>
        </w:rPr>
        <w:t>TLSPCL</w:t>
      </w:r>
      <w:r w:rsidR="0037652F" w:rsidRPr="00EB0DE4">
        <w:rPr>
          <w:b/>
          <w:bCs/>
          <w:spacing w:val="20"/>
          <w:sz w:val="16"/>
          <w:szCs w:val="16"/>
        </w:rPr>
        <w:t>ME1</w:t>
      </w:r>
      <w:r w:rsidR="0037652F">
        <w:rPr>
          <w:b/>
          <w:bCs/>
          <w:spacing w:val="20"/>
          <w:sz w:val="16"/>
          <w:szCs w:val="16"/>
        </w:rPr>
        <w:t xml:space="preserve"> </w:t>
      </w:r>
      <w:r w:rsidR="00884684">
        <w:rPr>
          <w:b/>
          <w:bCs/>
          <w:spacing w:val="20"/>
          <w:sz w:val="16"/>
          <w:szCs w:val="16"/>
        </w:rPr>
        <w:t>/ Braille intégral</w:t>
      </w:r>
    </w:p>
    <w:p w14:paraId="60ECD8EE" w14:textId="77777777" w:rsidR="00884684" w:rsidRPr="00885D73" w:rsidRDefault="00884684" w:rsidP="00884684">
      <w:pPr>
        <w:spacing w:line="300" w:lineRule="auto"/>
        <w:outlineLvl w:val="9"/>
        <w:rPr>
          <w:spacing w:val="6"/>
        </w:rPr>
      </w:pPr>
    </w:p>
    <w:p w14:paraId="794B0AC2" w14:textId="77777777" w:rsidR="00884684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4EE8AEAF" w14:textId="77777777" w:rsidR="00884684" w:rsidRPr="00580BBA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4F82534E" w14:textId="77777777" w:rsidR="00884684" w:rsidRPr="00885D73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55C2A81C" w14:textId="77777777" w:rsidR="00884684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0C70762A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5171E9C5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1A221378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2851A176" w14:textId="77777777" w:rsidR="00640E06" w:rsidRDefault="00640E06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5ACAD56F" w14:textId="47512328" w:rsidR="00884684" w:rsidRPr="00A9665D" w:rsidRDefault="00884684" w:rsidP="00640E06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Planches tactiles</w:t>
      </w:r>
    </w:p>
    <w:p w14:paraId="5EABEE8D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04EB8A64" w14:textId="77777777" w:rsidR="00640E06" w:rsidRPr="00885D73" w:rsidRDefault="00640E06" w:rsidP="00640E06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p w14:paraId="5B28D8C5" w14:textId="77777777" w:rsidR="00885D73" w:rsidRPr="00885D73" w:rsidRDefault="00885D73" w:rsidP="00580BBA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sectPr w:rsidR="00885D73" w:rsidRPr="00885D73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7A8B9" w14:textId="77777777" w:rsidR="0012747C" w:rsidRDefault="0012747C" w:rsidP="00885D73">
      <w:r>
        <w:separator/>
      </w:r>
    </w:p>
  </w:endnote>
  <w:endnote w:type="continuationSeparator" w:id="0">
    <w:p w14:paraId="35783EFE" w14:textId="77777777" w:rsidR="0012747C" w:rsidRDefault="0012747C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3242" w14:textId="77777777" w:rsidR="008F5EEF" w:rsidRPr="00363CA1" w:rsidRDefault="008F5EEF" w:rsidP="00885D73">
    <w:pPr>
      <w:pStyle w:val="Pieddepage"/>
    </w:pPr>
  </w:p>
  <w:p w14:paraId="1817D862" w14:textId="77777777" w:rsidR="008F5EEF" w:rsidRPr="008F5EEF" w:rsidRDefault="008F5EEF" w:rsidP="00885D73">
    <w:pPr>
      <w:pStyle w:val="Pieddepage"/>
    </w:pPr>
  </w:p>
  <w:p w14:paraId="65D4E93D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42271" w14:textId="77777777" w:rsidR="0012747C" w:rsidRDefault="0012747C" w:rsidP="00885D73">
      <w:r>
        <w:separator/>
      </w:r>
    </w:p>
  </w:footnote>
  <w:footnote w:type="continuationSeparator" w:id="0">
    <w:p w14:paraId="56659493" w14:textId="77777777" w:rsidR="0012747C" w:rsidRDefault="0012747C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F6B06"/>
    <w:rsid w:val="00111FB2"/>
    <w:rsid w:val="0012747C"/>
    <w:rsid w:val="00206CBA"/>
    <w:rsid w:val="00220120"/>
    <w:rsid w:val="00230266"/>
    <w:rsid w:val="002A2301"/>
    <w:rsid w:val="002B3E9B"/>
    <w:rsid w:val="002E264B"/>
    <w:rsid w:val="002E3230"/>
    <w:rsid w:val="00324584"/>
    <w:rsid w:val="0037652F"/>
    <w:rsid w:val="00400BB0"/>
    <w:rsid w:val="004210F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692B22"/>
    <w:rsid w:val="00736EB9"/>
    <w:rsid w:val="007E3B20"/>
    <w:rsid w:val="008204EC"/>
    <w:rsid w:val="0085175A"/>
    <w:rsid w:val="008831DD"/>
    <w:rsid w:val="00884684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D555B"/>
    <w:rsid w:val="00E47ED2"/>
    <w:rsid w:val="00EB0DE4"/>
    <w:rsid w:val="00EB6993"/>
    <w:rsid w:val="00ED0D83"/>
    <w:rsid w:val="00F23D67"/>
    <w:rsid w:val="00F24E5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36C5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E89-F958-4D7B-A213-8008B9D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8</TotalTime>
  <Pages>2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cp:revision>9</cp:revision>
  <cp:lastPrinted>2017-03-09T12:39:00Z</cp:lastPrinted>
  <dcterms:created xsi:type="dcterms:W3CDTF">2018-04-14T08:44:00Z</dcterms:created>
  <dcterms:modified xsi:type="dcterms:W3CDTF">2024-04-25T15:23:00Z</dcterms:modified>
</cp:coreProperties>
</file>