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5738C" w14:textId="3DE3F5AD" w:rsidR="006721B4" w:rsidRPr="00E85B68" w:rsidRDefault="00CC7F86" w:rsidP="00E85B68">
      <w:pPr>
        <w:pStyle w:val="Titre1"/>
        <w:rPr>
          <w:sz w:val="32"/>
          <w:szCs w:val="32"/>
        </w:rPr>
      </w:pPr>
      <w:r w:rsidRPr="00E85B68">
        <w:rPr>
          <w:sz w:val="32"/>
          <w:szCs w:val="32"/>
        </w:rPr>
        <w:t>Annexe</w:t>
      </w:r>
      <w:r w:rsidR="00AA4E9B" w:rsidRPr="00E85B68">
        <w:rPr>
          <w:rFonts w:ascii="Calibri" w:hAnsi="Calibri" w:cs="Calibri"/>
          <w:sz w:val="32"/>
          <w:szCs w:val="32"/>
        </w:rPr>
        <w:t> </w:t>
      </w:r>
      <w:r w:rsidR="00E84494" w:rsidRPr="00E85B68">
        <w:rPr>
          <w:sz w:val="32"/>
          <w:szCs w:val="32"/>
        </w:rPr>
        <w:t>1 -</w:t>
      </w:r>
      <w:r w:rsidR="0025128E" w:rsidRPr="00E85B68">
        <w:rPr>
          <w:sz w:val="32"/>
          <w:szCs w:val="32"/>
        </w:rPr>
        <w:t xml:space="preserve"> Demande d’entrée dans le dispositif </w:t>
      </w:r>
      <w:r w:rsidR="00BE399A" w:rsidRPr="00E85B68">
        <w:rPr>
          <w:sz w:val="32"/>
          <w:szCs w:val="32"/>
        </w:rPr>
        <w:t>s</w:t>
      </w:r>
      <w:r w:rsidR="0025128E" w:rsidRPr="00E85B68">
        <w:rPr>
          <w:sz w:val="32"/>
          <w:szCs w:val="32"/>
        </w:rPr>
        <w:t>port</w:t>
      </w:r>
      <w:r w:rsidR="00AE1807" w:rsidRPr="00E85B68">
        <w:rPr>
          <w:sz w:val="32"/>
          <w:szCs w:val="32"/>
        </w:rPr>
        <w:t>-é</w:t>
      </w:r>
      <w:r w:rsidR="0025128E" w:rsidRPr="00E85B68">
        <w:rPr>
          <w:sz w:val="32"/>
          <w:szCs w:val="32"/>
        </w:rPr>
        <w:t>tudes</w:t>
      </w:r>
    </w:p>
    <w:p w14:paraId="091E0C02" w14:textId="40F018AC" w:rsidR="0025128E" w:rsidRPr="00E84494" w:rsidRDefault="008733C3" w:rsidP="00E84494">
      <w:pPr>
        <w:jc w:val="center"/>
        <w:rPr>
          <w:b/>
        </w:rPr>
      </w:pPr>
      <w:r w:rsidRPr="00E84494">
        <w:rPr>
          <w:b/>
        </w:rPr>
        <w:t>É</w:t>
      </w:r>
      <w:r w:rsidR="0025128E" w:rsidRPr="00E84494">
        <w:rPr>
          <w:b/>
        </w:rPr>
        <w:t xml:space="preserve">tablissement scolaire, </w:t>
      </w:r>
      <w:r w:rsidRPr="00E84494">
        <w:rPr>
          <w:b/>
        </w:rPr>
        <w:t>É</w:t>
      </w:r>
      <w:r w:rsidR="0025128E" w:rsidRPr="00E84494">
        <w:rPr>
          <w:b/>
        </w:rPr>
        <w:t>cole de</w:t>
      </w:r>
    </w:p>
    <w:p w14:paraId="60BF54B5" w14:textId="146E5CF9" w:rsidR="0025128E" w:rsidRPr="00E84494" w:rsidRDefault="00457795" w:rsidP="00E84494">
      <w:pPr>
        <w:jc w:val="center"/>
        <w:rPr>
          <w:b/>
        </w:rPr>
      </w:pPr>
      <w:r w:rsidRPr="00E84494">
        <w:rPr>
          <w:b/>
        </w:rPr>
        <w:t>A</w:t>
      </w:r>
      <w:r w:rsidR="008A5FED" w:rsidRPr="00E84494">
        <w:rPr>
          <w:b/>
        </w:rPr>
        <w:t>nnée scolaire</w:t>
      </w:r>
      <w:r w:rsidR="00AA4E9B">
        <w:rPr>
          <w:b/>
        </w:rPr>
        <w:t> </w:t>
      </w:r>
      <w:r w:rsidR="008A5FED" w:rsidRPr="00E84494">
        <w:rPr>
          <w:b/>
        </w:rPr>
        <w:t>202</w:t>
      </w:r>
      <w:r w:rsidR="006721B4" w:rsidRPr="00E84494">
        <w:rPr>
          <w:b/>
        </w:rPr>
        <w:t>x</w:t>
      </w:r>
      <w:r w:rsidR="008A5FED" w:rsidRPr="00E84494">
        <w:rPr>
          <w:b/>
        </w:rPr>
        <w:t>/202</w:t>
      </w:r>
      <w:r w:rsidR="006721B4" w:rsidRPr="00E84494">
        <w:rPr>
          <w:b/>
        </w:rPr>
        <w:t>x</w:t>
      </w:r>
    </w:p>
    <w:p w14:paraId="2721957F" w14:textId="77777777" w:rsidR="0025128E" w:rsidRPr="00E56CBC" w:rsidRDefault="0025128E" w:rsidP="0025128E">
      <w:pPr>
        <w:rPr>
          <w:sz w:val="20"/>
          <w:szCs w:val="20"/>
        </w:rPr>
      </w:pPr>
      <w:r w:rsidRPr="00E56CBC">
        <w:rPr>
          <w:sz w:val="20"/>
          <w:szCs w:val="20"/>
        </w:rPr>
        <w:t xml:space="preserve">Je soussigné(e), </w:t>
      </w:r>
      <w:sdt>
        <w:sdtPr>
          <w:rPr>
            <w:sz w:val="20"/>
            <w:szCs w:val="20"/>
          </w:rPr>
          <w:id w:val="1377347004"/>
          <w:placeholder>
            <w:docPart w:val="2624F4321A3B478E8E67A92A80E3B007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</w:t>
          </w:r>
          <w:proofErr w:type="gramStart"/>
          <w:r w:rsidRPr="00E56CBC">
            <w:rPr>
              <w:sz w:val="20"/>
              <w:szCs w:val="20"/>
            </w:rPr>
            <w:t>…….</w:t>
          </w:r>
          <w:proofErr w:type="gramEnd"/>
          <w:r w:rsidRPr="00E56CBC">
            <w:rPr>
              <w:sz w:val="20"/>
              <w:szCs w:val="20"/>
            </w:rPr>
            <w:t>.……………..]</w:t>
          </w:r>
        </w:sdtContent>
      </w:sdt>
      <w:r w:rsidRPr="00E56CBC">
        <w:rPr>
          <w:sz w:val="20"/>
          <w:szCs w:val="20"/>
        </w:rPr>
        <w:t xml:space="preserve"> </w:t>
      </w:r>
    </w:p>
    <w:p w14:paraId="4E70F8A3" w14:textId="77777777" w:rsidR="0025128E" w:rsidRPr="00E56CBC" w:rsidRDefault="0025128E" w:rsidP="0025128E">
      <w:pPr>
        <w:rPr>
          <w:sz w:val="20"/>
          <w:szCs w:val="20"/>
        </w:rPr>
      </w:pPr>
      <w:r w:rsidRPr="00E56CBC">
        <w:rPr>
          <w:sz w:val="20"/>
          <w:szCs w:val="20"/>
        </w:rPr>
        <w:t xml:space="preserve">demeurant à </w:t>
      </w:r>
      <w:sdt>
        <w:sdtPr>
          <w:rPr>
            <w:sz w:val="20"/>
            <w:szCs w:val="20"/>
          </w:rPr>
          <w:id w:val="147873184"/>
          <w:placeholder>
            <w:docPart w:val="7C9BE8ACE72D4E29916299C00ACAFEF9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</w:t>
          </w:r>
          <w:proofErr w:type="gramStart"/>
          <w:r w:rsidRPr="00E56CBC">
            <w:rPr>
              <w:sz w:val="20"/>
              <w:szCs w:val="20"/>
            </w:rPr>
            <w:t>…….</w:t>
          </w:r>
          <w:proofErr w:type="gramEnd"/>
          <w:r w:rsidRPr="00E56CBC">
            <w:rPr>
              <w:sz w:val="20"/>
              <w:szCs w:val="20"/>
            </w:rPr>
            <w:t>.……………..]</w:t>
          </w:r>
        </w:sdtContent>
      </w:sdt>
      <w:r w:rsidRPr="00E56CBC">
        <w:rPr>
          <w:sz w:val="20"/>
          <w:szCs w:val="20"/>
        </w:rPr>
        <w:t xml:space="preserve"> </w:t>
      </w:r>
    </w:p>
    <w:p w14:paraId="5EFF5456" w14:textId="77777777" w:rsidR="0025128E" w:rsidRPr="00E56CBC" w:rsidRDefault="0025128E" w:rsidP="0025128E">
      <w:pPr>
        <w:rPr>
          <w:sz w:val="20"/>
          <w:szCs w:val="20"/>
        </w:rPr>
      </w:pPr>
      <w:r w:rsidRPr="00E56CBC">
        <w:rPr>
          <w:sz w:val="20"/>
          <w:szCs w:val="20"/>
        </w:rPr>
        <w:t xml:space="preserve">déclare être le représentant légal, du mineur (nom, prénom) </w:t>
      </w:r>
      <w:sdt>
        <w:sdtPr>
          <w:rPr>
            <w:sz w:val="20"/>
            <w:szCs w:val="20"/>
          </w:rPr>
          <w:id w:val="-1855337004"/>
          <w:placeholder>
            <w:docPart w:val="753A1A8ADA9A467B986181120E771E7D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</w:t>
          </w:r>
          <w:proofErr w:type="gramStart"/>
          <w:r w:rsidRPr="00E56CBC">
            <w:rPr>
              <w:sz w:val="20"/>
              <w:szCs w:val="20"/>
            </w:rPr>
            <w:t>…….</w:t>
          </w:r>
          <w:proofErr w:type="gramEnd"/>
          <w:r w:rsidRPr="00E56CBC">
            <w:rPr>
              <w:sz w:val="20"/>
              <w:szCs w:val="20"/>
            </w:rPr>
            <w:t>.……………..]</w:t>
          </w:r>
        </w:sdtContent>
      </w:sdt>
    </w:p>
    <w:p w14:paraId="04536041" w14:textId="0385364E" w:rsidR="0025128E" w:rsidRPr="00E56CBC" w:rsidRDefault="0025128E" w:rsidP="0025128E">
      <w:pPr>
        <w:rPr>
          <w:sz w:val="20"/>
          <w:szCs w:val="20"/>
        </w:rPr>
      </w:pPr>
      <w:r w:rsidRPr="00E56CBC">
        <w:rPr>
          <w:sz w:val="20"/>
          <w:szCs w:val="20"/>
        </w:rPr>
        <w:t xml:space="preserve">né(e) le </w:t>
      </w:r>
      <w:sdt>
        <w:sdtPr>
          <w:rPr>
            <w:sz w:val="20"/>
            <w:szCs w:val="20"/>
          </w:rPr>
          <w:id w:val="-1271459988"/>
          <w:placeholder>
            <w:docPart w:val="8FE4AAA828644EE0AAF49D0B0D341C18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</w:t>
          </w:r>
          <w:proofErr w:type="gramStart"/>
          <w:r w:rsidRPr="00E56CBC">
            <w:rPr>
              <w:sz w:val="20"/>
              <w:szCs w:val="20"/>
            </w:rPr>
            <w:t>…….</w:t>
          </w:r>
          <w:proofErr w:type="gramEnd"/>
          <w:r w:rsidRPr="00E56CBC">
            <w:rPr>
              <w:sz w:val="20"/>
              <w:szCs w:val="20"/>
            </w:rPr>
            <w:t>.……………..]</w:t>
          </w:r>
        </w:sdtContent>
      </w:sdt>
      <w:r w:rsidRPr="00E56CBC">
        <w:rPr>
          <w:sz w:val="20"/>
          <w:szCs w:val="20"/>
        </w:rPr>
        <w:t xml:space="preserve">  à </w:t>
      </w:r>
      <w:sdt>
        <w:sdtPr>
          <w:rPr>
            <w:sz w:val="20"/>
            <w:szCs w:val="20"/>
          </w:rPr>
          <w:id w:val="1667444019"/>
          <w:placeholder>
            <w:docPart w:val="CAF642DB721146AEB60B848A2F1A5989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[……………………………………………………..……………..]</w:t>
          </w:r>
        </w:sdtContent>
      </w:sdt>
      <w:r w:rsidRPr="00E56CBC">
        <w:rPr>
          <w:sz w:val="20"/>
          <w:szCs w:val="20"/>
        </w:rPr>
        <w:t xml:space="preserve"> scolarisé(e) à l’école de </w:t>
      </w:r>
      <w:r w:rsidRPr="00E56CBC">
        <w:rPr>
          <w:sz w:val="20"/>
          <w:szCs w:val="20"/>
        </w:rPr>
        <w:tab/>
        <w:t xml:space="preserve"> au collèg</w:t>
      </w:r>
      <w:r w:rsidR="00AA4E9B">
        <w:rPr>
          <w:sz w:val="20"/>
          <w:szCs w:val="20"/>
        </w:rPr>
        <w:t>e</w:t>
      </w:r>
      <w:r w:rsidR="00E84494" w:rsidRPr="00E84494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693660521"/>
          <w:placeholder>
            <w:docPart w:val="6371A54D06E248C69CAB656B0317625D"/>
          </w:placeholder>
        </w:sdtPr>
        <w:sdtContent>
          <w:r w:rsidR="00E84494" w:rsidRPr="00E56CBC">
            <w:rPr>
              <w:sz w:val="20"/>
              <w:szCs w:val="20"/>
            </w:rPr>
            <w:t>[……………………………………………………..……………..]</w:t>
          </w:r>
        </w:sdtContent>
      </w:sdt>
      <w:r w:rsidR="00E84494" w:rsidRPr="00E56CBC">
        <w:rPr>
          <w:sz w:val="20"/>
          <w:szCs w:val="20"/>
        </w:rPr>
        <w:t xml:space="preserve"> </w:t>
      </w:r>
      <w:r w:rsidRPr="00E56CBC">
        <w:rPr>
          <w:sz w:val="20"/>
          <w:szCs w:val="20"/>
        </w:rPr>
        <w:t xml:space="preserve">en classe de </w:t>
      </w:r>
      <w:sdt>
        <w:sdtPr>
          <w:rPr>
            <w:sz w:val="20"/>
            <w:szCs w:val="20"/>
          </w:rPr>
          <w:id w:val="589349309"/>
          <w:placeholder>
            <w:docPart w:val="3207B156F819430EB69FDD10F3453DD7"/>
          </w:placeholder>
        </w:sdtPr>
        <w:sdtContent>
          <w:r w:rsidRPr="00E56CBC">
            <w:rPr>
              <w:sz w:val="20"/>
              <w:szCs w:val="20"/>
            </w:rPr>
            <w:t>[……………………………………..]</w:t>
          </w:r>
        </w:sdtContent>
      </w:sdt>
      <w:r w:rsidRPr="00E56CBC">
        <w:rPr>
          <w:sz w:val="20"/>
          <w:szCs w:val="20"/>
        </w:rPr>
        <w:t xml:space="preserve">, listé auprès de la DTN de la fédération </w:t>
      </w:r>
      <w:sdt>
        <w:sdtPr>
          <w:rPr>
            <w:sz w:val="20"/>
            <w:szCs w:val="20"/>
          </w:rPr>
          <w:id w:val="2044479292"/>
          <w:placeholder>
            <w:docPart w:val="3E9C707B2C9C4A34B0DA244FF5621B98"/>
          </w:placeholder>
        </w:sdtPr>
        <w:sdtContent>
          <w:r w:rsidR="00E84494" w:rsidRPr="00E56CBC">
            <w:rPr>
              <w:sz w:val="20"/>
              <w:szCs w:val="20"/>
            </w:rPr>
            <w:t>[………………………………..……………..]</w:t>
          </w:r>
        </w:sdtContent>
      </w:sdt>
      <w:r w:rsidR="00E84494">
        <w:rPr>
          <w:sz w:val="20"/>
          <w:szCs w:val="20"/>
        </w:rPr>
        <w:t xml:space="preserve"> </w:t>
      </w:r>
      <w:r w:rsidRPr="00E56CBC">
        <w:rPr>
          <w:sz w:val="20"/>
          <w:szCs w:val="20"/>
        </w:rPr>
        <w:t xml:space="preserve">en tant que </w:t>
      </w:r>
      <w:sdt>
        <w:sdtPr>
          <w:rPr>
            <w:sz w:val="20"/>
            <w:szCs w:val="20"/>
          </w:rPr>
          <w:id w:val="-53020131"/>
          <w:placeholder>
            <w:docPart w:val="E8C3FFE67F9D480CB7CCC65DAE9A7D6A"/>
          </w:placeholder>
        </w:sdtPr>
        <w:sdtContent>
          <w:r w:rsidR="00E84494">
            <w:rPr>
              <w:sz w:val="20"/>
              <w:szCs w:val="20"/>
            </w:rPr>
            <w:t>[……………………………</w:t>
          </w:r>
          <w:r w:rsidR="00E84494" w:rsidRPr="00E56CBC">
            <w:rPr>
              <w:sz w:val="20"/>
              <w:szCs w:val="20"/>
            </w:rPr>
            <w:t>………..]</w:t>
          </w:r>
        </w:sdtContent>
      </w:sdt>
    </w:p>
    <w:p w14:paraId="0DA05E81" w14:textId="7E4838BC" w:rsidR="0025128E" w:rsidRPr="00E56CBC" w:rsidRDefault="0025128E" w:rsidP="0025128E">
      <w:pPr>
        <w:jc w:val="both"/>
        <w:rPr>
          <w:sz w:val="20"/>
          <w:szCs w:val="20"/>
        </w:rPr>
      </w:pPr>
      <w:r w:rsidRPr="00E56CBC">
        <w:rPr>
          <w:i/>
          <w:sz w:val="20"/>
          <w:szCs w:val="20"/>
        </w:rPr>
        <w:t>Téléphone du représentant légal</w:t>
      </w:r>
      <w:r w:rsidR="00AA4E9B">
        <w:rPr>
          <w:i/>
          <w:sz w:val="20"/>
          <w:szCs w:val="20"/>
        </w:rPr>
        <w:t> </w:t>
      </w:r>
      <w:r w:rsidRPr="00E56CBC">
        <w:rPr>
          <w:i/>
          <w:sz w:val="20"/>
          <w:szCs w:val="20"/>
        </w:rPr>
        <w:t xml:space="preserve">: </w:t>
      </w:r>
      <w:sdt>
        <w:sdtPr>
          <w:rPr>
            <w:i/>
            <w:sz w:val="20"/>
            <w:szCs w:val="20"/>
          </w:rPr>
          <w:id w:val="1335805560"/>
          <w:placeholder>
            <w:docPart w:val="35FA13B583E040FA910DF054D6437E4A"/>
          </w:placeholder>
        </w:sdtPr>
        <w:sdtContent>
          <w:r w:rsidRPr="00E56CBC">
            <w:rPr>
              <w:i/>
              <w:sz w:val="20"/>
              <w:szCs w:val="20"/>
            </w:rPr>
            <w:t>[………………………………………………</w:t>
          </w:r>
          <w:proofErr w:type="gramStart"/>
          <w:r w:rsidRPr="00E56CBC">
            <w:rPr>
              <w:i/>
              <w:sz w:val="20"/>
              <w:szCs w:val="20"/>
            </w:rPr>
            <w:t>…….</w:t>
          </w:r>
          <w:proofErr w:type="gramEnd"/>
          <w:r w:rsidRPr="00E56CBC">
            <w:rPr>
              <w:i/>
              <w:sz w:val="20"/>
              <w:szCs w:val="20"/>
            </w:rPr>
            <w:t>.……………..]</w:t>
          </w:r>
        </w:sdtContent>
      </w:sdt>
    </w:p>
    <w:p w14:paraId="5C5639E0" w14:textId="549E1F58" w:rsidR="0025128E" w:rsidRPr="00E56CBC" w:rsidRDefault="0025128E" w:rsidP="0025128E">
      <w:pPr>
        <w:jc w:val="both"/>
        <w:rPr>
          <w:rFonts w:cstheme="minorHAnsi"/>
          <w:sz w:val="20"/>
          <w:szCs w:val="20"/>
        </w:rPr>
      </w:pPr>
      <w:r w:rsidRPr="00E56CBC">
        <w:rPr>
          <w:rFonts w:cstheme="minorHAnsi"/>
          <w:sz w:val="20"/>
          <w:szCs w:val="20"/>
        </w:rPr>
        <w:t>Demande, en pleine connaissance du dispositif SE et des conditions d’affectations</w:t>
      </w:r>
      <w:r w:rsidR="006721B4">
        <w:rPr>
          <w:rFonts w:cstheme="minorHAnsi"/>
          <w:sz w:val="20"/>
          <w:szCs w:val="20"/>
        </w:rPr>
        <w:t>,</w:t>
      </w:r>
      <w:r w:rsidRPr="00E56CBC">
        <w:rPr>
          <w:rFonts w:cstheme="minorHAnsi"/>
          <w:sz w:val="20"/>
          <w:szCs w:val="20"/>
        </w:rPr>
        <w:t xml:space="preserve"> à ce que mon enfant (nom, prénom)</w:t>
      </w:r>
      <w:r w:rsidR="00AA4E9B">
        <w:rPr>
          <w:rFonts w:cstheme="minorHAnsi"/>
          <w:sz w:val="20"/>
          <w:szCs w:val="20"/>
        </w:rPr>
        <w:t> </w:t>
      </w:r>
      <w:r w:rsidRPr="00E56CBC">
        <w:rPr>
          <w:rFonts w:cstheme="minorHAnsi"/>
          <w:sz w:val="20"/>
          <w:szCs w:val="20"/>
        </w:rPr>
        <w:t xml:space="preserve">: </w:t>
      </w:r>
    </w:p>
    <w:p w14:paraId="72F73D5C" w14:textId="19F1F9BC" w:rsidR="0025128E" w:rsidRPr="00E56CBC" w:rsidRDefault="0025128E" w:rsidP="0025128E">
      <w:pPr>
        <w:ind w:left="720"/>
        <w:jc w:val="both"/>
        <w:rPr>
          <w:sz w:val="20"/>
          <w:szCs w:val="20"/>
        </w:rPr>
      </w:pPr>
      <w:r w:rsidRPr="00E56CBC">
        <w:rPr>
          <w:rFonts w:ascii="Segoe UI Symbol" w:hAnsi="Segoe UI Symbol" w:cs="Segoe UI Symbol"/>
          <w:sz w:val="20"/>
          <w:szCs w:val="20"/>
        </w:rPr>
        <w:t>➢</w:t>
      </w:r>
      <w:r w:rsidRPr="00E56CBC">
        <w:rPr>
          <w:rFonts w:cs="Segoe UI Symbol"/>
          <w:sz w:val="20"/>
          <w:szCs w:val="20"/>
        </w:rPr>
        <w:t xml:space="preserve"> </w:t>
      </w:r>
      <w:r w:rsidRPr="00E56CBC">
        <w:rPr>
          <w:sz w:val="20"/>
          <w:szCs w:val="20"/>
        </w:rPr>
        <w:t>Intègre le disp</w:t>
      </w:r>
      <w:r w:rsidR="00E84494">
        <w:rPr>
          <w:sz w:val="20"/>
          <w:szCs w:val="20"/>
        </w:rPr>
        <w:t>ositif SE de l’école du collège/</w:t>
      </w:r>
      <w:r w:rsidRPr="00E56CBC">
        <w:rPr>
          <w:sz w:val="20"/>
          <w:szCs w:val="20"/>
        </w:rPr>
        <w:t>lycée […………</w:t>
      </w:r>
      <w:proofErr w:type="gramStart"/>
      <w:r w:rsidRPr="00E56CBC">
        <w:rPr>
          <w:sz w:val="20"/>
          <w:szCs w:val="20"/>
        </w:rPr>
        <w:t>…….</w:t>
      </w:r>
      <w:proofErr w:type="gramEnd"/>
      <w:r w:rsidRPr="00E56CBC">
        <w:rPr>
          <w:sz w:val="20"/>
          <w:szCs w:val="20"/>
        </w:rPr>
        <w:t xml:space="preserve">.] en classe de </w:t>
      </w:r>
      <w:sdt>
        <w:sdtPr>
          <w:rPr>
            <w:sz w:val="20"/>
            <w:szCs w:val="20"/>
          </w:rPr>
          <w:id w:val="1233895620"/>
          <w:placeholder>
            <w:docPart w:val="12F28A7C78F84AA99074458EF35D192B"/>
          </w:placeholder>
        </w:sdtPr>
        <w:sdtContent>
          <w:r w:rsidRPr="00E56CBC">
            <w:rPr>
              <w:sz w:val="20"/>
              <w:szCs w:val="20"/>
            </w:rPr>
            <w:t>[……………………………………..]</w:t>
          </w:r>
        </w:sdtContent>
      </w:sdt>
      <w:r w:rsidRPr="00E56CBC">
        <w:rPr>
          <w:sz w:val="20"/>
          <w:szCs w:val="20"/>
        </w:rPr>
        <w:t xml:space="preserve"> afin de pouvoir participer assidument à toutes les activités proposées dans le cadre du dispositif organisée(s) par l’établissement et la fédération</w:t>
      </w:r>
      <w:r w:rsidR="006721B4">
        <w:rPr>
          <w:sz w:val="20"/>
          <w:szCs w:val="20"/>
        </w:rPr>
        <w:t>.</w:t>
      </w:r>
      <w:r w:rsidRPr="00E56CBC">
        <w:rPr>
          <w:sz w:val="20"/>
          <w:szCs w:val="20"/>
        </w:rPr>
        <w:t xml:space="preserve"> </w:t>
      </w:r>
    </w:p>
    <w:p w14:paraId="11F9DD59" w14:textId="6D3B2B50" w:rsidR="0025128E" w:rsidRPr="00E56CBC" w:rsidRDefault="0025128E" w:rsidP="0025128E">
      <w:pPr>
        <w:ind w:left="720"/>
        <w:jc w:val="both"/>
        <w:rPr>
          <w:sz w:val="20"/>
          <w:szCs w:val="20"/>
        </w:rPr>
      </w:pPr>
      <w:r w:rsidRPr="00E56CBC">
        <w:rPr>
          <w:rFonts w:ascii="Segoe UI Symbol" w:hAnsi="Segoe UI Symbol" w:cs="Segoe UI Symbol"/>
          <w:sz w:val="20"/>
          <w:szCs w:val="20"/>
        </w:rPr>
        <w:t>➢</w:t>
      </w:r>
      <w:r w:rsidRPr="00E56CBC">
        <w:rPr>
          <w:sz w:val="20"/>
          <w:szCs w:val="20"/>
        </w:rPr>
        <w:t xml:space="preserve"> Dans le cadre du fonctionnement sportif, à se rendre de manière </w:t>
      </w:r>
      <w:r w:rsidRPr="00E56CBC">
        <w:rPr>
          <w:color w:val="000000" w:themeColor="text1"/>
          <w:sz w:val="20"/>
          <w:szCs w:val="20"/>
        </w:rPr>
        <w:t xml:space="preserve">anticipée, concertée et validée par le directeur d’école, </w:t>
      </w:r>
      <w:r w:rsidRPr="00E56CBC">
        <w:rPr>
          <w:sz w:val="20"/>
          <w:szCs w:val="20"/>
        </w:rPr>
        <w:t xml:space="preserve">le chef d’établissement sur le lieu de l’activité (préciser adresse) </w:t>
      </w:r>
      <w:sdt>
        <w:sdtPr>
          <w:rPr>
            <w:sz w:val="20"/>
            <w:szCs w:val="20"/>
          </w:rPr>
          <w:id w:val="-1548207794"/>
          <w:placeholder>
            <w:docPart w:val="8AA375A664E749C78444F05AAC034FBF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</w:t>
          </w:r>
          <w:proofErr w:type="gramStart"/>
          <w:r w:rsidRPr="00E56CBC">
            <w:rPr>
              <w:sz w:val="20"/>
              <w:szCs w:val="20"/>
            </w:rPr>
            <w:t>…….</w:t>
          </w:r>
          <w:proofErr w:type="gramEnd"/>
          <w:r w:rsidRPr="00E56CBC">
            <w:rPr>
              <w:sz w:val="20"/>
              <w:szCs w:val="20"/>
            </w:rPr>
            <w:t>.……………..]</w:t>
          </w:r>
        </w:sdtContent>
      </w:sdt>
      <w:r w:rsidRPr="00E56CBC">
        <w:rPr>
          <w:sz w:val="20"/>
          <w:szCs w:val="20"/>
        </w:rPr>
        <w:t xml:space="preserve"> et à rentrer à son domicile (adresse) </w:t>
      </w:r>
      <w:sdt>
        <w:sdtPr>
          <w:rPr>
            <w:sz w:val="20"/>
            <w:szCs w:val="20"/>
          </w:rPr>
          <w:id w:val="-1061089484"/>
          <w:placeholder>
            <w:docPart w:val="2D1B72E6EDE1412D914D2E4F712513B9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[……………………………………………………..……………..]</w:t>
          </w:r>
        </w:sdtContent>
      </w:sdt>
      <w:r w:rsidRPr="00E56CBC">
        <w:rPr>
          <w:sz w:val="20"/>
          <w:szCs w:val="20"/>
        </w:rPr>
        <w:t xml:space="preserve">  de manière autonome.</w:t>
      </w:r>
    </w:p>
    <w:p w14:paraId="39AD5A9A" w14:textId="0A2D2238" w:rsidR="0025128E" w:rsidRPr="00E56CBC" w:rsidRDefault="0025128E" w:rsidP="0025128E">
      <w:pPr>
        <w:jc w:val="both"/>
        <w:rPr>
          <w:sz w:val="20"/>
          <w:szCs w:val="20"/>
        </w:rPr>
      </w:pPr>
      <w:r w:rsidRPr="00E56CBC">
        <w:rPr>
          <w:sz w:val="20"/>
          <w:szCs w:val="20"/>
        </w:rPr>
        <w:t>J’autorise</w:t>
      </w:r>
      <w:r w:rsidR="00457795" w:rsidRPr="00E56CBC">
        <w:rPr>
          <w:sz w:val="20"/>
          <w:szCs w:val="20"/>
        </w:rPr>
        <w:t xml:space="preserve"> l’école, </w:t>
      </w:r>
      <w:r w:rsidRPr="00E56CBC">
        <w:rPr>
          <w:sz w:val="20"/>
          <w:szCs w:val="20"/>
        </w:rPr>
        <w:t xml:space="preserve">l’établissement  </w:t>
      </w:r>
      <w:sdt>
        <w:sdtPr>
          <w:rPr>
            <w:sz w:val="20"/>
            <w:szCs w:val="20"/>
          </w:rPr>
          <w:id w:val="-1199313032"/>
          <w:placeholder>
            <w:docPart w:val="C4A6B49C2EA64C47AD5A27C3959C3A85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</w:t>
          </w:r>
          <w:proofErr w:type="gramStart"/>
          <w:r w:rsidRPr="00E56CBC">
            <w:rPr>
              <w:sz w:val="20"/>
              <w:szCs w:val="20"/>
            </w:rPr>
            <w:t>…….</w:t>
          </w:r>
          <w:proofErr w:type="gramEnd"/>
          <w:r w:rsidRPr="00E56CBC">
            <w:rPr>
              <w:sz w:val="20"/>
              <w:szCs w:val="20"/>
            </w:rPr>
            <w:t>.……………..]</w:t>
          </w:r>
        </w:sdtContent>
      </w:sdt>
      <w:r w:rsidRPr="00E56CBC">
        <w:rPr>
          <w:sz w:val="20"/>
          <w:szCs w:val="20"/>
        </w:rPr>
        <w:t xml:space="preserve"> , et le référent de l’établissement du dispositif scolaire à prendre toute mesure d’urgence induite par l’état de santé de mon enfant ou la survenue d’un accident lors de la réalisation des séances et de m’en tenir informé</w:t>
      </w:r>
      <w:r w:rsidR="006721B4">
        <w:rPr>
          <w:sz w:val="20"/>
          <w:szCs w:val="20"/>
        </w:rPr>
        <w:t>.</w:t>
      </w:r>
    </w:p>
    <w:p w14:paraId="35196908" w14:textId="3C2EC8F5" w:rsidR="0025128E" w:rsidRPr="00E56CBC" w:rsidRDefault="0025128E" w:rsidP="00CD0117">
      <w:pPr>
        <w:spacing w:after="0"/>
        <w:jc w:val="both"/>
        <w:rPr>
          <w:sz w:val="20"/>
          <w:szCs w:val="20"/>
        </w:rPr>
      </w:pPr>
      <w:r w:rsidRPr="00E56CBC">
        <w:rPr>
          <w:sz w:val="20"/>
          <w:szCs w:val="20"/>
        </w:rPr>
        <w:t>En cas d’urgence</w:t>
      </w:r>
      <w:r w:rsidR="00AA4E9B">
        <w:rPr>
          <w:sz w:val="20"/>
          <w:szCs w:val="20"/>
        </w:rPr>
        <w:t> </w:t>
      </w:r>
      <w:r w:rsidRPr="00E56CBC">
        <w:rPr>
          <w:sz w:val="20"/>
          <w:szCs w:val="20"/>
        </w:rPr>
        <w:t xml:space="preserve">: Nom et Prénom de la personne à prévenir </w:t>
      </w:r>
      <w:sdt>
        <w:sdtPr>
          <w:rPr>
            <w:sz w:val="20"/>
            <w:szCs w:val="20"/>
          </w:rPr>
          <w:id w:val="2041162747"/>
          <w:placeholder>
            <w:docPart w:val="DC4BB05D31544573AEBE92DABE58997C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</w:t>
          </w:r>
          <w:proofErr w:type="gramStart"/>
          <w:r w:rsidRPr="00E56CBC">
            <w:rPr>
              <w:sz w:val="20"/>
              <w:szCs w:val="20"/>
            </w:rPr>
            <w:t>…….</w:t>
          </w:r>
          <w:proofErr w:type="gramEnd"/>
          <w:r w:rsidRPr="00E56CBC">
            <w:rPr>
              <w:sz w:val="20"/>
              <w:szCs w:val="20"/>
            </w:rPr>
            <w:t>.……………..]</w:t>
          </w:r>
        </w:sdtContent>
      </w:sdt>
      <w:r w:rsidRPr="00E56CBC">
        <w:rPr>
          <w:sz w:val="20"/>
          <w:szCs w:val="20"/>
        </w:rPr>
        <w:t xml:space="preserve"> .</w:t>
      </w:r>
    </w:p>
    <w:p w14:paraId="2ADF26BC" w14:textId="793FC189" w:rsidR="0025128E" w:rsidRPr="00E84494" w:rsidRDefault="0025128E" w:rsidP="0025128E">
      <w:pPr>
        <w:jc w:val="both"/>
        <w:rPr>
          <w:strike/>
          <w:sz w:val="20"/>
          <w:szCs w:val="20"/>
        </w:rPr>
      </w:pPr>
      <w:r w:rsidRPr="00E84494">
        <w:rPr>
          <w:b/>
          <w:sz w:val="20"/>
          <w:szCs w:val="20"/>
        </w:rPr>
        <w:t>Téléphone(s)</w:t>
      </w:r>
      <w:r w:rsidR="00E84494">
        <w:rPr>
          <w:b/>
          <w:sz w:val="20"/>
          <w:szCs w:val="20"/>
        </w:rPr>
        <w:t xml:space="preserve"> </w:t>
      </w:r>
      <w:r w:rsidRPr="00E84494">
        <w:rPr>
          <w:b/>
          <w:sz w:val="20"/>
          <w:szCs w:val="20"/>
        </w:rPr>
        <w:t>sur lequel(s) vous êtes joignable aux horaires du créneau</w:t>
      </w:r>
    </w:p>
    <w:p w14:paraId="4DDDB112" w14:textId="4DC3DB6D" w:rsidR="0025128E" w:rsidRPr="00E56CBC" w:rsidRDefault="0025128E" w:rsidP="0025128E">
      <w:pPr>
        <w:jc w:val="both"/>
        <w:rPr>
          <w:sz w:val="20"/>
          <w:szCs w:val="20"/>
        </w:rPr>
      </w:pPr>
      <w:r w:rsidRPr="00E56CBC">
        <w:rPr>
          <w:sz w:val="20"/>
          <w:szCs w:val="20"/>
        </w:rPr>
        <w:t xml:space="preserve">Le représentant légal s’engage à informer le responsable scolaire de </w:t>
      </w:r>
      <w:r w:rsidR="006721B4">
        <w:rPr>
          <w:sz w:val="20"/>
          <w:szCs w:val="20"/>
        </w:rPr>
        <w:t>l’</w:t>
      </w:r>
      <w:r w:rsidRPr="00E56CBC">
        <w:rPr>
          <w:sz w:val="20"/>
          <w:szCs w:val="20"/>
        </w:rPr>
        <w:t>absence exceptionnelle</w:t>
      </w:r>
      <w:r w:rsidR="006721B4">
        <w:rPr>
          <w:sz w:val="20"/>
          <w:szCs w:val="20"/>
        </w:rPr>
        <w:t xml:space="preserve"> de l’élève</w:t>
      </w:r>
      <w:r w:rsidRPr="00E56CBC">
        <w:rPr>
          <w:sz w:val="20"/>
          <w:szCs w:val="20"/>
        </w:rPr>
        <w:t>. L’établissement informe le représentant légal du mineur de l’éventuelle absence de ce dernier aux créneaux sans justification</w:t>
      </w:r>
      <w:r w:rsidR="006721B4">
        <w:rPr>
          <w:sz w:val="20"/>
          <w:szCs w:val="20"/>
        </w:rPr>
        <w:t>.</w:t>
      </w:r>
    </w:p>
    <w:p w14:paraId="4CDED0E9" w14:textId="0767350B" w:rsidR="0025128E" w:rsidRPr="00E56CBC" w:rsidRDefault="0025128E" w:rsidP="0025128E">
      <w:pPr>
        <w:jc w:val="both"/>
        <w:rPr>
          <w:color w:val="000000" w:themeColor="text1"/>
          <w:sz w:val="20"/>
          <w:szCs w:val="20"/>
        </w:rPr>
      </w:pPr>
      <w:r w:rsidRPr="00E56CBC">
        <w:rPr>
          <w:color w:val="000000" w:themeColor="text1"/>
          <w:sz w:val="20"/>
          <w:szCs w:val="20"/>
        </w:rPr>
        <w:t>Le responsable</w:t>
      </w:r>
      <w:r w:rsidR="00AE1807" w:rsidRPr="00E56CBC">
        <w:rPr>
          <w:color w:val="000000" w:themeColor="text1"/>
          <w:sz w:val="20"/>
          <w:szCs w:val="20"/>
        </w:rPr>
        <w:t xml:space="preserve"> de l’équipe éducative</w:t>
      </w:r>
      <w:r w:rsidRPr="00E56CBC">
        <w:rPr>
          <w:color w:val="000000" w:themeColor="text1"/>
          <w:sz w:val="20"/>
          <w:szCs w:val="20"/>
        </w:rPr>
        <w:t xml:space="preserve"> et le responsable</w:t>
      </w:r>
      <w:r w:rsidR="00AE1807" w:rsidRPr="00E56CBC">
        <w:rPr>
          <w:color w:val="000000" w:themeColor="text1"/>
          <w:sz w:val="20"/>
          <w:szCs w:val="20"/>
        </w:rPr>
        <w:t xml:space="preserve"> de la structure</w:t>
      </w:r>
      <w:r w:rsidRPr="00E56CBC">
        <w:rPr>
          <w:color w:val="000000" w:themeColor="text1"/>
          <w:sz w:val="20"/>
          <w:szCs w:val="20"/>
        </w:rPr>
        <w:t xml:space="preserve"> sporti</w:t>
      </w:r>
      <w:r w:rsidR="00AE1807" w:rsidRPr="00E56CBC">
        <w:rPr>
          <w:color w:val="000000" w:themeColor="text1"/>
          <w:sz w:val="20"/>
          <w:szCs w:val="20"/>
        </w:rPr>
        <w:t>ve</w:t>
      </w:r>
      <w:r w:rsidRPr="00E56CBC">
        <w:rPr>
          <w:color w:val="000000" w:themeColor="text1"/>
          <w:sz w:val="20"/>
          <w:szCs w:val="20"/>
        </w:rPr>
        <w:t xml:space="preserve"> doivent informer des absences toutes les parties prenantes</w:t>
      </w:r>
      <w:r w:rsidR="00A5648B" w:rsidRPr="00E56CBC">
        <w:rPr>
          <w:color w:val="000000" w:themeColor="text1"/>
          <w:sz w:val="20"/>
          <w:szCs w:val="20"/>
        </w:rPr>
        <w:t>.</w:t>
      </w:r>
    </w:p>
    <w:p w14:paraId="1B015E87" w14:textId="77777777" w:rsidR="0025128E" w:rsidRPr="00E56CBC" w:rsidRDefault="0025128E" w:rsidP="00E84494">
      <w:pPr>
        <w:jc w:val="both"/>
        <w:rPr>
          <w:i/>
          <w:sz w:val="20"/>
          <w:szCs w:val="20"/>
        </w:rPr>
      </w:pPr>
      <w:r w:rsidRPr="00E56CBC">
        <w:rPr>
          <w:i/>
          <w:sz w:val="20"/>
          <w:szCs w:val="20"/>
        </w:rPr>
        <w:t xml:space="preserve">Le </w:t>
      </w:r>
      <w:sdt>
        <w:sdtPr>
          <w:rPr>
            <w:sz w:val="20"/>
            <w:szCs w:val="20"/>
          </w:rPr>
          <w:id w:val="-2133859514"/>
          <w:placeholder>
            <w:docPart w:val="E3CF0FC3413443F3B26FB2581687579E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</w:t>
          </w:r>
          <w:proofErr w:type="gramStart"/>
          <w:r w:rsidRPr="00E56CBC">
            <w:rPr>
              <w:sz w:val="20"/>
              <w:szCs w:val="20"/>
            </w:rPr>
            <w:t>…….</w:t>
          </w:r>
          <w:proofErr w:type="gramEnd"/>
          <w:r w:rsidRPr="00E56CBC">
            <w:rPr>
              <w:sz w:val="20"/>
              <w:szCs w:val="20"/>
            </w:rPr>
            <w:t>.……………..]</w:t>
          </w:r>
        </w:sdtContent>
      </w:sdt>
      <w:r w:rsidRPr="00E56CBC">
        <w:rPr>
          <w:i/>
          <w:sz w:val="20"/>
          <w:szCs w:val="20"/>
        </w:rPr>
        <w:t xml:space="preserve"> à </w:t>
      </w:r>
      <w:r w:rsidRPr="00E56CBC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1345362658"/>
          <w:placeholder>
            <w:docPart w:val="F4F03A82A45F44509AB5E5BAE5977C92"/>
          </w:placeholder>
        </w:sdtPr>
        <w:sdtContent>
          <w:r w:rsidRPr="00E56CBC">
            <w:rPr>
              <w:sz w:val="20"/>
              <w:szCs w:val="20"/>
            </w:rPr>
            <w:t>[……………………………………………………..……………..]</w:t>
          </w:r>
        </w:sdtContent>
      </w:sdt>
    </w:p>
    <w:p w14:paraId="73A36EE7" w14:textId="474A704C" w:rsidR="00E84494" w:rsidRDefault="0025128E" w:rsidP="00C94D68">
      <w:pPr>
        <w:spacing w:before="600" w:beforeAutospacing="0"/>
        <w:jc w:val="both"/>
        <w:rPr>
          <w:rFonts w:ascii="Arial" w:hAnsi="Arial"/>
          <w:sz w:val="20"/>
        </w:rPr>
      </w:pPr>
      <w:r w:rsidRPr="00E56CBC">
        <w:rPr>
          <w:sz w:val="20"/>
          <w:szCs w:val="20"/>
        </w:rPr>
        <w:tab/>
      </w:r>
      <w:r w:rsidRPr="00E56CBC">
        <w:rPr>
          <w:sz w:val="20"/>
          <w:szCs w:val="20"/>
        </w:rPr>
        <w:tab/>
      </w:r>
      <w:r w:rsidRPr="00E56CBC">
        <w:rPr>
          <w:sz w:val="20"/>
          <w:szCs w:val="20"/>
        </w:rPr>
        <w:tab/>
      </w:r>
      <w:r w:rsidRPr="00E56CBC">
        <w:rPr>
          <w:sz w:val="20"/>
          <w:szCs w:val="20"/>
        </w:rPr>
        <w:tab/>
        <w:t>Signature du représentant léga</w:t>
      </w:r>
      <w:r w:rsidR="00C94D68">
        <w:rPr>
          <w:sz w:val="20"/>
          <w:szCs w:val="20"/>
        </w:rPr>
        <w:t>l</w:t>
      </w:r>
    </w:p>
    <w:sectPr w:rsidR="00E84494" w:rsidSect="007D1130">
      <w:footerReference w:type="default" r:id="rId8"/>
      <w:type w:val="continuous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FB162" w14:textId="77777777" w:rsidR="00FF3FEF" w:rsidRDefault="00FF3FEF" w:rsidP="001F42E5">
      <w:pPr>
        <w:spacing w:after="0"/>
      </w:pPr>
      <w:r>
        <w:separator/>
      </w:r>
    </w:p>
  </w:endnote>
  <w:endnote w:type="continuationSeparator" w:id="0">
    <w:p w14:paraId="2A955549" w14:textId="77777777" w:rsidR="00FF3FEF" w:rsidRDefault="00FF3FEF" w:rsidP="001F42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5730" w14:textId="4BD06A59" w:rsidR="0035017D" w:rsidRDefault="0035017D" w:rsidP="0035017D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30C8A" w14:textId="77777777" w:rsidR="00FF3FEF" w:rsidRDefault="00FF3FEF" w:rsidP="001F42E5">
      <w:pPr>
        <w:spacing w:after="0"/>
      </w:pPr>
      <w:r>
        <w:separator/>
      </w:r>
    </w:p>
  </w:footnote>
  <w:footnote w:type="continuationSeparator" w:id="0">
    <w:p w14:paraId="64CA16BF" w14:textId="77777777" w:rsidR="00FF3FEF" w:rsidRDefault="00FF3FEF" w:rsidP="001F42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7428C"/>
    <w:multiLevelType w:val="hybridMultilevel"/>
    <w:tmpl w:val="7FF66D84"/>
    <w:lvl w:ilvl="0" w:tplc="FB546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C9CB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540F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14F6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7609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4A2B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3A6E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3A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365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F426E"/>
    <w:multiLevelType w:val="hybridMultilevel"/>
    <w:tmpl w:val="8304B7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FF9"/>
    <w:multiLevelType w:val="hybridMultilevel"/>
    <w:tmpl w:val="2C2AB792"/>
    <w:lvl w:ilvl="0" w:tplc="32F8B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00588"/>
    <w:multiLevelType w:val="hybridMultilevel"/>
    <w:tmpl w:val="9CD65A78"/>
    <w:lvl w:ilvl="0" w:tplc="D0A284A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CC62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C2BE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C880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B6C7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7AE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6A66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006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2F1209"/>
    <w:multiLevelType w:val="hybridMultilevel"/>
    <w:tmpl w:val="FB802720"/>
    <w:lvl w:ilvl="0" w:tplc="D258FF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C074D"/>
    <w:multiLevelType w:val="hybridMultilevel"/>
    <w:tmpl w:val="66788C56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9181E"/>
    <w:multiLevelType w:val="hybridMultilevel"/>
    <w:tmpl w:val="928EF1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50F63"/>
    <w:multiLevelType w:val="hybridMultilevel"/>
    <w:tmpl w:val="EB06D802"/>
    <w:lvl w:ilvl="0" w:tplc="DF705E6C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9451B9"/>
    <w:multiLevelType w:val="hybridMultilevel"/>
    <w:tmpl w:val="843EE454"/>
    <w:lvl w:ilvl="0" w:tplc="040C0003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9" w15:restartNumberingAfterBreak="0">
    <w:nsid w:val="16E925CB"/>
    <w:multiLevelType w:val="hybridMultilevel"/>
    <w:tmpl w:val="3000DBDC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51C242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F7708"/>
    <w:multiLevelType w:val="multilevel"/>
    <w:tmpl w:val="6D7EF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b/>
        <w:color w:val="0070C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color w:val="0070C0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color w:val="0070C0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color w:val="0070C0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color w:val="0070C0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color w:val="0070C0"/>
        <w:sz w:val="32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color w:val="0070C0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color w:val="0070C0"/>
        <w:sz w:val="32"/>
      </w:rPr>
    </w:lvl>
  </w:abstractNum>
  <w:abstractNum w:abstractNumId="11" w15:restartNumberingAfterBreak="0">
    <w:nsid w:val="1C3C6FC4"/>
    <w:multiLevelType w:val="hybridMultilevel"/>
    <w:tmpl w:val="AF2E298A"/>
    <w:lvl w:ilvl="0" w:tplc="32F8B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E6642"/>
    <w:multiLevelType w:val="hybridMultilevel"/>
    <w:tmpl w:val="C5BE9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83830"/>
    <w:multiLevelType w:val="hybridMultilevel"/>
    <w:tmpl w:val="D63E9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2AF4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148BE"/>
    <w:multiLevelType w:val="hybridMultilevel"/>
    <w:tmpl w:val="1FBAAACA"/>
    <w:lvl w:ilvl="0" w:tplc="A31AB3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455BB"/>
    <w:multiLevelType w:val="hybridMultilevel"/>
    <w:tmpl w:val="3A60BE36"/>
    <w:lvl w:ilvl="0" w:tplc="751C24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95382D"/>
    <w:multiLevelType w:val="multilevel"/>
    <w:tmpl w:val="6D7EF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b/>
        <w:color w:val="0070C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color w:val="0070C0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color w:val="0070C0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color w:val="0070C0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color w:val="0070C0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color w:val="0070C0"/>
        <w:sz w:val="32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color w:val="0070C0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color w:val="0070C0"/>
        <w:sz w:val="32"/>
      </w:rPr>
    </w:lvl>
  </w:abstractNum>
  <w:abstractNum w:abstractNumId="17" w15:restartNumberingAfterBreak="0">
    <w:nsid w:val="2C4472FE"/>
    <w:multiLevelType w:val="multilevel"/>
    <w:tmpl w:val="6D7EF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b/>
        <w:color w:val="0070C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color w:val="0070C0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color w:val="0070C0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color w:val="0070C0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color w:val="0070C0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color w:val="0070C0"/>
        <w:sz w:val="32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color w:val="0070C0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color w:val="0070C0"/>
        <w:sz w:val="32"/>
      </w:rPr>
    </w:lvl>
  </w:abstractNum>
  <w:abstractNum w:abstractNumId="18" w15:restartNumberingAfterBreak="0">
    <w:nsid w:val="2CAB5B4B"/>
    <w:multiLevelType w:val="hybridMultilevel"/>
    <w:tmpl w:val="8A4CF4B6"/>
    <w:lvl w:ilvl="0" w:tplc="040C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5734A"/>
    <w:multiLevelType w:val="hybridMultilevel"/>
    <w:tmpl w:val="3D881184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AC2AF4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045F9"/>
    <w:multiLevelType w:val="hybridMultilevel"/>
    <w:tmpl w:val="4D947D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FD16B4"/>
    <w:multiLevelType w:val="hybridMultilevel"/>
    <w:tmpl w:val="525CE368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AC2AF4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05135"/>
    <w:multiLevelType w:val="hybridMultilevel"/>
    <w:tmpl w:val="64326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41F50"/>
    <w:multiLevelType w:val="hybridMultilevel"/>
    <w:tmpl w:val="4EF8E74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8D5D18"/>
    <w:multiLevelType w:val="hybridMultilevel"/>
    <w:tmpl w:val="A022C28C"/>
    <w:lvl w:ilvl="0" w:tplc="D4FE8C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16192"/>
    <w:multiLevelType w:val="hybridMultilevel"/>
    <w:tmpl w:val="DE82C016"/>
    <w:lvl w:ilvl="0" w:tplc="32F8B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D3B22"/>
    <w:multiLevelType w:val="hybridMultilevel"/>
    <w:tmpl w:val="2CB22AFA"/>
    <w:lvl w:ilvl="0" w:tplc="65DE619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24B9F"/>
    <w:multiLevelType w:val="hybridMultilevel"/>
    <w:tmpl w:val="EAB60748"/>
    <w:lvl w:ilvl="0" w:tplc="51AEE18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C25C69"/>
    <w:multiLevelType w:val="hybridMultilevel"/>
    <w:tmpl w:val="F12CB0C0"/>
    <w:lvl w:ilvl="0" w:tplc="E6BEC2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56EE2AA4"/>
    <w:multiLevelType w:val="hybridMultilevel"/>
    <w:tmpl w:val="12F4601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17504F"/>
    <w:multiLevelType w:val="hybridMultilevel"/>
    <w:tmpl w:val="FB9C570E"/>
    <w:lvl w:ilvl="0" w:tplc="751C2424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5CAC0ED6"/>
    <w:multiLevelType w:val="hybridMultilevel"/>
    <w:tmpl w:val="B1E0801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CDB14E6"/>
    <w:multiLevelType w:val="hybridMultilevel"/>
    <w:tmpl w:val="C4F0B32A"/>
    <w:lvl w:ilvl="0" w:tplc="95C670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25451"/>
    <w:multiLevelType w:val="hybridMultilevel"/>
    <w:tmpl w:val="F7E47CA2"/>
    <w:lvl w:ilvl="0" w:tplc="80CA4BA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842C23"/>
    <w:multiLevelType w:val="hybridMultilevel"/>
    <w:tmpl w:val="A3882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B65F0"/>
    <w:multiLevelType w:val="multilevel"/>
    <w:tmpl w:val="6D7EF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b/>
        <w:color w:val="0070C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color w:val="0070C0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color w:val="0070C0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color w:val="0070C0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color w:val="0070C0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color w:val="0070C0"/>
        <w:sz w:val="32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color w:val="0070C0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color w:val="0070C0"/>
        <w:sz w:val="32"/>
      </w:rPr>
    </w:lvl>
  </w:abstractNum>
  <w:abstractNum w:abstractNumId="38" w15:restartNumberingAfterBreak="0">
    <w:nsid w:val="65884CC5"/>
    <w:multiLevelType w:val="hybridMultilevel"/>
    <w:tmpl w:val="75CA4B0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6DA65219"/>
    <w:multiLevelType w:val="hybridMultilevel"/>
    <w:tmpl w:val="FF1A4F56"/>
    <w:lvl w:ilvl="0" w:tplc="149CEC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C0F4E"/>
    <w:multiLevelType w:val="hybridMultilevel"/>
    <w:tmpl w:val="8CAE6476"/>
    <w:lvl w:ilvl="0" w:tplc="9266FEB8">
      <w:numFmt w:val="bullet"/>
      <w:lvlText w:val="-"/>
      <w:lvlJc w:val="left"/>
      <w:pPr>
        <w:ind w:left="376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203F49"/>
    <w:multiLevelType w:val="hybridMultilevel"/>
    <w:tmpl w:val="39ECA406"/>
    <w:lvl w:ilvl="0" w:tplc="3AC2AF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982490">
    <w:abstractNumId w:val="17"/>
  </w:num>
  <w:num w:numId="2" w16cid:durableId="93746138">
    <w:abstractNumId w:val="32"/>
  </w:num>
  <w:num w:numId="3" w16cid:durableId="509031135">
    <w:abstractNumId w:val="12"/>
  </w:num>
  <w:num w:numId="4" w16cid:durableId="913975416">
    <w:abstractNumId w:val="20"/>
  </w:num>
  <w:num w:numId="5" w16cid:durableId="215119867">
    <w:abstractNumId w:val="9"/>
  </w:num>
  <w:num w:numId="6" w16cid:durableId="2085449278">
    <w:abstractNumId w:val="0"/>
  </w:num>
  <w:num w:numId="7" w16cid:durableId="1960448832">
    <w:abstractNumId w:val="3"/>
  </w:num>
  <w:num w:numId="8" w16cid:durableId="1938630681">
    <w:abstractNumId w:val="30"/>
  </w:num>
  <w:num w:numId="9" w16cid:durableId="182327671">
    <w:abstractNumId w:val="28"/>
  </w:num>
  <w:num w:numId="10" w16cid:durableId="1141384106">
    <w:abstractNumId w:val="31"/>
  </w:num>
  <w:num w:numId="11" w16cid:durableId="2010713207">
    <w:abstractNumId w:val="24"/>
  </w:num>
  <w:num w:numId="12" w16cid:durableId="1181773006">
    <w:abstractNumId w:val="14"/>
  </w:num>
  <w:num w:numId="13" w16cid:durableId="344133227">
    <w:abstractNumId w:val="18"/>
  </w:num>
  <w:num w:numId="14" w16cid:durableId="1987736128">
    <w:abstractNumId w:val="35"/>
  </w:num>
  <w:num w:numId="15" w16cid:durableId="1848517108">
    <w:abstractNumId w:val="38"/>
  </w:num>
  <w:num w:numId="16" w16cid:durableId="546262171">
    <w:abstractNumId w:val="34"/>
  </w:num>
  <w:num w:numId="17" w16cid:durableId="1690376428">
    <w:abstractNumId w:val="27"/>
  </w:num>
  <w:num w:numId="18" w16cid:durableId="1912228522">
    <w:abstractNumId w:val="11"/>
  </w:num>
  <w:num w:numId="19" w16cid:durableId="154417597">
    <w:abstractNumId w:val="25"/>
  </w:num>
  <w:num w:numId="20" w16cid:durableId="2004431961">
    <w:abstractNumId w:val="6"/>
  </w:num>
  <w:num w:numId="21" w16cid:durableId="1351758234">
    <w:abstractNumId w:val="1"/>
  </w:num>
  <w:num w:numId="22" w16cid:durableId="1424718866">
    <w:abstractNumId w:val="39"/>
  </w:num>
  <w:num w:numId="23" w16cid:durableId="1847791016">
    <w:abstractNumId w:val="23"/>
  </w:num>
  <w:num w:numId="24" w16cid:durableId="429009956">
    <w:abstractNumId w:val="33"/>
  </w:num>
  <w:num w:numId="25" w16cid:durableId="1592733718">
    <w:abstractNumId w:val="36"/>
  </w:num>
  <w:num w:numId="26" w16cid:durableId="237981629">
    <w:abstractNumId w:val="8"/>
  </w:num>
  <w:num w:numId="27" w16cid:durableId="1683775928">
    <w:abstractNumId w:val="2"/>
  </w:num>
  <w:num w:numId="28" w16cid:durableId="1901137129">
    <w:abstractNumId w:val="40"/>
  </w:num>
  <w:num w:numId="29" w16cid:durableId="533537494">
    <w:abstractNumId w:val="26"/>
  </w:num>
  <w:num w:numId="30" w16cid:durableId="1994331834">
    <w:abstractNumId w:val="4"/>
  </w:num>
  <w:num w:numId="31" w16cid:durableId="1606576646">
    <w:abstractNumId w:val="13"/>
  </w:num>
  <w:num w:numId="32" w16cid:durableId="1007947752">
    <w:abstractNumId w:val="15"/>
  </w:num>
  <w:num w:numId="33" w16cid:durableId="1674138549">
    <w:abstractNumId w:val="22"/>
  </w:num>
  <w:num w:numId="34" w16cid:durableId="1462000424">
    <w:abstractNumId w:val="21"/>
  </w:num>
  <w:num w:numId="35" w16cid:durableId="864096816">
    <w:abstractNumId w:val="41"/>
  </w:num>
  <w:num w:numId="36" w16cid:durableId="326443601">
    <w:abstractNumId w:val="5"/>
  </w:num>
  <w:num w:numId="37" w16cid:durableId="382599404">
    <w:abstractNumId w:val="16"/>
  </w:num>
  <w:num w:numId="38" w16cid:durableId="1470242636">
    <w:abstractNumId w:val="10"/>
  </w:num>
  <w:num w:numId="39" w16cid:durableId="804007271">
    <w:abstractNumId w:val="37"/>
  </w:num>
  <w:num w:numId="40" w16cid:durableId="1569921635">
    <w:abstractNumId w:val="7"/>
  </w:num>
  <w:num w:numId="41" w16cid:durableId="2103647296">
    <w:abstractNumId w:val="29"/>
  </w:num>
  <w:num w:numId="42" w16cid:durableId="12568594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A0"/>
    <w:rsid w:val="000010FA"/>
    <w:rsid w:val="00005F1B"/>
    <w:rsid w:val="00011AE5"/>
    <w:rsid w:val="000208F5"/>
    <w:rsid w:val="00021C10"/>
    <w:rsid w:val="0002306B"/>
    <w:rsid w:val="0003163E"/>
    <w:rsid w:val="000331C9"/>
    <w:rsid w:val="00037AD9"/>
    <w:rsid w:val="00051537"/>
    <w:rsid w:val="00052982"/>
    <w:rsid w:val="00063606"/>
    <w:rsid w:val="00063CDA"/>
    <w:rsid w:val="00073073"/>
    <w:rsid w:val="000740EB"/>
    <w:rsid w:val="000759F0"/>
    <w:rsid w:val="000911B9"/>
    <w:rsid w:val="000B1759"/>
    <w:rsid w:val="000B3275"/>
    <w:rsid w:val="000C6167"/>
    <w:rsid w:val="000C772B"/>
    <w:rsid w:val="000D047F"/>
    <w:rsid w:val="000D25A0"/>
    <w:rsid w:val="000D2A1C"/>
    <w:rsid w:val="000D2D80"/>
    <w:rsid w:val="000D6CAB"/>
    <w:rsid w:val="000F4789"/>
    <w:rsid w:val="000F6993"/>
    <w:rsid w:val="001127CE"/>
    <w:rsid w:val="0011280F"/>
    <w:rsid w:val="00136278"/>
    <w:rsid w:val="00165D3D"/>
    <w:rsid w:val="001A2D83"/>
    <w:rsid w:val="001B331C"/>
    <w:rsid w:val="001B3BB3"/>
    <w:rsid w:val="001B7D2F"/>
    <w:rsid w:val="001C10B1"/>
    <w:rsid w:val="001C416E"/>
    <w:rsid w:val="001C5E20"/>
    <w:rsid w:val="001C6F95"/>
    <w:rsid w:val="001C78E9"/>
    <w:rsid w:val="001E0AA5"/>
    <w:rsid w:val="001E29D6"/>
    <w:rsid w:val="001F01E3"/>
    <w:rsid w:val="001F42E5"/>
    <w:rsid w:val="001F4F95"/>
    <w:rsid w:val="002033EA"/>
    <w:rsid w:val="00205C09"/>
    <w:rsid w:val="0020600E"/>
    <w:rsid w:val="00213040"/>
    <w:rsid w:val="00235D50"/>
    <w:rsid w:val="00235DBC"/>
    <w:rsid w:val="00237571"/>
    <w:rsid w:val="00243709"/>
    <w:rsid w:val="0025128E"/>
    <w:rsid w:val="00252AEF"/>
    <w:rsid w:val="002550AC"/>
    <w:rsid w:val="002572A8"/>
    <w:rsid w:val="00262FA3"/>
    <w:rsid w:val="00263FC1"/>
    <w:rsid w:val="00277E00"/>
    <w:rsid w:val="002C0A98"/>
    <w:rsid w:val="002C2A54"/>
    <w:rsid w:val="002D514C"/>
    <w:rsid w:val="002D5FF1"/>
    <w:rsid w:val="002D6006"/>
    <w:rsid w:val="002E069A"/>
    <w:rsid w:val="002E73A0"/>
    <w:rsid w:val="002F101A"/>
    <w:rsid w:val="002F7B82"/>
    <w:rsid w:val="003007E8"/>
    <w:rsid w:val="003036F4"/>
    <w:rsid w:val="00305C8F"/>
    <w:rsid w:val="00306081"/>
    <w:rsid w:val="0031271A"/>
    <w:rsid w:val="00320AAC"/>
    <w:rsid w:val="0033483A"/>
    <w:rsid w:val="0034143A"/>
    <w:rsid w:val="00345A88"/>
    <w:rsid w:val="0035017D"/>
    <w:rsid w:val="00355792"/>
    <w:rsid w:val="00357384"/>
    <w:rsid w:val="00364122"/>
    <w:rsid w:val="0036750E"/>
    <w:rsid w:val="003704B0"/>
    <w:rsid w:val="00371554"/>
    <w:rsid w:val="0037448A"/>
    <w:rsid w:val="003765A1"/>
    <w:rsid w:val="00381095"/>
    <w:rsid w:val="0038604E"/>
    <w:rsid w:val="00395D75"/>
    <w:rsid w:val="003A334C"/>
    <w:rsid w:val="003B0668"/>
    <w:rsid w:val="003B550F"/>
    <w:rsid w:val="003E3017"/>
    <w:rsid w:val="003E65FD"/>
    <w:rsid w:val="003F6931"/>
    <w:rsid w:val="003F70AD"/>
    <w:rsid w:val="00420947"/>
    <w:rsid w:val="004332E7"/>
    <w:rsid w:val="00435DBC"/>
    <w:rsid w:val="00457795"/>
    <w:rsid w:val="00462B91"/>
    <w:rsid w:val="00465C60"/>
    <w:rsid w:val="00471805"/>
    <w:rsid w:val="004732F7"/>
    <w:rsid w:val="004839A1"/>
    <w:rsid w:val="00486531"/>
    <w:rsid w:val="004913A2"/>
    <w:rsid w:val="00493268"/>
    <w:rsid w:val="00493D3F"/>
    <w:rsid w:val="004A06B6"/>
    <w:rsid w:val="004A3DB2"/>
    <w:rsid w:val="004A4A1F"/>
    <w:rsid w:val="004B3486"/>
    <w:rsid w:val="004B6AA8"/>
    <w:rsid w:val="004C5722"/>
    <w:rsid w:val="004C737C"/>
    <w:rsid w:val="004D2A88"/>
    <w:rsid w:val="004D7DCA"/>
    <w:rsid w:val="004F73DA"/>
    <w:rsid w:val="004F7B7E"/>
    <w:rsid w:val="00515921"/>
    <w:rsid w:val="005176A3"/>
    <w:rsid w:val="00527918"/>
    <w:rsid w:val="00530DD9"/>
    <w:rsid w:val="0053311B"/>
    <w:rsid w:val="00556490"/>
    <w:rsid w:val="005813FE"/>
    <w:rsid w:val="005A13A3"/>
    <w:rsid w:val="005A3F27"/>
    <w:rsid w:val="005C4FFE"/>
    <w:rsid w:val="005C5C76"/>
    <w:rsid w:val="005C7AC0"/>
    <w:rsid w:val="005D067E"/>
    <w:rsid w:val="005D55DA"/>
    <w:rsid w:val="005E15F3"/>
    <w:rsid w:val="005E56DA"/>
    <w:rsid w:val="005F64A5"/>
    <w:rsid w:val="00602C02"/>
    <w:rsid w:val="00603166"/>
    <w:rsid w:val="00612BFD"/>
    <w:rsid w:val="0063083D"/>
    <w:rsid w:val="00631E34"/>
    <w:rsid w:val="0063443D"/>
    <w:rsid w:val="006344D0"/>
    <w:rsid w:val="006406D9"/>
    <w:rsid w:val="00653076"/>
    <w:rsid w:val="00663C92"/>
    <w:rsid w:val="00666E7F"/>
    <w:rsid w:val="00666F06"/>
    <w:rsid w:val="00667061"/>
    <w:rsid w:val="006721B4"/>
    <w:rsid w:val="00680873"/>
    <w:rsid w:val="00696C25"/>
    <w:rsid w:val="006A08CB"/>
    <w:rsid w:val="006A3557"/>
    <w:rsid w:val="006A5D0F"/>
    <w:rsid w:val="006B55D0"/>
    <w:rsid w:val="006D43E7"/>
    <w:rsid w:val="006D6B7F"/>
    <w:rsid w:val="006E1A8D"/>
    <w:rsid w:val="006F12B6"/>
    <w:rsid w:val="006F3EDB"/>
    <w:rsid w:val="00702346"/>
    <w:rsid w:val="0070678D"/>
    <w:rsid w:val="007239FC"/>
    <w:rsid w:val="00727883"/>
    <w:rsid w:val="00735A51"/>
    <w:rsid w:val="00736102"/>
    <w:rsid w:val="00741F83"/>
    <w:rsid w:val="007422DB"/>
    <w:rsid w:val="00742BAB"/>
    <w:rsid w:val="007445E4"/>
    <w:rsid w:val="00776495"/>
    <w:rsid w:val="00785FBE"/>
    <w:rsid w:val="00786AD1"/>
    <w:rsid w:val="007940E8"/>
    <w:rsid w:val="007A23BB"/>
    <w:rsid w:val="007A3779"/>
    <w:rsid w:val="007A5551"/>
    <w:rsid w:val="007B04FA"/>
    <w:rsid w:val="007C06D3"/>
    <w:rsid w:val="007C0B43"/>
    <w:rsid w:val="007C4C7D"/>
    <w:rsid w:val="007D1130"/>
    <w:rsid w:val="007D73AA"/>
    <w:rsid w:val="007E0DC4"/>
    <w:rsid w:val="007E15F0"/>
    <w:rsid w:val="007E3644"/>
    <w:rsid w:val="00812BF2"/>
    <w:rsid w:val="00812EE4"/>
    <w:rsid w:val="008364C5"/>
    <w:rsid w:val="00840F7F"/>
    <w:rsid w:val="00861D71"/>
    <w:rsid w:val="008632BF"/>
    <w:rsid w:val="00871449"/>
    <w:rsid w:val="008726EB"/>
    <w:rsid w:val="008733C3"/>
    <w:rsid w:val="00883D49"/>
    <w:rsid w:val="00887A06"/>
    <w:rsid w:val="00894976"/>
    <w:rsid w:val="008972EF"/>
    <w:rsid w:val="00897A45"/>
    <w:rsid w:val="008A27C9"/>
    <w:rsid w:val="008A5FED"/>
    <w:rsid w:val="008C04B7"/>
    <w:rsid w:val="008C2C9D"/>
    <w:rsid w:val="008D377C"/>
    <w:rsid w:val="008D72E8"/>
    <w:rsid w:val="008F0E1B"/>
    <w:rsid w:val="008F3F37"/>
    <w:rsid w:val="00900A82"/>
    <w:rsid w:val="00927F27"/>
    <w:rsid w:val="009431F7"/>
    <w:rsid w:val="0094614D"/>
    <w:rsid w:val="009515A5"/>
    <w:rsid w:val="00956215"/>
    <w:rsid w:val="00961960"/>
    <w:rsid w:val="009677AB"/>
    <w:rsid w:val="00974248"/>
    <w:rsid w:val="00974425"/>
    <w:rsid w:val="009858CD"/>
    <w:rsid w:val="00987115"/>
    <w:rsid w:val="00995722"/>
    <w:rsid w:val="00995AB2"/>
    <w:rsid w:val="009A0045"/>
    <w:rsid w:val="009A3EE3"/>
    <w:rsid w:val="009A5E43"/>
    <w:rsid w:val="009A6E9D"/>
    <w:rsid w:val="009B73FB"/>
    <w:rsid w:val="009C4AF5"/>
    <w:rsid w:val="009D4B24"/>
    <w:rsid w:val="009E6FA1"/>
    <w:rsid w:val="00A00BA6"/>
    <w:rsid w:val="00A0701E"/>
    <w:rsid w:val="00A168E1"/>
    <w:rsid w:val="00A16EA7"/>
    <w:rsid w:val="00A27E29"/>
    <w:rsid w:val="00A30F57"/>
    <w:rsid w:val="00A52924"/>
    <w:rsid w:val="00A5648B"/>
    <w:rsid w:val="00A6184C"/>
    <w:rsid w:val="00A64250"/>
    <w:rsid w:val="00A660E9"/>
    <w:rsid w:val="00A70F4F"/>
    <w:rsid w:val="00A71D18"/>
    <w:rsid w:val="00A758BE"/>
    <w:rsid w:val="00A84117"/>
    <w:rsid w:val="00A84616"/>
    <w:rsid w:val="00A86878"/>
    <w:rsid w:val="00A87417"/>
    <w:rsid w:val="00AA49FE"/>
    <w:rsid w:val="00AA4E9B"/>
    <w:rsid w:val="00AA5957"/>
    <w:rsid w:val="00AB1D7D"/>
    <w:rsid w:val="00AB543C"/>
    <w:rsid w:val="00AC5F12"/>
    <w:rsid w:val="00AD2C9E"/>
    <w:rsid w:val="00AD6227"/>
    <w:rsid w:val="00AE1807"/>
    <w:rsid w:val="00AE1903"/>
    <w:rsid w:val="00AE2B21"/>
    <w:rsid w:val="00AE6E10"/>
    <w:rsid w:val="00AF2A7B"/>
    <w:rsid w:val="00AF484F"/>
    <w:rsid w:val="00AF7C15"/>
    <w:rsid w:val="00B122A7"/>
    <w:rsid w:val="00B20FED"/>
    <w:rsid w:val="00B21578"/>
    <w:rsid w:val="00B40244"/>
    <w:rsid w:val="00B405EC"/>
    <w:rsid w:val="00B42C36"/>
    <w:rsid w:val="00B4677B"/>
    <w:rsid w:val="00B56FFD"/>
    <w:rsid w:val="00B577BF"/>
    <w:rsid w:val="00B70F60"/>
    <w:rsid w:val="00B8316E"/>
    <w:rsid w:val="00B85765"/>
    <w:rsid w:val="00B97762"/>
    <w:rsid w:val="00BA4A23"/>
    <w:rsid w:val="00BA695A"/>
    <w:rsid w:val="00BD2FEF"/>
    <w:rsid w:val="00BD3A7D"/>
    <w:rsid w:val="00BD48A1"/>
    <w:rsid w:val="00BE2ECE"/>
    <w:rsid w:val="00BE399A"/>
    <w:rsid w:val="00BE6725"/>
    <w:rsid w:val="00BF39E3"/>
    <w:rsid w:val="00BF55BF"/>
    <w:rsid w:val="00C00684"/>
    <w:rsid w:val="00C36400"/>
    <w:rsid w:val="00C41BDA"/>
    <w:rsid w:val="00C42ADB"/>
    <w:rsid w:val="00C42B23"/>
    <w:rsid w:val="00C436A3"/>
    <w:rsid w:val="00C45CA0"/>
    <w:rsid w:val="00C60C98"/>
    <w:rsid w:val="00C628B0"/>
    <w:rsid w:val="00C768EF"/>
    <w:rsid w:val="00C80208"/>
    <w:rsid w:val="00C815E2"/>
    <w:rsid w:val="00C8709F"/>
    <w:rsid w:val="00C94D68"/>
    <w:rsid w:val="00C960AA"/>
    <w:rsid w:val="00C97603"/>
    <w:rsid w:val="00CA4CE4"/>
    <w:rsid w:val="00CA6140"/>
    <w:rsid w:val="00CC6927"/>
    <w:rsid w:val="00CC7F86"/>
    <w:rsid w:val="00CD0117"/>
    <w:rsid w:val="00CD4D7B"/>
    <w:rsid w:val="00CE088A"/>
    <w:rsid w:val="00CE57E6"/>
    <w:rsid w:val="00CE57FE"/>
    <w:rsid w:val="00CE5E26"/>
    <w:rsid w:val="00CE702C"/>
    <w:rsid w:val="00CF46E8"/>
    <w:rsid w:val="00D01F0B"/>
    <w:rsid w:val="00D02040"/>
    <w:rsid w:val="00D07A98"/>
    <w:rsid w:val="00D200DA"/>
    <w:rsid w:val="00D25B88"/>
    <w:rsid w:val="00D32345"/>
    <w:rsid w:val="00D344E4"/>
    <w:rsid w:val="00D36110"/>
    <w:rsid w:val="00D42F38"/>
    <w:rsid w:val="00D478CE"/>
    <w:rsid w:val="00D5692A"/>
    <w:rsid w:val="00D67DF7"/>
    <w:rsid w:val="00DA0895"/>
    <w:rsid w:val="00DA66A7"/>
    <w:rsid w:val="00DB0A9A"/>
    <w:rsid w:val="00DB10E3"/>
    <w:rsid w:val="00DD35C1"/>
    <w:rsid w:val="00DF3AA5"/>
    <w:rsid w:val="00DF4DC8"/>
    <w:rsid w:val="00DF733F"/>
    <w:rsid w:val="00E020DF"/>
    <w:rsid w:val="00E04F38"/>
    <w:rsid w:val="00E1257D"/>
    <w:rsid w:val="00E15DF3"/>
    <w:rsid w:val="00E24F0F"/>
    <w:rsid w:val="00E25DEE"/>
    <w:rsid w:val="00E25FB5"/>
    <w:rsid w:val="00E42C5D"/>
    <w:rsid w:val="00E43050"/>
    <w:rsid w:val="00E511D3"/>
    <w:rsid w:val="00E531D5"/>
    <w:rsid w:val="00E56CBC"/>
    <w:rsid w:val="00E602C7"/>
    <w:rsid w:val="00E66E49"/>
    <w:rsid w:val="00E7721B"/>
    <w:rsid w:val="00E81034"/>
    <w:rsid w:val="00E84494"/>
    <w:rsid w:val="00E85B68"/>
    <w:rsid w:val="00E931B3"/>
    <w:rsid w:val="00EA4DE6"/>
    <w:rsid w:val="00EA54A2"/>
    <w:rsid w:val="00EB2C48"/>
    <w:rsid w:val="00EB2D43"/>
    <w:rsid w:val="00ED0237"/>
    <w:rsid w:val="00EE1B6D"/>
    <w:rsid w:val="00EE3B5F"/>
    <w:rsid w:val="00F00AD6"/>
    <w:rsid w:val="00F03CC9"/>
    <w:rsid w:val="00F0634F"/>
    <w:rsid w:val="00F20EF4"/>
    <w:rsid w:val="00F220EF"/>
    <w:rsid w:val="00F258B4"/>
    <w:rsid w:val="00F26C27"/>
    <w:rsid w:val="00F336B2"/>
    <w:rsid w:val="00F43A9D"/>
    <w:rsid w:val="00F443A5"/>
    <w:rsid w:val="00F444C5"/>
    <w:rsid w:val="00F4739C"/>
    <w:rsid w:val="00F477B5"/>
    <w:rsid w:val="00F50DBD"/>
    <w:rsid w:val="00F65D22"/>
    <w:rsid w:val="00F66340"/>
    <w:rsid w:val="00F809E7"/>
    <w:rsid w:val="00F86980"/>
    <w:rsid w:val="00F928E2"/>
    <w:rsid w:val="00FB787A"/>
    <w:rsid w:val="00FC0EF1"/>
    <w:rsid w:val="00FC2683"/>
    <w:rsid w:val="00FD3AB2"/>
    <w:rsid w:val="00FD3FD1"/>
    <w:rsid w:val="00FE390D"/>
    <w:rsid w:val="00FF3FEF"/>
    <w:rsid w:val="00FF48BA"/>
    <w:rsid w:val="00FF4991"/>
    <w:rsid w:val="00FF5A1B"/>
    <w:rsid w:val="00FF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2E55A"/>
  <w15:chartTrackingRefBased/>
  <w15:docId w15:val="{8459CC7F-F724-4E22-BA6A-AF05D4C97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921"/>
    <w:pPr>
      <w:shd w:val="clear" w:color="auto" w:fill="FFFFFF"/>
      <w:spacing w:before="100" w:beforeAutospacing="1" w:after="100" w:afterAutospacing="1" w:line="240" w:lineRule="auto"/>
    </w:pPr>
    <w:rPr>
      <w:rFonts w:ascii="Marianne Light" w:eastAsia="Times New Roman" w:hAnsi="Marianne Light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15921"/>
    <w:pPr>
      <w:keepNext/>
      <w:suppressAutoHyphens/>
      <w:spacing w:before="240"/>
      <w:outlineLvl w:val="0"/>
    </w:pPr>
    <w:rPr>
      <w:rFonts w:ascii="Marianne Medium" w:hAnsi="Marianne Medium"/>
      <w:color w:val="465F9D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15921"/>
    <w:pPr>
      <w:keepNext/>
      <w:suppressAutoHyphens/>
      <w:spacing w:before="240"/>
      <w:outlineLvl w:val="1"/>
    </w:pPr>
    <w:rPr>
      <w:rFonts w:ascii="Marianne Medium" w:hAnsi="Marianne Medium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15921"/>
    <w:pPr>
      <w:keepNext/>
      <w:suppressAutoHyphens/>
      <w:spacing w:before="240"/>
      <w:outlineLvl w:val="2"/>
    </w:pPr>
    <w:rPr>
      <w:rFonts w:ascii="Marianne" w:hAnsi="Marianne"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15921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rsid w:val="00515921"/>
    <w:pPr>
      <w:ind w:left="720"/>
      <w:contextualSpacing/>
    </w:pPr>
  </w:style>
  <w:style w:type="character" w:customStyle="1" w:styleId="Titre2Car">
    <w:name w:val="Titre 2 Car"/>
    <w:link w:val="Titre2"/>
    <w:uiPriority w:val="9"/>
    <w:rsid w:val="00515921"/>
    <w:rPr>
      <w:rFonts w:ascii="Marianne Medium" w:eastAsia="Times New Roman" w:hAnsi="Marianne Medium" w:cs="Arial"/>
      <w:iCs/>
      <w:color w:val="252525"/>
      <w:sz w:val="32"/>
      <w:szCs w:val="32"/>
      <w:shd w:val="clear" w:color="auto" w:fill="FFFFFF"/>
      <w:lang w:eastAsia="fr-FR"/>
    </w:rPr>
  </w:style>
  <w:style w:type="table" w:styleId="Grilledutableau">
    <w:name w:val="Table Grid"/>
    <w:basedOn w:val="TableauNormal"/>
    <w:uiPriority w:val="59"/>
    <w:rsid w:val="005159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unhideWhenUsed/>
    <w:rsid w:val="007E364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7E3644"/>
  </w:style>
  <w:style w:type="character" w:styleId="Marquedecommentaire">
    <w:name w:val="annotation reference"/>
    <w:basedOn w:val="Policepardfaut"/>
    <w:uiPriority w:val="99"/>
    <w:semiHidden/>
    <w:unhideWhenUsed/>
    <w:rsid w:val="007E36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E364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E3644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364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644"/>
    <w:rPr>
      <w:rFonts w:ascii="Segoe UI" w:hAnsi="Segoe UI" w:cs="Segoe UI"/>
      <w:sz w:val="18"/>
      <w:szCs w:val="18"/>
    </w:rPr>
  </w:style>
  <w:style w:type="paragraph" w:customStyle="1" w:styleId="name-article">
    <w:name w:val="name-article"/>
    <w:basedOn w:val="Normal"/>
    <w:rsid w:val="00C960AA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515921"/>
    <w:rPr>
      <w:color w:val="0000FF"/>
      <w:u w:val="single"/>
    </w:rPr>
  </w:style>
  <w:style w:type="paragraph" w:customStyle="1" w:styleId="Default">
    <w:name w:val="Default"/>
    <w:basedOn w:val="Normal"/>
    <w:rsid w:val="00465C60"/>
    <w:pPr>
      <w:autoSpaceDE w:val="0"/>
      <w:autoSpaceDN w:val="0"/>
      <w:spacing w:after="0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F42E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1F42E5"/>
  </w:style>
  <w:style w:type="paragraph" w:styleId="Pieddepage">
    <w:name w:val="footer"/>
    <w:basedOn w:val="Normal"/>
    <w:link w:val="PieddepageCar"/>
    <w:uiPriority w:val="99"/>
    <w:unhideWhenUsed/>
    <w:rsid w:val="0051592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515921"/>
    <w:rPr>
      <w:rFonts w:ascii="Marianne Light" w:eastAsia="Times New Roman" w:hAnsi="Marianne Light" w:cs="Arial"/>
      <w:iCs/>
      <w:color w:val="252525"/>
      <w:shd w:val="clear" w:color="auto" w:fill="FFFFFF"/>
      <w:lang w:eastAsia="fr-FR"/>
    </w:rPr>
  </w:style>
  <w:style w:type="paragraph" w:styleId="Rvision">
    <w:name w:val="Revision"/>
    <w:hidden/>
    <w:uiPriority w:val="99"/>
    <w:semiHidden/>
    <w:rsid w:val="004C5722"/>
    <w:pPr>
      <w:spacing w:after="0" w:line="240" w:lineRule="auto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381095"/>
    <w:rPr>
      <w:rFonts w:ascii="Marianne Light" w:eastAsia="Times New Roman" w:hAnsi="Marianne Light" w:cs="Arial"/>
      <w:iCs/>
      <w:color w:val="252525"/>
      <w:shd w:val="clear" w:color="auto" w:fill="FFFFFF"/>
      <w:lang w:eastAsia="fr-FR"/>
    </w:rPr>
  </w:style>
  <w:style w:type="paragraph" w:styleId="NormalWeb">
    <w:name w:val="Normal (Web)"/>
    <w:basedOn w:val="Normal"/>
    <w:uiPriority w:val="99"/>
    <w:unhideWhenUsed/>
    <w:qFormat/>
    <w:rsid w:val="00735A51"/>
    <w:rPr>
      <w:rFonts w:ascii="Times New Roman" w:hAnsi="Times New Roman" w:cs="Times New Roman"/>
      <w:sz w:val="24"/>
      <w:szCs w:val="24"/>
    </w:rPr>
  </w:style>
  <w:style w:type="character" w:customStyle="1" w:styleId="Titre1Car">
    <w:name w:val="Titre 1 Car"/>
    <w:link w:val="Titre1"/>
    <w:uiPriority w:val="9"/>
    <w:rsid w:val="00515921"/>
    <w:rPr>
      <w:rFonts w:ascii="Marianne Medium" w:eastAsia="Times New Roman" w:hAnsi="Marianne Medium" w:cs="Arial"/>
      <w:iCs/>
      <w:color w:val="465F9D"/>
      <w:sz w:val="36"/>
      <w:szCs w:val="36"/>
      <w:shd w:val="clear" w:color="auto" w:fill="FFFFFF"/>
      <w:lang w:eastAsia="fr-FR"/>
    </w:rPr>
  </w:style>
  <w:style w:type="paragraph" w:customStyle="1" w:styleId="Tramemoyenne1-Accent21">
    <w:name w:val="Trame moyenne 1 - Accent 21"/>
    <w:uiPriority w:val="1"/>
    <w:qFormat/>
    <w:rsid w:val="00887A0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7A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7A06"/>
    <w:rPr>
      <w:b/>
      <w:bCs/>
      <w:sz w:val="20"/>
      <w:szCs w:val="20"/>
    </w:rPr>
  </w:style>
  <w:style w:type="character" w:customStyle="1" w:styleId="Titre3Car">
    <w:name w:val="Titre 3 Car"/>
    <w:link w:val="Titre3"/>
    <w:uiPriority w:val="9"/>
    <w:rsid w:val="00515921"/>
    <w:rPr>
      <w:rFonts w:ascii="Marianne" w:eastAsia="Times New Roman" w:hAnsi="Marianne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semiHidden/>
    <w:rsid w:val="00515921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paragraph" w:customStyle="1" w:styleId="Titredecollection">
    <w:name w:val="Titre de collection"/>
    <w:basedOn w:val="Normal"/>
    <w:qFormat/>
    <w:rsid w:val="00515921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515921"/>
    <w:pPr>
      <w:suppressAutoHyphens/>
    </w:pPr>
    <w:rPr>
      <w:rFonts w:ascii="Marianne Medium" w:hAnsi="Marianne Medium"/>
      <w:sz w:val="56"/>
      <w:szCs w:val="56"/>
    </w:rPr>
  </w:style>
  <w:style w:type="table" w:customStyle="1" w:styleId="TableauEn-tte">
    <w:name w:val="Tableau En-tête"/>
    <w:basedOn w:val="TableauNormal"/>
    <w:uiPriority w:val="99"/>
    <w:rsid w:val="00515921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515921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515921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515921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515921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 w:val="28"/>
      <w:szCs w:val="28"/>
    </w:rPr>
  </w:style>
  <w:style w:type="paragraph" w:customStyle="1" w:styleId="Encartgras">
    <w:name w:val="Encart gras"/>
    <w:basedOn w:val="Normal"/>
    <w:qFormat/>
    <w:rsid w:val="00515921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515921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515921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515921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515921"/>
    <w:pPr>
      <w:shd w:val="clear" w:color="auto" w:fill="CFD5E8"/>
    </w:pPr>
  </w:style>
  <w:style w:type="paragraph" w:styleId="TM1">
    <w:name w:val="toc 1"/>
    <w:basedOn w:val="Normal"/>
    <w:next w:val="Normal"/>
    <w:autoRedefine/>
    <w:uiPriority w:val="39"/>
    <w:unhideWhenUsed/>
    <w:rsid w:val="00AA4E9B"/>
  </w:style>
  <w:style w:type="paragraph" w:styleId="TM2">
    <w:name w:val="toc 2"/>
    <w:basedOn w:val="Normal"/>
    <w:next w:val="Normal"/>
    <w:autoRedefine/>
    <w:uiPriority w:val="39"/>
    <w:unhideWhenUsed/>
    <w:rsid w:val="00AA4E9B"/>
    <w:pPr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A4E9B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2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39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48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39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tr-dgesco-c1-4\01-Pole%20infographie-ressources\FDS\FDS-simple-bleue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624F4321A3B478E8E67A92A80E3B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DDC722-84DA-4DE8-8D42-7086808D7D61}"/>
      </w:docPartPr>
      <w:docPartBody>
        <w:p w:rsidR="008D3B45" w:rsidRDefault="00A456C4" w:rsidP="00A456C4">
          <w:pPr>
            <w:pStyle w:val="2624F4321A3B478E8E67A92A80E3B007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9BE8ACE72D4E29916299C00ACAFE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5DF332-E87F-4D11-AE16-78A8C581A363}"/>
      </w:docPartPr>
      <w:docPartBody>
        <w:p w:rsidR="008D3B45" w:rsidRDefault="00A456C4" w:rsidP="00A456C4">
          <w:pPr>
            <w:pStyle w:val="7C9BE8ACE72D4E29916299C00ACAFEF9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3A1A8ADA9A467B986181120E771E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46FA77-CDDA-4116-B796-FAB9106DE943}"/>
      </w:docPartPr>
      <w:docPartBody>
        <w:p w:rsidR="008D3B45" w:rsidRDefault="00A456C4" w:rsidP="00A456C4">
          <w:pPr>
            <w:pStyle w:val="753A1A8ADA9A467B986181120E771E7D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FE4AAA828644EE0AAF49D0B0D341C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D8D905-004E-4AD9-8EDF-98ADCEC2A8A1}"/>
      </w:docPartPr>
      <w:docPartBody>
        <w:p w:rsidR="008D3B45" w:rsidRDefault="00A456C4" w:rsidP="00A456C4">
          <w:pPr>
            <w:pStyle w:val="8FE4AAA828644EE0AAF49D0B0D341C18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F642DB721146AEB60B848A2F1A59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88B966-63A1-47D3-8AAD-6CA607D37441}"/>
      </w:docPartPr>
      <w:docPartBody>
        <w:p w:rsidR="008D3B45" w:rsidRDefault="00A456C4" w:rsidP="00A456C4">
          <w:pPr>
            <w:pStyle w:val="CAF642DB721146AEB60B848A2F1A5989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207B156F819430EB69FDD10F3453D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DA777E-94A5-4F46-A580-6104188E781E}"/>
      </w:docPartPr>
      <w:docPartBody>
        <w:p w:rsidR="008D3B45" w:rsidRDefault="00A456C4" w:rsidP="00A456C4">
          <w:pPr>
            <w:pStyle w:val="3207B156F819430EB69FDD10F3453DD7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FA13B583E040FA910DF054D6437E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940C90-B027-41A7-8267-D75F34AAE2FC}"/>
      </w:docPartPr>
      <w:docPartBody>
        <w:p w:rsidR="008D3B45" w:rsidRDefault="00A456C4" w:rsidP="00A456C4">
          <w:pPr>
            <w:pStyle w:val="35FA13B583E040FA910DF054D6437E4A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F28A7C78F84AA99074458EF35D19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11C8E1-A138-4D3F-BB79-317C3F022634}"/>
      </w:docPartPr>
      <w:docPartBody>
        <w:p w:rsidR="008D3B45" w:rsidRDefault="00A456C4" w:rsidP="00A456C4">
          <w:pPr>
            <w:pStyle w:val="12F28A7C78F84AA99074458EF35D192B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A375A664E749C78444F05AAC034F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8B0E3C-2E9A-404C-AB70-3EA424F2DFE8}"/>
      </w:docPartPr>
      <w:docPartBody>
        <w:p w:rsidR="008D3B45" w:rsidRDefault="00A456C4" w:rsidP="00A456C4">
          <w:pPr>
            <w:pStyle w:val="8AA375A664E749C78444F05AAC034FBF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D1B72E6EDE1412D914D2E4F712513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B8A487-60C1-4C21-B72D-1E5E0B00256F}"/>
      </w:docPartPr>
      <w:docPartBody>
        <w:p w:rsidR="008D3B45" w:rsidRDefault="00A456C4" w:rsidP="00A456C4">
          <w:pPr>
            <w:pStyle w:val="2D1B72E6EDE1412D914D2E4F712513B9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4A6B49C2EA64C47AD5A27C3959C3A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F18374-DD63-447D-B0E9-0842904C2819}"/>
      </w:docPartPr>
      <w:docPartBody>
        <w:p w:rsidR="008D3B45" w:rsidRDefault="00A456C4" w:rsidP="00A456C4">
          <w:pPr>
            <w:pStyle w:val="C4A6B49C2EA64C47AD5A27C3959C3A8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4BB05D31544573AEBE92DABE5899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2EFBAB-F318-4752-8A3A-627C97D0CD9B}"/>
      </w:docPartPr>
      <w:docPartBody>
        <w:p w:rsidR="008D3B45" w:rsidRDefault="00A456C4" w:rsidP="00A456C4">
          <w:pPr>
            <w:pStyle w:val="DC4BB05D31544573AEBE92DABE58997C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CF0FC3413443F3B26FB258168757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536C40-99F5-463E-91E3-FA3948D5BE5C}"/>
      </w:docPartPr>
      <w:docPartBody>
        <w:p w:rsidR="008D3B45" w:rsidRDefault="00A456C4" w:rsidP="00A456C4">
          <w:pPr>
            <w:pStyle w:val="E3CF0FC3413443F3B26FB2581687579E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4F03A82A45F44509AB5E5BAE5977C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009602-52A0-4DDF-A286-B72E49AD1146}"/>
      </w:docPartPr>
      <w:docPartBody>
        <w:p w:rsidR="008D3B45" w:rsidRDefault="00A456C4" w:rsidP="00A456C4">
          <w:pPr>
            <w:pStyle w:val="F4F03A82A45F44509AB5E5BAE5977C92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371A54D06E248C69CAB656B031762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92E887-652F-45DA-884B-218B00798422}"/>
      </w:docPartPr>
      <w:docPartBody>
        <w:p w:rsidR="00BC3FB0" w:rsidRDefault="00AE4897" w:rsidP="00AE4897">
          <w:pPr>
            <w:pStyle w:val="6371A54D06E248C69CAB656B0317625D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E9C707B2C9C4A34B0DA244FF5621B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24DD4A-DEC9-4CC2-B7DA-4596BBF2ADD0}"/>
      </w:docPartPr>
      <w:docPartBody>
        <w:p w:rsidR="00BC3FB0" w:rsidRDefault="00AE4897" w:rsidP="00AE4897">
          <w:pPr>
            <w:pStyle w:val="3E9C707B2C9C4A34B0DA244FF5621B98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C3FFE67F9D480CB7CCC65DAE9A7D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3B96B8-9FAE-424A-9067-38F5D466A1ED}"/>
      </w:docPartPr>
      <w:docPartBody>
        <w:p w:rsidR="00BC3FB0" w:rsidRDefault="00AE4897" w:rsidP="00AE4897">
          <w:pPr>
            <w:pStyle w:val="E8C3FFE67F9D480CB7CCC65DAE9A7D6A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C4"/>
    <w:rsid w:val="001C08C4"/>
    <w:rsid w:val="00207E8F"/>
    <w:rsid w:val="00236785"/>
    <w:rsid w:val="00286F18"/>
    <w:rsid w:val="00304368"/>
    <w:rsid w:val="003434C2"/>
    <w:rsid w:val="00375EE0"/>
    <w:rsid w:val="00395BEA"/>
    <w:rsid w:val="004F0E1A"/>
    <w:rsid w:val="00517C2F"/>
    <w:rsid w:val="00521444"/>
    <w:rsid w:val="00540DE5"/>
    <w:rsid w:val="005C0DE6"/>
    <w:rsid w:val="006F2A0F"/>
    <w:rsid w:val="00852CB6"/>
    <w:rsid w:val="008905D1"/>
    <w:rsid w:val="008D3B45"/>
    <w:rsid w:val="008D76A5"/>
    <w:rsid w:val="00A2172B"/>
    <w:rsid w:val="00A456C4"/>
    <w:rsid w:val="00A70F4F"/>
    <w:rsid w:val="00AA5712"/>
    <w:rsid w:val="00AE4897"/>
    <w:rsid w:val="00AF2313"/>
    <w:rsid w:val="00B56AF0"/>
    <w:rsid w:val="00B6696F"/>
    <w:rsid w:val="00BC3FB0"/>
    <w:rsid w:val="00C6750B"/>
    <w:rsid w:val="00CB10E7"/>
    <w:rsid w:val="00D342AB"/>
    <w:rsid w:val="00E26800"/>
    <w:rsid w:val="00EE3B5F"/>
    <w:rsid w:val="00F8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E4897"/>
    <w:rPr>
      <w:color w:val="808080"/>
    </w:rPr>
  </w:style>
  <w:style w:type="paragraph" w:customStyle="1" w:styleId="2624F4321A3B478E8E67A92A80E3B007">
    <w:name w:val="2624F4321A3B478E8E67A92A80E3B007"/>
    <w:rsid w:val="00A456C4"/>
  </w:style>
  <w:style w:type="paragraph" w:customStyle="1" w:styleId="7C9BE8ACE72D4E29916299C00ACAFEF9">
    <w:name w:val="7C9BE8ACE72D4E29916299C00ACAFEF9"/>
    <w:rsid w:val="00A456C4"/>
  </w:style>
  <w:style w:type="paragraph" w:customStyle="1" w:styleId="753A1A8ADA9A467B986181120E771E7D">
    <w:name w:val="753A1A8ADA9A467B986181120E771E7D"/>
    <w:rsid w:val="00A456C4"/>
  </w:style>
  <w:style w:type="paragraph" w:customStyle="1" w:styleId="8FE4AAA828644EE0AAF49D0B0D341C18">
    <w:name w:val="8FE4AAA828644EE0AAF49D0B0D341C18"/>
    <w:rsid w:val="00A456C4"/>
  </w:style>
  <w:style w:type="paragraph" w:customStyle="1" w:styleId="CAF642DB721146AEB60B848A2F1A5989">
    <w:name w:val="CAF642DB721146AEB60B848A2F1A5989"/>
    <w:rsid w:val="00A456C4"/>
  </w:style>
  <w:style w:type="paragraph" w:customStyle="1" w:styleId="3207B156F819430EB69FDD10F3453DD7">
    <w:name w:val="3207B156F819430EB69FDD10F3453DD7"/>
    <w:rsid w:val="00A456C4"/>
  </w:style>
  <w:style w:type="paragraph" w:customStyle="1" w:styleId="35FA13B583E040FA910DF054D6437E4A">
    <w:name w:val="35FA13B583E040FA910DF054D6437E4A"/>
    <w:rsid w:val="00A456C4"/>
  </w:style>
  <w:style w:type="paragraph" w:customStyle="1" w:styleId="12F28A7C78F84AA99074458EF35D192B">
    <w:name w:val="12F28A7C78F84AA99074458EF35D192B"/>
    <w:rsid w:val="00A456C4"/>
  </w:style>
  <w:style w:type="paragraph" w:customStyle="1" w:styleId="8AA375A664E749C78444F05AAC034FBF">
    <w:name w:val="8AA375A664E749C78444F05AAC034FBF"/>
    <w:rsid w:val="00A456C4"/>
  </w:style>
  <w:style w:type="paragraph" w:customStyle="1" w:styleId="2D1B72E6EDE1412D914D2E4F712513B9">
    <w:name w:val="2D1B72E6EDE1412D914D2E4F712513B9"/>
    <w:rsid w:val="00A456C4"/>
  </w:style>
  <w:style w:type="paragraph" w:customStyle="1" w:styleId="C4A6B49C2EA64C47AD5A27C3959C3A85">
    <w:name w:val="C4A6B49C2EA64C47AD5A27C3959C3A85"/>
    <w:rsid w:val="00A456C4"/>
  </w:style>
  <w:style w:type="paragraph" w:customStyle="1" w:styleId="DC4BB05D31544573AEBE92DABE58997C">
    <w:name w:val="DC4BB05D31544573AEBE92DABE58997C"/>
    <w:rsid w:val="00A456C4"/>
  </w:style>
  <w:style w:type="paragraph" w:customStyle="1" w:styleId="E3CF0FC3413443F3B26FB2581687579E">
    <w:name w:val="E3CF0FC3413443F3B26FB2581687579E"/>
    <w:rsid w:val="00A456C4"/>
  </w:style>
  <w:style w:type="paragraph" w:customStyle="1" w:styleId="F4F03A82A45F44509AB5E5BAE5977C92">
    <w:name w:val="F4F03A82A45F44509AB5E5BAE5977C92"/>
    <w:rsid w:val="00A456C4"/>
  </w:style>
  <w:style w:type="paragraph" w:customStyle="1" w:styleId="6371A54D06E248C69CAB656B0317625D">
    <w:name w:val="6371A54D06E248C69CAB656B0317625D"/>
    <w:rsid w:val="00AE4897"/>
  </w:style>
  <w:style w:type="paragraph" w:customStyle="1" w:styleId="3E9C707B2C9C4A34B0DA244FF5621B98">
    <w:name w:val="3E9C707B2C9C4A34B0DA244FF5621B98"/>
    <w:rsid w:val="00AE4897"/>
  </w:style>
  <w:style w:type="paragraph" w:customStyle="1" w:styleId="E8C3FFE67F9D480CB7CCC65DAE9A7D6A">
    <w:name w:val="E8C3FFE67F9D480CB7CCC65DAE9A7D6A"/>
    <w:rsid w:val="00AE48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1196F-8802-489A-9306-557E8777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FDS-simple-bleue2</Template>
  <TotalTime>112</TotalTime>
  <Pages>1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CALLON, Corinne (AGC-AGENCE-NATIONALE-DU-SPORT)</dc:creator>
  <cp:keywords/>
  <dc:description/>
  <cp:lastModifiedBy>Ephrem Ostrias</cp:lastModifiedBy>
  <cp:revision>9</cp:revision>
  <cp:lastPrinted>2024-06-18T09:07:00Z</cp:lastPrinted>
  <dcterms:created xsi:type="dcterms:W3CDTF">2024-07-01T07:27:00Z</dcterms:created>
  <dcterms:modified xsi:type="dcterms:W3CDTF">2024-07-16T07:05:00Z</dcterms:modified>
</cp:coreProperties>
</file>