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B2C07" w14:textId="132A9E9C" w:rsidR="00F33B84" w:rsidRDefault="00F33B84" w:rsidP="00F33B84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>BACCALAURÉAT G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N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RAL</w:t>
      </w:r>
      <w:r w:rsidR="00183EAD">
        <w:rPr>
          <w:b/>
          <w:sz w:val="24"/>
          <w:szCs w:val="24"/>
        </w:rPr>
        <w:t xml:space="preserve"> </w:t>
      </w:r>
    </w:p>
    <w:p w14:paraId="1CD50C58" w14:textId="77777777" w:rsidR="00F33B84" w:rsidRDefault="00F33B84" w:rsidP="00F33B84">
      <w:pPr>
        <w:pStyle w:val="ECEbordure"/>
        <w:jc w:val="center"/>
        <w:rPr>
          <w:b/>
          <w:sz w:val="24"/>
          <w:szCs w:val="24"/>
        </w:rPr>
      </w:pPr>
    </w:p>
    <w:p w14:paraId="344752ED" w14:textId="77777777" w:rsidR="00F33B84" w:rsidRPr="007146B9" w:rsidRDefault="00F33B84" w:rsidP="00F33B84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2F452876" w14:textId="77777777" w:rsidR="00F33B84" w:rsidRPr="0060508C" w:rsidRDefault="00F33B84" w:rsidP="00F33B84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0B2E12F5" w14:textId="77777777" w:rsidR="00F33B84" w:rsidRPr="0060508C" w:rsidRDefault="00F33B84" w:rsidP="00F33B84">
      <w:pPr>
        <w:pStyle w:val="ECEbordure"/>
        <w:jc w:val="center"/>
      </w:pPr>
    </w:p>
    <w:p w14:paraId="0199FD8D" w14:textId="77777777" w:rsidR="00F33B84" w:rsidRPr="0060508C" w:rsidRDefault="00F33B84" w:rsidP="00F33B84">
      <w:pPr>
        <w:pStyle w:val="ECEbordure"/>
        <w:jc w:val="center"/>
      </w:pPr>
      <w:r w:rsidRPr="0060508C">
        <w:t>Ce</w:t>
      </w:r>
      <w:r>
        <w:t>tte</w:t>
      </w:r>
      <w:r w:rsidRPr="0060508C">
        <w:t xml:space="preserve"> </w:t>
      </w:r>
      <w:r>
        <w:t>situation d’évaluation</w:t>
      </w:r>
      <w:r w:rsidRPr="0060508C">
        <w:t xml:space="preserve"> fait p</w:t>
      </w:r>
      <w:r>
        <w:t>artie de la banque nationale.</w:t>
      </w:r>
    </w:p>
    <w:p w14:paraId="0BA0B4B6" w14:textId="77777777" w:rsidR="00F33B84" w:rsidRPr="0060508C" w:rsidRDefault="00F33B84" w:rsidP="00F33B84">
      <w:pPr>
        <w:pStyle w:val="ECEbordure"/>
        <w:jc w:val="center"/>
      </w:pPr>
    </w:p>
    <w:p w14:paraId="2F415D39" w14:textId="77777777" w:rsidR="00F33B84" w:rsidRDefault="00F33B84" w:rsidP="00F33B84">
      <w:pPr>
        <w:pStyle w:val="ECEcorps"/>
      </w:pPr>
    </w:p>
    <w:p w14:paraId="79A20E09" w14:textId="77777777" w:rsidR="00F33B84" w:rsidRPr="00244F93" w:rsidRDefault="00F33B84" w:rsidP="009D7842">
      <w:pPr>
        <w:pStyle w:val="ECEfiche"/>
        <w:pBdr>
          <w:right w:val="single" w:sz="12" w:space="0" w:color="auto"/>
        </w:pBdr>
        <w:ind w:left="142" w:right="139"/>
        <w:rPr>
          <w:b/>
        </w:rPr>
      </w:pPr>
      <w:bookmarkStart w:id="0" w:name="_Toc500182690"/>
      <w:r w:rsidRPr="00E26870">
        <w:t>ÉNONCÉ DESTINÉ AU CANDIDAT</w:t>
      </w:r>
      <w:bookmarkEnd w:id="0"/>
    </w:p>
    <w:p w14:paraId="59016BE9" w14:textId="77777777" w:rsidR="00F33B84" w:rsidRDefault="00F33B84" w:rsidP="00F33B84">
      <w:pPr>
        <w:pStyle w:val="ECEcorps"/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159"/>
        <w:gridCol w:w="5159"/>
      </w:tblGrid>
      <w:tr w:rsidR="00FF484C" w14:paraId="0C7DC64B" w14:textId="77777777" w:rsidTr="001904EB">
        <w:trPr>
          <w:jc w:val="center"/>
        </w:trPr>
        <w:tc>
          <w:tcPr>
            <w:tcW w:w="2500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8403C0" w14:textId="77777777" w:rsidR="00FF484C" w:rsidRDefault="00FF484C" w:rsidP="00C45BFB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3E90946C" w14:textId="77777777" w:rsidR="00FF484C" w:rsidRDefault="00FF484C" w:rsidP="00C45BFB">
            <w:pPr>
              <w:pStyle w:val="ECEcorps"/>
            </w:pPr>
          </w:p>
        </w:tc>
        <w:tc>
          <w:tcPr>
            <w:tcW w:w="2500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9ACB80" w14:textId="77777777" w:rsidR="00FF484C" w:rsidRDefault="00FF484C" w:rsidP="00C45BFB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FF484C" w14:paraId="4FCC468F" w14:textId="77777777" w:rsidTr="001904EB">
        <w:trPr>
          <w:jc w:val="center"/>
        </w:trPr>
        <w:tc>
          <w:tcPr>
            <w:tcW w:w="2500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2CE816" w14:textId="77777777" w:rsidR="00FF484C" w:rsidRDefault="00FF484C" w:rsidP="00C45BFB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65D080B6" w14:textId="77777777" w:rsidR="00FF484C" w:rsidRDefault="00FF484C" w:rsidP="00C45BFB">
            <w:pPr>
              <w:pStyle w:val="ECEcorps"/>
            </w:pPr>
          </w:p>
        </w:tc>
        <w:tc>
          <w:tcPr>
            <w:tcW w:w="2500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E6B577" w14:textId="77777777" w:rsidR="00FF484C" w:rsidRDefault="00FF484C" w:rsidP="00C45BFB">
            <w:pPr>
              <w:pStyle w:val="ECEcorps"/>
            </w:pPr>
            <w:r>
              <w:t>n°</w:t>
            </w:r>
            <w:r w:rsidRPr="002D2F9B">
              <w:t xml:space="preserve"> d’inscription</w:t>
            </w:r>
            <w:r>
              <w:t xml:space="preserve"> : </w:t>
            </w:r>
          </w:p>
        </w:tc>
      </w:tr>
    </w:tbl>
    <w:p w14:paraId="6ABBBBDB" w14:textId="77777777" w:rsidR="00FF484C" w:rsidRDefault="00FF484C" w:rsidP="00FF484C">
      <w:pPr>
        <w:pStyle w:val="ECEcorps"/>
      </w:pPr>
    </w:p>
    <w:p w14:paraId="75C8C0E9" w14:textId="68462168" w:rsidR="00F33B84" w:rsidRDefault="00F33B84" w:rsidP="00F33B84">
      <w:pPr>
        <w:pStyle w:val="ECEbordure"/>
      </w:pPr>
      <w:r>
        <w:t xml:space="preserve">Cette situation d’évaluation </w:t>
      </w:r>
      <w:r w:rsidRPr="00966915">
        <w:t xml:space="preserve">comporte </w:t>
      </w:r>
      <w:r w:rsidR="001C4564">
        <w:rPr>
          <w:b/>
        </w:rPr>
        <w:t>six</w:t>
      </w:r>
      <w:r w:rsidRPr="004301BF">
        <w:rPr>
          <w:b/>
        </w:rPr>
        <w:t xml:space="preserve"> </w:t>
      </w:r>
      <w:r>
        <w:t xml:space="preserve">pages </w:t>
      </w:r>
      <w:r w:rsidRPr="00C17957">
        <w:t>sur lesquelles le candidat doit consigner ses réponses.</w:t>
      </w:r>
    </w:p>
    <w:p w14:paraId="319D90C6" w14:textId="77777777" w:rsidR="00F33B84" w:rsidRDefault="00F33B84" w:rsidP="00F33B84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04C7C597" w14:textId="77777777" w:rsidR="00F33B84" w:rsidRDefault="00F33B84" w:rsidP="00F33B84">
      <w:pPr>
        <w:pStyle w:val="ECEbordure"/>
      </w:pPr>
    </w:p>
    <w:p w14:paraId="7EF3D42B" w14:textId="77777777" w:rsidR="00F33B84" w:rsidRDefault="00F33B84" w:rsidP="00F33B84">
      <w:pPr>
        <w:pStyle w:val="ECEbordure"/>
      </w:pPr>
      <w:r w:rsidRPr="00AC5BC7">
        <w:t>Le candidat doit agir en autonomie et faire preuve d’initiative tout au long de l’épreuve.</w:t>
      </w:r>
    </w:p>
    <w:p w14:paraId="6B1F7D2A" w14:textId="77777777" w:rsidR="00F33B84" w:rsidRPr="00AC5BC7" w:rsidRDefault="00F33B84" w:rsidP="00F33B84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3211A4BA" w14:textId="77777777" w:rsidR="00F33B84" w:rsidRDefault="00F33B84" w:rsidP="00F33B84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69E93FC5" w14:textId="77777777" w:rsidR="00F33B84" w:rsidRDefault="00F33B84" w:rsidP="00F33B84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3C5FA821" w14:textId="77777777" w:rsidR="00FF484C" w:rsidRPr="00545715" w:rsidRDefault="00FF484C" w:rsidP="00FF484C">
      <w:pPr>
        <w:pStyle w:val="ECEcorps"/>
        <w:rPr>
          <w:u w:val="single"/>
        </w:rPr>
      </w:pPr>
    </w:p>
    <w:p w14:paraId="39BE9C28" w14:textId="77777777" w:rsidR="00E70AEB" w:rsidRDefault="00E70AEB" w:rsidP="00FF484C">
      <w:pPr>
        <w:pStyle w:val="ECEtitre"/>
        <w:spacing w:after="120"/>
      </w:pPr>
    </w:p>
    <w:p w14:paraId="318AAC68" w14:textId="77777777" w:rsidR="00F33B84" w:rsidRPr="00136091" w:rsidRDefault="00F33B84" w:rsidP="00F33B84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Pr="00136091">
        <w:rPr>
          <w:sz w:val="24"/>
          <w:szCs w:val="24"/>
        </w:rPr>
        <w:t xml:space="preserve"> </w:t>
      </w:r>
      <w:r>
        <w:rPr>
          <w:sz w:val="24"/>
          <w:szCs w:val="24"/>
        </w:rPr>
        <w:t>SITUATION D’ÉVALUATION</w:t>
      </w:r>
    </w:p>
    <w:p w14:paraId="45F20E76" w14:textId="77777777" w:rsidR="00F33B84" w:rsidRDefault="00F33B84" w:rsidP="00F33B84">
      <w:pPr>
        <w:pStyle w:val="ECEcorps"/>
      </w:pPr>
    </w:p>
    <w:p w14:paraId="2CC02D9D" w14:textId="21FAD4A8" w:rsidR="00D44BB8" w:rsidRDefault="001C317D" w:rsidP="0039576E">
      <w:pPr>
        <w:pStyle w:val="ECEcorps"/>
        <w:spacing w:after="120"/>
      </w:pPr>
      <w:r w:rsidRPr="001C317D">
        <w:t>Le</w:t>
      </w:r>
      <w:r w:rsidR="002F138F">
        <w:t xml:space="preserve"> premier ordinateur équipé d’un écran tactile a été conçu en 1972 par la société IBM</w:t>
      </w:r>
      <w:r w:rsidR="005A7A42">
        <w:t>. I</w:t>
      </w:r>
      <w:r w:rsidR="00997CF7">
        <w:t xml:space="preserve">l </w:t>
      </w:r>
      <w:r w:rsidR="00EC4B26">
        <w:t>était</w:t>
      </w:r>
      <w:r w:rsidR="002F138F">
        <w:t xml:space="preserve"> équipé d’un dispositif de reconnaissance du toucher grâce à des </w:t>
      </w:r>
      <w:r w:rsidR="0039576E">
        <w:t>diodes électroluminescentes</w:t>
      </w:r>
      <w:r w:rsidR="002F138F">
        <w:t xml:space="preserve"> infrarouges disposées autour de l’écran</w:t>
      </w:r>
      <w:r w:rsidR="00997CF7">
        <w:t xml:space="preserve">. </w:t>
      </w:r>
      <w:r w:rsidR="00926366">
        <w:t>D</w:t>
      </w:r>
      <w:r w:rsidR="002F138F">
        <w:t xml:space="preserve">’autres technologies </w:t>
      </w:r>
      <w:r w:rsidR="00EC4B26">
        <w:t>ont été</w:t>
      </w:r>
      <w:r w:rsidR="002F138F">
        <w:t xml:space="preserve"> développées </w:t>
      </w:r>
      <w:r w:rsidR="00926366">
        <w:t xml:space="preserve">en parallèle </w:t>
      </w:r>
      <w:r w:rsidR="002F138F">
        <w:t>(résistive, capacitive, ultrasonore</w:t>
      </w:r>
      <w:r w:rsidR="0039576E">
        <w:t>…)</w:t>
      </w:r>
      <w:r w:rsidR="005643E0">
        <w:t>,</w:t>
      </w:r>
      <w:r w:rsidR="00D44BB8">
        <w:t xml:space="preserve"> mais le principe </w:t>
      </w:r>
      <w:r w:rsidR="007C03BE">
        <w:t xml:space="preserve">de base </w:t>
      </w:r>
      <w:r w:rsidR="00D44BB8">
        <w:t xml:space="preserve">est toujours le même : parvenir à </w:t>
      </w:r>
      <w:r w:rsidR="00997CF7">
        <w:t xml:space="preserve">détecter la présence du doigt </w:t>
      </w:r>
      <w:r w:rsidR="005643E0">
        <w:t xml:space="preserve">de l’utilisateur </w:t>
      </w:r>
      <w:r w:rsidR="00997CF7">
        <w:t>et déterminer s</w:t>
      </w:r>
      <w:r w:rsidR="00D44BB8">
        <w:t>a position</w:t>
      </w:r>
      <w:r w:rsidR="00997CF7">
        <w:t xml:space="preserve"> s</w:t>
      </w:r>
      <w:r w:rsidR="00D44BB8">
        <w:t>ur l’écran.</w:t>
      </w:r>
    </w:p>
    <w:p w14:paraId="0E097C64" w14:textId="3FC928AC" w:rsidR="00232AE4" w:rsidRDefault="00232AE4" w:rsidP="00232AE4">
      <w:pPr>
        <w:pStyle w:val="ECEcorps"/>
        <w:spacing w:after="120"/>
      </w:pPr>
      <w:r>
        <w:t>Aujourd’hui</w:t>
      </w:r>
      <w:r w:rsidR="005643E0">
        <w:t>,</w:t>
      </w:r>
      <w:r>
        <w:t xml:space="preserve"> l</w:t>
      </w:r>
      <w:r w:rsidRPr="001C317D">
        <w:t xml:space="preserve">es écrans tactiles sont </w:t>
      </w:r>
      <w:r w:rsidR="005643E0">
        <w:t>très présents</w:t>
      </w:r>
      <w:r>
        <w:t xml:space="preserve">, notamment dans les smartphones et </w:t>
      </w:r>
      <w:r w:rsidR="001C4564">
        <w:t xml:space="preserve">les </w:t>
      </w:r>
      <w:r>
        <w:t xml:space="preserve">tablettes qui utilisent </w:t>
      </w:r>
      <w:r w:rsidR="00997CF7">
        <w:t>principalement</w:t>
      </w:r>
      <w:r>
        <w:t xml:space="preserve"> la technologie capacitive</w:t>
      </w:r>
      <w:r w:rsidR="005643E0">
        <w:t>,</w:t>
      </w:r>
      <w:r>
        <w:t xml:space="preserve"> très efficace sur le plan de la sensibilité</w:t>
      </w:r>
      <w:r w:rsidR="007C03BE">
        <w:t xml:space="preserve"> au toucher.</w:t>
      </w:r>
    </w:p>
    <w:p w14:paraId="5C12E811" w14:textId="77777777" w:rsidR="00E70AEB" w:rsidRPr="00D44BB8" w:rsidRDefault="00E70AEB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  <w:rPr>
          <w:color w:val="auto"/>
        </w:rPr>
      </w:pPr>
    </w:p>
    <w:p w14:paraId="5FD1D4EA" w14:textId="29836DDB" w:rsidR="00FF484C" w:rsidRPr="00D44BB8" w:rsidRDefault="00FF484C" w:rsidP="00FF484C">
      <w:pPr>
        <w:pStyle w:val="ECEcorps"/>
        <w:rPr>
          <w:b/>
          <w:i/>
          <w:sz w:val="24"/>
        </w:rPr>
      </w:pPr>
      <w:r w:rsidRPr="00D44BB8">
        <w:rPr>
          <w:b/>
          <w:i/>
          <w:sz w:val="24"/>
        </w:rPr>
        <w:t xml:space="preserve">Le but de cette épreuve est de </w:t>
      </w:r>
      <w:r w:rsidR="00403683">
        <w:rPr>
          <w:b/>
          <w:i/>
          <w:sz w:val="24"/>
        </w:rPr>
        <w:t>mettre en œuvre</w:t>
      </w:r>
      <w:r w:rsidRPr="00D44BB8">
        <w:rPr>
          <w:b/>
          <w:i/>
          <w:sz w:val="24"/>
        </w:rPr>
        <w:t xml:space="preserve"> un circuit électrique modélisant le </w:t>
      </w:r>
      <w:r w:rsidR="00D44BB8">
        <w:rPr>
          <w:b/>
          <w:i/>
          <w:sz w:val="24"/>
        </w:rPr>
        <w:t>fonctionnement</w:t>
      </w:r>
      <w:r w:rsidR="00A11D8A">
        <w:rPr>
          <w:b/>
          <w:i/>
          <w:sz w:val="24"/>
        </w:rPr>
        <w:t xml:space="preserve"> </w:t>
      </w:r>
      <w:r w:rsidR="00997CF7">
        <w:rPr>
          <w:b/>
          <w:i/>
          <w:sz w:val="24"/>
        </w:rPr>
        <w:t xml:space="preserve">simplifié </w:t>
      </w:r>
      <w:r w:rsidR="00D44BB8">
        <w:rPr>
          <w:b/>
          <w:i/>
          <w:sz w:val="24"/>
        </w:rPr>
        <w:t>d’un écran tactile capacitif et de</w:t>
      </w:r>
      <w:r w:rsidR="00232AE4">
        <w:rPr>
          <w:b/>
          <w:i/>
          <w:sz w:val="24"/>
        </w:rPr>
        <w:t xml:space="preserve"> </w:t>
      </w:r>
      <w:r w:rsidR="00D44BB8">
        <w:rPr>
          <w:b/>
          <w:i/>
          <w:sz w:val="24"/>
        </w:rPr>
        <w:t xml:space="preserve">paramétrer </w:t>
      </w:r>
      <w:r w:rsidR="00232AE4">
        <w:rPr>
          <w:b/>
          <w:i/>
          <w:sz w:val="24"/>
        </w:rPr>
        <w:t>le programme informatique associé</w:t>
      </w:r>
      <w:r w:rsidR="00D969D2" w:rsidRPr="00D44BB8">
        <w:rPr>
          <w:b/>
          <w:i/>
          <w:sz w:val="24"/>
        </w:rPr>
        <w:t>.</w:t>
      </w:r>
    </w:p>
    <w:p w14:paraId="0FE1EB8E" w14:textId="77777777" w:rsidR="00FF484C" w:rsidRPr="00D44BB8" w:rsidRDefault="00FF484C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  <w:rPr>
          <w:color w:val="auto"/>
          <w:szCs w:val="11"/>
        </w:rPr>
      </w:pPr>
    </w:p>
    <w:p w14:paraId="69165231" w14:textId="77777777" w:rsidR="00FF484C" w:rsidRPr="00D44BB8" w:rsidRDefault="00FF484C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  <w:rPr>
          <w:color w:val="auto"/>
          <w:szCs w:val="11"/>
        </w:rPr>
      </w:pPr>
    </w:p>
    <w:p w14:paraId="27495417" w14:textId="77777777" w:rsidR="00AC6600" w:rsidRPr="00D44BB8" w:rsidRDefault="00AC6600" w:rsidP="00FF484C">
      <w:pPr>
        <w:spacing w:line="240" w:lineRule="auto"/>
        <w:jc w:val="left"/>
        <w:rPr>
          <w:b/>
          <w:bCs/>
          <w:color w:val="auto"/>
          <w:u w:val="single"/>
        </w:rPr>
      </w:pPr>
    </w:p>
    <w:p w14:paraId="7F3E699B" w14:textId="77777777" w:rsidR="00AC6600" w:rsidRPr="00D44BB8" w:rsidRDefault="00AC6600" w:rsidP="00FF484C">
      <w:pPr>
        <w:spacing w:line="240" w:lineRule="auto"/>
        <w:jc w:val="left"/>
        <w:rPr>
          <w:b/>
          <w:bCs/>
          <w:color w:val="auto"/>
          <w:u w:val="single"/>
        </w:rPr>
      </w:pPr>
    </w:p>
    <w:p w14:paraId="289C2B3C" w14:textId="77777777" w:rsidR="00AC6600" w:rsidRDefault="00AC6600" w:rsidP="00FF484C">
      <w:pPr>
        <w:spacing w:line="240" w:lineRule="auto"/>
        <w:jc w:val="left"/>
        <w:rPr>
          <w:b/>
          <w:bCs/>
          <w:u w:val="single"/>
        </w:rPr>
      </w:pPr>
    </w:p>
    <w:p w14:paraId="185C1711" w14:textId="18665373" w:rsidR="00FF484C" w:rsidRDefault="00FF484C" w:rsidP="00FF484C">
      <w:pPr>
        <w:spacing w:line="240" w:lineRule="auto"/>
        <w:jc w:val="left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703EBE50" w14:textId="238887D8" w:rsidR="00F33B84" w:rsidRDefault="00F33B84" w:rsidP="00F33B84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14:paraId="47D02303" w14:textId="2E7C7929" w:rsidR="00F33B84" w:rsidRDefault="00F33B84" w:rsidP="00F33B84">
      <w:pPr>
        <w:pStyle w:val="ECEcorps"/>
        <w:rPr>
          <w:b/>
          <w:u w:val="single"/>
        </w:rPr>
      </w:pPr>
    </w:p>
    <w:p w14:paraId="29EFE2AE" w14:textId="62B83CD0" w:rsidR="001F76C0" w:rsidRDefault="001F76C0" w:rsidP="00F33B84">
      <w:pPr>
        <w:pStyle w:val="ECEcorps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Principe de fonctionnement d’un écran tactile capacitif</w:t>
      </w:r>
    </w:p>
    <w:p w14:paraId="6387FB6C" w14:textId="0F955175" w:rsidR="001F76C0" w:rsidRDefault="00E63CF0" w:rsidP="00F33B84">
      <w:pPr>
        <w:pStyle w:val="ECEcorps"/>
        <w:rPr>
          <w:b/>
          <w:bCs/>
          <w:sz w:val="24"/>
          <w:szCs w:val="24"/>
          <w:u w:val="single"/>
        </w:rPr>
      </w:pPr>
      <w:r>
        <w:rPr>
          <w:b/>
          <w:bCs/>
          <w:noProof/>
          <w:sz w:val="21"/>
          <w:szCs w:val="21"/>
          <w:u w:val="single"/>
        </w:rPr>
        <mc:AlternateContent>
          <mc:Choice Requires="wpc">
            <w:drawing>
              <wp:anchor distT="0" distB="0" distL="114300" distR="114300" simplePos="0" relativeHeight="251766784" behindDoc="0" locked="0" layoutInCell="1" allowOverlap="1" wp14:anchorId="532FB07C" wp14:editId="3C0EF133">
                <wp:simplePos x="0" y="0"/>
                <wp:positionH relativeFrom="column">
                  <wp:posOffset>3698240</wp:posOffset>
                </wp:positionH>
                <wp:positionV relativeFrom="paragraph">
                  <wp:posOffset>15240</wp:posOffset>
                </wp:positionV>
                <wp:extent cx="3152140" cy="2192020"/>
                <wp:effectExtent l="0" t="0" r="0" b="0"/>
                <wp:wrapSquare wrapText="bothSides"/>
                <wp:docPr id="6" name="Zone de dessi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l="37838"/>
                          <a:stretch/>
                        </pic:blipFill>
                        <pic:spPr>
                          <a:xfrm>
                            <a:off x="700621" y="87896"/>
                            <a:ext cx="2252129" cy="21041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" name="Zone de texte 18"/>
                        <wps:cNvSpPr txBox="1"/>
                        <wps:spPr>
                          <a:xfrm>
                            <a:off x="1012825" y="111718"/>
                            <a:ext cx="2085975" cy="5155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dash"/>
                          </a:ln>
                        </wps:spPr>
                        <wps:txbx>
                          <w:txbxContent>
                            <w:p w14:paraId="620CB3B9" w14:textId="036BC09E" w:rsidR="009731EC" w:rsidRDefault="009731EC" w:rsidP="00926366">
                              <w:pPr>
                                <w:jc w:val="lef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Vitre</w:t>
                              </w:r>
                              <w:r w:rsidR="00676AD0">
                                <w:rPr>
                                  <w:b/>
                                  <w:bCs/>
                                </w:rPr>
                                <w:t xml:space="preserve"> recouverte</w:t>
                              </w:r>
                              <w:r w:rsidR="00926366"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="00676AD0">
                                <w:rPr>
                                  <w:b/>
                                  <w:bCs/>
                                </w:rPr>
                                <w:t>d’une couche conductrice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Zone de texte 18"/>
                        <wps:cNvSpPr txBox="1"/>
                        <wps:spPr>
                          <a:xfrm>
                            <a:off x="842830" y="779868"/>
                            <a:ext cx="945602" cy="28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dash"/>
                          </a:ln>
                        </wps:spPr>
                        <wps:txbx>
                          <w:txbxContent>
                            <w:p w14:paraId="2AA00EAE" w14:textId="55BC99C9" w:rsidR="009731EC" w:rsidRDefault="00EC4B26" w:rsidP="00E63CF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C</w:t>
                              </w:r>
                              <w:r w:rsidR="009731EC">
                                <w:rPr>
                                  <w:b/>
                                  <w:bCs/>
                                </w:rPr>
                                <w:t>ontrôleur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Zone de texte 18"/>
                        <wps:cNvSpPr txBox="1"/>
                        <wps:spPr>
                          <a:xfrm>
                            <a:off x="35999" y="1505668"/>
                            <a:ext cx="859199" cy="686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dash"/>
                          </a:ln>
                        </wps:spPr>
                        <wps:txbx>
                          <w:txbxContent>
                            <w:p w14:paraId="0B32711F" w14:textId="26B51AEE" w:rsidR="009731EC" w:rsidRDefault="009731EC" w:rsidP="00564DCC">
                              <w:pPr>
                                <w:jc w:val="lef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Position du doigt sur l’écran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Zone de texte 18"/>
                        <wps:cNvSpPr txBox="1"/>
                        <wps:spPr>
                          <a:xfrm>
                            <a:off x="2399325" y="713400"/>
                            <a:ext cx="553425" cy="286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dash"/>
                          </a:ln>
                        </wps:spPr>
                        <wps:txbx>
                          <w:txbxContent>
                            <w:p w14:paraId="7CAB3DB5" w14:textId="290609B4" w:rsidR="003B45EC" w:rsidRDefault="003B45EC" w:rsidP="003B45E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Doigt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Connecteur droit avec flèche 3"/>
                        <wps:cNvCnPr/>
                        <wps:spPr>
                          <a:xfrm flipV="1">
                            <a:off x="895198" y="1335820"/>
                            <a:ext cx="361108" cy="24649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Connecteur droit avec flèche 4"/>
                        <wps:cNvCnPr/>
                        <wps:spPr>
                          <a:xfrm>
                            <a:off x="925772" y="1478941"/>
                            <a:ext cx="79102" cy="43881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Ellipse 5"/>
                        <wps:cNvSpPr/>
                        <wps:spPr>
                          <a:xfrm>
                            <a:off x="1074676" y="1582310"/>
                            <a:ext cx="45719" cy="63610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2FB07C" id="Zone de dessin 6" o:spid="_x0000_s1026" editas="canvas" style="position:absolute;left:0;text-align:left;margin-left:291.2pt;margin-top:1.2pt;width:248.2pt;height:172.6pt;z-index:251766784;mso-width-relative:margin;mso-height-relative:margin" coordsize="31521,21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1521;height:21920;visibility:visible;mso-wrap-style:square" filled="t">
                  <v:fill o:detectmouseclick="t"/>
                  <v:path o:connecttype="none"/>
                </v:shape>
                <v:shape id="Image 2" o:spid="_x0000_s1028" type="#_x0000_t75" style="position:absolute;left:7006;top:878;width:22521;height:21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">
                  <v:imagedata r:id="rId9" o:title="" cropleft="24798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0128;top:1117;width:20860;height:5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" filled="f" stroked="f" strokeweight=".5pt">
                  <v:stroke dashstyle="dash"/>
                  <v:textbox>
                    <w:txbxContent>
                      <w:p w14:paraId="620CB3B9" w14:textId="036BC09E" w:rsidR="009731EC" w:rsidRDefault="009731EC" w:rsidP="00926366">
                        <w:pPr>
                          <w:jc w:val="lef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</w:rPr>
                          <w:t>Vitre</w:t>
                        </w:r>
                        <w:r w:rsidR="00676AD0">
                          <w:rPr>
                            <w:b/>
                            <w:bCs/>
                          </w:rPr>
                          <w:t xml:space="preserve"> recouverte</w:t>
                        </w:r>
                        <w:r w:rsidR="00926366">
                          <w:rPr>
                            <w:b/>
                            <w:bCs/>
                          </w:rPr>
                          <w:t xml:space="preserve"> </w:t>
                        </w:r>
                        <w:r w:rsidR="00676AD0">
                          <w:rPr>
                            <w:b/>
                            <w:bCs/>
                          </w:rPr>
                          <w:t>d’une couche conductrice</w:t>
                        </w:r>
                      </w:p>
                    </w:txbxContent>
                  </v:textbox>
                </v:shape>
                <v:shape id="_x0000_s1030" type="#_x0000_t202" style="position:absolute;left:8428;top:7798;width:9456;height:2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" filled="f" stroked="f" strokeweight=".5pt">
                  <v:stroke dashstyle="dash"/>
                  <v:textbox>
                    <w:txbxContent>
                      <w:p w14:paraId="2AA00EAE" w14:textId="55BC99C9" w:rsidR="009731EC" w:rsidRDefault="00EC4B26" w:rsidP="00E63CF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</w:rPr>
                          <w:t>C</w:t>
                        </w:r>
                        <w:r w:rsidR="009731EC">
                          <w:rPr>
                            <w:b/>
                            <w:bCs/>
                          </w:rPr>
                          <w:t>ontrôleur</w:t>
                        </w:r>
                      </w:p>
                    </w:txbxContent>
                  </v:textbox>
                </v:shape>
                <v:shape id="_x0000_s1031" type="#_x0000_t202" style="position:absolute;left:359;top:15056;width:8592;height:6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" filled="f" stroked="f" strokeweight=".5pt">
                  <v:stroke dashstyle="dash"/>
                  <v:textbox>
                    <w:txbxContent>
                      <w:p w14:paraId="0B32711F" w14:textId="26B51AEE" w:rsidR="009731EC" w:rsidRDefault="009731EC" w:rsidP="00564DCC">
                        <w:pPr>
                          <w:jc w:val="lef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</w:rPr>
                          <w:t>Position du doigt sur l’écran</w:t>
                        </w:r>
                      </w:p>
                    </w:txbxContent>
                  </v:textbox>
                </v:shape>
                <v:shape id="_x0000_s1032" type="#_x0000_t202" style="position:absolute;left:23993;top:7134;width:5534;height:2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" filled="f" stroked="f" strokeweight=".5pt">
                  <v:stroke dashstyle="dash"/>
                  <v:textbox>
                    <w:txbxContent>
                      <w:p w14:paraId="7CAB3DB5" w14:textId="290609B4" w:rsidR="003B45EC" w:rsidRDefault="003B45EC" w:rsidP="003B45E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</w:rPr>
                          <w:t>Doigt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3" o:spid="_x0000_s1033" type="#_x0000_t32" style="position:absolute;left:8951;top:13358;width:3612;height:246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" strokecolor="black [3040]">
                  <v:stroke endarrow="block"/>
                </v:shape>
                <v:shape id="Connecteur droit avec flèche 4" o:spid="_x0000_s1034" type="#_x0000_t32" style="position:absolute;left:9257;top:14789;width:791;height:43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" strokecolor="black [3040]">
                  <v:stroke endarrow="block"/>
                </v:shape>
                <v:oval id="Ellipse 5" o:spid="_x0000_s1035" style="position:absolute;left:10746;top:15823;width:457;height: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" fillcolor="#0070c0" stroked="f" strokeweight="2pt"/>
                <w10:wrap type="square"/>
              </v:group>
            </w:pict>
          </mc:Fallback>
        </mc:AlternateContent>
      </w:r>
    </w:p>
    <w:p w14:paraId="12E843DF" w14:textId="0BF53BA9" w:rsidR="001F76C0" w:rsidRDefault="000A4B82" w:rsidP="00F33B84">
      <w:pPr>
        <w:pStyle w:val="ECEcorps"/>
      </w:pPr>
      <w:r>
        <w:t xml:space="preserve">Un </w:t>
      </w:r>
      <w:r w:rsidRPr="000A4B82">
        <w:t xml:space="preserve">écran tactile capacitif est constitué </w:t>
      </w:r>
      <w:r w:rsidR="00F55B5E">
        <w:t xml:space="preserve">principalement </w:t>
      </w:r>
      <w:r w:rsidRPr="000A4B82">
        <w:t xml:space="preserve">de </w:t>
      </w:r>
      <w:r w:rsidR="00F55B5E">
        <w:t>deux</w:t>
      </w:r>
      <w:r w:rsidRPr="000A4B82">
        <w:t xml:space="preserve"> éléments</w:t>
      </w:r>
      <w:r w:rsidR="00F55B5E">
        <w:t xml:space="preserve"> </w:t>
      </w:r>
      <w:r>
        <w:t>:</w:t>
      </w:r>
      <w:r w:rsidR="001C4564">
        <w:t xml:space="preserve"> </w:t>
      </w:r>
      <w:r>
        <w:t xml:space="preserve">une vitre </w:t>
      </w:r>
      <w:r w:rsidR="00F55B5E">
        <w:t xml:space="preserve">en verre recouverte d’une couche conductrice </w:t>
      </w:r>
      <w:r w:rsidR="00676AD0">
        <w:t xml:space="preserve">uniformément </w:t>
      </w:r>
      <w:r w:rsidR="00F55B5E">
        <w:t xml:space="preserve">chargée </w:t>
      </w:r>
      <w:r>
        <w:t>sur laquelle se pose le doigt et un contrôleur</w:t>
      </w:r>
      <w:r w:rsidR="00EC4B26">
        <w:t xml:space="preserve"> de traitement</w:t>
      </w:r>
      <w:r>
        <w:t>.</w:t>
      </w:r>
    </w:p>
    <w:p w14:paraId="43D8FF18" w14:textId="76BF207F" w:rsidR="0072051B" w:rsidRDefault="0072051B" w:rsidP="00F33B84">
      <w:pPr>
        <w:pStyle w:val="ECEcorps"/>
      </w:pPr>
    </w:p>
    <w:p w14:paraId="3D1636EA" w14:textId="01F8D68D" w:rsidR="0072051B" w:rsidRPr="005A6C05" w:rsidRDefault="00F376AB" w:rsidP="0072051B">
      <w:pPr>
        <w:pStyle w:val="ECEcorps"/>
      </w:pPr>
      <w:r>
        <w:t>On modélise la</w:t>
      </w:r>
      <w:r w:rsidR="0072051B" w:rsidRPr="005A6C05">
        <w:t xml:space="preserve"> </w:t>
      </w:r>
      <w:r w:rsidR="00A46738">
        <w:t>surface</w:t>
      </w:r>
      <w:r w:rsidR="0072051B" w:rsidRPr="005A6C05">
        <w:t xml:space="preserve"> d’un écran tactile </w:t>
      </w:r>
      <w:r w:rsidR="00A74FA9">
        <w:t xml:space="preserve">par </w:t>
      </w:r>
      <w:r w:rsidR="0072051B" w:rsidRPr="005A6C05">
        <w:t xml:space="preserve">un ensemble de </w:t>
      </w:r>
      <w:r w:rsidR="00A46738">
        <w:t>surfaces</w:t>
      </w:r>
      <w:r w:rsidR="0072051B" w:rsidRPr="005A6C05">
        <w:t xml:space="preserve"> élémentaires </w:t>
      </w:r>
      <w:r w:rsidR="00DC1B50">
        <w:t>chargées</w:t>
      </w:r>
      <w:r w:rsidR="00564DCC">
        <w:t>,</w:t>
      </w:r>
      <w:r w:rsidR="00DC1B50">
        <w:t xml:space="preserve"> </w:t>
      </w:r>
      <w:r w:rsidR="0072051B" w:rsidRPr="005A6C05">
        <w:t>repéré</w:t>
      </w:r>
      <w:r w:rsidR="0072051B">
        <w:t>e</w:t>
      </w:r>
      <w:r w:rsidR="0072051B" w:rsidRPr="005A6C05">
        <w:t>s</w:t>
      </w:r>
      <w:r w:rsidR="00A74FA9">
        <w:t xml:space="preserve"> </w:t>
      </w:r>
      <w:r w:rsidR="0072051B" w:rsidRPr="005A6C05">
        <w:t>par leurs coordonnées</w:t>
      </w:r>
      <w:r w:rsidR="0072051B">
        <w:t xml:space="preserve"> spatiales (A ; </w:t>
      </w:r>
      <w:r w:rsidR="008919E4">
        <w:t>0</w:t>
      </w:r>
      <w:r w:rsidR="0072051B">
        <w:t xml:space="preserve">), (A ; </w:t>
      </w:r>
      <w:r w:rsidR="008919E4">
        <w:t>1</w:t>
      </w:r>
      <w:r w:rsidR="0072051B">
        <w:t xml:space="preserve">), (B ; </w:t>
      </w:r>
      <w:r w:rsidR="008919E4">
        <w:t>0</w:t>
      </w:r>
      <w:r w:rsidR="0072051B">
        <w:t>), etc.</w:t>
      </w:r>
    </w:p>
    <w:p w14:paraId="18458388" w14:textId="105FE9AA" w:rsidR="0072051B" w:rsidRPr="005A6C05" w:rsidRDefault="00513994" w:rsidP="0072051B">
      <w:pPr>
        <w:pStyle w:val="ECEcorps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9A0C984" wp14:editId="142B8EA9">
                <wp:simplePos x="0" y="0"/>
                <wp:positionH relativeFrom="column">
                  <wp:posOffset>1602740</wp:posOffset>
                </wp:positionH>
                <wp:positionV relativeFrom="paragraph">
                  <wp:posOffset>402590</wp:posOffset>
                </wp:positionV>
                <wp:extent cx="1028700" cy="428625"/>
                <wp:effectExtent l="0" t="0" r="0" b="0"/>
                <wp:wrapNone/>
                <wp:docPr id="7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</a:ln>
                      </wps:spPr>
                      <wps:txbx>
                        <w:txbxContent>
                          <w:p w14:paraId="46E5993D" w14:textId="4E8110D3" w:rsidR="009731EC" w:rsidRDefault="009731EC" w:rsidP="00F377E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Une </w:t>
                            </w:r>
                            <w:r w:rsidR="00A46738">
                              <w:rPr>
                                <w:b/>
                                <w:bCs/>
                              </w:rPr>
                              <w:t>surface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élémentaire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A0C984" id="Zone de texte 18" o:spid="_x0000_s1036" type="#_x0000_t202" style="position:absolute;left:0;text-align:left;margin-left:126.2pt;margin-top:31.7pt;width:81pt;height:33.75pt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" filled="f" stroked="f" strokeweight=".5pt">
                <v:stroke dashstyle="dash"/>
                <v:textbox>
                  <w:txbxContent>
                    <w:p w14:paraId="46E5993D" w14:textId="4E8110D3" w:rsidR="009731EC" w:rsidRDefault="009731EC" w:rsidP="00F377E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</w:rPr>
                        <w:t xml:space="preserve">Une </w:t>
                      </w:r>
                      <w:r w:rsidR="00A46738">
                        <w:rPr>
                          <w:b/>
                          <w:bCs/>
                        </w:rPr>
                        <w:t>surface</w:t>
                      </w:r>
                      <w:r>
                        <w:rPr>
                          <w:b/>
                          <w:bCs/>
                        </w:rPr>
                        <w:t xml:space="preserve"> élémentaire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16"/>
      </w:tblGrid>
      <w:tr w:rsidR="0072051B" w14:paraId="5A0FD45C" w14:textId="77777777" w:rsidTr="009D7842">
        <w:tc>
          <w:tcPr>
            <w:tcW w:w="421" w:type="dxa"/>
          </w:tcPr>
          <w:p w14:paraId="3DD3A7B0" w14:textId="77777777" w:rsidR="0072051B" w:rsidRPr="005A6C05" w:rsidRDefault="0072051B" w:rsidP="009731EC">
            <w:pPr>
              <w:pStyle w:val="ECEcorps"/>
              <w:rPr>
                <w:b/>
                <w:bCs/>
              </w:rPr>
            </w:pPr>
          </w:p>
        </w:tc>
        <w:tc>
          <w:tcPr>
            <w:tcW w:w="425" w:type="dxa"/>
          </w:tcPr>
          <w:p w14:paraId="7BD4D603" w14:textId="772BBBA1" w:rsidR="0072051B" w:rsidRPr="005A6C05" w:rsidRDefault="008919E4" w:rsidP="009731EC">
            <w:pPr>
              <w:pStyle w:val="ECEcorps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25" w:type="dxa"/>
          </w:tcPr>
          <w:p w14:paraId="2F233172" w14:textId="5B4719C5" w:rsidR="0072051B" w:rsidRPr="005A6C05" w:rsidRDefault="008919E4" w:rsidP="009731EC">
            <w:pPr>
              <w:pStyle w:val="ECEcorps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25" w:type="dxa"/>
          </w:tcPr>
          <w:p w14:paraId="742C9BBB" w14:textId="16EA7D07" w:rsidR="0072051B" w:rsidRPr="005A6C05" w:rsidRDefault="008919E4" w:rsidP="009731EC">
            <w:pPr>
              <w:pStyle w:val="ECEcorps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16" w:type="dxa"/>
          </w:tcPr>
          <w:p w14:paraId="6E5F5369" w14:textId="77777777" w:rsidR="0072051B" w:rsidRPr="005A6C05" w:rsidRDefault="0072051B" w:rsidP="009731EC">
            <w:pPr>
              <w:pStyle w:val="ECEcorps"/>
              <w:rPr>
                <w:b/>
                <w:bCs/>
              </w:rPr>
            </w:pPr>
            <w:r w:rsidRPr="005A6C05">
              <w:rPr>
                <w:b/>
                <w:bCs/>
              </w:rPr>
              <w:t>…</w:t>
            </w:r>
          </w:p>
        </w:tc>
      </w:tr>
      <w:tr w:rsidR="0072051B" w14:paraId="77CEF9B6" w14:textId="77777777" w:rsidTr="009D7842">
        <w:tc>
          <w:tcPr>
            <w:tcW w:w="421" w:type="dxa"/>
          </w:tcPr>
          <w:p w14:paraId="2C52B8F2" w14:textId="77777777" w:rsidR="0072051B" w:rsidRPr="005A6C05" w:rsidRDefault="0072051B" w:rsidP="009731EC">
            <w:pPr>
              <w:pStyle w:val="ECEcorps"/>
              <w:rPr>
                <w:b/>
                <w:bCs/>
              </w:rPr>
            </w:pPr>
            <w:r w:rsidRPr="005A6C05">
              <w:rPr>
                <w:b/>
                <w:bCs/>
              </w:rPr>
              <w:t>A</w:t>
            </w:r>
          </w:p>
        </w:tc>
        <w:tc>
          <w:tcPr>
            <w:tcW w:w="425" w:type="dxa"/>
          </w:tcPr>
          <w:p w14:paraId="7C8DE87D" w14:textId="77777777" w:rsidR="0072051B" w:rsidRDefault="0072051B" w:rsidP="009731EC">
            <w:pPr>
              <w:pStyle w:val="ECEcorps"/>
            </w:pPr>
          </w:p>
        </w:tc>
        <w:tc>
          <w:tcPr>
            <w:tcW w:w="425" w:type="dxa"/>
          </w:tcPr>
          <w:p w14:paraId="6B1CF5AC" w14:textId="77777777" w:rsidR="0072051B" w:rsidRDefault="0072051B" w:rsidP="009731EC">
            <w:pPr>
              <w:pStyle w:val="ECEcorps"/>
            </w:pPr>
          </w:p>
        </w:tc>
        <w:tc>
          <w:tcPr>
            <w:tcW w:w="425" w:type="dxa"/>
          </w:tcPr>
          <w:p w14:paraId="5109C7D6" w14:textId="20BC5E53" w:rsidR="0072051B" w:rsidRDefault="00513994" w:rsidP="009731EC">
            <w:pPr>
              <w:pStyle w:val="ECEcorps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757B5D1B" wp14:editId="13D94DCE">
                      <wp:simplePos x="0" y="0"/>
                      <wp:positionH relativeFrom="column">
                        <wp:posOffset>-447675</wp:posOffset>
                      </wp:positionH>
                      <wp:positionV relativeFrom="paragraph">
                        <wp:posOffset>78104</wp:posOffset>
                      </wp:positionV>
                      <wp:extent cx="1171575" cy="178874"/>
                      <wp:effectExtent l="38100" t="57150" r="28575" b="31115"/>
                      <wp:wrapNone/>
                      <wp:docPr id="8" name="Connecteur droit avec flèch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171575" cy="178874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3F6B215" id="Connecteur droit avec flèche 8" o:spid="_x0000_s1026" type="#_x0000_t32" style="position:absolute;margin-left:-35.25pt;margin-top:6.15pt;width:92.25pt;height:14.1pt;flip:x y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" strokecolor="black [3040]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16" w:type="dxa"/>
          </w:tcPr>
          <w:p w14:paraId="7F443C6C" w14:textId="77777777" w:rsidR="0072051B" w:rsidRDefault="0072051B" w:rsidP="009731EC">
            <w:pPr>
              <w:pStyle w:val="ECEcorps"/>
            </w:pPr>
          </w:p>
        </w:tc>
      </w:tr>
      <w:tr w:rsidR="0072051B" w14:paraId="644829FF" w14:textId="77777777" w:rsidTr="009D7842">
        <w:tc>
          <w:tcPr>
            <w:tcW w:w="421" w:type="dxa"/>
          </w:tcPr>
          <w:p w14:paraId="5A4EAC55" w14:textId="77777777" w:rsidR="0072051B" w:rsidRPr="005A6C05" w:rsidRDefault="0072051B" w:rsidP="009731EC">
            <w:pPr>
              <w:pStyle w:val="ECEcorps"/>
              <w:rPr>
                <w:b/>
                <w:bCs/>
              </w:rPr>
            </w:pPr>
            <w:r w:rsidRPr="005A6C05">
              <w:rPr>
                <w:b/>
                <w:bCs/>
              </w:rPr>
              <w:t>B</w:t>
            </w:r>
          </w:p>
        </w:tc>
        <w:tc>
          <w:tcPr>
            <w:tcW w:w="425" w:type="dxa"/>
          </w:tcPr>
          <w:p w14:paraId="17362467" w14:textId="0DD6C45A" w:rsidR="0072051B" w:rsidRDefault="0072051B" w:rsidP="009731EC">
            <w:pPr>
              <w:pStyle w:val="ECEcorps"/>
            </w:pPr>
          </w:p>
        </w:tc>
        <w:tc>
          <w:tcPr>
            <w:tcW w:w="425" w:type="dxa"/>
          </w:tcPr>
          <w:p w14:paraId="131F4FFF" w14:textId="39E8084E" w:rsidR="0072051B" w:rsidRDefault="0072051B" w:rsidP="009731EC">
            <w:pPr>
              <w:pStyle w:val="ECEcorps"/>
            </w:pPr>
          </w:p>
        </w:tc>
        <w:tc>
          <w:tcPr>
            <w:tcW w:w="425" w:type="dxa"/>
          </w:tcPr>
          <w:p w14:paraId="334CB58A" w14:textId="77777777" w:rsidR="0072051B" w:rsidRDefault="0072051B" w:rsidP="009731EC">
            <w:pPr>
              <w:pStyle w:val="ECEcorps"/>
            </w:pPr>
          </w:p>
        </w:tc>
        <w:tc>
          <w:tcPr>
            <w:tcW w:w="416" w:type="dxa"/>
          </w:tcPr>
          <w:p w14:paraId="20DD490D" w14:textId="77777777" w:rsidR="0072051B" w:rsidRDefault="0072051B" w:rsidP="009731EC">
            <w:pPr>
              <w:pStyle w:val="ECEcorps"/>
            </w:pPr>
          </w:p>
        </w:tc>
      </w:tr>
      <w:tr w:rsidR="0072051B" w14:paraId="7E2E8D9F" w14:textId="77777777" w:rsidTr="009D7842">
        <w:tc>
          <w:tcPr>
            <w:tcW w:w="421" w:type="dxa"/>
          </w:tcPr>
          <w:p w14:paraId="3F801745" w14:textId="77777777" w:rsidR="0072051B" w:rsidRPr="005A6C05" w:rsidRDefault="0072051B" w:rsidP="009731EC">
            <w:pPr>
              <w:pStyle w:val="ECEcorps"/>
              <w:rPr>
                <w:b/>
                <w:bCs/>
              </w:rPr>
            </w:pPr>
            <w:r w:rsidRPr="005A6C05">
              <w:rPr>
                <w:b/>
                <w:bCs/>
              </w:rPr>
              <w:t>C</w:t>
            </w:r>
          </w:p>
        </w:tc>
        <w:tc>
          <w:tcPr>
            <w:tcW w:w="425" w:type="dxa"/>
          </w:tcPr>
          <w:p w14:paraId="300980AB" w14:textId="77777777" w:rsidR="0072051B" w:rsidRDefault="0072051B" w:rsidP="009731EC">
            <w:pPr>
              <w:pStyle w:val="ECEcorps"/>
            </w:pPr>
          </w:p>
        </w:tc>
        <w:tc>
          <w:tcPr>
            <w:tcW w:w="425" w:type="dxa"/>
          </w:tcPr>
          <w:p w14:paraId="7799E859" w14:textId="77777777" w:rsidR="0072051B" w:rsidRDefault="0072051B" w:rsidP="009731EC">
            <w:pPr>
              <w:pStyle w:val="ECEcorps"/>
            </w:pPr>
          </w:p>
        </w:tc>
        <w:tc>
          <w:tcPr>
            <w:tcW w:w="425" w:type="dxa"/>
          </w:tcPr>
          <w:p w14:paraId="6673A26E" w14:textId="77777777" w:rsidR="0072051B" w:rsidRDefault="0072051B" w:rsidP="009731EC">
            <w:pPr>
              <w:pStyle w:val="ECEcorps"/>
            </w:pPr>
          </w:p>
        </w:tc>
        <w:tc>
          <w:tcPr>
            <w:tcW w:w="416" w:type="dxa"/>
          </w:tcPr>
          <w:p w14:paraId="7D2B38CA" w14:textId="77777777" w:rsidR="0072051B" w:rsidRDefault="0072051B" w:rsidP="009731EC">
            <w:pPr>
              <w:pStyle w:val="ECEcorps"/>
            </w:pPr>
          </w:p>
        </w:tc>
      </w:tr>
      <w:tr w:rsidR="0072051B" w14:paraId="7481C82C" w14:textId="77777777" w:rsidTr="009D7842">
        <w:tc>
          <w:tcPr>
            <w:tcW w:w="421" w:type="dxa"/>
          </w:tcPr>
          <w:p w14:paraId="5AFC10DC" w14:textId="77777777" w:rsidR="0072051B" w:rsidRPr="005A6C05" w:rsidRDefault="0072051B" w:rsidP="009731EC">
            <w:pPr>
              <w:pStyle w:val="ECEcorps"/>
              <w:rPr>
                <w:b/>
                <w:bCs/>
              </w:rPr>
            </w:pPr>
            <w:r w:rsidRPr="005A6C05">
              <w:rPr>
                <w:b/>
                <w:bCs/>
              </w:rPr>
              <w:t>…</w:t>
            </w:r>
          </w:p>
        </w:tc>
        <w:tc>
          <w:tcPr>
            <w:tcW w:w="425" w:type="dxa"/>
          </w:tcPr>
          <w:p w14:paraId="131FAAC1" w14:textId="77777777" w:rsidR="0072051B" w:rsidRDefault="0072051B" w:rsidP="009731EC">
            <w:pPr>
              <w:pStyle w:val="ECEcorps"/>
            </w:pPr>
          </w:p>
        </w:tc>
        <w:tc>
          <w:tcPr>
            <w:tcW w:w="425" w:type="dxa"/>
          </w:tcPr>
          <w:p w14:paraId="40E677FE" w14:textId="77777777" w:rsidR="0072051B" w:rsidRDefault="0072051B" w:rsidP="009731EC">
            <w:pPr>
              <w:pStyle w:val="ECEcorps"/>
            </w:pPr>
          </w:p>
        </w:tc>
        <w:tc>
          <w:tcPr>
            <w:tcW w:w="425" w:type="dxa"/>
          </w:tcPr>
          <w:p w14:paraId="649628DB" w14:textId="77777777" w:rsidR="0072051B" w:rsidRDefault="0072051B" w:rsidP="009731EC">
            <w:pPr>
              <w:pStyle w:val="ECEcorps"/>
            </w:pPr>
          </w:p>
        </w:tc>
        <w:tc>
          <w:tcPr>
            <w:tcW w:w="416" w:type="dxa"/>
          </w:tcPr>
          <w:p w14:paraId="6FAA54BD" w14:textId="77777777" w:rsidR="0072051B" w:rsidRDefault="0072051B" w:rsidP="009731EC">
            <w:pPr>
              <w:pStyle w:val="ECEcorps"/>
            </w:pPr>
          </w:p>
        </w:tc>
      </w:tr>
    </w:tbl>
    <w:p w14:paraId="5C2156FF" w14:textId="3B1B5762" w:rsidR="001F76C0" w:rsidRDefault="001F76C0" w:rsidP="00F33B84">
      <w:pPr>
        <w:pStyle w:val="ECEcorps"/>
      </w:pPr>
    </w:p>
    <w:p w14:paraId="74243BA2" w14:textId="599C14BA" w:rsidR="00924FE1" w:rsidRDefault="00716AC1" w:rsidP="00716AC1">
      <w:pPr>
        <w:pStyle w:val="ECEcorps"/>
      </w:pPr>
      <w:r w:rsidRPr="004530B4">
        <w:rPr>
          <w:noProof/>
        </w:rPr>
        <w:drawing>
          <wp:anchor distT="0" distB="0" distL="114300" distR="114300" simplePos="0" relativeHeight="251776000" behindDoc="0" locked="0" layoutInCell="1" allowOverlap="1" wp14:anchorId="0E9546CE" wp14:editId="59904F19">
            <wp:simplePos x="0" y="0"/>
            <wp:positionH relativeFrom="column">
              <wp:posOffset>5740400</wp:posOffset>
            </wp:positionH>
            <wp:positionV relativeFrom="paragraph">
              <wp:posOffset>412750</wp:posOffset>
            </wp:positionV>
            <wp:extent cx="1056640" cy="61912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-6783" t="-11336" r="-1" b="-11463"/>
                    <a:stretch/>
                  </pic:blipFill>
                  <pic:spPr bwMode="auto">
                    <a:xfrm>
                      <a:off x="0" y="0"/>
                      <a:ext cx="1056640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Lors du contact d’un doigt (conducteur) sur la vitre, la surface se décharge localement, induisant une diminution de tension qui permet au contrôleur de </w:t>
      </w:r>
      <w:r w:rsidR="008938D5">
        <w:t>déterminer</w:t>
      </w:r>
      <w:r>
        <w:t xml:space="preserve"> la position du contact. Nous considérons, pour simplifier, que le contact du doigt sur la vitre modifie la charge d’</w:t>
      </w:r>
      <w:r w:rsidRPr="001C4564">
        <w:rPr>
          <w:u w:val="single"/>
        </w:rPr>
        <w:t xml:space="preserve">une </w:t>
      </w:r>
      <w:r w:rsidRPr="00737B60">
        <w:rPr>
          <w:u w:val="single"/>
        </w:rPr>
        <w:t>seule</w:t>
      </w:r>
      <w:r>
        <w:t xml:space="preserve"> surface élémentaire. </w:t>
      </w:r>
    </w:p>
    <w:p w14:paraId="27895E2F" w14:textId="77777777" w:rsidR="00924FE1" w:rsidRDefault="00924FE1" w:rsidP="00716AC1">
      <w:pPr>
        <w:pStyle w:val="ECEcorps"/>
      </w:pPr>
    </w:p>
    <w:p w14:paraId="286A3C3A" w14:textId="0617EE0A" w:rsidR="00716AC1" w:rsidRPr="000A4B82" w:rsidRDefault="00716AC1" w:rsidP="00716AC1">
      <w:pPr>
        <w:pStyle w:val="ECEcorps"/>
      </w:pPr>
      <w:r>
        <w:t>Par la suite</w:t>
      </w:r>
      <w:r w:rsidR="005643E0">
        <w:t>,</w:t>
      </w:r>
      <w:r>
        <w:t xml:space="preserve"> la position du doigt sera schématiquement représentée par une croix dans un tableau</w:t>
      </w:r>
      <w:r w:rsidRPr="00385F90">
        <w:t xml:space="preserve"> </w:t>
      </w:r>
      <w:r>
        <w:t>par le programme informatique, par exemple aux coordonnées (A ; 0) comme indiqué ci-contre.</w:t>
      </w:r>
    </w:p>
    <w:p w14:paraId="00DC2E6F" w14:textId="77777777" w:rsidR="00465C04" w:rsidRDefault="00465C04" w:rsidP="00617C0A">
      <w:pPr>
        <w:pStyle w:val="ECEcorps"/>
        <w:rPr>
          <w:b/>
          <w:bCs/>
          <w:sz w:val="24"/>
          <w:szCs w:val="24"/>
          <w:u w:val="single"/>
        </w:rPr>
      </w:pPr>
    </w:p>
    <w:p w14:paraId="1B7DEC02" w14:textId="141F0507" w:rsidR="00617C0A" w:rsidRPr="00617C0A" w:rsidRDefault="00617C0A" w:rsidP="00617C0A">
      <w:pPr>
        <w:pStyle w:val="ECEcorps"/>
        <w:rPr>
          <w:b/>
          <w:bCs/>
          <w:sz w:val="24"/>
          <w:szCs w:val="24"/>
          <w:u w:val="single"/>
        </w:rPr>
      </w:pPr>
      <w:r w:rsidRPr="00617C0A">
        <w:rPr>
          <w:b/>
          <w:bCs/>
          <w:sz w:val="24"/>
          <w:szCs w:val="24"/>
          <w:u w:val="single"/>
        </w:rPr>
        <w:t xml:space="preserve">Schéma du circuit électrique modélisant une </w:t>
      </w:r>
      <w:r w:rsidR="00A46738">
        <w:rPr>
          <w:b/>
          <w:bCs/>
          <w:sz w:val="24"/>
          <w:szCs w:val="24"/>
          <w:u w:val="single"/>
        </w:rPr>
        <w:t>surface</w:t>
      </w:r>
      <w:r w:rsidRPr="00617C0A">
        <w:rPr>
          <w:b/>
          <w:bCs/>
          <w:sz w:val="24"/>
          <w:szCs w:val="24"/>
          <w:u w:val="single"/>
        </w:rPr>
        <w:t xml:space="preserve"> élémentaire</w:t>
      </w:r>
    </w:p>
    <w:p w14:paraId="6C4CE455" w14:textId="0E22A0A1" w:rsidR="00617C0A" w:rsidRDefault="00617C0A" w:rsidP="00F33B84">
      <w:pPr>
        <w:pStyle w:val="ECEcorps"/>
      </w:pPr>
    </w:p>
    <w:p w14:paraId="617900B3" w14:textId="1B08E29B" w:rsidR="00063C98" w:rsidRDefault="00063C98" w:rsidP="00F33B84">
      <w:pPr>
        <w:pStyle w:val="ECEcorps"/>
      </w:pPr>
      <w:r>
        <w:t>L’ensemble {</w:t>
      </w:r>
      <w:r w:rsidR="00A46738">
        <w:t>surface</w:t>
      </w:r>
      <w:r>
        <w:t xml:space="preserve"> élémentaire + doigt} </w:t>
      </w:r>
      <w:r w:rsidRPr="00403CAB">
        <w:t xml:space="preserve">peut être modélisé par </w:t>
      </w:r>
      <w:r w:rsidRPr="00920740">
        <w:t xml:space="preserve">le circuit électrique </w:t>
      </w:r>
      <w:r>
        <w:t xml:space="preserve">simplifié </w:t>
      </w:r>
      <w:r w:rsidRPr="00920740">
        <w:t>ci-</w:t>
      </w:r>
      <w:r>
        <w:t>dessous.</w:t>
      </w:r>
    </w:p>
    <w:p w14:paraId="07FE6CAA" w14:textId="77777777" w:rsidR="009D7842" w:rsidRDefault="009D7842" w:rsidP="00063C98">
      <w:pPr>
        <w:pStyle w:val="ECEcorps"/>
      </w:pPr>
    </w:p>
    <w:p w14:paraId="590E2F4E" w14:textId="371A5367" w:rsidR="00063C98" w:rsidRDefault="00063C98" w:rsidP="00063C98">
      <w:pPr>
        <w:pStyle w:val="ECEcorps"/>
      </w:pPr>
      <w:r w:rsidRPr="000C094F">
        <w:t xml:space="preserve">Le dispositif comporte une </w:t>
      </w:r>
      <w:r w:rsidRPr="00B50A18">
        <w:rPr>
          <w:u w:val="single"/>
        </w:rPr>
        <w:t xml:space="preserve">carte </w:t>
      </w:r>
      <w:r w:rsidRPr="003E2516">
        <w:rPr>
          <w:u w:val="single"/>
        </w:rPr>
        <w:t>microcontrôleur</w:t>
      </w:r>
      <w:r w:rsidRPr="000C094F">
        <w:t xml:space="preserve"> </w:t>
      </w:r>
      <w:r w:rsidR="00D47240" w:rsidRPr="009C0417">
        <w:rPr>
          <w:b/>
        </w:rPr>
        <w:t>Arduino UNO</w:t>
      </w:r>
      <w:r w:rsidR="00D47240">
        <w:t xml:space="preserve"> </w:t>
      </w:r>
      <w:r w:rsidRPr="000C094F">
        <w:t>non représentée</w:t>
      </w:r>
      <w:r w:rsidR="005643E0">
        <w:t xml:space="preserve"> : </w:t>
      </w:r>
      <w:r w:rsidRPr="000C094F">
        <w:t>seules les connexions vers les broches de la carte sont schématisées.</w:t>
      </w:r>
    </w:p>
    <w:p w14:paraId="494275D4" w14:textId="63BC00C8" w:rsidR="00063C98" w:rsidRDefault="00063C98" w:rsidP="00F33B84">
      <w:pPr>
        <w:pStyle w:val="ECEcorps"/>
      </w:pPr>
      <w:r>
        <w:rPr>
          <w:noProof/>
        </w:rPr>
        <mc:AlternateContent>
          <mc:Choice Requires="wpc">
            <w:drawing>
              <wp:inline distT="0" distB="0" distL="0" distR="0" wp14:anchorId="4BF078CB" wp14:editId="737295E5">
                <wp:extent cx="6238240" cy="3248025"/>
                <wp:effectExtent l="0" t="0" r="0" b="9525"/>
                <wp:docPr id="235" name="Zone de dessin 2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  <a:effectLst/>
                      </wpc:bg>
                      <wpc:whole/>
                      <wps:wsp>
                        <wps:cNvPr id="12" name="Connecteur droit 12"/>
                        <wps:cNvCnPr/>
                        <wps:spPr>
                          <a:xfrm>
                            <a:off x="2472691" y="2521883"/>
                            <a:ext cx="5429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3" name="Connecteur droit 13"/>
                        <wps:cNvCnPr/>
                        <wps:spPr>
                          <a:xfrm>
                            <a:off x="2472691" y="2320883"/>
                            <a:ext cx="5429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4" name="Connecteur droit 14"/>
                        <wps:cNvCnPr/>
                        <wps:spPr>
                          <a:xfrm>
                            <a:off x="2719366" y="2521883"/>
                            <a:ext cx="0" cy="3800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197358" y="2559607"/>
                            <a:ext cx="60960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57176D" w14:textId="77777777" w:rsidR="009731EC" w:rsidRDefault="009731EC" w:rsidP="00B2009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Pôle 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197358" y="2052243"/>
                            <a:ext cx="609601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A0ACC8" w14:textId="77777777" w:rsidR="009731EC" w:rsidRDefault="009731EC" w:rsidP="00B2009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Pôle 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714277" y="2059264"/>
                            <a:ext cx="984249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9DA609" w14:textId="77777777" w:rsidR="009731EC" w:rsidRPr="00856ADC" w:rsidRDefault="009731EC" w:rsidP="00B2009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 xml:space="preserve">C </w:t>
                              </w:r>
                              <w:r w:rsidRPr="00856ADC">
                                <w:t>= 100 µF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6720" y="2263044"/>
                            <a:ext cx="599440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CD2D93" w14:textId="77777777" w:rsidR="009731EC" w:rsidRDefault="009731EC" w:rsidP="00B2009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U</w:t>
                              </w:r>
                              <w:r>
                                <w:rPr>
                                  <w:i/>
                                  <w:iCs/>
                                  <w:position w:val="-5"/>
                                  <w:vertAlign w:val="subscript"/>
                                </w:rPr>
                                <w:t>c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>(t)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Connecteur droit avec flèche 22"/>
                        <wps:cNvCnPr/>
                        <wps:spPr>
                          <a:xfrm flipV="1">
                            <a:off x="2197358" y="1843042"/>
                            <a:ext cx="0" cy="97801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" name="Connecteur droit 23"/>
                        <wps:cNvCnPr/>
                        <wps:spPr>
                          <a:xfrm>
                            <a:off x="2716471" y="1293519"/>
                            <a:ext cx="0" cy="1027364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24" name="Rectangle 224"/>
                        <wps:cNvSpPr/>
                        <wps:spPr>
                          <a:xfrm rot="5400000">
                            <a:off x="2521209" y="1007769"/>
                            <a:ext cx="390525" cy="18097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Connecteur droit 225"/>
                        <wps:cNvCnPr>
                          <a:endCxn id="224" idx="1"/>
                        </wps:cNvCnPr>
                        <wps:spPr>
                          <a:xfrm>
                            <a:off x="2715365" y="644625"/>
                            <a:ext cx="1106" cy="258369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2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806674" y="980665"/>
                            <a:ext cx="951864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5F4F5D" w14:textId="076F276C" w:rsidR="009731EC" w:rsidRDefault="009731EC" w:rsidP="00B2009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r</w:t>
                              </w:r>
                              <w:r>
                                <w:t xml:space="preserve"> = 1</w:t>
                              </w:r>
                              <w:r w:rsidR="0090559C">
                                <w:t>00</w:t>
                              </w:r>
                              <w:r>
                                <w:t> kΩ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631079" y="1376500"/>
                            <a:ext cx="854709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DBFCFD" w14:textId="58E0CC2C" w:rsidR="009731EC" w:rsidRDefault="009731EC" w:rsidP="00B2009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R</w:t>
                              </w:r>
                              <w:r>
                                <w:t xml:space="preserve"> = 100 kΩ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0" name="Connecteur droit 230"/>
                        <wps:cNvCnPr/>
                        <wps:spPr>
                          <a:xfrm>
                            <a:off x="1236454" y="1566115"/>
                            <a:ext cx="1482912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33" name="Zone de texte 18"/>
                        <wps:cNvSpPr txBox="1"/>
                        <wps:spPr>
                          <a:xfrm>
                            <a:off x="114300" y="1366702"/>
                            <a:ext cx="1161415" cy="39306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B95CB3F" w14:textId="7F33D07E" w:rsidR="009731EC" w:rsidRDefault="009731EC" w:rsidP="00B2009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 xml:space="preserve">Vers la broche </w:t>
                              </w:r>
                              <w:r w:rsidR="00D47240" w:rsidRPr="00D47240">
                                <w:rPr>
                                  <w:b/>
                                  <w:bCs/>
                                </w:rPr>
                                <w:t>A</w:t>
                              </w:r>
                              <w:r w:rsidRPr="004734E8">
                                <w:rPr>
                                  <w:b/>
                                  <w:bCs/>
                                </w:rPr>
                                <w:t>0</w:t>
                              </w:r>
                              <w:r>
                                <w:t xml:space="preserve"> de la carte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Connecteur droit 237"/>
                        <wps:cNvCnPr/>
                        <wps:spPr>
                          <a:xfrm>
                            <a:off x="2718814" y="1743075"/>
                            <a:ext cx="265274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Rectangle 24"/>
                        <wps:cNvSpPr/>
                        <wps:spPr>
                          <a:xfrm>
                            <a:off x="4775753" y="1654719"/>
                            <a:ext cx="390525" cy="1809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Connecteur droit 238"/>
                        <wps:cNvCnPr/>
                        <wps:spPr>
                          <a:xfrm flipV="1">
                            <a:off x="5361397" y="2521883"/>
                            <a:ext cx="0" cy="380025"/>
                          </a:xfrm>
                          <a:prstGeom prst="line">
                            <a:avLst/>
                          </a:prstGeom>
                          <a:ln>
                            <a:tailEnd type="oval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9" name="Connecteur droit 239"/>
                        <wps:cNvCnPr/>
                        <wps:spPr>
                          <a:xfrm>
                            <a:off x="5362575" y="1740717"/>
                            <a:ext cx="0" cy="412073"/>
                          </a:xfrm>
                          <a:prstGeom prst="line">
                            <a:avLst/>
                          </a:prstGeom>
                          <a:ln>
                            <a:tailEnd type="oval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0" name="Connecteur droit 240"/>
                        <wps:cNvCnPr/>
                        <wps:spPr>
                          <a:xfrm flipV="1">
                            <a:off x="5371467" y="2230733"/>
                            <a:ext cx="219075" cy="29273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485919" y="2275408"/>
                            <a:ext cx="324331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5651A4" w14:textId="6766317E" w:rsidR="009731EC" w:rsidRPr="00B20095" w:rsidRDefault="009731EC" w:rsidP="00B2009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B20095"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2" name="Connecteur droit 242"/>
                        <wps:cNvCnPr/>
                        <wps:spPr>
                          <a:xfrm flipH="1">
                            <a:off x="1213403" y="644625"/>
                            <a:ext cx="150087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9" name="Zone de texte 18"/>
                        <wps:cNvSpPr txBox="1"/>
                        <wps:spPr>
                          <a:xfrm>
                            <a:off x="157028" y="463995"/>
                            <a:ext cx="1075425" cy="40543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EECDA75" w14:textId="01E6F016" w:rsidR="009731EC" w:rsidRPr="000C5EC1" w:rsidRDefault="009731EC" w:rsidP="00B20095">
                              <w:pPr>
                                <w:jc w:val="left"/>
                                <w:rPr>
                                  <w:color w:val="auto"/>
                                  <w:sz w:val="24"/>
                                  <w:szCs w:val="24"/>
                                </w:rPr>
                              </w:pPr>
                              <w:r w:rsidRPr="000C5EC1">
                                <w:rPr>
                                  <w:color w:val="auto"/>
                                </w:rPr>
                                <w:t xml:space="preserve">Vers la broche </w:t>
                              </w:r>
                              <w:r w:rsidR="00D47240">
                                <w:rPr>
                                  <w:b/>
                                  <w:bCs/>
                                  <w:color w:val="auto"/>
                                </w:rPr>
                                <w:t>5</w:t>
                              </w:r>
                              <w:r>
                                <w:rPr>
                                  <w:b/>
                                  <w:bCs/>
                                  <w:color w:val="auto"/>
                                </w:rPr>
                                <w:t xml:space="preserve"> V</w:t>
                              </w:r>
                              <w:r w:rsidRPr="000C5EC1">
                                <w:rPr>
                                  <w:color w:val="auto"/>
                                </w:rPr>
                                <w:t xml:space="preserve"> de la carte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Connecteur droit 243"/>
                        <wps:cNvCnPr/>
                        <wps:spPr>
                          <a:xfrm flipH="1">
                            <a:off x="1213280" y="2901908"/>
                            <a:ext cx="415772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2" name="Zone de texte 18"/>
                        <wps:cNvSpPr txBox="1"/>
                        <wps:spPr>
                          <a:xfrm>
                            <a:off x="114300" y="2655215"/>
                            <a:ext cx="1161415" cy="4622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45EF149" w14:textId="77777777" w:rsidR="009731EC" w:rsidRDefault="009731EC" w:rsidP="00B2009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 xml:space="preserve">Vers la broche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GND</w:t>
                              </w:r>
                              <w:r>
                                <w:t xml:space="preserve"> de la carte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Rectangle 244"/>
                        <wps:cNvSpPr/>
                        <wps:spPr>
                          <a:xfrm>
                            <a:off x="1737524" y="542925"/>
                            <a:ext cx="1862926" cy="248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4343401" y="1366701"/>
                            <a:ext cx="1371600" cy="5954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092583" y="254741"/>
                            <a:ext cx="1384299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905466" w14:textId="68DB66D8" w:rsidR="009731EC" w:rsidRPr="005B0027" w:rsidRDefault="00A46738" w:rsidP="005B0027">
                              <w:pPr>
                                <w:rPr>
                                  <w:color w:val="808080" w:themeColor="background1" w:themeShade="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808080" w:themeColor="background1" w:themeShade="80"/>
                                </w:rPr>
                                <w:t>Surface</w:t>
                              </w:r>
                              <w:r w:rsidR="009731EC" w:rsidRPr="005B0027">
                                <w:rPr>
                                  <w:color w:val="808080" w:themeColor="background1" w:themeShade="80"/>
                                </w:rPr>
                                <w:t xml:space="preserve"> élémentaire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772032" y="1105082"/>
                            <a:ext cx="590543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C5F0FD" w14:textId="34247A4C" w:rsidR="009731EC" w:rsidRPr="005B0027" w:rsidRDefault="009731EC" w:rsidP="005B0027">
                              <w:pPr>
                                <w:rPr>
                                  <w:color w:val="808080" w:themeColor="background1" w:themeShade="80"/>
                                  <w:sz w:val="24"/>
                                  <w:szCs w:val="24"/>
                                </w:rPr>
                              </w:pPr>
                              <w:r w:rsidRPr="005B0027">
                                <w:rPr>
                                  <w:color w:val="808080" w:themeColor="background1" w:themeShade="80"/>
                                </w:rPr>
                                <w:t>Doigt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0" y="340949"/>
                            <a:ext cx="1495425" cy="2888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16536" y="79330"/>
                            <a:ext cx="1278889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D00214" w14:textId="0C960432" w:rsidR="009731EC" w:rsidRDefault="009731EC" w:rsidP="00F23B9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7F7F7F"/>
                                </w:rPr>
                                <w:t>Microcontrôleur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BF078CB" id="Zone de dessin 235" o:spid="_x0000_s1037" editas="canvas" style="width:491.2pt;height:255.75pt;mso-position-horizontal-relative:char;mso-position-vertical-relative:line" coordsize="62382,32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">
                <v:shape id="_x0000_s1038" type="#_x0000_t75" style="position:absolute;width:62382;height:32480;visibility:visible;mso-wrap-style:square" filled="t">
                  <v:fill o:detectmouseclick="t"/>
                  <v:path o:connecttype="none"/>
                </v:shape>
                <v:line id="Connecteur droit 12" o:spid="_x0000_s1039" style="position:absolute;visibility:visible;mso-wrap-style:square" from="24726,25218" to="30156,25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v:line id="Connecteur droit 13" o:spid="_x0000_s1040" style="position:absolute;visibility:visible;mso-wrap-style:square" from="24726,23208" to="30156,23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<v:line id="Connecteur droit 14" o:spid="_x0000_s1041" style="position:absolute;visibility:visible;mso-wrap-style:square" from="27193,25218" to="27193,290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<v:shape id="Zone de texte 2" o:spid="_x0000_s1042" type="#_x0000_t202" style="position:absolute;left:21973;top:25596;width:6096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5057176D" w14:textId="77777777" w:rsidR="009731EC" w:rsidRDefault="009731EC" w:rsidP="00B2009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Pôle -</w:t>
                        </w:r>
                      </w:p>
                    </w:txbxContent>
                  </v:textbox>
                </v:shape>
                <v:shape id="Zone de texte 2" o:spid="_x0000_s1043" type="#_x0000_t202" style="position:absolute;left:21973;top:20522;width:6096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51A0ACC8" w14:textId="77777777" w:rsidR="009731EC" w:rsidRDefault="009731EC" w:rsidP="00B2009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Pôle +</w:t>
                        </w:r>
                      </w:p>
                    </w:txbxContent>
                  </v:textbox>
                </v:shape>
                <v:shape id="Zone de texte 2" o:spid="_x0000_s1044" type="#_x0000_t202" style="position:absolute;left:27142;top:20592;width:9843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29DA609" w14:textId="77777777" w:rsidR="009731EC" w:rsidRPr="00856ADC" w:rsidRDefault="009731EC" w:rsidP="00B2009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i/>
                            <w:iCs/>
                          </w:rPr>
                          <w:t xml:space="preserve">C </w:t>
                        </w:r>
                        <w:r w:rsidRPr="00856ADC">
                          <w:t>= 100 µF</w:t>
                        </w:r>
                      </w:p>
                    </w:txbxContent>
                  </v:textbox>
                </v:shape>
                <v:shape id="Zone de texte 2" o:spid="_x0000_s1045" type="#_x0000_t202" style="position:absolute;left:17967;top:22630;width:5994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37CD2D93" w14:textId="77777777" w:rsidR="009731EC" w:rsidRDefault="009731EC" w:rsidP="00B2009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i/>
                            <w:iCs/>
                          </w:rPr>
                          <w:t>U</w:t>
                        </w:r>
                        <w:r>
                          <w:rPr>
                            <w:i/>
                            <w:iCs/>
                            <w:position w:val="-5"/>
                            <w:vertAlign w:val="subscript"/>
                          </w:rPr>
                          <w:t>c</w:t>
                        </w:r>
                        <w:r>
                          <w:rPr>
                            <w:i/>
                            <w:iCs/>
                          </w:rPr>
                          <w:t>(t)</w:t>
                        </w:r>
                      </w:p>
                    </w:txbxContent>
                  </v:textbox>
                </v:shape>
                <v:shape id="Connecteur droit avec flèche 22" o:spid="_x0000_s1046" type="#_x0000_t32" style="position:absolute;left:21973;top:18430;width:0;height:97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">
                  <v:stroke endarrow="block"/>
                </v:shape>
                <v:line id="Connecteur droit 23" o:spid="_x0000_s1047" style="position:absolute;visibility:visible;mso-wrap-style:square" from="27164,12935" to="27164,23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<v:rect id="Rectangle 224" o:spid="_x0000_s1048" style="position:absolute;left:25211;top:10077;width:3906;height:181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" filled="f" strokecolor="windowText" strokeweight=".25pt"/>
                <v:line id="Connecteur droit 225" o:spid="_x0000_s1049" style="position:absolute;visibility:visible;mso-wrap-style:square" from="27153,6446" to="27164,90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"/>
                <v:shape id="Zone de texte 2" o:spid="_x0000_s1050" type="#_x0000_t202" style="position:absolute;left:28066;top:9806;width:9519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ReR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" filled="f" stroked="f">
                  <v:textbox style="mso-fit-shape-to-text:t">
                    <w:txbxContent>
                      <w:p w14:paraId="015F4F5D" w14:textId="076F276C" w:rsidR="009731EC" w:rsidRDefault="009731EC" w:rsidP="00B2009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i/>
                            <w:iCs/>
                          </w:rPr>
                          <w:t>r</w:t>
                        </w:r>
                        <w:r>
                          <w:t xml:space="preserve"> = 1</w:t>
                        </w:r>
                        <w:r w:rsidR="0090559C">
                          <w:t>00</w:t>
                        </w:r>
                        <w:r>
                          <w:t> kΩ</w:t>
                        </w:r>
                      </w:p>
                    </w:txbxContent>
                  </v:textbox>
                </v:shape>
                <v:shape id="Zone de texte 2" o:spid="_x0000_s1051" type="#_x0000_t202" style="position:absolute;left:46310;top:13765;width:8547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oPj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" filled="f" stroked="f">
                  <v:textbox style="mso-fit-shape-to-text:t">
                    <w:txbxContent>
                      <w:p w14:paraId="49DBFCFD" w14:textId="58E0CC2C" w:rsidR="009731EC" w:rsidRDefault="009731EC" w:rsidP="00B2009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i/>
                            <w:iCs/>
                          </w:rPr>
                          <w:t>R</w:t>
                        </w:r>
                        <w:r>
                          <w:t xml:space="preserve"> = 100 kΩ</w:t>
                        </w:r>
                      </w:p>
                    </w:txbxContent>
                  </v:textbox>
                </v:shape>
                <v:line id="Connecteur droit 230" o:spid="_x0000_s1052" style="position:absolute;visibility:visible;mso-wrap-style:square" from="12364,15661" to="27193,15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"/>
                <v:shape id="_x0000_s1053" type="#_x0000_t202" style="position:absolute;left:1143;top:13667;width:11614;height:3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" fillcolor="window" strokeweight=".5pt">
                  <v:textbox>
                    <w:txbxContent>
                      <w:p w14:paraId="5B95CB3F" w14:textId="7F33D07E" w:rsidR="009731EC" w:rsidRDefault="009731EC" w:rsidP="00B2009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 xml:space="preserve">Vers la broche </w:t>
                        </w:r>
                        <w:r w:rsidR="00D47240" w:rsidRPr="00D47240">
                          <w:rPr>
                            <w:b/>
                            <w:bCs/>
                          </w:rPr>
                          <w:t>A</w:t>
                        </w:r>
                        <w:r w:rsidRPr="004734E8">
                          <w:rPr>
                            <w:b/>
                            <w:bCs/>
                          </w:rPr>
                          <w:t>0</w:t>
                        </w:r>
                        <w:r>
                          <w:t xml:space="preserve"> de la carte</w:t>
                        </w:r>
                      </w:p>
                    </w:txbxContent>
                  </v:textbox>
                </v:shape>
                <v:line id="Connecteur droit 237" o:spid="_x0000_s1054" style="position:absolute;visibility:visible;mso-wrap-style:square" from="27188,17430" to="53715,17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" strokecolor="black [3040]"/>
                <v:rect id="Rectangle 24" o:spid="_x0000_s1055" style="position:absolute;left:47757;top:16547;width:3905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" fillcolor="white [3212]" strokecolor="windowText" strokeweight=".25pt"/>
                <v:line id="Connecteur droit 238" o:spid="_x0000_s1056" style="position:absolute;flip:y;visibility:visible;mso-wrap-style:square" from="53613,25218" to="53613,290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" strokecolor="black [3040]">
                  <v:stroke endarrow="oval"/>
                </v:line>
                <v:line id="Connecteur droit 239" o:spid="_x0000_s1057" style="position:absolute;visibility:visible;mso-wrap-style:square" from="53625,17407" to="53625,21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" strokecolor="black [3040]">
                  <v:stroke endarrow="oval"/>
                </v:line>
                <v:line id="Connecteur droit 240" o:spid="_x0000_s1058" style="position:absolute;flip:y;visibility:visible;mso-wrap-style:square" from="53714,22307" to="55905,25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" strokecolor="black [3040]"/>
                <v:shape id="Zone de texte 2" o:spid="_x0000_s1059" type="#_x0000_t202" style="position:absolute;left:54859;top:22754;width:3243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14:paraId="165651A4" w14:textId="6766317E" w:rsidR="009731EC" w:rsidRPr="00B20095" w:rsidRDefault="009731EC" w:rsidP="00B20095">
                        <w:pPr>
                          <w:rPr>
                            <w:sz w:val="24"/>
                            <w:szCs w:val="24"/>
                          </w:rPr>
                        </w:pPr>
                        <w:r w:rsidRPr="00B20095">
                          <w:t>K</w:t>
                        </w:r>
                      </w:p>
                    </w:txbxContent>
                  </v:textbox>
                </v:shape>
                <v:line id="Connecteur droit 242" o:spid="_x0000_s1060" style="position:absolute;flip:x;visibility:visible;mso-wrap-style:square" from="12134,6446" to="27142,6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" strokecolor="black [3040]"/>
                <v:shape id="_x0000_s1061" type="#_x0000_t202" style="position:absolute;left:1570;top:4639;width:10754;height:4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" fillcolor="window" strokeweight=".5pt">
                  <v:textbox>
                    <w:txbxContent>
                      <w:p w14:paraId="6EECDA75" w14:textId="01E6F016" w:rsidR="009731EC" w:rsidRPr="000C5EC1" w:rsidRDefault="009731EC" w:rsidP="00B20095">
                        <w:pPr>
                          <w:jc w:val="left"/>
                          <w:rPr>
                            <w:color w:val="auto"/>
                            <w:sz w:val="24"/>
                            <w:szCs w:val="24"/>
                          </w:rPr>
                        </w:pPr>
                        <w:r w:rsidRPr="000C5EC1">
                          <w:rPr>
                            <w:color w:val="auto"/>
                          </w:rPr>
                          <w:t xml:space="preserve">Vers la broche </w:t>
                        </w:r>
                        <w:r w:rsidR="00D47240">
                          <w:rPr>
                            <w:b/>
                            <w:bCs/>
                            <w:color w:val="auto"/>
                          </w:rPr>
                          <w:t>5</w:t>
                        </w:r>
                        <w:r>
                          <w:rPr>
                            <w:b/>
                            <w:bCs/>
                            <w:color w:val="auto"/>
                          </w:rPr>
                          <w:t xml:space="preserve"> V</w:t>
                        </w:r>
                        <w:r w:rsidRPr="000C5EC1">
                          <w:rPr>
                            <w:color w:val="auto"/>
                          </w:rPr>
                          <w:t xml:space="preserve"> de la carte</w:t>
                        </w:r>
                      </w:p>
                    </w:txbxContent>
                  </v:textbox>
                </v:shape>
                <v:line id="Connecteur droit 243" o:spid="_x0000_s1062" style="position:absolute;flip:x;visibility:visible;mso-wrap-style:square" from="12132,29019" to="53710,290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" strokecolor="black [3040]"/>
                <v:shape id="_x0000_s1063" type="#_x0000_t202" style="position:absolute;left:1143;top:26552;width:11614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" fillcolor="window" strokeweight=".5pt">
                  <v:textbox>
                    <w:txbxContent>
                      <w:p w14:paraId="145EF149" w14:textId="77777777" w:rsidR="009731EC" w:rsidRDefault="009731EC" w:rsidP="00B2009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 xml:space="preserve">Vers la broche </w:t>
                        </w:r>
                        <w:r>
                          <w:rPr>
                            <w:b/>
                            <w:bCs/>
                          </w:rPr>
                          <w:t>GND</w:t>
                        </w:r>
                        <w:r>
                          <w:t xml:space="preserve"> de la carte</w:t>
                        </w:r>
                      </w:p>
                    </w:txbxContent>
                  </v:textbox>
                </v:shape>
                <v:rect id="Rectangle 244" o:spid="_x0000_s1064" style="position:absolute;left:17375;top:5429;width:18629;height:24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" filled="f" strokecolor="#7f7f7f [1612]">
                  <v:stroke dashstyle="dash"/>
                </v:rect>
                <v:rect id="Rectangle 74" o:spid="_x0000_s1065" style="position:absolute;left:43434;top:13667;width:13716;height:5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" filled="f" strokecolor="#7f7f7f [1612]">
                  <v:stroke dashstyle="dash"/>
                </v:rect>
                <v:shape id="Zone de texte 2" o:spid="_x0000_s1066" type="#_x0000_t202" style="position:absolute;left:20925;top:2547;width:13843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14:paraId="41905466" w14:textId="68DB66D8" w:rsidR="009731EC" w:rsidRPr="005B0027" w:rsidRDefault="00A46738" w:rsidP="005B0027">
                        <w:pPr>
                          <w:rPr>
                            <w:color w:val="808080" w:themeColor="background1" w:themeShade="80"/>
                            <w:sz w:val="24"/>
                            <w:szCs w:val="24"/>
                          </w:rPr>
                        </w:pPr>
                        <w:r>
                          <w:rPr>
                            <w:color w:val="808080" w:themeColor="background1" w:themeShade="80"/>
                          </w:rPr>
                          <w:t>Surface</w:t>
                        </w:r>
                        <w:r w:rsidR="009731EC" w:rsidRPr="005B0027">
                          <w:rPr>
                            <w:color w:val="808080" w:themeColor="background1" w:themeShade="80"/>
                          </w:rPr>
                          <w:t xml:space="preserve"> élémentaire</w:t>
                        </w:r>
                      </w:p>
                    </w:txbxContent>
                  </v:textbox>
                </v:shape>
                <v:shape id="Zone de texte 2" o:spid="_x0000_s1067" type="#_x0000_t202" style="position:absolute;left:47720;top:11050;width:5905;height: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03C5F0FD" w14:textId="34247A4C" w:rsidR="009731EC" w:rsidRPr="005B0027" w:rsidRDefault="009731EC" w:rsidP="005B0027">
                        <w:pPr>
                          <w:rPr>
                            <w:color w:val="808080" w:themeColor="background1" w:themeShade="80"/>
                            <w:sz w:val="24"/>
                            <w:szCs w:val="24"/>
                          </w:rPr>
                        </w:pPr>
                        <w:r w:rsidRPr="005B0027">
                          <w:rPr>
                            <w:color w:val="808080" w:themeColor="background1" w:themeShade="80"/>
                          </w:rPr>
                          <w:t>Doigt</w:t>
                        </w:r>
                      </w:p>
                    </w:txbxContent>
                  </v:textbox>
                </v:shape>
                <v:rect id="Rectangle 77" o:spid="_x0000_s1068" style="position:absolute;top:3409;width:14954;height:2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" filled="f" strokecolor="#7f7f7f [1612]">
                  <v:stroke dashstyle="dash"/>
                </v:rect>
                <v:shape id="Zone de texte 2" o:spid="_x0000_s1069" type="#_x0000_t202" style="position:absolute;left:2165;top:793;width:12789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6e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s&#10;+pJ+gF79AQAA//8DAFBLAQItABQABgAIAAAAIQDb4fbL7gAAAIUBAAATAAAAAAAAAAAAAAAAAAAA&#10;AABbQ29udGVudF9UeXBlc10ueG1sUEsBAi0AFAAGAAgAAAAhAFr0LFu/AAAAFQEAAAsAAAAAAAAA&#10;AAAAAAAAHwEAAF9yZWxzLy5yZWxzUEsBAi0AFAAGAAgAAAAhAOkqjp6+AAAA2wAAAA8AAAAAAAAA&#10;AAAAAAAABwIAAGRycy9kb3ducmV2LnhtbFBLBQYAAAAAAwADALcAAADyAgAAAAA=&#10;" filled="f" stroked="f">
                  <v:textbox style="mso-fit-shape-to-text:t">
                    <w:txbxContent>
                      <w:p w14:paraId="53D00214" w14:textId="0C960432" w:rsidR="009731EC" w:rsidRDefault="009731EC" w:rsidP="00F23B9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color w:val="7F7F7F"/>
                          </w:rPr>
                          <w:t>Microcontrôleur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F402411" w14:textId="63650FC1" w:rsidR="00063C98" w:rsidRPr="001C4564" w:rsidRDefault="009D7842" w:rsidP="00063C98">
      <w:pPr>
        <w:pStyle w:val="ECEcorps"/>
        <w:ind w:right="16"/>
        <w:rPr>
          <w:b/>
          <w:bCs/>
        </w:rPr>
      </w:pPr>
      <w:r w:rsidRPr="001C4564">
        <w:rPr>
          <w:b/>
          <w:bCs/>
          <w:noProof/>
        </w:rPr>
        <w:drawing>
          <wp:anchor distT="0" distB="0" distL="114300" distR="114300" simplePos="0" relativeHeight="251773952" behindDoc="0" locked="0" layoutInCell="1" allowOverlap="1" wp14:anchorId="14352F8D" wp14:editId="4BECC874">
            <wp:simplePos x="0" y="0"/>
            <wp:positionH relativeFrom="column">
              <wp:posOffset>47186</wp:posOffset>
            </wp:positionH>
            <wp:positionV relativeFrom="paragraph">
              <wp:posOffset>12016</wp:posOffset>
            </wp:positionV>
            <wp:extent cx="314325" cy="288925"/>
            <wp:effectExtent l="0" t="0" r="9525" b="0"/>
            <wp:wrapSquare wrapText="bothSides"/>
            <wp:docPr id="236" name="Image 236" descr="atten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attentio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8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3C98" w:rsidRPr="001C4564">
        <w:rPr>
          <w:b/>
          <w:bCs/>
        </w:rPr>
        <w:t>Il est impératif de respecter la polarité du condensateur électrolytique lors de son branchement dans le circuit.</w:t>
      </w:r>
    </w:p>
    <w:p w14:paraId="78EA774C" w14:textId="27E7B12D" w:rsidR="00063C98" w:rsidRPr="00E40446" w:rsidRDefault="00063C98" w:rsidP="00F33B84">
      <w:pPr>
        <w:pStyle w:val="ECEcorps"/>
        <w:rPr>
          <w:sz w:val="8"/>
          <w:szCs w:val="8"/>
        </w:rPr>
      </w:pPr>
    </w:p>
    <w:p w14:paraId="713095EB" w14:textId="55055325" w:rsidR="00063C98" w:rsidRPr="005A6C05" w:rsidRDefault="00063C98" w:rsidP="000D1C53">
      <w:pPr>
        <w:pStyle w:val="ECEcorps"/>
        <w:numPr>
          <w:ilvl w:val="0"/>
          <w:numId w:val="27"/>
        </w:numPr>
      </w:pPr>
      <w:r>
        <w:lastRenderedPageBreak/>
        <w:t xml:space="preserve">Chaque </w:t>
      </w:r>
      <w:r w:rsidR="00A46738">
        <w:t>surface</w:t>
      </w:r>
      <w:r>
        <w:t xml:space="preserve"> élémentaire est modélisée par un condensateur de</w:t>
      </w:r>
      <w:r w:rsidR="00B50A18">
        <w:t xml:space="preserve"> </w:t>
      </w:r>
      <w:r>
        <w:t xml:space="preserve">capacité </w:t>
      </w:r>
      <w:r w:rsidRPr="00063C98">
        <w:rPr>
          <w:i/>
          <w:iCs/>
        </w:rPr>
        <w:t>C</w:t>
      </w:r>
      <w:r>
        <w:t xml:space="preserve"> branché en série avec un conducteur ohmique de résistance </w:t>
      </w:r>
      <w:r w:rsidRPr="00063C98">
        <w:rPr>
          <w:i/>
          <w:iCs/>
        </w:rPr>
        <w:t>r</w:t>
      </w:r>
      <w:r>
        <w:t> ; l’ensemble est alimenté par une tension continue délivrée par la carte microcontrôleur</w:t>
      </w:r>
      <w:r w:rsidR="00496A07">
        <w:t>.</w:t>
      </w:r>
    </w:p>
    <w:p w14:paraId="153D75B5" w14:textId="2CEB8A08" w:rsidR="00063C98" w:rsidRDefault="00063C98" w:rsidP="000D1C53">
      <w:pPr>
        <w:pStyle w:val="ECEcorps"/>
        <w:numPr>
          <w:ilvl w:val="0"/>
          <w:numId w:val="27"/>
        </w:numPr>
      </w:pPr>
      <w:r>
        <w:t xml:space="preserve">Un doigt (conducteur) est modélisé par </w:t>
      </w:r>
      <w:r w:rsidR="00B50A18">
        <w:t>un</w:t>
      </w:r>
      <w:r>
        <w:t xml:space="preserve"> conducteur ohmique de résistance </w:t>
      </w:r>
      <w:r w:rsidRPr="00063C98">
        <w:rPr>
          <w:i/>
          <w:iCs/>
        </w:rPr>
        <w:t>R</w:t>
      </w:r>
      <w:r w:rsidR="00496A07">
        <w:rPr>
          <w:i/>
          <w:iCs/>
        </w:rPr>
        <w:t>.</w:t>
      </w:r>
    </w:p>
    <w:p w14:paraId="4160B671" w14:textId="631B1D96" w:rsidR="00063C98" w:rsidRDefault="00063C98" w:rsidP="000D1C53">
      <w:pPr>
        <w:pStyle w:val="ECEcorps"/>
        <w:numPr>
          <w:ilvl w:val="0"/>
          <w:numId w:val="27"/>
        </w:numPr>
      </w:pPr>
      <w:r>
        <w:t>L’action de poser un doigt sur la vitre est modélisé</w:t>
      </w:r>
      <w:r w:rsidR="006A4056">
        <w:t>e</w:t>
      </w:r>
      <w:r>
        <w:t xml:space="preserve"> par la fermeture de l’interrupteur K</w:t>
      </w:r>
      <w:r w:rsidR="00496A07">
        <w:t>.</w:t>
      </w:r>
    </w:p>
    <w:p w14:paraId="3C5B4C42" w14:textId="77777777" w:rsidR="00063C98" w:rsidRDefault="00063C98" w:rsidP="00F33B84">
      <w:pPr>
        <w:pStyle w:val="ECEcorps"/>
      </w:pPr>
    </w:p>
    <w:p w14:paraId="57550C13" w14:textId="291861F5" w:rsidR="000D1C53" w:rsidRPr="008253A9" w:rsidRDefault="000D1C53" w:rsidP="000D1C53">
      <w:pPr>
        <w:pStyle w:val="ECEpuce1"/>
        <w:numPr>
          <w:ilvl w:val="0"/>
          <w:numId w:val="0"/>
        </w:numPr>
        <w:rPr>
          <w:b/>
        </w:rPr>
      </w:pPr>
      <w:r>
        <w:t xml:space="preserve">Le dispositif comporte également un programme informatique de commande du microcontrôleur écrit en langage </w:t>
      </w:r>
      <w:r w:rsidR="00D47240">
        <w:t>Arduino</w:t>
      </w:r>
      <w:r w:rsidR="00777493">
        <w:t>.</w:t>
      </w:r>
    </w:p>
    <w:p w14:paraId="592CADFC" w14:textId="74BD10D6" w:rsidR="000D1C53" w:rsidRPr="00DE594A" w:rsidRDefault="000D1C53" w:rsidP="000D1C53">
      <w:pPr>
        <w:spacing w:line="240" w:lineRule="auto"/>
        <w:jc w:val="left"/>
        <w:rPr>
          <w:b/>
          <w:color w:val="auto"/>
        </w:rPr>
      </w:pPr>
    </w:p>
    <w:p w14:paraId="60A1F57F" w14:textId="77777777" w:rsidR="00465C04" w:rsidRPr="00465C04" w:rsidRDefault="00465C04">
      <w:pPr>
        <w:spacing w:line="240" w:lineRule="auto"/>
        <w:jc w:val="left"/>
        <w:rPr>
          <w:b/>
          <w:bCs/>
          <w:u w:val="single"/>
        </w:rPr>
      </w:pPr>
    </w:p>
    <w:p w14:paraId="0872387C" w14:textId="6B7B5D99" w:rsidR="004C38D9" w:rsidRDefault="004C38D9">
      <w:pPr>
        <w:spacing w:line="240" w:lineRule="auto"/>
        <w:jc w:val="left"/>
        <w:rPr>
          <w:b/>
          <w:bCs/>
          <w:sz w:val="24"/>
          <w:szCs w:val="24"/>
        </w:rPr>
      </w:pPr>
      <w:r w:rsidRPr="004C38D9">
        <w:rPr>
          <w:b/>
          <w:bCs/>
          <w:sz w:val="24"/>
          <w:szCs w:val="24"/>
          <w:u w:val="single"/>
        </w:rPr>
        <w:t>Caractéristiques</w:t>
      </w:r>
      <w:r w:rsidR="00F9199E">
        <w:rPr>
          <w:b/>
          <w:bCs/>
          <w:sz w:val="24"/>
          <w:szCs w:val="24"/>
          <w:u w:val="single"/>
        </w:rPr>
        <w:t xml:space="preserve"> de fonctionnement d</w:t>
      </w:r>
      <w:r w:rsidR="00050CB7">
        <w:rPr>
          <w:b/>
          <w:bCs/>
          <w:sz w:val="24"/>
          <w:szCs w:val="24"/>
          <w:u w:val="single"/>
        </w:rPr>
        <w:t xml:space="preserve">e la </w:t>
      </w:r>
      <w:r w:rsidR="00A46738">
        <w:rPr>
          <w:b/>
          <w:bCs/>
          <w:sz w:val="24"/>
          <w:szCs w:val="24"/>
          <w:u w:val="single"/>
        </w:rPr>
        <w:t>surface</w:t>
      </w:r>
      <w:r w:rsidR="00050CB7">
        <w:rPr>
          <w:b/>
          <w:bCs/>
          <w:sz w:val="24"/>
          <w:szCs w:val="24"/>
          <w:u w:val="single"/>
        </w:rPr>
        <w:t xml:space="preserve"> élémentaire </w:t>
      </w:r>
      <w:r w:rsidR="00F9199E">
        <w:rPr>
          <w:b/>
          <w:bCs/>
          <w:sz w:val="24"/>
          <w:szCs w:val="24"/>
          <w:u w:val="single"/>
        </w:rPr>
        <w:t>modélisé</w:t>
      </w:r>
      <w:r w:rsidR="00050CB7">
        <w:rPr>
          <w:b/>
          <w:bCs/>
          <w:sz w:val="24"/>
          <w:szCs w:val="24"/>
          <w:u w:val="single"/>
        </w:rPr>
        <w:t>e</w:t>
      </w:r>
    </w:p>
    <w:p w14:paraId="737519C8" w14:textId="77777777" w:rsidR="004C38D9" w:rsidRDefault="004C38D9">
      <w:pPr>
        <w:spacing w:line="240" w:lineRule="auto"/>
        <w:jc w:val="left"/>
      </w:pPr>
    </w:p>
    <w:p w14:paraId="4CC41D5B" w14:textId="77777777" w:rsidR="00FA5B80" w:rsidRDefault="00FA5B80" w:rsidP="00FA5B80">
      <w:pPr>
        <w:pStyle w:val="ECEcorps"/>
        <w:numPr>
          <w:ilvl w:val="0"/>
          <w:numId w:val="36"/>
        </w:numPr>
        <w:spacing w:line="240" w:lineRule="auto"/>
      </w:pPr>
      <w:bookmarkStart w:id="1" w:name="_Hlk47433436"/>
      <w:bookmarkStart w:id="2" w:name="_Hlk47446112"/>
      <w:r>
        <w:t xml:space="preserve">On considérera, à travers le programme informatique, qu’un doigt est en contact avec la surface élémentaire lorsque la tension mesurée par le microcontrôleur devient inférieure à une tension de référence notée </w:t>
      </w:r>
      <w:r w:rsidRPr="00F9199E">
        <w:rPr>
          <w:i/>
          <w:iCs/>
        </w:rPr>
        <w:t>U</w:t>
      </w:r>
      <w:r w:rsidRPr="00F9199E">
        <w:rPr>
          <w:i/>
          <w:iCs/>
          <w:vertAlign w:val="subscript"/>
        </w:rPr>
        <w:t>réf</w:t>
      </w:r>
      <w:r>
        <w:t xml:space="preserve"> </w:t>
      </w:r>
      <w:bookmarkEnd w:id="1"/>
      <w:r>
        <w:t>telle que :</w:t>
      </w:r>
    </w:p>
    <w:bookmarkEnd w:id="2"/>
    <w:p w14:paraId="4C6EAFC7" w14:textId="1B9E533B" w:rsidR="001C6C0F" w:rsidRPr="00F77941" w:rsidRDefault="00B4352E" w:rsidP="001C6C0F">
      <w:pPr>
        <w:pStyle w:val="ECEcorps"/>
        <w:spacing w:line="240" w:lineRule="auto"/>
        <w:jc w:val="center"/>
        <w:rPr>
          <w:i/>
          <w:lang w:val="es-E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m:rPr>
                  <m:nor/>
                </m:rPr>
                <w:rPr>
                  <w:i/>
                  <w:iCs/>
                  <w:lang w:val="es-ES"/>
                </w:rPr>
                <m:t>U</m:t>
              </m:r>
            </m:e>
            <m:sub>
              <m:r>
                <m:rPr>
                  <m:nor/>
                </m:rPr>
                <w:rPr>
                  <w:i/>
                  <w:iCs/>
                  <w:lang w:val="es-ES"/>
                </w:rPr>
                <m:t>réf</m:t>
              </m:r>
            </m:sub>
          </m:sSub>
          <m:r>
            <m:rPr>
              <m:nor/>
            </m:rPr>
            <w:rPr>
              <w:i/>
              <w:lang w:val="es-ES"/>
            </w:rPr>
            <m:t xml:space="preserve"> </m:t>
          </m:r>
          <m:r>
            <m:rPr>
              <m:nor/>
            </m:rPr>
            <w:rPr>
              <w:lang w:val="es-ES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lang w:val="es-ES"/>
                </w:rPr>
                <m:t>1</m:t>
              </m:r>
            </m:num>
            <m:den>
              <m:r>
                <m:rPr>
                  <m:nor/>
                </m:rPr>
                <w:rPr>
                  <w:lang w:val="es-ES"/>
                </w:rPr>
                <m:t>2</m:t>
              </m:r>
            </m:den>
          </m:f>
          <m:r>
            <m:rPr>
              <m:nor/>
            </m:rPr>
            <w:rPr>
              <w:lang w:val="es-ES"/>
            </w:rPr>
            <m:t>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es-ES"/>
                    </w:rPr>
                    <m:t>U</m:t>
                  </m:r>
                </m:e>
                <m:sub>
                  <m:r>
                    <m:rPr>
                      <m:nor/>
                    </m:rPr>
                    <w:rPr>
                      <w:i/>
                      <w:lang w:val="es-ES"/>
                    </w:rPr>
                    <m:t>max</m:t>
                  </m:r>
                </m:sub>
              </m:sSub>
              <m:r>
                <m:rPr>
                  <m:nor/>
                </m:rPr>
                <w:rPr>
                  <w:lang w:val="es-ES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es-ES"/>
                    </w:rPr>
                    <m:t>U</m:t>
                  </m:r>
                </m:e>
                <m:sub>
                  <m:r>
                    <m:rPr>
                      <m:nor/>
                    </m:rPr>
                    <w:rPr>
                      <w:i/>
                      <w:lang w:val="es-ES"/>
                    </w:rPr>
                    <m:t>min</m:t>
                  </m:r>
                </m:sub>
              </m:sSub>
            </m:e>
          </m:d>
        </m:oMath>
      </m:oMathPara>
    </w:p>
    <w:p w14:paraId="19B372D9" w14:textId="77777777" w:rsidR="001C6C0F" w:rsidRPr="009D7842" w:rsidRDefault="001C6C0F" w:rsidP="001C6C0F">
      <w:pPr>
        <w:pStyle w:val="ECEcorps"/>
        <w:ind w:firstLine="709"/>
        <w:rPr>
          <w:lang w:val="es-ES"/>
        </w:rPr>
      </w:pPr>
      <w:r w:rsidRPr="009D7842">
        <w:rPr>
          <w:lang w:val="es-ES"/>
        </w:rPr>
        <w:t>avec :</w:t>
      </w:r>
    </w:p>
    <w:p w14:paraId="2B9D07C6" w14:textId="2FEDA635" w:rsidR="00F11ECE" w:rsidRDefault="00F11ECE" w:rsidP="00F11ECE">
      <w:pPr>
        <w:pStyle w:val="ECEcorps"/>
        <w:numPr>
          <w:ilvl w:val="0"/>
          <w:numId w:val="34"/>
        </w:numPr>
      </w:pPr>
      <w:r>
        <w:rPr>
          <w:i/>
        </w:rPr>
        <w:t>U</w:t>
      </w:r>
      <w:r w:rsidRPr="00E25906">
        <w:rPr>
          <w:i/>
          <w:vertAlign w:val="subscript"/>
        </w:rPr>
        <w:t>max</w:t>
      </w:r>
      <w:r>
        <w:t xml:space="preserve"> la tension maximale mesurée lorsque </w:t>
      </w:r>
      <w:r w:rsidR="00A11D8A" w:rsidRPr="00553FAE">
        <w:rPr>
          <w:color w:val="000000" w:themeColor="text1"/>
        </w:rPr>
        <w:t>l’interrupteur</w:t>
      </w:r>
      <w:r w:rsidR="00A11D8A" w:rsidRPr="00697A3E">
        <w:rPr>
          <w:color w:val="FF0000"/>
        </w:rPr>
        <w:t xml:space="preserve"> </w:t>
      </w:r>
      <w:r>
        <w:t>K est ouvert ;</w:t>
      </w:r>
    </w:p>
    <w:p w14:paraId="423FFA11" w14:textId="00099A75" w:rsidR="00F11ECE" w:rsidRDefault="00F11ECE" w:rsidP="00F11ECE">
      <w:pPr>
        <w:pStyle w:val="ECEcorps"/>
        <w:numPr>
          <w:ilvl w:val="0"/>
          <w:numId w:val="34"/>
        </w:numPr>
      </w:pPr>
      <w:r>
        <w:rPr>
          <w:i/>
        </w:rPr>
        <w:t>U</w:t>
      </w:r>
      <w:r w:rsidRPr="00E25906">
        <w:rPr>
          <w:i/>
          <w:vertAlign w:val="subscript"/>
        </w:rPr>
        <w:t>m</w:t>
      </w:r>
      <w:r>
        <w:rPr>
          <w:i/>
          <w:vertAlign w:val="subscript"/>
        </w:rPr>
        <w:t>in</w:t>
      </w:r>
      <w:r>
        <w:t xml:space="preserve"> la tension minimale mesurée lorsque </w:t>
      </w:r>
      <w:r w:rsidR="00A11D8A" w:rsidRPr="00553FAE">
        <w:rPr>
          <w:color w:val="000000" w:themeColor="text1"/>
        </w:rPr>
        <w:t>l’interrupteur</w:t>
      </w:r>
      <w:r w:rsidR="00A11D8A" w:rsidRPr="00697A3E">
        <w:rPr>
          <w:color w:val="FF0000"/>
        </w:rPr>
        <w:t xml:space="preserve"> </w:t>
      </w:r>
      <w:r>
        <w:t>K est fermé.</w:t>
      </w:r>
    </w:p>
    <w:p w14:paraId="3ACDAB31" w14:textId="77777777" w:rsidR="001C6C0F" w:rsidRDefault="001C6C0F" w:rsidP="0041385D">
      <w:pPr>
        <w:spacing w:line="240" w:lineRule="auto"/>
      </w:pPr>
    </w:p>
    <w:p w14:paraId="61166D04" w14:textId="2E6E0EA4" w:rsidR="004C38D9" w:rsidRDefault="00EA3FE4" w:rsidP="00183BEB">
      <w:pPr>
        <w:pStyle w:val="Paragraphedeliste"/>
        <w:numPr>
          <w:ilvl w:val="0"/>
          <w:numId w:val="32"/>
        </w:numPr>
        <w:spacing w:line="240" w:lineRule="auto"/>
      </w:pPr>
      <w:r>
        <w:t xml:space="preserve">Pour simuler le fonctionnement d’une </w:t>
      </w:r>
      <w:r w:rsidR="00A46738">
        <w:t>surface</w:t>
      </w:r>
      <w:r>
        <w:t xml:space="preserve"> élémentaire </w:t>
      </w:r>
      <w:r w:rsidR="00F8236F">
        <w:t xml:space="preserve">lors du contact d’un doigt </w:t>
      </w:r>
      <w:r>
        <w:t xml:space="preserve">nous considérons que </w:t>
      </w:r>
      <w:r w:rsidR="00330D67">
        <w:t xml:space="preserve">le circuit électrique </w:t>
      </w:r>
      <w:r w:rsidR="00B25B55">
        <w:t>doi</w:t>
      </w:r>
      <w:r>
        <w:t>t</w:t>
      </w:r>
      <w:r w:rsidR="00B25B55">
        <w:t xml:space="preserve"> répondre aux </w:t>
      </w:r>
      <w:r w:rsidR="001C6C0F" w:rsidRPr="00183BEB">
        <w:rPr>
          <w:u w:val="single"/>
        </w:rPr>
        <w:t>deux</w:t>
      </w:r>
      <w:r w:rsidR="0048529F" w:rsidRPr="00183BEB">
        <w:rPr>
          <w:u w:val="single"/>
        </w:rPr>
        <w:t xml:space="preserve"> </w:t>
      </w:r>
      <w:r w:rsidR="00F72237">
        <w:rPr>
          <w:u w:val="single"/>
        </w:rPr>
        <w:t>critères</w:t>
      </w:r>
      <w:r w:rsidR="00B25B55">
        <w:t xml:space="preserve"> suivants :</w:t>
      </w:r>
    </w:p>
    <w:p w14:paraId="4F346FC9" w14:textId="77777777" w:rsidR="00924FE1" w:rsidRPr="00924FE1" w:rsidRDefault="00924FE1" w:rsidP="00924FE1">
      <w:pPr>
        <w:pStyle w:val="Paragraphedeliste"/>
        <w:spacing w:line="240" w:lineRule="auto"/>
        <w:rPr>
          <w:sz w:val="8"/>
          <w:szCs w:val="8"/>
        </w:rPr>
      </w:pPr>
    </w:p>
    <w:p w14:paraId="0CAB0DB2" w14:textId="75185C27" w:rsidR="004C38D9" w:rsidRDefault="0041385D" w:rsidP="00183BEB">
      <w:pPr>
        <w:pStyle w:val="ECEcorps"/>
        <w:numPr>
          <w:ilvl w:val="0"/>
          <w:numId w:val="35"/>
        </w:numPr>
        <w:spacing w:line="240" w:lineRule="auto"/>
        <w:ind w:left="1440"/>
        <w:jc w:val="left"/>
      </w:pPr>
      <w:r>
        <w:t xml:space="preserve">La diminution de la tension </w:t>
      </w:r>
      <w:bookmarkStart w:id="3" w:name="_Hlk47431800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U</m:t>
            </m:r>
          </m:e>
          <m:sub>
            <m:r>
              <m:rPr>
                <m:nor/>
              </m:rPr>
              <w:rPr>
                <w:i/>
              </w:rPr>
              <m:t>max</m:t>
            </m:r>
          </m:sub>
        </m:sSub>
        <m:r>
          <w:rPr>
            <w:rFonts w:ascii="Cambria Math" w:hAnsi="Cambria Math"/>
          </w:rPr>
          <m:t xml:space="preserve"> </m:t>
        </m:r>
        <m:r>
          <m:rPr>
            <m:nor/>
          </m:rPr>
          <m:t xml:space="preserve">-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U</m:t>
            </m:r>
          </m:e>
          <m:sub>
            <m:r>
              <m:rPr>
                <m:nor/>
              </m:rPr>
              <w:rPr>
                <w:i/>
              </w:rPr>
              <m:t>min</m:t>
            </m:r>
          </m:sub>
        </m:sSub>
      </m:oMath>
      <w:r>
        <w:t xml:space="preserve"> </w:t>
      </w:r>
      <w:bookmarkEnd w:id="3"/>
      <w:r>
        <w:t xml:space="preserve">doit être </w:t>
      </w:r>
      <w:r w:rsidRPr="001C4564">
        <w:rPr>
          <w:b/>
          <w:bCs/>
        </w:rPr>
        <w:t xml:space="preserve">supérieure à </w:t>
      </w:r>
      <w:r w:rsidR="00965DA0" w:rsidRPr="001C4564">
        <w:rPr>
          <w:b/>
          <w:bCs/>
        </w:rPr>
        <w:t>100 mV</w:t>
      </w:r>
      <w:r w:rsidR="001C6C0F">
        <w:t>.</w:t>
      </w:r>
    </w:p>
    <w:p w14:paraId="3502ED1F" w14:textId="3D5B914D" w:rsidR="00186E35" w:rsidRDefault="00050CB7" w:rsidP="00183BEB">
      <w:pPr>
        <w:pStyle w:val="ECEcorps"/>
        <w:numPr>
          <w:ilvl w:val="0"/>
          <w:numId w:val="35"/>
        </w:numPr>
        <w:ind w:left="1440"/>
        <w:rPr>
          <w:iCs/>
        </w:rPr>
      </w:pPr>
      <w:r>
        <w:rPr>
          <w:iCs/>
        </w:rPr>
        <w:t xml:space="preserve">Le temps, appelé </w:t>
      </w:r>
      <w:r w:rsidRPr="00CF6FEC">
        <w:rPr>
          <w:iCs/>
          <w:u w:val="single"/>
        </w:rPr>
        <w:t>temps de réponse</w:t>
      </w:r>
      <w:r>
        <w:rPr>
          <w:iCs/>
        </w:rPr>
        <w:t xml:space="preserve">, </w:t>
      </w:r>
      <w:r w:rsidR="00186E35">
        <w:rPr>
          <w:iCs/>
        </w:rPr>
        <w:t>mis par l</w:t>
      </w:r>
      <w:r w:rsidR="00CF6FEC">
        <w:rPr>
          <w:iCs/>
        </w:rPr>
        <w:t>a tension mesurée par le</w:t>
      </w:r>
      <w:r w:rsidR="00186E35">
        <w:rPr>
          <w:iCs/>
        </w:rPr>
        <w:t xml:space="preserve"> microcontrôleur pour </w:t>
      </w:r>
      <w:r w:rsidR="00CF6FEC">
        <w:rPr>
          <w:iCs/>
        </w:rPr>
        <w:t xml:space="preserve">passer de </w:t>
      </w:r>
      <w:r w:rsidR="00CF6FEC" w:rsidRPr="00CF6FEC">
        <w:rPr>
          <w:i/>
        </w:rPr>
        <w:t>U</w:t>
      </w:r>
      <w:r w:rsidR="00CF6FEC" w:rsidRPr="00CF6FEC">
        <w:rPr>
          <w:i/>
          <w:vertAlign w:val="subscript"/>
        </w:rPr>
        <w:t>max</w:t>
      </w:r>
      <w:r w:rsidR="00CF6FEC">
        <w:rPr>
          <w:iCs/>
        </w:rPr>
        <w:t xml:space="preserve"> à </w:t>
      </w:r>
      <w:r w:rsidR="00CF6FEC" w:rsidRPr="00CF6FEC">
        <w:rPr>
          <w:i/>
        </w:rPr>
        <w:t>U</w:t>
      </w:r>
      <w:r w:rsidR="00CF6FEC" w:rsidRPr="00CF6FEC">
        <w:rPr>
          <w:i/>
          <w:vertAlign w:val="subscript"/>
        </w:rPr>
        <w:t>réf</w:t>
      </w:r>
      <w:r w:rsidR="00CF6FEC">
        <w:rPr>
          <w:iCs/>
        </w:rPr>
        <w:t xml:space="preserve"> </w:t>
      </w:r>
      <w:r w:rsidR="00186E35">
        <w:rPr>
          <w:iCs/>
        </w:rPr>
        <w:t xml:space="preserve">doit être </w:t>
      </w:r>
      <w:r w:rsidR="00186E35" w:rsidRPr="001C4564">
        <w:rPr>
          <w:b/>
          <w:bCs/>
          <w:iCs/>
        </w:rPr>
        <w:t xml:space="preserve">inférieur </w:t>
      </w:r>
      <w:r w:rsidR="004A1E53" w:rsidRPr="001C4564">
        <w:rPr>
          <w:b/>
          <w:bCs/>
          <w:iCs/>
        </w:rPr>
        <w:t xml:space="preserve">à </w:t>
      </w:r>
      <w:r w:rsidR="001C6C0F" w:rsidRPr="001C4564">
        <w:rPr>
          <w:b/>
          <w:bCs/>
          <w:iCs/>
        </w:rPr>
        <w:t>une seconde</w:t>
      </w:r>
      <w:r w:rsidR="001C6C0F" w:rsidRPr="001C6C0F">
        <w:rPr>
          <w:iCs/>
        </w:rPr>
        <w:t>.</w:t>
      </w:r>
    </w:p>
    <w:p w14:paraId="3A530B7A" w14:textId="1EEC1EEA" w:rsidR="00E25906" w:rsidRDefault="00E25906" w:rsidP="00E25906">
      <w:pPr>
        <w:pStyle w:val="ECEcorps"/>
        <w:rPr>
          <w:iCs/>
        </w:rPr>
      </w:pPr>
    </w:p>
    <w:p w14:paraId="79AB8E4E" w14:textId="77777777" w:rsidR="00A11D8A" w:rsidRPr="00553FAE" w:rsidRDefault="00A11D8A" w:rsidP="00A11D8A">
      <w:pPr>
        <w:pStyle w:val="ECEcorps"/>
        <w:numPr>
          <w:ilvl w:val="0"/>
          <w:numId w:val="32"/>
        </w:numPr>
        <w:rPr>
          <w:iCs/>
          <w:color w:val="000000" w:themeColor="text1"/>
        </w:rPr>
      </w:pPr>
      <w:r w:rsidRPr="00553FAE">
        <w:rPr>
          <w:iCs/>
          <w:color w:val="000000" w:themeColor="text1"/>
          <w:u w:val="single"/>
        </w:rPr>
        <w:t>Propriété</w:t>
      </w:r>
      <w:r w:rsidRPr="00553FAE">
        <w:rPr>
          <w:iCs/>
          <w:color w:val="000000" w:themeColor="text1"/>
        </w:rPr>
        <w:t xml:space="preserve"> : dans la situation étudiée, le temps de réponse diminue si la valeur de la résistance </w:t>
      </w:r>
      <w:r w:rsidRPr="00553FAE">
        <w:rPr>
          <w:i/>
          <w:color w:val="000000" w:themeColor="text1"/>
        </w:rPr>
        <w:t>r</w:t>
      </w:r>
      <w:r w:rsidRPr="00553FAE">
        <w:rPr>
          <w:iCs/>
          <w:color w:val="000000" w:themeColor="text1"/>
        </w:rPr>
        <w:t xml:space="preserve"> diminue (et inversement).</w:t>
      </w:r>
    </w:p>
    <w:p w14:paraId="5CBDD545" w14:textId="77777777" w:rsidR="00A11D8A" w:rsidRDefault="00A11D8A" w:rsidP="00E25906">
      <w:pPr>
        <w:pStyle w:val="ECEcorps"/>
        <w:rPr>
          <w:iCs/>
        </w:rPr>
      </w:pPr>
    </w:p>
    <w:p w14:paraId="2D43CC9F" w14:textId="77777777" w:rsidR="0030293C" w:rsidRDefault="0030293C" w:rsidP="00E25906">
      <w:pPr>
        <w:pStyle w:val="ECEcorps"/>
        <w:rPr>
          <w:iCs/>
        </w:rPr>
      </w:pPr>
    </w:p>
    <w:p w14:paraId="2260BAD9" w14:textId="215020DF" w:rsidR="0048529F" w:rsidRPr="00B50A18" w:rsidRDefault="0048529F" w:rsidP="0048529F">
      <w:pPr>
        <w:spacing w:line="240" w:lineRule="auto"/>
        <w:jc w:val="left"/>
        <w:rPr>
          <w:b/>
          <w:bCs/>
          <w:color w:val="auto"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Extrait du p</w:t>
      </w:r>
      <w:r w:rsidRPr="00F33B84">
        <w:rPr>
          <w:b/>
          <w:sz w:val="24"/>
          <w:szCs w:val="24"/>
          <w:u w:val="single"/>
        </w:rPr>
        <w:t xml:space="preserve">rogramme </w:t>
      </w:r>
      <w:r w:rsidR="00DD642F">
        <w:rPr>
          <w:b/>
          <w:sz w:val="24"/>
          <w:szCs w:val="24"/>
          <w:u w:val="single"/>
        </w:rPr>
        <w:t>affichage</w:t>
      </w:r>
      <w:r w:rsidRPr="00F33B84">
        <w:rPr>
          <w:b/>
          <w:sz w:val="24"/>
          <w:szCs w:val="24"/>
          <w:u w:val="single"/>
        </w:rPr>
        <w:t xml:space="preserve"> de commande du </w:t>
      </w:r>
      <w:r w:rsidRPr="00924FE1">
        <w:rPr>
          <w:b/>
          <w:sz w:val="24"/>
          <w:szCs w:val="24"/>
          <w:u w:val="single"/>
        </w:rPr>
        <w:t>microcontrôleur</w:t>
      </w:r>
      <w:bookmarkStart w:id="4" w:name="_Hlk40184928"/>
      <w:r w:rsidR="009D7842">
        <w:rPr>
          <w:b/>
          <w:sz w:val="24"/>
          <w:szCs w:val="24"/>
          <w:u w:val="single"/>
        </w:rPr>
        <w:t xml:space="preserve"> </w:t>
      </w:r>
      <w:r w:rsidRPr="001C4564">
        <w:rPr>
          <w:b/>
          <w:bCs/>
          <w:i/>
          <w:iCs/>
          <w:sz w:val="24"/>
          <w:szCs w:val="24"/>
          <w:u w:val="single"/>
        </w:rPr>
        <w:t>« </w:t>
      </w:r>
      <w:r w:rsidR="00D47240" w:rsidRPr="001C4564">
        <w:rPr>
          <w:b/>
          <w:bCs/>
          <w:i/>
          <w:iCs/>
          <w:sz w:val="24"/>
          <w:szCs w:val="24"/>
          <w:u w:val="single"/>
        </w:rPr>
        <w:t>Programme_</w:t>
      </w:r>
      <w:r w:rsidR="00DD642F" w:rsidRPr="001C4564">
        <w:rPr>
          <w:b/>
          <w:bCs/>
          <w:i/>
          <w:iCs/>
          <w:sz w:val="24"/>
          <w:szCs w:val="24"/>
          <w:u w:val="single"/>
        </w:rPr>
        <w:t>affichage</w:t>
      </w:r>
      <w:r w:rsidR="00D47240" w:rsidRPr="001C4564">
        <w:rPr>
          <w:b/>
          <w:bCs/>
          <w:i/>
          <w:iCs/>
          <w:sz w:val="24"/>
          <w:szCs w:val="24"/>
          <w:u w:val="single"/>
        </w:rPr>
        <w:t xml:space="preserve">.ino </w:t>
      </w:r>
      <w:r w:rsidRPr="001C4564">
        <w:rPr>
          <w:b/>
          <w:bCs/>
          <w:i/>
          <w:iCs/>
          <w:sz w:val="24"/>
          <w:szCs w:val="24"/>
          <w:u w:val="single"/>
        </w:rPr>
        <w:t>»</w:t>
      </w:r>
      <w:r>
        <w:rPr>
          <w:b/>
          <w:bCs/>
          <w:sz w:val="24"/>
          <w:szCs w:val="24"/>
          <w:u w:val="single"/>
        </w:rPr>
        <w:t xml:space="preserve"> pour une </w:t>
      </w:r>
      <w:r w:rsidR="00A46738">
        <w:rPr>
          <w:b/>
          <w:bCs/>
          <w:sz w:val="24"/>
          <w:szCs w:val="24"/>
          <w:u w:val="single"/>
        </w:rPr>
        <w:t>surface</w:t>
      </w:r>
      <w:r>
        <w:rPr>
          <w:b/>
          <w:bCs/>
          <w:sz w:val="24"/>
          <w:szCs w:val="24"/>
          <w:u w:val="single"/>
        </w:rPr>
        <w:t xml:space="preserve"> élémentaire</w:t>
      </w:r>
      <w:bookmarkEnd w:id="4"/>
    </w:p>
    <w:p w14:paraId="73ECD492" w14:textId="77777777" w:rsidR="0048529F" w:rsidRDefault="0048529F" w:rsidP="0048529F">
      <w:pPr>
        <w:spacing w:line="240" w:lineRule="auto"/>
        <w:jc w:val="left"/>
        <w:rPr>
          <w:u w:val="single"/>
        </w:rPr>
      </w:pPr>
    </w:p>
    <w:p w14:paraId="5FA3D8A7" w14:textId="77777777" w:rsidR="0048529F" w:rsidRDefault="0048529F" w:rsidP="0048529F">
      <w:pPr>
        <w:spacing w:line="240" w:lineRule="auto"/>
        <w:jc w:val="left"/>
        <w:rPr>
          <w:u w:val="single"/>
        </w:rPr>
      </w:pPr>
    </w:p>
    <w:tbl>
      <w:tblPr>
        <w:tblStyle w:val="Grilledutableau"/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0"/>
        <w:gridCol w:w="9720"/>
      </w:tblGrid>
      <w:tr w:rsidR="0048529F" w:rsidRPr="005B74ED" w14:paraId="56F4C65C" w14:textId="77777777" w:rsidTr="00B140DB">
        <w:trPr>
          <w:trHeight w:val="2474"/>
          <w:jc w:val="center"/>
        </w:trPr>
        <w:tc>
          <w:tcPr>
            <w:tcW w:w="336" w:type="pct"/>
          </w:tcPr>
          <w:p w14:paraId="2BBB6300" w14:textId="77777777" w:rsidR="0048529F" w:rsidRPr="00B140DB" w:rsidRDefault="0048529F" w:rsidP="009926E6">
            <w:pPr>
              <w:pStyle w:val="ECEcorps"/>
              <w:rPr>
                <w:b/>
                <w:i/>
                <w:iCs/>
                <w:sz w:val="18"/>
                <w:szCs w:val="18"/>
              </w:rPr>
            </w:pPr>
            <w:r w:rsidRPr="00B140DB">
              <w:rPr>
                <w:b/>
                <w:i/>
                <w:iCs/>
                <w:sz w:val="18"/>
                <w:szCs w:val="18"/>
              </w:rPr>
              <w:t>n° de ligne</w:t>
            </w:r>
          </w:p>
          <w:p w14:paraId="4ED1B2CB" w14:textId="521A7812" w:rsidR="0048529F" w:rsidRDefault="0048529F" w:rsidP="009926E6">
            <w:pPr>
              <w:pStyle w:val="ECEcorps"/>
              <w:rPr>
                <w:i/>
                <w:iCs/>
                <w:sz w:val="18"/>
                <w:szCs w:val="18"/>
              </w:rPr>
            </w:pPr>
          </w:p>
          <w:p w14:paraId="5C7D3828" w14:textId="77777777" w:rsidR="00B140DB" w:rsidRPr="00B140DB" w:rsidRDefault="00B140DB" w:rsidP="009926E6">
            <w:pPr>
              <w:pStyle w:val="ECEcorps"/>
              <w:rPr>
                <w:i/>
                <w:iCs/>
                <w:sz w:val="18"/>
                <w:szCs w:val="18"/>
              </w:rPr>
            </w:pPr>
          </w:p>
          <w:p w14:paraId="5DC4EDA3" w14:textId="77777777" w:rsidR="0048529F" w:rsidRPr="00B140DB" w:rsidRDefault="0048529F" w:rsidP="009926E6">
            <w:pPr>
              <w:pStyle w:val="ECEcorps"/>
              <w:rPr>
                <w:i/>
                <w:iCs/>
                <w:sz w:val="18"/>
                <w:szCs w:val="18"/>
              </w:rPr>
            </w:pPr>
            <w:r w:rsidRPr="00B140DB">
              <w:rPr>
                <w:i/>
                <w:iCs/>
                <w:sz w:val="18"/>
                <w:szCs w:val="18"/>
              </w:rPr>
              <w:t>5</w:t>
            </w:r>
          </w:p>
          <w:p w14:paraId="66DD6286" w14:textId="77777777" w:rsidR="0048529F" w:rsidRPr="00B140DB" w:rsidRDefault="0048529F" w:rsidP="009926E6">
            <w:pPr>
              <w:pStyle w:val="ECEcorps"/>
              <w:rPr>
                <w:i/>
                <w:iCs/>
                <w:sz w:val="18"/>
                <w:szCs w:val="18"/>
              </w:rPr>
            </w:pPr>
          </w:p>
          <w:p w14:paraId="5619A67D" w14:textId="77777777" w:rsidR="0048529F" w:rsidRPr="00B140DB" w:rsidRDefault="0048529F" w:rsidP="009926E6">
            <w:pPr>
              <w:pStyle w:val="ECEcorps"/>
              <w:rPr>
                <w:i/>
                <w:iCs/>
                <w:sz w:val="18"/>
                <w:szCs w:val="18"/>
              </w:rPr>
            </w:pPr>
          </w:p>
          <w:p w14:paraId="3114F442" w14:textId="77777777" w:rsidR="0048529F" w:rsidRPr="00B140DB" w:rsidRDefault="0048529F" w:rsidP="009926E6">
            <w:pPr>
              <w:pStyle w:val="ECEcorps"/>
              <w:rPr>
                <w:i/>
                <w:iCs/>
                <w:sz w:val="18"/>
                <w:szCs w:val="18"/>
              </w:rPr>
            </w:pPr>
          </w:p>
          <w:p w14:paraId="0BEB6292" w14:textId="77777777" w:rsidR="0048529F" w:rsidRPr="00B140DB" w:rsidRDefault="0048529F" w:rsidP="009926E6">
            <w:pPr>
              <w:pStyle w:val="ECEcorps"/>
              <w:rPr>
                <w:i/>
                <w:iCs/>
                <w:sz w:val="18"/>
                <w:szCs w:val="18"/>
              </w:rPr>
            </w:pPr>
          </w:p>
          <w:p w14:paraId="60311F4D" w14:textId="77777777" w:rsidR="0048529F" w:rsidRPr="00B140DB" w:rsidRDefault="0048529F" w:rsidP="009926E6">
            <w:pPr>
              <w:pStyle w:val="ECEcorps"/>
              <w:rPr>
                <w:i/>
                <w:iCs/>
                <w:sz w:val="18"/>
                <w:szCs w:val="18"/>
              </w:rPr>
            </w:pPr>
            <w:r w:rsidRPr="00B140DB">
              <w:rPr>
                <w:i/>
                <w:iCs/>
                <w:sz w:val="18"/>
                <w:szCs w:val="18"/>
              </w:rPr>
              <w:t>10</w:t>
            </w:r>
          </w:p>
          <w:p w14:paraId="578AC9E1" w14:textId="77777777" w:rsidR="0048529F" w:rsidRPr="00B140DB" w:rsidRDefault="0048529F" w:rsidP="009926E6">
            <w:pPr>
              <w:pStyle w:val="ECEcorps"/>
              <w:rPr>
                <w:i/>
                <w:iCs/>
                <w:sz w:val="18"/>
                <w:szCs w:val="18"/>
              </w:rPr>
            </w:pPr>
          </w:p>
          <w:p w14:paraId="0CC2AB05" w14:textId="77777777" w:rsidR="0048529F" w:rsidRPr="005B74ED" w:rsidRDefault="0048529F" w:rsidP="009926E6">
            <w:pPr>
              <w:pStyle w:val="ECEcorps"/>
            </w:pPr>
          </w:p>
        </w:tc>
        <w:tc>
          <w:tcPr>
            <w:tcW w:w="4664" w:type="pct"/>
          </w:tcPr>
          <w:p w14:paraId="6FBD9472" w14:textId="2247428E" w:rsidR="0048529F" w:rsidRPr="00B14AC6" w:rsidRDefault="00E94B6E" w:rsidP="009926E6">
            <w:pPr>
              <w:pStyle w:val="ECEcorps"/>
              <w:rPr>
                <w:bCs/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22D0F8CF" wp14:editId="4369F0AF">
                  <wp:extent cx="4961626" cy="1759788"/>
                  <wp:effectExtent l="0" t="0" r="0" b="254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1626" cy="1759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8529F" w:rsidRPr="004C38D9">
              <w:rPr>
                <w:bCs/>
              </w:rPr>
              <w:t xml:space="preserve">   </w:t>
            </w:r>
          </w:p>
        </w:tc>
      </w:tr>
    </w:tbl>
    <w:p w14:paraId="076A9576" w14:textId="77777777" w:rsidR="0048529F" w:rsidRDefault="0048529F" w:rsidP="0048529F">
      <w:pPr>
        <w:spacing w:line="240" w:lineRule="auto"/>
        <w:jc w:val="left"/>
        <w:rPr>
          <w:color w:val="auto"/>
        </w:rPr>
      </w:pPr>
    </w:p>
    <w:p w14:paraId="1EF481C6" w14:textId="7F0F88F8" w:rsidR="0048529F" w:rsidRDefault="0048529F" w:rsidP="0048529F">
      <w:pPr>
        <w:spacing w:line="240" w:lineRule="auto"/>
        <w:jc w:val="left"/>
      </w:pPr>
      <w:r w:rsidRPr="00EF3E1A">
        <w:rPr>
          <w:u w:val="single"/>
        </w:rPr>
        <w:t>Remarque</w:t>
      </w:r>
      <w:r w:rsidRPr="00E01160">
        <w:t> :</w:t>
      </w:r>
      <w:r>
        <w:t xml:space="preserve"> ce programme devra être téléversé dans la carte microcontrôleur et modifié au cours de l’épreuve.</w:t>
      </w:r>
    </w:p>
    <w:p w14:paraId="12068E67" w14:textId="63A00ACA" w:rsidR="00BA0493" w:rsidRDefault="00BA0493" w:rsidP="0048529F">
      <w:pPr>
        <w:spacing w:line="240" w:lineRule="auto"/>
        <w:jc w:val="left"/>
      </w:pPr>
    </w:p>
    <w:p w14:paraId="2601638B" w14:textId="59FE889A" w:rsidR="00FA7E69" w:rsidRDefault="00FA7E69">
      <w:pPr>
        <w:spacing w:line="240" w:lineRule="auto"/>
        <w:jc w:val="left"/>
        <w:rPr>
          <w:b/>
          <w:bCs/>
          <w:color w:val="auto"/>
          <w:sz w:val="24"/>
          <w:szCs w:val="24"/>
          <w:u w:val="single"/>
        </w:rPr>
      </w:pPr>
    </w:p>
    <w:p w14:paraId="14CB5D5B" w14:textId="58C924A1" w:rsidR="001C4564" w:rsidRDefault="001C4564">
      <w:pPr>
        <w:spacing w:line="240" w:lineRule="auto"/>
        <w:jc w:val="left"/>
        <w:rPr>
          <w:b/>
          <w:bCs/>
          <w:color w:val="auto"/>
          <w:sz w:val="24"/>
          <w:szCs w:val="24"/>
          <w:u w:val="single"/>
        </w:rPr>
      </w:pPr>
    </w:p>
    <w:p w14:paraId="378F13A6" w14:textId="06F19502" w:rsidR="001C4564" w:rsidRDefault="001C4564">
      <w:pPr>
        <w:spacing w:line="240" w:lineRule="auto"/>
        <w:jc w:val="left"/>
        <w:rPr>
          <w:b/>
          <w:bCs/>
          <w:color w:val="auto"/>
          <w:sz w:val="24"/>
          <w:szCs w:val="24"/>
          <w:u w:val="single"/>
        </w:rPr>
      </w:pPr>
    </w:p>
    <w:p w14:paraId="7CEE2F10" w14:textId="589061A3" w:rsidR="001C4564" w:rsidRDefault="001C4564">
      <w:pPr>
        <w:spacing w:line="240" w:lineRule="auto"/>
        <w:jc w:val="left"/>
        <w:rPr>
          <w:b/>
          <w:bCs/>
          <w:color w:val="auto"/>
          <w:sz w:val="24"/>
          <w:szCs w:val="24"/>
          <w:u w:val="single"/>
        </w:rPr>
      </w:pPr>
    </w:p>
    <w:p w14:paraId="35FE888D" w14:textId="00C95701" w:rsidR="001C4564" w:rsidRDefault="001C4564">
      <w:pPr>
        <w:spacing w:line="240" w:lineRule="auto"/>
        <w:jc w:val="left"/>
        <w:rPr>
          <w:b/>
          <w:bCs/>
          <w:color w:val="auto"/>
          <w:sz w:val="24"/>
          <w:szCs w:val="24"/>
          <w:u w:val="single"/>
        </w:rPr>
      </w:pPr>
    </w:p>
    <w:p w14:paraId="471B634E" w14:textId="00BD8C0B" w:rsidR="001C4564" w:rsidRDefault="001C4564">
      <w:pPr>
        <w:spacing w:line="240" w:lineRule="auto"/>
        <w:jc w:val="left"/>
        <w:rPr>
          <w:b/>
          <w:bCs/>
          <w:color w:val="auto"/>
          <w:sz w:val="24"/>
          <w:szCs w:val="24"/>
          <w:u w:val="single"/>
        </w:rPr>
      </w:pPr>
    </w:p>
    <w:p w14:paraId="02B245BC" w14:textId="0C29F892" w:rsidR="001C4564" w:rsidRDefault="001C4564">
      <w:pPr>
        <w:spacing w:line="240" w:lineRule="auto"/>
        <w:jc w:val="left"/>
        <w:rPr>
          <w:b/>
          <w:bCs/>
          <w:color w:val="auto"/>
          <w:sz w:val="24"/>
          <w:szCs w:val="24"/>
          <w:u w:val="single"/>
        </w:rPr>
      </w:pPr>
    </w:p>
    <w:p w14:paraId="1E54A4E3" w14:textId="19E5F389" w:rsidR="00FA7E69" w:rsidRPr="00136091" w:rsidRDefault="00FA7E69" w:rsidP="00FA7E69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lastRenderedPageBreak/>
        <w:t>TRAVAIL À EFFECTUER</w:t>
      </w:r>
    </w:p>
    <w:p w14:paraId="3C9D2686" w14:textId="77777777" w:rsidR="00FF484C" w:rsidRPr="00257B49" w:rsidRDefault="00FF484C" w:rsidP="00FF484C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55DECF46" w14:textId="3FB00473" w:rsidR="00232F71" w:rsidRPr="00A43066" w:rsidRDefault="00A43066" w:rsidP="00A43066">
      <w:pPr>
        <w:pStyle w:val="ECEpartie"/>
        <w:numPr>
          <w:ilvl w:val="0"/>
          <w:numId w:val="5"/>
        </w:numPr>
        <w:spacing w:after="120"/>
        <w:ind w:left="357" w:hanging="357"/>
        <w:rPr>
          <w:sz w:val="30"/>
          <w:szCs w:val="30"/>
        </w:rPr>
      </w:pPr>
      <w:bookmarkStart w:id="5" w:name="_Hlk38988847"/>
      <w:r>
        <w:t>A</w:t>
      </w:r>
      <w:r w:rsidR="00232F71" w:rsidRPr="00FA7E69">
        <w:t>cquisition de la tension aux bornes du condensateur</w:t>
      </w:r>
      <w:r>
        <w:t xml:space="preserve"> </w:t>
      </w:r>
      <w:r w:rsidRPr="00A43066">
        <w:rPr>
          <w:b w:val="0"/>
          <w:bCs/>
        </w:rPr>
        <w:t>(</w:t>
      </w:r>
      <w:r>
        <w:rPr>
          <w:b w:val="0"/>
          <w:bCs/>
        </w:rPr>
        <w:t>20</w:t>
      </w:r>
      <w:r w:rsidRPr="00A43066">
        <w:rPr>
          <w:b w:val="0"/>
          <w:bCs/>
        </w:rPr>
        <w:t xml:space="preserve"> minutes conseillées)</w:t>
      </w:r>
    </w:p>
    <w:bookmarkEnd w:id="5"/>
    <w:p w14:paraId="3B1D6FF8" w14:textId="13091E82" w:rsidR="00AC5D14" w:rsidRDefault="00BB79A2" w:rsidP="00AA2920">
      <w:pPr>
        <w:pStyle w:val="ECEcorps"/>
        <w:numPr>
          <w:ilvl w:val="0"/>
          <w:numId w:val="24"/>
        </w:numPr>
        <w:spacing w:after="120" w:line="240" w:lineRule="auto"/>
        <w:rPr>
          <w:rFonts w:eastAsia="Arial Unicode MS"/>
        </w:rPr>
      </w:pPr>
      <w:r>
        <w:rPr>
          <w:rFonts w:eastAsia="Arial Unicode MS"/>
        </w:rPr>
        <w:t>Faire</w:t>
      </w:r>
      <w:r w:rsidR="00AC5D14">
        <w:rPr>
          <w:rFonts w:eastAsia="Arial Unicode MS"/>
        </w:rPr>
        <w:t xml:space="preserve"> le </w:t>
      </w:r>
      <w:r w:rsidR="001F40B7">
        <w:rPr>
          <w:rFonts w:eastAsia="Arial Unicode MS"/>
        </w:rPr>
        <w:t>c</w:t>
      </w:r>
      <w:r w:rsidR="001F40B7" w:rsidRPr="001F40B7">
        <w:rPr>
          <w:rFonts w:eastAsia="Arial Unicode MS"/>
        </w:rPr>
        <w:t xml:space="preserve">ircuit </w:t>
      </w:r>
      <w:r w:rsidR="002B7BE2">
        <w:rPr>
          <w:rFonts w:eastAsia="Arial Unicode MS"/>
        </w:rPr>
        <w:t>électrique modélisant une « </w:t>
      </w:r>
      <w:r w:rsidR="00A46738">
        <w:rPr>
          <w:rFonts w:eastAsia="Arial Unicode MS"/>
        </w:rPr>
        <w:t>surface</w:t>
      </w:r>
      <w:r w:rsidR="002B7BE2">
        <w:rPr>
          <w:rFonts w:eastAsia="Arial Unicode MS"/>
        </w:rPr>
        <w:t xml:space="preserve"> élémentaire avec ou sans contact du doigt », </w:t>
      </w:r>
      <w:r w:rsidR="00932526">
        <w:rPr>
          <w:rFonts w:eastAsia="Arial Unicode MS"/>
        </w:rPr>
        <w:t xml:space="preserve">et les connexions au </w:t>
      </w:r>
      <w:r w:rsidR="00EF3E1A" w:rsidRPr="00EF3E1A">
        <w:rPr>
          <w:u w:val="single"/>
        </w:rPr>
        <w:t>microcontrôleur</w:t>
      </w:r>
      <w:r w:rsidR="00EF3E1A">
        <w:t xml:space="preserve"> </w:t>
      </w:r>
      <w:r w:rsidR="00B92E2A" w:rsidRPr="009C0417">
        <w:rPr>
          <w:rFonts w:eastAsia="Arial Unicode MS"/>
          <w:b/>
        </w:rPr>
        <w:t>Arduino UNO</w:t>
      </w:r>
      <w:r w:rsidR="005B74ED">
        <w:rPr>
          <w:rFonts w:eastAsia="Arial Unicode MS"/>
        </w:rPr>
        <w:t>.</w:t>
      </w:r>
    </w:p>
    <w:p w14:paraId="7D9F17A9" w14:textId="77777777" w:rsidR="00E40446" w:rsidRDefault="006208A8" w:rsidP="00E40446">
      <w:pPr>
        <w:pStyle w:val="ECEcorps"/>
        <w:numPr>
          <w:ilvl w:val="0"/>
          <w:numId w:val="24"/>
        </w:numPr>
        <w:spacing w:line="240" w:lineRule="auto"/>
        <w:rPr>
          <w:rFonts w:eastAsia="Arial Unicode MS"/>
        </w:rPr>
      </w:pPr>
      <w:r>
        <w:rPr>
          <w:rFonts w:eastAsia="Arial Unicode MS"/>
        </w:rPr>
        <w:t>L</w:t>
      </w:r>
      <w:r w:rsidR="002B7BE2">
        <w:rPr>
          <w:rFonts w:eastAsia="Arial Unicode MS"/>
        </w:rPr>
        <w:t xml:space="preserve">e </w:t>
      </w:r>
      <w:r w:rsidR="004403E3">
        <w:rPr>
          <w:rFonts w:eastAsia="Arial Unicode MS"/>
        </w:rPr>
        <w:t xml:space="preserve">logiciel </w:t>
      </w:r>
      <w:r w:rsidR="00B92E2A">
        <w:rPr>
          <w:rFonts w:eastAsia="Arial Unicode MS"/>
        </w:rPr>
        <w:t xml:space="preserve">Arduino </w:t>
      </w:r>
      <w:r w:rsidR="004403E3">
        <w:rPr>
          <w:rFonts w:eastAsia="Arial Unicode MS"/>
        </w:rPr>
        <w:t xml:space="preserve">IDE affiche le </w:t>
      </w:r>
      <w:r w:rsidR="002B7BE2">
        <w:rPr>
          <w:rFonts w:eastAsia="Arial Unicode MS"/>
        </w:rPr>
        <w:t>programme « </w:t>
      </w:r>
      <w:r w:rsidR="002B7BE2" w:rsidRPr="00E40446">
        <w:rPr>
          <w:rFonts w:eastAsia="Arial Unicode MS"/>
          <w:i/>
        </w:rPr>
        <w:t>Programme_acquisition.</w:t>
      </w:r>
      <w:r w:rsidR="00B92E2A" w:rsidRPr="00E40446">
        <w:rPr>
          <w:rFonts w:eastAsia="Arial Unicode MS"/>
          <w:i/>
        </w:rPr>
        <w:t>ino</w:t>
      </w:r>
      <w:r w:rsidR="002B7BE2">
        <w:rPr>
          <w:rFonts w:eastAsia="Arial Unicode MS"/>
        </w:rPr>
        <w:t> »</w:t>
      </w:r>
      <w:r w:rsidR="00AD25E3">
        <w:rPr>
          <w:rFonts w:eastAsia="Arial Unicode MS"/>
        </w:rPr>
        <w:t xml:space="preserve"> </w:t>
      </w:r>
      <w:r w:rsidR="004403E3">
        <w:rPr>
          <w:rFonts w:eastAsia="Arial Unicode MS"/>
        </w:rPr>
        <w:t xml:space="preserve">qui </w:t>
      </w:r>
      <w:r>
        <w:rPr>
          <w:rFonts w:eastAsia="Arial Unicode MS"/>
        </w:rPr>
        <w:t>est déjà téléversé sur la carte microcontrôleur</w:t>
      </w:r>
      <w:r w:rsidR="004403E3">
        <w:rPr>
          <w:rFonts w:eastAsia="Arial Unicode MS"/>
        </w:rPr>
        <w:t> ;</w:t>
      </w:r>
      <w:r>
        <w:rPr>
          <w:rFonts w:eastAsia="Arial Unicode MS"/>
        </w:rPr>
        <w:t xml:space="preserve"> il </w:t>
      </w:r>
      <w:r w:rsidR="00AD25E3">
        <w:rPr>
          <w:rFonts w:eastAsia="Arial Unicode MS"/>
        </w:rPr>
        <w:t xml:space="preserve">permet de réaliser l’acquisition de la tension </w:t>
      </w:r>
      <w:r w:rsidR="00AD25E3">
        <w:rPr>
          <w:rFonts w:eastAsia="Arial Unicode MS"/>
          <w:i/>
          <w:iCs/>
        </w:rPr>
        <w:t>U</w:t>
      </w:r>
      <w:r w:rsidR="00AD25E3" w:rsidRPr="00877369">
        <w:rPr>
          <w:rFonts w:eastAsia="Arial Unicode MS"/>
          <w:i/>
          <w:iCs/>
          <w:vertAlign w:val="subscript"/>
        </w:rPr>
        <w:t>C</w:t>
      </w:r>
      <w:r w:rsidR="00AD25E3" w:rsidRPr="00877369">
        <w:rPr>
          <w:rFonts w:eastAsia="Arial Unicode MS"/>
        </w:rPr>
        <w:t>(</w:t>
      </w:r>
      <w:r w:rsidR="00AD25E3" w:rsidRPr="00877369">
        <w:rPr>
          <w:rFonts w:eastAsia="Arial Unicode MS"/>
          <w:i/>
          <w:iCs/>
        </w:rPr>
        <w:t>t</w:t>
      </w:r>
      <w:r>
        <w:rPr>
          <w:rFonts w:eastAsia="Arial Unicode MS"/>
        </w:rPr>
        <w:t>)</w:t>
      </w:r>
      <w:r w:rsidR="00AD25E3">
        <w:rPr>
          <w:rFonts w:eastAsia="Arial Unicode MS"/>
        </w:rPr>
        <w:t>.</w:t>
      </w:r>
      <w:r>
        <w:rPr>
          <w:rFonts w:eastAsia="Arial Unicode MS"/>
        </w:rPr>
        <w:t xml:space="preserve"> </w:t>
      </w:r>
    </w:p>
    <w:p w14:paraId="54144BC4" w14:textId="7853EED3" w:rsidR="005A7A42" w:rsidRDefault="006208A8" w:rsidP="00E40446">
      <w:pPr>
        <w:pStyle w:val="ECEcorps"/>
        <w:spacing w:line="240" w:lineRule="auto"/>
        <w:ind w:left="720"/>
        <w:rPr>
          <w:rFonts w:eastAsia="Arial Unicode MS"/>
        </w:rPr>
      </w:pPr>
      <w:r w:rsidRPr="006208A8">
        <w:rPr>
          <w:rFonts w:eastAsia="Arial Unicode MS"/>
          <w:u w:val="single"/>
        </w:rPr>
        <w:t>Note</w:t>
      </w:r>
      <w:r>
        <w:rPr>
          <w:rFonts w:eastAsia="Arial Unicode MS"/>
        </w:rPr>
        <w:t> : ce programme ne doit pas être modifié.</w:t>
      </w:r>
    </w:p>
    <w:p w14:paraId="46FE1D19" w14:textId="77777777" w:rsidR="00E40446" w:rsidRDefault="00E40446" w:rsidP="00E40446">
      <w:pPr>
        <w:pStyle w:val="ECEcorps"/>
        <w:spacing w:line="240" w:lineRule="auto"/>
        <w:ind w:left="720"/>
        <w:rPr>
          <w:rFonts w:eastAsia="Arial Unicode MS"/>
        </w:rPr>
      </w:pPr>
    </w:p>
    <w:p w14:paraId="28441A6A" w14:textId="77777777" w:rsidR="00A43066" w:rsidRDefault="005927AF" w:rsidP="006208A8">
      <w:pPr>
        <w:pStyle w:val="ECEcorps"/>
        <w:numPr>
          <w:ilvl w:val="1"/>
          <w:numId w:val="38"/>
        </w:numPr>
        <w:spacing w:after="120" w:line="240" w:lineRule="auto"/>
        <w:jc w:val="left"/>
        <w:rPr>
          <w:rFonts w:eastAsia="Arial Unicode MS"/>
        </w:rPr>
      </w:pPr>
      <w:r>
        <w:rPr>
          <w:rFonts w:eastAsia="Arial Unicode MS"/>
        </w:rPr>
        <w:t>Observer</w:t>
      </w:r>
      <w:r w:rsidR="006208A8">
        <w:rPr>
          <w:rFonts w:eastAsia="Arial Unicode MS"/>
        </w:rPr>
        <w:t xml:space="preserve"> le programme </w:t>
      </w:r>
      <w:bookmarkStart w:id="6" w:name="_Hlk47372742"/>
      <w:r w:rsidR="008123CF">
        <w:rPr>
          <w:rFonts w:eastAsia="Arial Unicode MS"/>
        </w:rPr>
        <w:t>puis</w:t>
      </w:r>
      <w:r w:rsidR="006208A8">
        <w:rPr>
          <w:rFonts w:eastAsia="Arial Unicode MS"/>
        </w:rPr>
        <w:t xml:space="preserve"> répondre aux questions </w:t>
      </w:r>
      <w:r w:rsidR="00865265">
        <w:rPr>
          <w:rFonts w:eastAsia="Arial Unicode MS"/>
        </w:rPr>
        <w:t>suivantes</w:t>
      </w:r>
      <w:bookmarkEnd w:id="6"/>
      <w:r w:rsidR="00A43066">
        <w:rPr>
          <w:rFonts w:eastAsia="Arial Unicode MS"/>
        </w:rPr>
        <w:t>.</w:t>
      </w:r>
    </w:p>
    <w:p w14:paraId="7F90ED4D" w14:textId="61BCEFB0" w:rsidR="006208A8" w:rsidRPr="00A43066" w:rsidRDefault="006208A8" w:rsidP="00A43066">
      <w:pPr>
        <w:pStyle w:val="ECEcorps"/>
        <w:spacing w:after="120" w:line="240" w:lineRule="auto"/>
        <w:jc w:val="left"/>
        <w:rPr>
          <w:rFonts w:eastAsia="Arial Unicode MS"/>
        </w:rPr>
      </w:pPr>
      <w:r w:rsidRPr="00A43066">
        <w:rPr>
          <w:rFonts w:eastAsia="Arial Unicode MS"/>
        </w:rPr>
        <w:t>Quelle est la durée de l’acquisition </w:t>
      </w:r>
      <w:r w:rsidR="002117FC" w:rsidRPr="00A43066">
        <w:rPr>
          <w:rFonts w:eastAsia="Arial Unicode MS"/>
        </w:rPr>
        <w:t xml:space="preserve">et la période d’échantillonnage </w:t>
      </w:r>
      <w:r w:rsidRPr="00A43066">
        <w:rPr>
          <w:rFonts w:eastAsia="Arial Unicode MS"/>
        </w:rPr>
        <w:t>?</w:t>
      </w:r>
    </w:p>
    <w:p w14:paraId="1949B776" w14:textId="0568D915" w:rsidR="00A43066" w:rsidRDefault="006208A8" w:rsidP="00A43066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7D228D5D" w14:textId="430E771D" w:rsidR="006208A8" w:rsidRPr="00A43066" w:rsidRDefault="006208A8" w:rsidP="00A11D8A">
      <w:pPr>
        <w:pStyle w:val="ECEcorps"/>
        <w:spacing w:before="240" w:after="120" w:line="240" w:lineRule="auto"/>
        <w:jc w:val="left"/>
        <w:rPr>
          <w:rFonts w:eastAsia="Arial Unicode MS"/>
        </w:rPr>
      </w:pPr>
      <w:r>
        <w:rPr>
          <w:rFonts w:eastAsia="Arial Unicode MS"/>
        </w:rPr>
        <w:t xml:space="preserve">Sur quelle broche </w:t>
      </w:r>
      <w:r w:rsidR="00835371">
        <w:rPr>
          <w:rFonts w:eastAsia="Arial Unicode MS"/>
        </w:rPr>
        <w:t xml:space="preserve">du microcontrôleur </w:t>
      </w:r>
      <w:r>
        <w:rPr>
          <w:rFonts w:eastAsia="Arial Unicode MS"/>
        </w:rPr>
        <w:t>est mesurée la tension ?</w:t>
      </w:r>
    </w:p>
    <w:p w14:paraId="42143504" w14:textId="71A94170" w:rsidR="006208A8" w:rsidRDefault="006208A8" w:rsidP="006208A8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50C22652" w14:textId="6EA34B01" w:rsidR="006208A8" w:rsidRDefault="006208A8" w:rsidP="00A11D8A">
      <w:pPr>
        <w:pStyle w:val="ECEcorps"/>
        <w:spacing w:before="240" w:after="120" w:line="240" w:lineRule="auto"/>
        <w:jc w:val="left"/>
        <w:rPr>
          <w:rFonts w:eastAsia="Arial Unicode MS"/>
        </w:rPr>
      </w:pPr>
      <w:r>
        <w:rPr>
          <w:rFonts w:eastAsia="Arial Unicode MS"/>
        </w:rPr>
        <w:t>Quelle(s) grandeur(s) seront affichées à l’écran à l’exécution du programme ?</w:t>
      </w:r>
    </w:p>
    <w:p w14:paraId="1C42A6BC" w14:textId="77777777" w:rsidR="006208A8" w:rsidRPr="00877369" w:rsidRDefault="006208A8" w:rsidP="006208A8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59FF7827" w14:textId="77777777" w:rsidR="006208A8" w:rsidRDefault="006208A8" w:rsidP="006208A8">
      <w:pPr>
        <w:pStyle w:val="ECEcorps"/>
        <w:spacing w:after="120" w:line="240" w:lineRule="auto"/>
        <w:rPr>
          <w:rFonts w:eastAsia="Arial Unicode MS"/>
        </w:rPr>
      </w:pPr>
    </w:p>
    <w:p w14:paraId="3D0CFD9E" w14:textId="77777777" w:rsidR="00A43066" w:rsidRDefault="00822745" w:rsidP="00A43066">
      <w:pPr>
        <w:pStyle w:val="ECEcorps"/>
        <w:numPr>
          <w:ilvl w:val="1"/>
          <w:numId w:val="38"/>
        </w:numPr>
        <w:spacing w:after="120" w:line="240" w:lineRule="auto"/>
        <w:rPr>
          <w:rFonts w:eastAsia="Arial Unicode MS"/>
        </w:rPr>
      </w:pPr>
      <w:r w:rsidRPr="00B92E2A">
        <w:rPr>
          <w:rFonts w:eastAsia="Arial Unicode MS"/>
        </w:rPr>
        <w:t xml:space="preserve">Faire </w:t>
      </w:r>
      <w:r w:rsidR="00B92E2A" w:rsidRPr="00B92E2A">
        <w:rPr>
          <w:rFonts w:eastAsia="Arial Unicode MS"/>
        </w:rPr>
        <w:t>apparaître le moniteur série sur le logiciel Arduino ID</w:t>
      </w:r>
      <w:r w:rsidR="00A43066">
        <w:rPr>
          <w:rFonts w:eastAsia="Arial Unicode MS"/>
        </w:rPr>
        <w:t>E pour démarrer l’acquisition.</w:t>
      </w:r>
    </w:p>
    <w:p w14:paraId="3FE19A2B" w14:textId="6FADE4F1" w:rsidR="00A43066" w:rsidRDefault="00A43066" w:rsidP="00A43066">
      <w:pPr>
        <w:pStyle w:val="ECEcorps"/>
        <w:spacing w:after="120" w:line="240" w:lineRule="auto"/>
        <w:rPr>
          <w:rFonts w:eastAsia="Arial Unicode MS"/>
        </w:rPr>
      </w:pPr>
      <w:r>
        <w:rPr>
          <w:rFonts w:eastAsia="Arial Unicode MS"/>
        </w:rPr>
        <w:t>À</w:t>
      </w:r>
      <w:r w:rsidR="00AD25E3" w:rsidRPr="00B92E2A">
        <w:rPr>
          <w:rFonts w:eastAsia="Arial Unicode MS"/>
        </w:rPr>
        <w:t xml:space="preserve"> l’aide des </w:t>
      </w:r>
      <w:r w:rsidR="00AD25E3">
        <w:t>informations mises à disposition</w:t>
      </w:r>
      <w:r w:rsidR="00AD25E3" w:rsidRPr="00B92E2A">
        <w:rPr>
          <w:rFonts w:eastAsia="Arial Unicode MS"/>
        </w:rPr>
        <w:t xml:space="preserve">, </w:t>
      </w:r>
      <w:r w:rsidR="00BB79A2">
        <w:rPr>
          <w:rFonts w:eastAsia="Arial Unicode MS"/>
        </w:rPr>
        <w:t>faire</w:t>
      </w:r>
      <w:r w:rsidR="00AD25E3" w:rsidRPr="00B92E2A">
        <w:rPr>
          <w:rFonts w:eastAsia="Arial Unicode MS"/>
        </w:rPr>
        <w:t xml:space="preserve"> une acquisition de la tension </w:t>
      </w:r>
      <w:r w:rsidR="00AD25E3" w:rsidRPr="00B92E2A">
        <w:rPr>
          <w:rFonts w:eastAsia="Arial Unicode MS"/>
          <w:i/>
          <w:iCs/>
        </w:rPr>
        <w:t>U</w:t>
      </w:r>
      <w:r w:rsidR="00AD25E3" w:rsidRPr="00B92E2A">
        <w:rPr>
          <w:rFonts w:eastAsia="Arial Unicode MS"/>
          <w:i/>
          <w:iCs/>
          <w:vertAlign w:val="subscript"/>
        </w:rPr>
        <w:t>C</w:t>
      </w:r>
      <w:r w:rsidR="00AD25E3" w:rsidRPr="00B92E2A">
        <w:rPr>
          <w:rFonts w:eastAsia="Arial Unicode MS"/>
        </w:rPr>
        <w:t>(</w:t>
      </w:r>
      <w:r w:rsidR="00AD25E3" w:rsidRPr="00B92E2A">
        <w:rPr>
          <w:rFonts w:eastAsia="Arial Unicode MS"/>
          <w:i/>
          <w:iCs/>
        </w:rPr>
        <w:t>t</w:t>
      </w:r>
      <w:r w:rsidR="00AD25E3" w:rsidRPr="00B92E2A">
        <w:rPr>
          <w:rFonts w:eastAsia="Arial Unicode MS"/>
        </w:rPr>
        <w:t>)</w:t>
      </w:r>
      <w:r>
        <w:rPr>
          <w:rFonts w:eastAsia="Arial Unicode MS"/>
        </w:rPr>
        <w:t xml:space="preserve"> de manière à simuler</w:t>
      </w:r>
      <w:r w:rsidR="00AD25E3" w:rsidRPr="00B92E2A">
        <w:rPr>
          <w:rFonts w:eastAsia="Arial Unicode MS"/>
        </w:rPr>
        <w:t xml:space="preserve"> le contact d’un doigt sur la </w:t>
      </w:r>
      <w:r w:rsidR="00A46738" w:rsidRPr="00B92E2A">
        <w:rPr>
          <w:rFonts w:eastAsia="Arial Unicode MS"/>
        </w:rPr>
        <w:t>surface</w:t>
      </w:r>
      <w:r w:rsidR="00AD25E3" w:rsidRPr="00B92E2A">
        <w:rPr>
          <w:rFonts w:eastAsia="Arial Unicode MS"/>
        </w:rPr>
        <w:t xml:space="preserve"> </w:t>
      </w:r>
      <w:r w:rsidR="00AD25E3" w:rsidRPr="00553FAE">
        <w:rPr>
          <w:rFonts w:eastAsia="Arial Unicode MS"/>
          <w:color w:val="000000" w:themeColor="text1"/>
        </w:rPr>
        <w:t xml:space="preserve">élémentaire </w:t>
      </w:r>
      <w:r w:rsidR="00A11D8A" w:rsidRPr="00553FAE">
        <w:rPr>
          <w:rFonts w:eastAsia="Arial Unicode MS"/>
          <w:color w:val="000000" w:themeColor="text1"/>
        </w:rPr>
        <w:t xml:space="preserve">(phase 1) </w:t>
      </w:r>
      <w:r w:rsidR="00AD25E3" w:rsidRPr="00553FAE">
        <w:rPr>
          <w:rFonts w:eastAsia="Arial Unicode MS"/>
          <w:color w:val="000000" w:themeColor="text1"/>
        </w:rPr>
        <w:t>puis le retrait du doigt</w:t>
      </w:r>
      <w:r w:rsidR="002117FC" w:rsidRPr="00553FAE">
        <w:rPr>
          <w:rFonts w:eastAsia="Arial Unicode MS"/>
          <w:color w:val="000000" w:themeColor="text1"/>
        </w:rPr>
        <w:t xml:space="preserve"> </w:t>
      </w:r>
      <w:r w:rsidR="00A11D8A" w:rsidRPr="00553FAE">
        <w:rPr>
          <w:rFonts w:eastAsia="Arial Unicode MS"/>
          <w:color w:val="000000" w:themeColor="text1"/>
        </w:rPr>
        <w:t xml:space="preserve">(phase 2) </w:t>
      </w:r>
      <w:r w:rsidR="002117FC">
        <w:rPr>
          <w:rFonts w:eastAsia="Arial Unicode MS"/>
        </w:rPr>
        <w:t>en fermant l’interrupteur puis en ouvrant l’interrupteur à la moitié de l’acquisition environ</w:t>
      </w:r>
      <w:r w:rsidR="00AD25E3" w:rsidRPr="00B92E2A">
        <w:rPr>
          <w:rFonts w:eastAsia="Arial Unicode MS"/>
        </w:rPr>
        <w:t xml:space="preserve">. </w:t>
      </w:r>
    </w:p>
    <w:p w14:paraId="72C04CFF" w14:textId="61316AF8" w:rsidR="00924FE1" w:rsidRPr="00B92E2A" w:rsidRDefault="00853FF2" w:rsidP="00A43066">
      <w:pPr>
        <w:pStyle w:val="ECEcorps"/>
        <w:spacing w:after="120" w:line="240" w:lineRule="auto"/>
        <w:rPr>
          <w:rFonts w:eastAsia="Arial Unicode MS"/>
        </w:rPr>
      </w:pPr>
      <w:r w:rsidRPr="00B92E2A">
        <w:rPr>
          <w:rFonts w:eastAsia="Arial Unicode MS"/>
        </w:rPr>
        <w:t xml:space="preserve">Lors du démarrage de l’acquisition </w:t>
      </w:r>
      <w:r w:rsidR="00905E93" w:rsidRPr="00B92E2A">
        <w:rPr>
          <w:rFonts w:eastAsia="Arial Unicode MS"/>
        </w:rPr>
        <w:t>l</w:t>
      </w:r>
      <w:r w:rsidR="002117FC">
        <w:rPr>
          <w:rFonts w:eastAsia="Arial Unicode MS"/>
        </w:rPr>
        <w:t>’interrupteur doit être ouvert</w:t>
      </w:r>
      <w:r w:rsidRPr="00B92E2A">
        <w:rPr>
          <w:rFonts w:eastAsia="Arial Unicode MS"/>
        </w:rPr>
        <w:t xml:space="preserve"> et un temps suffisant doit être laissé pour que la tension </w:t>
      </w:r>
      <w:r w:rsidRPr="00B92E2A">
        <w:rPr>
          <w:rFonts w:eastAsia="Arial Unicode MS"/>
          <w:i/>
          <w:iCs/>
        </w:rPr>
        <w:t>U</w:t>
      </w:r>
      <w:r w:rsidRPr="00B92E2A">
        <w:rPr>
          <w:rFonts w:eastAsia="Arial Unicode MS"/>
          <w:i/>
          <w:iCs/>
          <w:vertAlign w:val="subscript"/>
        </w:rPr>
        <w:t>C</w:t>
      </w:r>
      <w:r w:rsidRPr="00B92E2A">
        <w:rPr>
          <w:rFonts w:eastAsia="Arial Unicode MS"/>
        </w:rPr>
        <w:t>(</w:t>
      </w:r>
      <w:r w:rsidRPr="00B92E2A">
        <w:rPr>
          <w:rFonts w:eastAsia="Arial Unicode MS"/>
          <w:i/>
          <w:iCs/>
        </w:rPr>
        <w:t>t</w:t>
      </w:r>
      <w:r w:rsidRPr="00B92E2A">
        <w:rPr>
          <w:rFonts w:eastAsia="Arial Unicode MS"/>
        </w:rPr>
        <w:t>) atteigne sa valeur finale</w:t>
      </w:r>
      <w:r w:rsidR="00D37172" w:rsidRPr="00B92E2A">
        <w:rPr>
          <w:rFonts w:eastAsia="Arial Unicode MS"/>
        </w:rPr>
        <w:t xml:space="preserve"> lors de chaque </w:t>
      </w:r>
      <w:r w:rsidR="00822745" w:rsidRPr="00B92E2A">
        <w:rPr>
          <w:rFonts w:eastAsia="Arial Unicode MS"/>
        </w:rPr>
        <w:t>étape</w:t>
      </w:r>
      <w:r w:rsidR="00D37172" w:rsidRPr="00B92E2A">
        <w:rPr>
          <w:rFonts w:eastAsia="Arial Unicode MS"/>
        </w:rPr>
        <w:t>.</w:t>
      </w:r>
      <w:r w:rsidR="00822745" w:rsidRPr="00B92E2A">
        <w:rPr>
          <w:rFonts w:eastAsia="Arial Unicode MS"/>
        </w:rPr>
        <w:t xml:space="preserve"> </w:t>
      </w:r>
    </w:p>
    <w:p w14:paraId="4E824834" w14:textId="786DB576" w:rsidR="00AD25E3" w:rsidRDefault="00924FE1" w:rsidP="009D7842">
      <w:pPr>
        <w:pStyle w:val="ECEcorps"/>
        <w:spacing w:line="240" w:lineRule="auto"/>
        <w:rPr>
          <w:rFonts w:eastAsia="Arial Unicode MS"/>
        </w:rPr>
      </w:pPr>
      <w:r>
        <w:rPr>
          <w:rFonts w:eastAsia="Arial Unicode MS"/>
          <w:u w:val="single"/>
        </w:rPr>
        <w:t>Remarque</w:t>
      </w:r>
      <w:r w:rsidR="00822745" w:rsidRPr="00822745">
        <w:rPr>
          <w:rFonts w:eastAsia="Arial Unicode MS"/>
        </w:rPr>
        <w:t> : recommencer si l’acquisition n’est pas satisfaisante.</w:t>
      </w:r>
    </w:p>
    <w:p w14:paraId="23D76EF3" w14:textId="77777777" w:rsidR="00924FE1" w:rsidRPr="00822745" w:rsidRDefault="00924FE1" w:rsidP="00924FE1">
      <w:pPr>
        <w:pStyle w:val="ECEcorps"/>
        <w:spacing w:line="240" w:lineRule="auto"/>
        <w:rPr>
          <w:rFonts w:eastAsia="Arial Unicode MS"/>
        </w:rPr>
      </w:pPr>
    </w:p>
    <w:p w14:paraId="7E8A9E19" w14:textId="35E5670A" w:rsidR="00B92E2A" w:rsidRDefault="00A43066" w:rsidP="00A43066">
      <w:pPr>
        <w:pStyle w:val="ECEcorps"/>
        <w:numPr>
          <w:ilvl w:val="1"/>
          <w:numId w:val="38"/>
        </w:numPr>
        <w:spacing w:after="120" w:line="240" w:lineRule="auto"/>
        <w:rPr>
          <w:rFonts w:eastAsia="Arial Unicode MS"/>
        </w:rPr>
      </w:pPr>
      <w:r>
        <w:rPr>
          <w:rFonts w:eastAsia="Arial Unicode MS"/>
        </w:rPr>
        <w:t xml:space="preserve"> </w:t>
      </w:r>
      <w:r w:rsidR="00EF3E1A">
        <w:rPr>
          <w:rFonts w:eastAsia="Arial Unicode MS"/>
        </w:rPr>
        <w:t>À</w:t>
      </w:r>
      <w:r w:rsidR="00AC5D14" w:rsidRPr="0011589F">
        <w:rPr>
          <w:rFonts w:eastAsia="Arial Unicode MS"/>
        </w:rPr>
        <w:t xml:space="preserve"> l’aide du guide fourni, transférer les données </w:t>
      </w:r>
      <w:r w:rsidR="00932526" w:rsidRPr="0011589F">
        <w:rPr>
          <w:rFonts w:eastAsia="Arial Unicode MS"/>
          <w:i/>
          <w:iCs/>
        </w:rPr>
        <w:t>t</w:t>
      </w:r>
      <w:r w:rsidR="00932526" w:rsidRPr="0011589F">
        <w:rPr>
          <w:rFonts w:eastAsia="Arial Unicode MS"/>
        </w:rPr>
        <w:t xml:space="preserve"> et </w:t>
      </w:r>
      <w:r w:rsidR="00932526" w:rsidRPr="0011589F">
        <w:rPr>
          <w:rFonts w:eastAsia="Arial Unicode MS"/>
          <w:i/>
          <w:iCs/>
        </w:rPr>
        <w:t>U</w:t>
      </w:r>
      <w:r w:rsidR="00932526" w:rsidRPr="0011589F">
        <w:rPr>
          <w:rFonts w:eastAsia="Arial Unicode MS"/>
          <w:i/>
          <w:iCs/>
          <w:vertAlign w:val="subscript"/>
        </w:rPr>
        <w:t>C</w:t>
      </w:r>
      <w:r w:rsidR="00932526" w:rsidRPr="0011589F">
        <w:rPr>
          <w:rFonts w:eastAsia="Arial Unicode MS"/>
        </w:rPr>
        <w:t xml:space="preserve"> </w:t>
      </w:r>
      <w:r w:rsidR="00B92E2A">
        <w:rPr>
          <w:rFonts w:eastAsia="Arial Unicode MS"/>
        </w:rPr>
        <w:t>du moniteur série de l’Arduino IDE vers le tableur-grapheur.</w:t>
      </w:r>
    </w:p>
    <w:p w14:paraId="273226F4" w14:textId="2B1E1258" w:rsidR="0076214A" w:rsidRDefault="00932526" w:rsidP="009D7842">
      <w:pPr>
        <w:pStyle w:val="ECEcorps"/>
        <w:spacing w:after="120" w:line="240" w:lineRule="auto"/>
        <w:rPr>
          <w:rFonts w:eastAsia="Arial Unicode MS"/>
        </w:rPr>
      </w:pPr>
      <w:r>
        <w:rPr>
          <w:rFonts w:eastAsia="Arial Unicode MS"/>
        </w:rPr>
        <w:t>Utiliser les possibilités du tableau-grapheur pour a</w:t>
      </w:r>
      <w:r w:rsidR="0076214A" w:rsidRPr="00877369">
        <w:rPr>
          <w:rFonts w:eastAsia="Arial Unicode MS"/>
        </w:rPr>
        <w:t xml:space="preserve">fficher la courbe </w:t>
      </w:r>
      <w:r w:rsidR="00E56718">
        <w:rPr>
          <w:rFonts w:eastAsia="Arial Unicode MS"/>
          <w:i/>
          <w:iCs/>
        </w:rPr>
        <w:t>U</w:t>
      </w:r>
      <w:r w:rsidR="0076214A" w:rsidRPr="00877369">
        <w:rPr>
          <w:rFonts w:eastAsia="Arial Unicode MS"/>
          <w:i/>
          <w:iCs/>
          <w:vertAlign w:val="subscript"/>
        </w:rPr>
        <w:t>C</w:t>
      </w:r>
      <w:r w:rsidR="0076214A" w:rsidRPr="00877369">
        <w:rPr>
          <w:rFonts w:eastAsia="Arial Unicode MS"/>
        </w:rPr>
        <w:t xml:space="preserve"> = f(</w:t>
      </w:r>
      <w:r w:rsidR="0076214A" w:rsidRPr="00877369">
        <w:rPr>
          <w:rFonts w:eastAsia="Arial Unicode MS"/>
          <w:i/>
          <w:iCs/>
        </w:rPr>
        <w:t>t</w:t>
      </w:r>
      <w:r w:rsidR="0076214A" w:rsidRPr="00877369">
        <w:rPr>
          <w:rFonts w:eastAsia="Arial Unicode MS"/>
        </w:rPr>
        <w:t>)</w:t>
      </w:r>
      <w:r w:rsidR="001D09A6">
        <w:rPr>
          <w:rFonts w:eastAsia="Arial Unicode MS"/>
        </w:rPr>
        <w:t>.</w:t>
      </w:r>
    </w:p>
    <w:p w14:paraId="0A0218AB" w14:textId="7724E7BD" w:rsidR="00465C04" w:rsidRDefault="00465C04" w:rsidP="00FB34B7">
      <w:pPr>
        <w:pStyle w:val="ECEcorps"/>
        <w:spacing w:after="120" w:line="240" w:lineRule="auto"/>
        <w:rPr>
          <w:rFonts w:eastAsia="Arial Unicode MS"/>
        </w:rPr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90559C" w14:paraId="4F41F377" w14:textId="77777777" w:rsidTr="00376541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028CA4A" w14:textId="77777777" w:rsidR="0090559C" w:rsidRDefault="0090559C" w:rsidP="00376541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7E54FCC" w14:textId="77777777" w:rsidR="0090559C" w:rsidRDefault="0090559C" w:rsidP="00376541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33339EC" w14:textId="77777777" w:rsidR="0090559C" w:rsidRDefault="0090559C" w:rsidP="00376541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90559C" w14:paraId="4AC9F890" w14:textId="77777777" w:rsidTr="00376541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3026092D" w14:textId="77777777" w:rsidR="0090559C" w:rsidRPr="00592F79" w:rsidRDefault="0090559C" w:rsidP="00376541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3E3AE13C" w14:textId="215BAC09" w:rsidR="0090559C" w:rsidRDefault="0090559C" w:rsidP="00376541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</w:t>
            </w:r>
            <w:r w:rsidR="00A179B1" w:rsidRPr="00553FAE">
              <w:rPr>
                <w:color w:val="000000" w:themeColor="text1"/>
              </w:rPr>
              <w:t>vérifier</w:t>
            </w:r>
            <w:r w:rsidR="00A179B1" w:rsidRPr="00697A3E">
              <w:rPr>
                <w:color w:val="FF0000"/>
              </w:rPr>
              <w:t xml:space="preserve"> </w:t>
            </w:r>
            <w:r>
              <w:t>l’allure de la courbe</w:t>
            </w:r>
          </w:p>
          <w:p w14:paraId="73DF851F" w14:textId="77777777" w:rsidR="0090559C" w:rsidRDefault="0090559C" w:rsidP="00376541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102FDA8" w14:textId="77777777" w:rsidR="0090559C" w:rsidRDefault="0090559C" w:rsidP="00376541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2388C74E" w14:textId="77777777" w:rsidR="0090559C" w:rsidRDefault="0090559C" w:rsidP="002D1FCE">
      <w:pPr>
        <w:pStyle w:val="ECEcorps"/>
        <w:spacing w:after="120" w:line="240" w:lineRule="auto"/>
        <w:rPr>
          <w:rFonts w:eastAsia="Arial Unicode MS"/>
        </w:rPr>
      </w:pPr>
      <w:bookmarkStart w:id="7" w:name="_Hlk53475654"/>
    </w:p>
    <w:bookmarkEnd w:id="7"/>
    <w:p w14:paraId="6A22D436" w14:textId="4A903F7C" w:rsidR="00A43066" w:rsidRDefault="000A6370" w:rsidP="00FB34B7">
      <w:pPr>
        <w:pStyle w:val="ECEcorps"/>
        <w:spacing w:after="120" w:line="240" w:lineRule="auto"/>
        <w:rPr>
          <w:rFonts w:eastAsia="Arial Unicode MS"/>
        </w:rPr>
      </w:pPr>
      <w:r>
        <w:rPr>
          <w:rFonts w:eastAsia="Arial Unicode MS"/>
        </w:rPr>
        <w:t>À l’aide des fonctionnalités du tableur-grapheur</w:t>
      </w:r>
      <w:r w:rsidR="00A43066">
        <w:rPr>
          <w:rFonts w:eastAsia="Arial Unicode MS"/>
        </w:rPr>
        <w:t>,</w:t>
      </w:r>
      <w:r>
        <w:rPr>
          <w:rFonts w:eastAsia="Arial Unicode MS"/>
        </w:rPr>
        <w:t xml:space="preserve"> déterminer </w:t>
      </w:r>
      <w:r w:rsidR="00F44B9E">
        <w:rPr>
          <w:rFonts w:eastAsia="Arial Unicode MS"/>
        </w:rPr>
        <w:t>la</w:t>
      </w:r>
      <w:r>
        <w:rPr>
          <w:rFonts w:eastAsia="Arial Unicode MS"/>
        </w:rPr>
        <w:t xml:space="preserve"> valeur des tensions minimale et maximale. </w:t>
      </w:r>
    </w:p>
    <w:p w14:paraId="2A1D8407" w14:textId="10BDD24C" w:rsidR="00E40446" w:rsidRDefault="00050CB7" w:rsidP="00FB34B7">
      <w:pPr>
        <w:pStyle w:val="ECEcorps"/>
        <w:spacing w:after="120" w:line="240" w:lineRule="auto"/>
        <w:rPr>
          <w:rFonts w:eastAsia="Arial Unicode MS"/>
        </w:rPr>
      </w:pPr>
      <w:r>
        <w:rPr>
          <w:rFonts w:eastAsia="Arial Unicode MS"/>
        </w:rPr>
        <w:t xml:space="preserve">Calculer la tension de référence </w:t>
      </w:r>
      <w:r w:rsidRPr="00050CB7">
        <w:rPr>
          <w:rFonts w:eastAsia="Arial Unicode MS"/>
          <w:i/>
          <w:iCs/>
        </w:rPr>
        <w:t>U</w:t>
      </w:r>
      <w:r w:rsidRPr="00465C04">
        <w:rPr>
          <w:rFonts w:eastAsia="Arial Unicode MS"/>
          <w:i/>
          <w:iCs/>
          <w:vertAlign w:val="subscript"/>
        </w:rPr>
        <w:t>réf</w:t>
      </w:r>
      <w:r>
        <w:rPr>
          <w:rFonts w:eastAsia="Arial Unicode MS"/>
        </w:rPr>
        <w:t xml:space="preserve"> et </w:t>
      </w:r>
      <w:r w:rsidR="00630889">
        <w:rPr>
          <w:rFonts w:eastAsia="Arial Unicode MS"/>
        </w:rPr>
        <w:t>déterminer</w:t>
      </w:r>
      <w:r>
        <w:rPr>
          <w:rFonts w:eastAsia="Arial Unicode MS"/>
        </w:rPr>
        <w:t xml:space="preserve"> le temps de réponse de la </w:t>
      </w:r>
      <w:r w:rsidR="00A46738">
        <w:rPr>
          <w:rFonts w:eastAsia="Arial Unicode MS"/>
        </w:rPr>
        <w:t>surface</w:t>
      </w:r>
      <w:r>
        <w:rPr>
          <w:rFonts w:eastAsia="Arial Unicode MS"/>
        </w:rPr>
        <w:t xml:space="preserve"> élémentaire </w:t>
      </w:r>
      <w:r w:rsidR="00761859">
        <w:rPr>
          <w:rFonts w:eastAsia="Arial Unicode MS"/>
        </w:rPr>
        <w:t>étudiée</w:t>
      </w:r>
      <w:r>
        <w:rPr>
          <w:rFonts w:eastAsia="Arial Unicode MS"/>
        </w:rPr>
        <w:t xml:space="preserve">. </w:t>
      </w:r>
      <w:bookmarkStart w:id="8" w:name="_Hlk51679468"/>
      <w:r w:rsidR="00A43066">
        <w:rPr>
          <w:rFonts w:eastAsia="Arial Unicode MS"/>
        </w:rPr>
        <w:t>Noter ci-dessous les résultats obtenus.</w:t>
      </w:r>
    </w:p>
    <w:p w14:paraId="3E5A7517" w14:textId="0CFEE82B" w:rsidR="000A6370" w:rsidRDefault="00E40446" w:rsidP="00FB34B7">
      <w:pPr>
        <w:pStyle w:val="ECEcorps"/>
        <w:spacing w:after="120" w:line="240" w:lineRule="auto"/>
        <w:rPr>
          <w:rFonts w:eastAsia="Arial Unicode MS"/>
        </w:rPr>
      </w:pPr>
      <w:r>
        <w:rPr>
          <w:rFonts w:eastAsia="Arial Unicode MS"/>
          <w:u w:val="single"/>
        </w:rPr>
        <w:t>Remarque</w:t>
      </w:r>
      <w:r w:rsidR="005A7A42">
        <w:rPr>
          <w:rFonts w:eastAsia="Arial Unicode MS"/>
        </w:rPr>
        <w:t> </w:t>
      </w:r>
      <w:bookmarkEnd w:id="8"/>
      <w:r w:rsidR="005A7A42">
        <w:rPr>
          <w:rFonts w:eastAsia="Arial Unicode MS"/>
        </w:rPr>
        <w:t>: e</w:t>
      </w:r>
      <w:r w:rsidR="00A777F7">
        <w:rPr>
          <w:rFonts w:eastAsia="Arial Unicode MS"/>
        </w:rPr>
        <w:t>ffectuer</w:t>
      </w:r>
      <w:r w:rsidR="000A6370">
        <w:rPr>
          <w:rFonts w:eastAsia="Arial Unicode MS"/>
        </w:rPr>
        <w:t xml:space="preserve"> les mesures avec le maximum de précision</w:t>
      </w:r>
      <w:r w:rsidR="00050CB7">
        <w:rPr>
          <w:rFonts w:eastAsia="Arial Unicode MS"/>
        </w:rPr>
        <w:t xml:space="preserve"> et détailler </w:t>
      </w:r>
      <w:r w:rsidR="004A1E53">
        <w:rPr>
          <w:rFonts w:eastAsia="Arial Unicode MS"/>
        </w:rPr>
        <w:t>les</w:t>
      </w:r>
      <w:r w:rsidR="00050CB7">
        <w:rPr>
          <w:rFonts w:eastAsia="Arial Unicode MS"/>
        </w:rPr>
        <w:t xml:space="preserve"> calculs</w:t>
      </w:r>
      <w:r w:rsidR="000A6370">
        <w:rPr>
          <w:rFonts w:eastAsia="Arial Unicode MS"/>
        </w:rPr>
        <w:t>.</w:t>
      </w:r>
    </w:p>
    <w:p w14:paraId="3B7A837B" w14:textId="77777777" w:rsidR="00761859" w:rsidRPr="00877369" w:rsidRDefault="00761859" w:rsidP="00761859">
      <w:pPr>
        <w:pStyle w:val="ECErponse"/>
      </w:pPr>
      <w:bookmarkStart w:id="9" w:name="_Hlk38988888"/>
      <w:r w:rsidRPr="00877369">
        <w:t>…………………………………………………………………………………………………..……….………..………………..</w:t>
      </w:r>
    </w:p>
    <w:p w14:paraId="6612D8A1" w14:textId="77777777" w:rsidR="00761859" w:rsidRPr="00877369" w:rsidRDefault="00761859" w:rsidP="00761859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7C0D753F" w14:textId="77777777" w:rsidR="00761859" w:rsidRPr="00877369" w:rsidRDefault="00761859" w:rsidP="00761859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14DC102C" w14:textId="77777777" w:rsidR="001C6C0F" w:rsidRPr="00877369" w:rsidRDefault="001C6C0F" w:rsidP="001C6C0F">
      <w:pPr>
        <w:pStyle w:val="ECErponse"/>
      </w:pPr>
      <w:r w:rsidRPr="00877369">
        <w:lastRenderedPageBreak/>
        <w:t>…………………………………………………………………………………………………..……….………..………………..</w:t>
      </w:r>
    </w:p>
    <w:p w14:paraId="59653370" w14:textId="060153F2" w:rsidR="001C6C0F" w:rsidRDefault="001C6C0F" w:rsidP="001C6C0F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2ED30979" w14:textId="5BE4CE2D" w:rsidR="008123CF" w:rsidRDefault="008123CF" w:rsidP="00A179B1">
      <w:pPr>
        <w:pStyle w:val="ECEcorps"/>
        <w:spacing w:line="240" w:lineRule="auto"/>
        <w:rPr>
          <w:rFonts w:eastAsia="Arial Unicode MS"/>
        </w:rPr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90559C" w:rsidRPr="00887D9D" w14:paraId="07C2A117" w14:textId="77777777" w:rsidTr="00376541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16397BF" w14:textId="77777777" w:rsidR="0090559C" w:rsidRPr="00887D9D" w:rsidRDefault="0090559C" w:rsidP="00376541">
            <w:pPr>
              <w:jc w:val="center"/>
              <w:rPr>
                <w:bCs/>
                <w:color w:val="auto"/>
                <w:szCs w:val="22"/>
              </w:rPr>
            </w:pPr>
            <w:r>
              <w:br w:type="page"/>
            </w: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4C1385B" w14:textId="77777777" w:rsidR="0090559C" w:rsidRPr="00887D9D" w:rsidRDefault="0090559C" w:rsidP="00376541">
            <w:pPr>
              <w:pStyle w:val="ECEappel"/>
              <w:framePr w:wrap="around"/>
            </w:pPr>
            <w:r w:rsidRPr="00887D9D">
              <w:t>APPEL FACULTATIF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039BB6DB" w14:textId="77777777" w:rsidR="0090559C" w:rsidRPr="00887D9D" w:rsidRDefault="0090559C" w:rsidP="00376541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90559C" w:rsidRPr="00887D9D" w14:paraId="571E2873" w14:textId="77777777" w:rsidTr="00376541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50AAA54E" w14:textId="77777777" w:rsidR="0090559C" w:rsidRPr="00887D9D" w:rsidRDefault="0090559C" w:rsidP="00376541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3D9472C9" w14:textId="77777777" w:rsidR="0090559C" w:rsidRPr="00887D9D" w:rsidRDefault="0090559C" w:rsidP="00376541">
            <w:pPr>
              <w:pStyle w:val="ECEappel"/>
              <w:framePr w:wrap="around"/>
            </w:pPr>
            <w:r w:rsidRPr="00887D9D">
              <w:t>Appeler le professeur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3044D82" w14:textId="77777777" w:rsidR="0090559C" w:rsidRPr="00887D9D" w:rsidRDefault="0090559C" w:rsidP="00376541">
            <w:pPr>
              <w:jc w:val="center"/>
              <w:rPr>
                <w:bCs/>
                <w:color w:val="auto"/>
                <w:szCs w:val="22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73C68184" w14:textId="77777777" w:rsidR="0090559C" w:rsidRDefault="0090559C" w:rsidP="008123CF">
      <w:pPr>
        <w:pStyle w:val="ECEcorps"/>
        <w:spacing w:after="120" w:line="360" w:lineRule="auto"/>
        <w:rPr>
          <w:rFonts w:eastAsia="Arial Unicode MS"/>
        </w:rPr>
      </w:pPr>
    </w:p>
    <w:p w14:paraId="2D3CE1F4" w14:textId="6ECE8B54" w:rsidR="00FF2A6D" w:rsidRPr="00FA7E69" w:rsidRDefault="00FF2A6D" w:rsidP="00A43066">
      <w:pPr>
        <w:pStyle w:val="ECEcorps"/>
        <w:numPr>
          <w:ilvl w:val="0"/>
          <w:numId w:val="38"/>
        </w:numPr>
        <w:spacing w:after="120" w:line="360" w:lineRule="auto"/>
        <w:rPr>
          <w:rFonts w:eastAsia="Arial Unicode MS"/>
        </w:rPr>
      </w:pPr>
      <w:r w:rsidRPr="00A43066">
        <w:rPr>
          <w:rFonts w:eastAsia="Arial Unicode MS"/>
          <w:b/>
        </w:rPr>
        <w:t>Exploitation des données</w:t>
      </w:r>
      <w:r w:rsidR="001C4564">
        <w:rPr>
          <w:rFonts w:eastAsia="Arial Unicode MS"/>
          <w:b/>
        </w:rPr>
        <w:t xml:space="preserve"> et détermination de </w:t>
      </w:r>
      <w:r w:rsidR="001C4564" w:rsidRPr="001C4564">
        <w:rPr>
          <w:rFonts w:eastAsia="Arial Unicode MS"/>
          <w:b/>
          <w:i/>
          <w:iCs/>
        </w:rPr>
        <w:t>r</w:t>
      </w:r>
      <w:r w:rsidR="00A43066">
        <w:rPr>
          <w:rFonts w:eastAsia="Arial Unicode MS"/>
        </w:rPr>
        <w:t xml:space="preserve"> </w:t>
      </w:r>
      <w:r w:rsidR="00A43066" w:rsidRPr="00D57F33">
        <w:rPr>
          <w:bCs/>
        </w:rPr>
        <w:t>(</w:t>
      </w:r>
      <w:r w:rsidR="001C4564">
        <w:rPr>
          <w:bCs/>
        </w:rPr>
        <w:t>2</w:t>
      </w:r>
      <w:r w:rsidR="00A43066">
        <w:rPr>
          <w:bCs/>
        </w:rPr>
        <w:t>0</w:t>
      </w:r>
      <w:r w:rsidR="00A43066" w:rsidRPr="00D57F33">
        <w:rPr>
          <w:bCs/>
        </w:rPr>
        <w:t xml:space="preserve"> minutes conseillées)</w:t>
      </w:r>
    </w:p>
    <w:bookmarkEnd w:id="9"/>
    <w:p w14:paraId="0AB1A86F" w14:textId="35A399B0" w:rsidR="00777493" w:rsidRDefault="00EF3E1A" w:rsidP="0014611E">
      <w:pPr>
        <w:pStyle w:val="ECEcorps"/>
        <w:numPr>
          <w:ilvl w:val="1"/>
          <w:numId w:val="38"/>
        </w:numPr>
        <w:spacing w:after="120" w:line="240" w:lineRule="auto"/>
        <w:ind w:left="284"/>
        <w:rPr>
          <w:rFonts w:eastAsia="Arial Unicode MS"/>
        </w:rPr>
      </w:pPr>
      <w:r>
        <w:rPr>
          <w:rFonts w:eastAsia="Arial Unicode MS"/>
        </w:rPr>
        <w:t>À</w:t>
      </w:r>
      <w:r w:rsidR="00667B07">
        <w:rPr>
          <w:rFonts w:eastAsia="Arial Unicode MS"/>
        </w:rPr>
        <w:t xml:space="preserve"> l’aide des </w:t>
      </w:r>
      <w:r w:rsidR="00AA2920">
        <w:t>informations mises à disposition</w:t>
      </w:r>
      <w:r w:rsidR="0076214A">
        <w:rPr>
          <w:rFonts w:eastAsia="Arial Unicode MS"/>
        </w:rPr>
        <w:t xml:space="preserve">, </w:t>
      </w:r>
      <w:r w:rsidR="00777493">
        <w:rPr>
          <w:rFonts w:eastAsia="Arial Unicode MS"/>
        </w:rPr>
        <w:t>indiquer si</w:t>
      </w:r>
      <w:r w:rsidR="0076214A">
        <w:rPr>
          <w:rFonts w:eastAsia="Arial Unicode MS"/>
        </w:rPr>
        <w:t xml:space="preserve"> le dispositif expérimental </w:t>
      </w:r>
      <w:r w:rsidR="000A6370">
        <w:rPr>
          <w:rFonts w:eastAsia="Arial Unicode MS"/>
        </w:rPr>
        <w:t>actuel</w:t>
      </w:r>
      <w:r w:rsidR="00D20968">
        <w:rPr>
          <w:rFonts w:eastAsia="Arial Unicode MS"/>
        </w:rPr>
        <w:t xml:space="preserve"> </w:t>
      </w:r>
      <w:r w:rsidR="00761859">
        <w:rPr>
          <w:rFonts w:eastAsia="Arial Unicode MS"/>
        </w:rPr>
        <w:t xml:space="preserve">répond aux </w:t>
      </w:r>
      <w:r w:rsidR="001C6C0F" w:rsidRPr="00630889">
        <w:rPr>
          <w:rFonts w:eastAsia="Arial Unicode MS"/>
        </w:rPr>
        <w:t>deux</w:t>
      </w:r>
      <w:r w:rsidR="00761859" w:rsidRPr="00630889">
        <w:rPr>
          <w:rFonts w:eastAsia="Arial Unicode MS"/>
        </w:rPr>
        <w:t xml:space="preserve"> </w:t>
      </w:r>
      <w:r w:rsidR="00F72237" w:rsidRPr="00630889">
        <w:rPr>
          <w:rFonts w:eastAsia="Arial Unicode MS"/>
        </w:rPr>
        <w:t>critères</w:t>
      </w:r>
      <w:r w:rsidR="00761859">
        <w:rPr>
          <w:rFonts w:eastAsia="Arial Unicode MS"/>
        </w:rPr>
        <w:t xml:space="preserve"> </w:t>
      </w:r>
      <w:r w:rsidR="001C6C0F">
        <w:rPr>
          <w:rFonts w:eastAsia="Arial Unicode MS"/>
        </w:rPr>
        <w:t>souhaités</w:t>
      </w:r>
      <w:r w:rsidR="00761859">
        <w:rPr>
          <w:rFonts w:eastAsia="Arial Unicode MS"/>
        </w:rPr>
        <w:t xml:space="preserve"> pour simuler le fonctionnement d’une </w:t>
      </w:r>
      <w:r w:rsidR="00A46738">
        <w:rPr>
          <w:rFonts w:eastAsia="Arial Unicode MS"/>
        </w:rPr>
        <w:t>surface</w:t>
      </w:r>
      <w:r w:rsidR="00761859">
        <w:rPr>
          <w:rFonts w:eastAsia="Arial Unicode MS"/>
        </w:rPr>
        <w:t xml:space="preserve"> élémentaire </w:t>
      </w:r>
      <w:r w:rsidR="008123CF">
        <w:rPr>
          <w:rFonts w:eastAsia="Arial Unicode MS"/>
        </w:rPr>
        <w:t>lors du contact d’un doigt</w:t>
      </w:r>
      <w:r w:rsidR="00D20968">
        <w:rPr>
          <w:rFonts w:eastAsia="Arial Unicode MS"/>
        </w:rPr>
        <w:t xml:space="preserve">. </w:t>
      </w:r>
    </w:p>
    <w:p w14:paraId="768BB809" w14:textId="77777777" w:rsidR="001C6C0F" w:rsidRPr="00877369" w:rsidRDefault="001C6C0F" w:rsidP="001C6C0F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6193C0EC" w14:textId="77777777" w:rsidR="00A179B1" w:rsidRPr="00877369" w:rsidRDefault="00A179B1" w:rsidP="00A179B1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7C5D080E" w14:textId="77777777" w:rsidR="00A179B1" w:rsidRPr="00877369" w:rsidRDefault="00A179B1" w:rsidP="00A179B1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180AF7A0" w14:textId="77777777" w:rsidR="00A179B1" w:rsidRPr="00877369" w:rsidRDefault="00A179B1" w:rsidP="00A179B1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77CA7662" w14:textId="77777777" w:rsidR="00A179B1" w:rsidRPr="00877369" w:rsidRDefault="00A179B1" w:rsidP="00A179B1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2D2C95D3" w14:textId="77777777" w:rsidR="00A179B1" w:rsidRDefault="00A179B1" w:rsidP="00A179B1">
      <w:pPr>
        <w:spacing w:line="240" w:lineRule="auto"/>
        <w:rPr>
          <w:rFonts w:eastAsia="Arial Unicode MS"/>
        </w:rPr>
      </w:pPr>
    </w:p>
    <w:p w14:paraId="227C7BD2" w14:textId="33586746" w:rsidR="00A179B1" w:rsidRPr="0014611E" w:rsidRDefault="00A179B1" w:rsidP="0014611E">
      <w:pPr>
        <w:pStyle w:val="Paragraphedeliste"/>
        <w:numPr>
          <w:ilvl w:val="1"/>
          <w:numId w:val="38"/>
        </w:numPr>
        <w:spacing w:line="240" w:lineRule="auto"/>
        <w:ind w:left="284"/>
        <w:rPr>
          <w:rFonts w:eastAsia="Arial Unicode MS"/>
          <w:color w:val="auto"/>
        </w:rPr>
      </w:pPr>
      <w:r w:rsidRPr="0014611E">
        <w:rPr>
          <w:rFonts w:eastAsia="Arial Unicode MS"/>
          <w:color w:val="auto"/>
        </w:rPr>
        <w:t xml:space="preserve">À l’aide des informations mises à disposition et des différents conducteurs ohmiques, déterminer la valeur de la résistance </w:t>
      </w:r>
      <w:r w:rsidRPr="0014611E">
        <w:rPr>
          <w:rFonts w:eastAsia="Arial Unicode MS"/>
          <w:i/>
          <w:iCs/>
          <w:color w:val="auto"/>
        </w:rPr>
        <w:t>r</w:t>
      </w:r>
      <w:r w:rsidRPr="0014611E">
        <w:rPr>
          <w:rFonts w:eastAsia="Arial Unicode MS"/>
          <w:color w:val="auto"/>
        </w:rPr>
        <w:t xml:space="preserve"> du conducteur ohmique le plus adapté au temps de réponse. </w:t>
      </w:r>
    </w:p>
    <w:p w14:paraId="1CA6FBA9" w14:textId="77777777" w:rsidR="00A179B1" w:rsidRPr="00877369" w:rsidRDefault="00A179B1" w:rsidP="00A179B1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4D114A1A" w14:textId="77777777" w:rsidR="00A179B1" w:rsidRDefault="00A179B1" w:rsidP="00A179B1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2B549AC4" w14:textId="798C52BF" w:rsidR="00A179B1" w:rsidRPr="00553FAE" w:rsidRDefault="00A179B1" w:rsidP="00A179B1">
      <w:pPr>
        <w:pStyle w:val="ECErponse"/>
        <w:rPr>
          <w:color w:val="000000" w:themeColor="text1"/>
        </w:rPr>
      </w:pPr>
      <w:r w:rsidRPr="00553FAE">
        <w:rPr>
          <w:color w:val="000000" w:themeColor="text1"/>
        </w:rPr>
        <w:t xml:space="preserve">Remplacer </w:t>
      </w:r>
      <w:r w:rsidR="00630889">
        <w:rPr>
          <w:color w:val="000000" w:themeColor="text1"/>
        </w:rPr>
        <w:t xml:space="preserve">dans le circuit </w:t>
      </w:r>
      <w:r w:rsidRPr="00553FAE">
        <w:rPr>
          <w:color w:val="000000" w:themeColor="text1"/>
        </w:rPr>
        <w:t xml:space="preserve">le conducteur ohmique </w:t>
      </w:r>
      <w:r w:rsidR="00630889">
        <w:rPr>
          <w:color w:val="000000" w:themeColor="text1"/>
        </w:rPr>
        <w:t>déjà présent par ce conducteur ohmique ;</w:t>
      </w:r>
      <w:r w:rsidRPr="00553FAE">
        <w:rPr>
          <w:color w:val="000000" w:themeColor="text1"/>
        </w:rPr>
        <w:t xml:space="preserve"> puis faire une nouvelle acquisition et un tracé de </w:t>
      </w:r>
      <w:r w:rsidRPr="00553FAE">
        <w:rPr>
          <w:rFonts w:eastAsia="Arial Unicode MS"/>
          <w:i/>
          <w:iCs/>
          <w:color w:val="000000" w:themeColor="text1"/>
        </w:rPr>
        <w:t>U</w:t>
      </w:r>
      <w:r w:rsidRPr="00553FAE">
        <w:rPr>
          <w:rFonts w:eastAsia="Arial Unicode MS"/>
          <w:i/>
          <w:iCs/>
          <w:color w:val="000000" w:themeColor="text1"/>
          <w:vertAlign w:val="subscript"/>
        </w:rPr>
        <w:t>C</w:t>
      </w:r>
      <w:r w:rsidRPr="00553FAE">
        <w:rPr>
          <w:rFonts w:eastAsia="Arial Unicode MS"/>
          <w:color w:val="000000" w:themeColor="text1"/>
        </w:rPr>
        <w:t xml:space="preserve"> = f(</w:t>
      </w:r>
      <w:r w:rsidRPr="00553FAE">
        <w:rPr>
          <w:rFonts w:eastAsia="Arial Unicode MS"/>
          <w:i/>
          <w:iCs/>
          <w:color w:val="000000" w:themeColor="text1"/>
        </w:rPr>
        <w:t>t</w:t>
      </w:r>
      <w:r w:rsidRPr="00553FAE">
        <w:rPr>
          <w:rFonts w:eastAsia="Arial Unicode MS"/>
          <w:color w:val="000000" w:themeColor="text1"/>
        </w:rPr>
        <w:t>).</w:t>
      </w:r>
    </w:p>
    <w:p w14:paraId="67C22A71" w14:textId="77777777" w:rsidR="00A179B1" w:rsidRDefault="00A179B1" w:rsidP="00A179B1">
      <w:pPr>
        <w:pStyle w:val="ECErponse"/>
        <w:spacing w:before="0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A179B1" w:rsidRPr="00887D9D" w14:paraId="2F0424BA" w14:textId="77777777" w:rsidTr="00A140BD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EE317B4" w14:textId="77777777" w:rsidR="00A179B1" w:rsidRPr="00887D9D" w:rsidRDefault="00A179B1" w:rsidP="00A140BD">
            <w:pPr>
              <w:jc w:val="center"/>
              <w:rPr>
                <w:bCs/>
                <w:color w:val="auto"/>
                <w:szCs w:val="22"/>
              </w:rPr>
            </w:pPr>
            <w:r>
              <w:br w:type="page"/>
            </w: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9112864" w14:textId="77777777" w:rsidR="00A179B1" w:rsidRPr="001B3B1B" w:rsidRDefault="00A179B1" w:rsidP="00A140BD">
            <w:pPr>
              <w:pStyle w:val="ECEappel"/>
              <w:framePr w:wrap="around"/>
              <w:rPr>
                <w:color w:val="000000" w:themeColor="text1"/>
              </w:rPr>
            </w:pPr>
            <w:r w:rsidRPr="001B3B1B">
              <w:rPr>
                <w:color w:val="000000" w:themeColor="text1"/>
              </w:rP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72472931" w14:textId="77777777" w:rsidR="00A179B1" w:rsidRPr="00887D9D" w:rsidRDefault="00A179B1" w:rsidP="00A140BD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A179B1" w:rsidRPr="00887D9D" w14:paraId="1DF7549D" w14:textId="77777777" w:rsidTr="00A140BD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4D01CB03" w14:textId="77777777" w:rsidR="00A179B1" w:rsidRPr="00887D9D" w:rsidRDefault="00A179B1" w:rsidP="00A140BD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58D60AF4" w14:textId="77777777" w:rsidR="00A179B1" w:rsidRPr="001B3B1B" w:rsidRDefault="00A179B1" w:rsidP="00A140BD">
            <w:pPr>
              <w:pStyle w:val="ECEappel"/>
              <w:framePr w:hSpace="0" w:wrap="auto" w:vAnchor="margin" w:hAnchor="text" w:xAlign="left" w:yAlign="inline"/>
              <w:rPr>
                <w:color w:val="000000" w:themeColor="text1"/>
              </w:rPr>
            </w:pPr>
            <w:r w:rsidRPr="001B3B1B">
              <w:rPr>
                <w:color w:val="000000" w:themeColor="text1"/>
              </w:rPr>
              <w:t>Appeler le professeur pour vérifier l’allure de la courbe</w:t>
            </w:r>
          </w:p>
          <w:p w14:paraId="266F1CD1" w14:textId="77777777" w:rsidR="00A179B1" w:rsidRPr="001B3B1B" w:rsidRDefault="00A179B1" w:rsidP="00A140BD">
            <w:pPr>
              <w:pStyle w:val="ECEappel"/>
              <w:framePr w:wrap="around"/>
              <w:rPr>
                <w:color w:val="000000" w:themeColor="text1"/>
              </w:rPr>
            </w:pPr>
            <w:r w:rsidRPr="001B3B1B">
              <w:rPr>
                <w:color w:val="000000" w:themeColor="text1"/>
              </w:rPr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FB1402A" w14:textId="77777777" w:rsidR="00A179B1" w:rsidRPr="00887D9D" w:rsidRDefault="00A179B1" w:rsidP="00A140BD">
            <w:pPr>
              <w:jc w:val="center"/>
              <w:rPr>
                <w:bCs/>
                <w:color w:val="auto"/>
                <w:szCs w:val="22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3475DE35" w14:textId="390E8A10" w:rsidR="00A179B1" w:rsidRPr="00553FAE" w:rsidRDefault="00553FAE" w:rsidP="0014611E">
      <w:pPr>
        <w:pStyle w:val="ECEcorps"/>
        <w:numPr>
          <w:ilvl w:val="1"/>
          <w:numId w:val="38"/>
        </w:numPr>
        <w:spacing w:before="240" w:after="120" w:line="360" w:lineRule="auto"/>
        <w:ind w:left="284"/>
        <w:rPr>
          <w:rFonts w:eastAsia="Arial Unicode MS"/>
          <w:color w:val="000000" w:themeColor="text1"/>
        </w:rPr>
      </w:pPr>
      <w:r>
        <w:rPr>
          <w:rFonts w:eastAsia="Arial Unicode MS"/>
          <w:color w:val="000000" w:themeColor="text1"/>
        </w:rPr>
        <w:t>Déterminer la valeur</w:t>
      </w:r>
      <w:r w:rsidR="00A179B1" w:rsidRPr="00553FAE">
        <w:rPr>
          <w:rFonts w:eastAsia="Arial Unicode MS"/>
          <w:color w:val="000000" w:themeColor="text1"/>
        </w:rPr>
        <w:t xml:space="preserve"> la nouvelle valeur de </w:t>
      </w:r>
      <w:r w:rsidR="00A179B1" w:rsidRPr="00553FAE">
        <w:rPr>
          <w:rFonts w:eastAsia="Arial Unicode MS"/>
          <w:i/>
          <w:iCs/>
          <w:color w:val="000000" w:themeColor="text1"/>
        </w:rPr>
        <w:t>U</w:t>
      </w:r>
      <w:r w:rsidR="00A179B1" w:rsidRPr="00553FAE">
        <w:rPr>
          <w:rFonts w:eastAsia="Arial Unicode MS"/>
          <w:i/>
          <w:iCs/>
          <w:color w:val="000000" w:themeColor="text1"/>
          <w:vertAlign w:val="subscript"/>
        </w:rPr>
        <w:t>réf</w:t>
      </w:r>
      <w:r w:rsidR="00A179B1" w:rsidRPr="00553FAE">
        <w:rPr>
          <w:rFonts w:eastAsia="Arial Unicode MS"/>
          <w:color w:val="000000" w:themeColor="text1"/>
        </w:rPr>
        <w:t>.</w:t>
      </w:r>
    </w:p>
    <w:p w14:paraId="28DA628F" w14:textId="3DAE00B9" w:rsidR="00A179B1" w:rsidRDefault="00A179B1" w:rsidP="00A179B1">
      <w:pPr>
        <w:pStyle w:val="ECErponse"/>
        <w:spacing w:before="0"/>
      </w:pPr>
      <w:r w:rsidRPr="00877369">
        <w:t>…………………………………………………………………………………………………..……….………..………………..</w:t>
      </w:r>
    </w:p>
    <w:p w14:paraId="575E93B8" w14:textId="1B077327" w:rsidR="001B3B1B" w:rsidRDefault="001B3B1B" w:rsidP="00A179B1">
      <w:pPr>
        <w:pStyle w:val="ECErponse"/>
        <w:spacing w:before="0"/>
      </w:pPr>
    </w:p>
    <w:p w14:paraId="3BF01FD0" w14:textId="77777777" w:rsidR="001B3B1B" w:rsidRDefault="001B3B1B" w:rsidP="001B3B1B">
      <w:pPr>
        <w:pStyle w:val="ECErponse"/>
        <w:spacing w:before="0"/>
      </w:pPr>
      <w:r w:rsidRPr="00877369">
        <w:t>…………………………………………………………………………………………………..……….………..………………..</w:t>
      </w:r>
    </w:p>
    <w:p w14:paraId="14139651" w14:textId="5E4071FD" w:rsidR="001B3B1B" w:rsidRDefault="001B3B1B" w:rsidP="00A179B1">
      <w:pPr>
        <w:pStyle w:val="ECErponse"/>
        <w:spacing w:before="0"/>
      </w:pPr>
    </w:p>
    <w:p w14:paraId="6A7AD16F" w14:textId="77777777" w:rsidR="00013E72" w:rsidRDefault="00013E72" w:rsidP="00013E72">
      <w:pPr>
        <w:pStyle w:val="ECErponse"/>
        <w:spacing w:before="0"/>
      </w:pPr>
      <w:r w:rsidRPr="00877369">
        <w:t>…………………………………………………………………………………………………..……….………..………………..</w:t>
      </w:r>
    </w:p>
    <w:p w14:paraId="3B6EF7F5" w14:textId="77777777" w:rsidR="00013E72" w:rsidRDefault="00013E72" w:rsidP="00A179B1">
      <w:pPr>
        <w:pStyle w:val="ECErponse"/>
        <w:spacing w:before="0"/>
      </w:pPr>
    </w:p>
    <w:p w14:paraId="44DBC1D1" w14:textId="77777777" w:rsidR="001B3B1B" w:rsidRPr="00877369" w:rsidRDefault="001B3B1B" w:rsidP="00A179B1">
      <w:pPr>
        <w:pStyle w:val="ECErponse"/>
        <w:spacing w:before="0"/>
      </w:pPr>
    </w:p>
    <w:p w14:paraId="09465522" w14:textId="4CF7DA38" w:rsidR="00CE7F46" w:rsidRDefault="00A43066" w:rsidP="0062722B">
      <w:pPr>
        <w:pStyle w:val="ECEpartie"/>
        <w:numPr>
          <w:ilvl w:val="0"/>
          <w:numId w:val="38"/>
        </w:numPr>
      </w:pPr>
      <w:r>
        <w:t xml:space="preserve"> </w:t>
      </w:r>
      <w:r w:rsidR="00CE7F46">
        <w:t xml:space="preserve">Programme de commande du microcontrôleur pour </w:t>
      </w:r>
      <w:r w:rsidR="005927AF">
        <w:t>une</w:t>
      </w:r>
      <w:r w:rsidR="00CE7F46">
        <w:t xml:space="preserve"> </w:t>
      </w:r>
      <w:r w:rsidR="00A46738">
        <w:t>surface</w:t>
      </w:r>
      <w:r w:rsidR="00CE7F46">
        <w:t xml:space="preserve"> </w:t>
      </w:r>
      <w:r w:rsidR="00CE7F46" w:rsidRPr="00D57F33">
        <w:t xml:space="preserve">élémentaire </w:t>
      </w:r>
      <w:r w:rsidR="00CE7F46" w:rsidRPr="00D57F33">
        <w:rPr>
          <w:b w:val="0"/>
          <w:bCs/>
        </w:rPr>
        <w:t>(</w:t>
      </w:r>
      <w:r>
        <w:rPr>
          <w:b w:val="0"/>
          <w:bCs/>
        </w:rPr>
        <w:t>20</w:t>
      </w:r>
      <w:r w:rsidR="00CE7F46" w:rsidRPr="00D57F33">
        <w:rPr>
          <w:b w:val="0"/>
          <w:bCs/>
        </w:rPr>
        <w:t xml:space="preserve"> minutes conseillées)</w:t>
      </w:r>
    </w:p>
    <w:p w14:paraId="29EC2028" w14:textId="5C8FEEAB" w:rsidR="00CE7F46" w:rsidRDefault="00CE7F46" w:rsidP="00CE7F46">
      <w:pPr>
        <w:pStyle w:val="ECEpartie"/>
        <w:numPr>
          <w:ilvl w:val="0"/>
          <w:numId w:val="0"/>
        </w:numPr>
      </w:pPr>
    </w:p>
    <w:p w14:paraId="18C407F1" w14:textId="34AF1395" w:rsidR="000D530A" w:rsidRDefault="008C5ED6" w:rsidP="000D530A">
      <w:pPr>
        <w:pStyle w:val="ECEcorps"/>
      </w:pPr>
      <w:r>
        <w:t>Dans cette partie</w:t>
      </w:r>
      <w:r w:rsidR="00A43066">
        <w:t>,</w:t>
      </w:r>
      <w:r>
        <w:t xml:space="preserve"> une seule </w:t>
      </w:r>
      <w:r w:rsidR="00A46738">
        <w:t>surface</w:t>
      </w:r>
      <w:r>
        <w:t xml:space="preserve"> élémentaire </w:t>
      </w:r>
      <w:r w:rsidR="00350028">
        <w:t>est</w:t>
      </w:r>
      <w:r>
        <w:t xml:space="preserve"> prise en compte par le microcontrôleur</w:t>
      </w:r>
      <w:r w:rsidR="00A43066">
        <w:t xml:space="preserve"> : </w:t>
      </w:r>
      <w:r>
        <w:t xml:space="preserve">il s’agit de la </w:t>
      </w:r>
      <w:r w:rsidR="00A46738">
        <w:t>surface</w:t>
      </w:r>
      <w:r>
        <w:t xml:space="preserve"> </w:t>
      </w:r>
      <w:r w:rsidR="00DD72AB">
        <w:t xml:space="preserve">élémentaire </w:t>
      </w:r>
      <w:r>
        <w:t xml:space="preserve">aux coordonnées </w:t>
      </w:r>
      <w:r w:rsidR="000D530A">
        <w:t>(A ; 0)</w:t>
      </w:r>
      <w:r>
        <w:t>.</w:t>
      </w:r>
    </w:p>
    <w:p w14:paraId="1E62F009" w14:textId="77777777" w:rsidR="000D530A" w:rsidRPr="000D530A" w:rsidRDefault="000D530A" w:rsidP="000D530A">
      <w:pPr>
        <w:pStyle w:val="ECEcorps"/>
      </w:pPr>
    </w:p>
    <w:p w14:paraId="051B622D" w14:textId="46E0B7BF" w:rsidR="005927AF" w:rsidRPr="00DD72AB" w:rsidRDefault="004403E3" w:rsidP="00B4352E">
      <w:pPr>
        <w:pStyle w:val="ECEcorps"/>
        <w:spacing w:after="120" w:line="240" w:lineRule="auto"/>
        <w:rPr>
          <w:rFonts w:eastAsia="Arial Unicode MS"/>
        </w:rPr>
      </w:pPr>
      <w:r w:rsidRPr="00DD72AB">
        <w:rPr>
          <w:rFonts w:eastAsia="Arial Unicode MS"/>
        </w:rPr>
        <w:t>Ouvrir le programme « </w:t>
      </w:r>
      <w:r w:rsidRPr="00E40446">
        <w:rPr>
          <w:rFonts w:eastAsia="Arial Unicode MS"/>
          <w:i/>
        </w:rPr>
        <w:t>Programme_</w:t>
      </w:r>
      <w:r w:rsidR="002117FC">
        <w:rPr>
          <w:rFonts w:eastAsia="Arial Unicode MS"/>
          <w:i/>
        </w:rPr>
        <w:t>affichage</w:t>
      </w:r>
      <w:r w:rsidRPr="00E40446">
        <w:rPr>
          <w:rFonts w:eastAsia="Arial Unicode MS"/>
          <w:i/>
        </w:rPr>
        <w:t>.</w:t>
      </w:r>
      <w:r w:rsidR="00B92E2A" w:rsidRPr="00E40446">
        <w:rPr>
          <w:rFonts w:eastAsia="Arial Unicode MS"/>
          <w:i/>
        </w:rPr>
        <w:t>ino</w:t>
      </w:r>
      <w:r w:rsidRPr="00DD72AB">
        <w:rPr>
          <w:rFonts w:eastAsia="Arial Unicode MS"/>
        </w:rPr>
        <w:t xml:space="preserve"> » dans le logiciel </w:t>
      </w:r>
      <w:r w:rsidR="00B92E2A">
        <w:rPr>
          <w:rFonts w:eastAsia="Arial Unicode MS"/>
        </w:rPr>
        <w:t xml:space="preserve">Arduino </w:t>
      </w:r>
      <w:r w:rsidRPr="00DD72AB">
        <w:rPr>
          <w:rFonts w:eastAsia="Arial Unicode MS"/>
        </w:rPr>
        <w:t>IDE</w:t>
      </w:r>
      <w:r w:rsidR="009327A9" w:rsidRPr="00DD72AB">
        <w:rPr>
          <w:rFonts w:eastAsia="Arial Unicode MS"/>
        </w:rPr>
        <w:t>.</w:t>
      </w:r>
      <w:r w:rsidR="00DD72AB">
        <w:rPr>
          <w:rFonts w:eastAsia="Arial Unicode MS"/>
        </w:rPr>
        <w:t xml:space="preserve"> </w:t>
      </w:r>
      <w:r w:rsidR="005927AF" w:rsidRPr="00DD72AB">
        <w:rPr>
          <w:rFonts w:eastAsia="Arial Unicode MS"/>
        </w:rPr>
        <w:t xml:space="preserve">Observer le programme puis répondre aux questions </w:t>
      </w:r>
      <w:r w:rsidR="00A11EC5">
        <w:rPr>
          <w:rFonts w:eastAsia="Arial Unicode MS"/>
        </w:rPr>
        <w:t>suivantes</w:t>
      </w:r>
      <w:r w:rsidR="005927AF" w:rsidRPr="00DD72AB">
        <w:rPr>
          <w:rFonts w:eastAsia="Arial Unicode MS"/>
        </w:rPr>
        <w:t> :</w:t>
      </w:r>
    </w:p>
    <w:p w14:paraId="069207B5" w14:textId="37B7C40D" w:rsidR="005927AF" w:rsidRDefault="00B4352E" w:rsidP="005927AF">
      <w:pPr>
        <w:pStyle w:val="ECEcorps"/>
        <w:spacing w:after="120" w:line="240" w:lineRule="auto"/>
        <w:rPr>
          <w:rFonts w:eastAsia="Arial Unicode MS"/>
        </w:rPr>
      </w:pPr>
      <w:r>
        <w:rPr>
          <w:rFonts w:eastAsia="Arial Unicode MS"/>
        </w:rPr>
        <w:t xml:space="preserve">3.1. </w:t>
      </w:r>
      <w:r w:rsidR="005927AF">
        <w:rPr>
          <w:rFonts w:eastAsia="Arial Unicode MS"/>
        </w:rPr>
        <w:t xml:space="preserve">Comment se nomme la variable qui </w:t>
      </w:r>
      <w:r w:rsidR="009731EC">
        <w:rPr>
          <w:rFonts w:eastAsia="Arial Unicode MS"/>
        </w:rPr>
        <w:t>enregistre</w:t>
      </w:r>
      <w:r w:rsidR="005927AF">
        <w:rPr>
          <w:rFonts w:eastAsia="Arial Unicode MS"/>
        </w:rPr>
        <w:t xml:space="preserve"> la valeur de la tension mesurée sur la broche 0 et convertie en </w:t>
      </w:r>
      <w:r w:rsidR="001C4564">
        <w:rPr>
          <w:rFonts w:eastAsia="Arial Unicode MS"/>
        </w:rPr>
        <w:t>v</w:t>
      </w:r>
      <w:r w:rsidR="005927AF">
        <w:rPr>
          <w:rFonts w:eastAsia="Arial Unicode MS"/>
        </w:rPr>
        <w:t>olt ?</w:t>
      </w:r>
    </w:p>
    <w:p w14:paraId="2B3E5670" w14:textId="77777777" w:rsidR="005927AF" w:rsidRPr="00877369" w:rsidRDefault="005927AF" w:rsidP="009731EC">
      <w:pPr>
        <w:pStyle w:val="ECErponse"/>
        <w:spacing w:after="240"/>
      </w:pPr>
      <w:r w:rsidRPr="00877369">
        <w:t>…………………………………………………………………………………………………..……….………..………………..</w:t>
      </w:r>
    </w:p>
    <w:p w14:paraId="38A41552" w14:textId="372C2862" w:rsidR="005574BF" w:rsidRDefault="00B4352E" w:rsidP="005574BF">
      <w:pPr>
        <w:pStyle w:val="ECEcorps"/>
        <w:spacing w:after="120" w:line="240" w:lineRule="auto"/>
        <w:rPr>
          <w:rFonts w:eastAsia="Arial Unicode MS"/>
        </w:rPr>
      </w:pPr>
      <w:bookmarkStart w:id="10" w:name="_Hlk47433101"/>
      <w:r>
        <w:rPr>
          <w:rFonts w:eastAsia="Arial Unicode MS"/>
        </w:rPr>
        <w:t xml:space="preserve">3.2. </w:t>
      </w:r>
      <w:r w:rsidR="005574BF">
        <w:rPr>
          <w:rFonts w:eastAsia="Arial Unicode MS"/>
        </w:rPr>
        <w:t>S</w:t>
      </w:r>
      <w:r w:rsidR="009731EC">
        <w:rPr>
          <w:rFonts w:eastAsia="Arial Unicode MS"/>
        </w:rPr>
        <w:t xml:space="preserve">i </w:t>
      </w:r>
      <w:r w:rsidR="00D70FAE">
        <w:rPr>
          <w:rFonts w:eastAsia="Arial Unicode MS"/>
        </w:rPr>
        <w:t xml:space="preserve">un doigt est en contact avec </w:t>
      </w:r>
      <w:r w:rsidR="009731EC">
        <w:rPr>
          <w:rFonts w:eastAsia="Arial Unicode MS"/>
        </w:rPr>
        <w:t xml:space="preserve">la </w:t>
      </w:r>
      <w:r w:rsidR="00A46738">
        <w:rPr>
          <w:rFonts w:eastAsia="Arial Unicode MS"/>
        </w:rPr>
        <w:t>surface</w:t>
      </w:r>
      <w:r w:rsidR="009731EC">
        <w:rPr>
          <w:rFonts w:eastAsia="Arial Unicode MS"/>
        </w:rPr>
        <w:t xml:space="preserve"> élémentaire aux coordonnées (A ; 0)</w:t>
      </w:r>
      <w:r w:rsidR="00E24866">
        <w:rPr>
          <w:rFonts w:eastAsia="Arial Unicode MS"/>
        </w:rPr>
        <w:t xml:space="preserve"> </w:t>
      </w:r>
      <w:r w:rsidR="005574BF">
        <w:rPr>
          <w:rFonts w:eastAsia="Arial Unicode MS"/>
        </w:rPr>
        <w:t>une croix </w:t>
      </w:r>
      <w:r w:rsidR="00853532">
        <w:rPr>
          <w:rFonts w:eastAsia="Arial Unicode MS"/>
        </w:rPr>
        <w:t xml:space="preserve">doit </w:t>
      </w:r>
      <w:r w:rsidR="008C5ED6">
        <w:rPr>
          <w:rFonts w:eastAsia="Arial Unicode MS"/>
        </w:rPr>
        <w:t>s’afficher</w:t>
      </w:r>
      <w:r w:rsidR="00853532">
        <w:rPr>
          <w:rFonts w:eastAsia="Arial Unicode MS"/>
        </w:rPr>
        <w:t xml:space="preserve"> </w:t>
      </w:r>
      <w:r w:rsidR="00D70FAE">
        <w:rPr>
          <w:rFonts w:eastAsia="Arial Unicode MS"/>
        </w:rPr>
        <w:t xml:space="preserve">dans un tableau </w:t>
      </w:r>
      <w:r w:rsidR="008C5ED6">
        <w:rPr>
          <w:rFonts w:eastAsia="Arial Unicode MS"/>
        </w:rPr>
        <w:t xml:space="preserve">aux coordonnées (A ; 0) </w:t>
      </w:r>
      <w:r w:rsidR="005574BF">
        <w:rPr>
          <w:rFonts w:eastAsia="Arial Unicode MS"/>
        </w:rPr>
        <w:t xml:space="preserve">; comment se nomme la variable qui enregistre </w:t>
      </w:r>
      <w:r w:rsidR="00D70FAE">
        <w:rPr>
          <w:rFonts w:eastAsia="Arial Unicode MS"/>
        </w:rPr>
        <w:t xml:space="preserve">le caractère </w:t>
      </w:r>
      <w:r w:rsidR="00D41990">
        <w:rPr>
          <w:rFonts w:eastAsia="Arial Unicode MS"/>
        </w:rPr>
        <w:t>« </w:t>
      </w:r>
      <w:r w:rsidR="00D70FAE">
        <w:rPr>
          <w:rFonts w:eastAsia="Arial Unicode MS"/>
        </w:rPr>
        <w:t>croix</w:t>
      </w:r>
      <w:r w:rsidR="00D41990">
        <w:rPr>
          <w:rFonts w:eastAsia="Arial Unicode MS"/>
        </w:rPr>
        <w:t> »</w:t>
      </w:r>
      <w:r w:rsidR="005574BF">
        <w:rPr>
          <w:rFonts w:eastAsia="Arial Unicode MS"/>
        </w:rPr>
        <w:t> ?</w:t>
      </w:r>
    </w:p>
    <w:bookmarkEnd w:id="10"/>
    <w:p w14:paraId="7DC81391" w14:textId="77777777" w:rsidR="005927AF" w:rsidRPr="00877369" w:rsidRDefault="005927AF" w:rsidP="005927AF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6DD1DF53" w14:textId="15EE9F07" w:rsidR="007A7157" w:rsidRDefault="007A7157" w:rsidP="007A7157">
      <w:pPr>
        <w:pStyle w:val="ECEcorps"/>
      </w:pPr>
    </w:p>
    <w:p w14:paraId="7E579E97" w14:textId="77777777" w:rsidR="00D92FA8" w:rsidRPr="007A7157" w:rsidRDefault="00D92FA8" w:rsidP="007A7157">
      <w:pPr>
        <w:pStyle w:val="ECEcorps"/>
      </w:pPr>
    </w:p>
    <w:p w14:paraId="4F2B0537" w14:textId="29F026F7" w:rsidR="004403E3" w:rsidRDefault="004403E3" w:rsidP="00B4352E">
      <w:pPr>
        <w:pStyle w:val="ECEcorps"/>
        <w:spacing w:after="120" w:line="240" w:lineRule="auto"/>
        <w:rPr>
          <w:rFonts w:eastAsia="Arial Unicode MS"/>
        </w:rPr>
      </w:pPr>
      <w:r>
        <w:rPr>
          <w:rFonts w:eastAsia="Arial Unicode MS"/>
        </w:rPr>
        <w:t>Téléverser le programme « </w:t>
      </w:r>
      <w:r w:rsidRPr="00E40446">
        <w:rPr>
          <w:rFonts w:eastAsia="Arial Unicode MS"/>
          <w:i/>
        </w:rPr>
        <w:t>Programme_</w:t>
      </w:r>
      <w:r w:rsidR="00DD642F">
        <w:t>affichage</w:t>
      </w:r>
      <w:r w:rsidRPr="00E40446">
        <w:rPr>
          <w:rFonts w:eastAsia="Arial Unicode MS"/>
          <w:i/>
        </w:rPr>
        <w:t>.</w:t>
      </w:r>
      <w:r w:rsidR="00B92E2A" w:rsidRPr="00E40446">
        <w:rPr>
          <w:rFonts w:eastAsia="Arial Unicode MS"/>
          <w:i/>
        </w:rPr>
        <w:t>ino</w:t>
      </w:r>
      <w:r>
        <w:rPr>
          <w:rFonts w:eastAsia="Arial Unicode MS"/>
        </w:rPr>
        <w:t> » sur la carte microcontrôleur</w:t>
      </w:r>
      <w:r w:rsidR="001D09A6">
        <w:rPr>
          <w:rFonts w:eastAsia="Arial Unicode MS"/>
        </w:rPr>
        <w:t>.</w:t>
      </w:r>
    </w:p>
    <w:p w14:paraId="7D7FC7B0" w14:textId="77777777" w:rsidR="00A43066" w:rsidRDefault="004403E3" w:rsidP="00A43066">
      <w:pPr>
        <w:pStyle w:val="ECEcorps"/>
        <w:numPr>
          <w:ilvl w:val="0"/>
          <w:numId w:val="40"/>
        </w:numPr>
        <w:spacing w:after="120" w:line="240" w:lineRule="auto"/>
        <w:rPr>
          <w:rFonts w:eastAsia="Arial Unicode MS"/>
        </w:rPr>
      </w:pPr>
      <w:r w:rsidRPr="00DD72AB">
        <w:rPr>
          <w:rFonts w:eastAsia="Arial Unicode MS"/>
        </w:rPr>
        <w:t xml:space="preserve">Faire apparaître </w:t>
      </w:r>
      <w:r w:rsidR="00CC1999" w:rsidRPr="00CC7007">
        <w:rPr>
          <w:rFonts w:eastAsia="Arial Unicode MS"/>
        </w:rPr>
        <w:t>le moniteur série sur le logiciel Arduino IDE</w:t>
      </w:r>
      <w:r w:rsidR="001D09A6" w:rsidRPr="00DD72AB">
        <w:rPr>
          <w:rFonts w:eastAsia="Arial Unicode MS"/>
        </w:rPr>
        <w:t>.</w:t>
      </w:r>
      <w:r w:rsidR="00DD72AB">
        <w:rPr>
          <w:rFonts w:eastAsia="Arial Unicode MS"/>
        </w:rPr>
        <w:t xml:space="preserve"> </w:t>
      </w:r>
    </w:p>
    <w:p w14:paraId="74FD8DE1" w14:textId="59A72D40" w:rsidR="00A11EC5" w:rsidRDefault="00A43066" w:rsidP="00A43066">
      <w:pPr>
        <w:pStyle w:val="ECEcorps"/>
        <w:numPr>
          <w:ilvl w:val="0"/>
          <w:numId w:val="40"/>
        </w:numPr>
        <w:spacing w:after="120" w:line="240" w:lineRule="auto"/>
        <w:rPr>
          <w:rFonts w:eastAsia="Arial Unicode MS"/>
        </w:rPr>
      </w:pPr>
      <w:r>
        <w:rPr>
          <w:rFonts w:eastAsia="Arial Unicode MS"/>
        </w:rPr>
        <w:t>Simuler</w:t>
      </w:r>
      <w:r w:rsidR="00172958" w:rsidRPr="00DD72AB">
        <w:rPr>
          <w:rFonts w:eastAsia="Arial Unicode MS"/>
        </w:rPr>
        <w:t xml:space="preserve"> le contact d’un doigt sur la </w:t>
      </w:r>
      <w:r w:rsidR="00A46738" w:rsidRPr="00DD72AB">
        <w:rPr>
          <w:rFonts w:eastAsia="Arial Unicode MS"/>
        </w:rPr>
        <w:t>surface</w:t>
      </w:r>
      <w:r w:rsidR="00172958" w:rsidRPr="00DD72AB">
        <w:rPr>
          <w:rFonts w:eastAsia="Arial Unicode MS"/>
        </w:rPr>
        <w:t xml:space="preserve"> élémentaire </w:t>
      </w:r>
      <w:r w:rsidR="00A11EC5">
        <w:rPr>
          <w:rFonts w:eastAsia="Arial Unicode MS"/>
        </w:rPr>
        <w:t>puis répondre aux questions suivantes :</w:t>
      </w:r>
    </w:p>
    <w:p w14:paraId="52DFDA55" w14:textId="3D083AA6" w:rsidR="00172958" w:rsidRPr="00DD72AB" w:rsidRDefault="00B4352E" w:rsidP="00A11EC5">
      <w:pPr>
        <w:pStyle w:val="ECEcorps"/>
        <w:spacing w:after="120" w:line="240" w:lineRule="auto"/>
        <w:rPr>
          <w:rFonts w:eastAsia="Arial Unicode MS"/>
        </w:rPr>
      </w:pPr>
      <w:bookmarkStart w:id="11" w:name="_Hlk47433215"/>
      <w:r>
        <w:rPr>
          <w:rFonts w:eastAsia="Arial Unicode MS"/>
        </w:rPr>
        <w:t xml:space="preserve">3.3. </w:t>
      </w:r>
      <w:r w:rsidR="00A11EC5">
        <w:rPr>
          <w:rFonts w:eastAsia="Arial Unicode MS"/>
        </w:rPr>
        <w:t>U</w:t>
      </w:r>
      <w:r w:rsidR="00172958" w:rsidRPr="00DD72AB">
        <w:rPr>
          <w:rFonts w:eastAsia="Arial Unicode MS"/>
        </w:rPr>
        <w:t>ne croix s’affiche-t-elle aux coordonnées (A ; 0) </w:t>
      </w:r>
      <w:r w:rsidR="00B1317D">
        <w:rPr>
          <w:rFonts w:eastAsia="Arial Unicode MS"/>
        </w:rPr>
        <w:t>du tableau</w:t>
      </w:r>
      <w:r w:rsidR="00B1317D" w:rsidRPr="00DD72AB">
        <w:rPr>
          <w:rFonts w:eastAsia="Arial Unicode MS"/>
        </w:rPr>
        <w:t> </w:t>
      </w:r>
      <w:r w:rsidR="00172958" w:rsidRPr="00DD72AB">
        <w:rPr>
          <w:rFonts w:eastAsia="Arial Unicode MS"/>
        </w:rPr>
        <w:t>?</w:t>
      </w:r>
    </w:p>
    <w:bookmarkEnd w:id="11"/>
    <w:p w14:paraId="67DA8D0F" w14:textId="77777777" w:rsidR="00172958" w:rsidRPr="00877369" w:rsidRDefault="00172958" w:rsidP="00172958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638C4515" w14:textId="46626B04" w:rsidR="00172958" w:rsidRDefault="00172958" w:rsidP="00172958">
      <w:pPr>
        <w:pStyle w:val="ECEcorps"/>
        <w:spacing w:after="120" w:line="240" w:lineRule="auto"/>
        <w:rPr>
          <w:rFonts w:eastAsia="Arial Unicode MS"/>
        </w:rPr>
      </w:pPr>
    </w:p>
    <w:p w14:paraId="6D82EC0E" w14:textId="636974EC" w:rsidR="004C38D9" w:rsidRDefault="00B4352E" w:rsidP="00172958">
      <w:pPr>
        <w:pStyle w:val="ECErponse"/>
        <w:spacing w:before="120"/>
      </w:pPr>
      <w:r>
        <w:t xml:space="preserve">3.4. </w:t>
      </w:r>
      <w:bookmarkStart w:id="12" w:name="_GoBack"/>
      <w:bookmarkEnd w:id="12"/>
      <w:r w:rsidR="00E409A4">
        <w:t>I</w:t>
      </w:r>
      <w:r w:rsidR="00172958">
        <w:t xml:space="preserve">dentifier la ligne du programme « </w:t>
      </w:r>
      <w:r w:rsidR="00DD642F">
        <w:rPr>
          <w:i/>
        </w:rPr>
        <w:t>Programme_</w:t>
      </w:r>
      <w:r w:rsidR="00DD642F">
        <w:t>affichage</w:t>
      </w:r>
      <w:r w:rsidR="00172958" w:rsidRPr="00E40446">
        <w:rPr>
          <w:i/>
        </w:rPr>
        <w:t>.</w:t>
      </w:r>
      <w:r w:rsidR="00CC1999" w:rsidRPr="00E40446">
        <w:rPr>
          <w:i/>
        </w:rPr>
        <w:t>ino</w:t>
      </w:r>
      <w:r w:rsidR="00172958">
        <w:t xml:space="preserve"> » (mis à disposition dans « </w:t>
      </w:r>
      <w:r w:rsidR="00172958" w:rsidRPr="00667B07">
        <w:t>Extrait du programme initial de commande du microcontrôleur</w:t>
      </w:r>
      <w:r w:rsidR="00172958">
        <w:t> ») qu’il conviendra de modifier pour que l’affichage</w:t>
      </w:r>
      <w:r w:rsidR="003B4466">
        <w:t xml:space="preserve"> soit correct.</w:t>
      </w:r>
      <w:r w:rsidR="004C38D9">
        <w:t xml:space="preserve"> </w:t>
      </w:r>
      <w:r w:rsidR="001C02A6">
        <w:t>Indiquer</w:t>
      </w:r>
      <w:r w:rsidR="00E409A4">
        <w:t xml:space="preserve"> la valeur à utiliser</w:t>
      </w:r>
      <w:r w:rsidR="001C02A6">
        <w:t xml:space="preserve"> et d</w:t>
      </w:r>
      <w:r w:rsidR="00A43066">
        <w:t>étailler l</w:t>
      </w:r>
      <w:r w:rsidR="004C38D9">
        <w:t>e raisonnement</w:t>
      </w:r>
      <w:r w:rsidR="001C02A6">
        <w:t>.</w:t>
      </w:r>
    </w:p>
    <w:p w14:paraId="670B3D6C" w14:textId="77777777" w:rsidR="00E409A4" w:rsidRPr="00341FA8" w:rsidRDefault="00E409A4" w:rsidP="00E409A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54057C3" w14:textId="77777777" w:rsidR="00E409A4" w:rsidRPr="00341FA8" w:rsidRDefault="00E409A4" w:rsidP="00E409A4">
      <w:pPr>
        <w:pStyle w:val="ECErponse"/>
      </w:pPr>
      <w:r w:rsidRPr="00341FA8">
        <w:t>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073B387" w14:textId="77777777" w:rsidR="00E409A4" w:rsidRPr="00341FA8" w:rsidRDefault="00E409A4" w:rsidP="00E409A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1BAF3CB" w14:textId="77777777" w:rsidR="00E409A4" w:rsidRPr="00341FA8" w:rsidRDefault="00E409A4" w:rsidP="00E409A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C27A3F7" w14:textId="77777777" w:rsidR="00E409A4" w:rsidRPr="00341FA8" w:rsidRDefault="00E409A4" w:rsidP="00E409A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17A4CC9" w14:textId="028867DE" w:rsidR="004C38D9" w:rsidRDefault="004C38D9" w:rsidP="00172958">
      <w:pPr>
        <w:pStyle w:val="ECErponse"/>
        <w:spacing w:before="120"/>
      </w:pPr>
    </w:p>
    <w:p w14:paraId="565FA3D1" w14:textId="120068C6" w:rsidR="00E409A4" w:rsidRDefault="00E409A4" w:rsidP="00E409A4">
      <w:pPr>
        <w:pStyle w:val="ECEcorps"/>
        <w:numPr>
          <w:ilvl w:val="0"/>
          <w:numId w:val="25"/>
        </w:numPr>
        <w:rPr>
          <w:rFonts w:eastAsia="Arial Unicode MS"/>
        </w:rPr>
      </w:pPr>
      <w:r>
        <w:rPr>
          <w:rFonts w:eastAsia="Arial Unicode MS"/>
        </w:rPr>
        <w:t xml:space="preserve">Procéder à la modification </w:t>
      </w:r>
      <w:r w:rsidR="00350028">
        <w:rPr>
          <w:rFonts w:eastAsia="Arial Unicode MS"/>
        </w:rPr>
        <w:t>du</w:t>
      </w:r>
      <w:r>
        <w:rPr>
          <w:rFonts w:eastAsia="Arial Unicode MS"/>
        </w:rPr>
        <w:t xml:space="preserve"> programme</w:t>
      </w:r>
      <w:r w:rsidR="001D09A6">
        <w:rPr>
          <w:rFonts w:eastAsia="Arial Unicode MS"/>
        </w:rPr>
        <w:t>.</w:t>
      </w:r>
    </w:p>
    <w:p w14:paraId="2EE3605D" w14:textId="3919D375" w:rsidR="0034284A" w:rsidRDefault="00E409A4" w:rsidP="00E409A4">
      <w:pPr>
        <w:pStyle w:val="ECEcorps"/>
        <w:numPr>
          <w:ilvl w:val="0"/>
          <w:numId w:val="25"/>
        </w:numPr>
        <w:rPr>
          <w:rFonts w:eastAsia="Arial Unicode MS"/>
        </w:rPr>
      </w:pPr>
      <w:r>
        <w:rPr>
          <w:rFonts w:eastAsia="Arial Unicode MS"/>
        </w:rPr>
        <w:t xml:space="preserve">Téléverser le programme </w:t>
      </w:r>
      <w:r w:rsidR="00350028">
        <w:rPr>
          <w:rFonts w:eastAsia="Arial Unicode MS"/>
        </w:rPr>
        <w:t xml:space="preserve">modifié </w:t>
      </w:r>
      <w:r>
        <w:rPr>
          <w:rFonts w:eastAsia="Arial Unicode MS"/>
        </w:rPr>
        <w:t>dans la carte microcontrôleur</w:t>
      </w:r>
      <w:r w:rsidR="0034284A">
        <w:rPr>
          <w:rFonts w:eastAsia="Arial Unicode MS"/>
        </w:rPr>
        <w:t>.</w:t>
      </w:r>
    </w:p>
    <w:p w14:paraId="14C60B31" w14:textId="63F4958B" w:rsidR="00E409A4" w:rsidRDefault="0034284A" w:rsidP="00E409A4">
      <w:pPr>
        <w:pStyle w:val="ECEcorps"/>
        <w:numPr>
          <w:ilvl w:val="0"/>
          <w:numId w:val="25"/>
        </w:numPr>
        <w:rPr>
          <w:rFonts w:eastAsia="Arial Unicode MS"/>
        </w:rPr>
      </w:pPr>
      <w:r>
        <w:rPr>
          <w:rFonts w:eastAsia="Arial Unicode MS"/>
        </w:rPr>
        <w:t>T</w:t>
      </w:r>
      <w:r w:rsidR="00E409A4">
        <w:rPr>
          <w:rFonts w:eastAsia="Arial Unicode MS"/>
        </w:rPr>
        <w:t>este</w:t>
      </w:r>
      <w:r w:rsidR="00350028">
        <w:rPr>
          <w:rFonts w:eastAsia="Arial Unicode MS"/>
        </w:rPr>
        <w:t>r</w:t>
      </w:r>
      <w:r w:rsidR="00E409A4">
        <w:rPr>
          <w:rFonts w:eastAsia="Arial Unicode MS"/>
        </w:rPr>
        <w:t xml:space="preserve"> la validité de </w:t>
      </w:r>
      <w:r w:rsidR="00A841F3">
        <w:rPr>
          <w:rFonts w:eastAsia="Arial Unicode MS"/>
        </w:rPr>
        <w:t>la</w:t>
      </w:r>
      <w:r w:rsidR="00E409A4">
        <w:rPr>
          <w:rFonts w:eastAsia="Arial Unicode MS"/>
        </w:rPr>
        <w:t xml:space="preserve"> </w:t>
      </w:r>
      <w:r w:rsidR="00350028">
        <w:rPr>
          <w:rFonts w:eastAsia="Arial Unicode MS"/>
        </w:rPr>
        <w:t>modification</w:t>
      </w:r>
      <w:r w:rsidR="001D09A6">
        <w:rPr>
          <w:rFonts w:eastAsia="Arial Unicode MS"/>
        </w:rPr>
        <w:t>.</w:t>
      </w:r>
    </w:p>
    <w:p w14:paraId="648D0D22" w14:textId="77777777" w:rsidR="004C38D9" w:rsidRDefault="004C38D9" w:rsidP="00172958">
      <w:pPr>
        <w:pStyle w:val="ECErponse"/>
        <w:spacing w:before="120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286317" w14:paraId="1E598BF0" w14:textId="77777777" w:rsidTr="00434A43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89202D1" w14:textId="77777777" w:rsidR="00286317" w:rsidRDefault="00286317" w:rsidP="00434A43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6482C77E" w14:textId="04E0BC86" w:rsidR="00286317" w:rsidRDefault="00B9636C" w:rsidP="00434A43">
            <w:pPr>
              <w:pStyle w:val="ECEappel"/>
              <w:framePr w:wrap="around"/>
            </w:pPr>
            <w:r w:rsidRPr="00553FAE">
              <w:rPr>
                <w:color w:val="000000" w:themeColor="text1"/>
              </w:rPr>
              <w:t>APPEL n°3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082C1620" w14:textId="77777777" w:rsidR="00286317" w:rsidRDefault="00286317" w:rsidP="00434A43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286317" w14:paraId="3D1E0771" w14:textId="77777777" w:rsidTr="00434A43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C5A4682" w14:textId="77777777" w:rsidR="00286317" w:rsidRPr="00592F79" w:rsidRDefault="00286317" w:rsidP="00434A43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5E4FDEA3" w14:textId="33196FEB" w:rsidR="00286317" w:rsidRPr="0009288D" w:rsidRDefault="00286317" w:rsidP="00434A43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les résultats expérimentaux</w:t>
            </w:r>
          </w:p>
          <w:p w14:paraId="391D0555" w14:textId="77777777" w:rsidR="00286317" w:rsidRDefault="00286317" w:rsidP="00434A43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96259DC" w14:textId="77777777" w:rsidR="00286317" w:rsidRDefault="00286317" w:rsidP="00434A43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00777BDC" w14:textId="697E7EBE" w:rsidR="0015064A" w:rsidRDefault="0015064A" w:rsidP="00A841F3">
      <w:pPr>
        <w:pStyle w:val="ECEcorps"/>
        <w:rPr>
          <w:b/>
        </w:rPr>
      </w:pPr>
    </w:p>
    <w:p w14:paraId="34D12993" w14:textId="77777777" w:rsidR="001C4564" w:rsidRDefault="001C4564" w:rsidP="00A841F3">
      <w:pPr>
        <w:pStyle w:val="ECEcorps"/>
        <w:rPr>
          <w:b/>
        </w:rPr>
      </w:pPr>
    </w:p>
    <w:p w14:paraId="4DFE9456" w14:textId="256C193A" w:rsidR="00465C04" w:rsidRDefault="00A841F3" w:rsidP="00CB5B07">
      <w:pPr>
        <w:pStyle w:val="ECEcorps"/>
      </w:pPr>
      <w:r w:rsidRPr="00341FA8">
        <w:rPr>
          <w:b/>
        </w:rPr>
        <w:t>Défaire le montage et ranger la paillasse avant de quitter la salle.</w:t>
      </w:r>
    </w:p>
    <w:sectPr w:rsidR="00465C04" w:rsidSect="00B80CEB">
      <w:headerReference w:type="default" r:id="rId13"/>
      <w:footerReference w:type="default" r:id="rId14"/>
      <w:pgSz w:w="11906" w:h="16838" w:code="9"/>
      <w:pgMar w:top="1650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D8576" w14:textId="77777777" w:rsidR="006C3AEC" w:rsidRDefault="006C3AEC" w:rsidP="0008058B">
      <w:r>
        <w:separator/>
      </w:r>
    </w:p>
  </w:endnote>
  <w:endnote w:type="continuationSeparator" w:id="0">
    <w:p w14:paraId="46889E05" w14:textId="77777777" w:rsidR="006C3AEC" w:rsidRDefault="006C3AEC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F6489" w14:textId="1BEB5E42" w:rsidR="009731EC" w:rsidRPr="00827238" w:rsidRDefault="009731EC" w:rsidP="00511500">
    <w:pPr>
      <w:pStyle w:val="ECEcorps"/>
      <w:jc w:val="right"/>
    </w:pPr>
    <w:r w:rsidRPr="00827238">
      <w:t xml:space="preserve">Page </w:t>
    </w:r>
    <w:r w:rsidRPr="00827238">
      <w:fldChar w:fldCharType="begin"/>
    </w:r>
    <w:r w:rsidRPr="00827238">
      <w:instrText xml:space="preserve"> PAGE </w:instrText>
    </w:r>
    <w:r w:rsidRPr="00827238">
      <w:fldChar w:fldCharType="separate"/>
    </w:r>
    <w:r w:rsidR="00B4352E">
      <w:rPr>
        <w:noProof/>
      </w:rPr>
      <w:t>5</w:t>
    </w:r>
    <w:r w:rsidRPr="00827238">
      <w:rPr>
        <w:noProof/>
      </w:rPr>
      <w:fldChar w:fldCharType="end"/>
    </w:r>
    <w:r w:rsidRPr="00827238">
      <w:t xml:space="preserve"> sur </w:t>
    </w:r>
    <w:r>
      <w:rPr>
        <w:noProof/>
      </w:rPr>
      <w:fldChar w:fldCharType="begin"/>
    </w:r>
    <w:r>
      <w:rPr>
        <w:noProof/>
      </w:rPr>
      <w:instrText xml:space="preserve"> NUMPAGES  </w:instrText>
    </w:r>
    <w:r>
      <w:rPr>
        <w:noProof/>
      </w:rPr>
      <w:fldChar w:fldCharType="separate"/>
    </w:r>
    <w:r w:rsidR="00B4352E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ECCF8" w14:textId="77777777" w:rsidR="006C3AEC" w:rsidRDefault="006C3AEC" w:rsidP="0008058B">
      <w:r>
        <w:separator/>
      </w:r>
    </w:p>
  </w:footnote>
  <w:footnote w:type="continuationSeparator" w:id="0">
    <w:p w14:paraId="4B715882" w14:textId="77777777" w:rsidR="006C3AEC" w:rsidRDefault="006C3AEC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541F4" w14:textId="4B479F15" w:rsidR="009731EC" w:rsidRDefault="009731EC" w:rsidP="00AA292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 w:rsidR="0034284A">
      <w:rPr>
        <w:b/>
        <w:bCs/>
        <w:sz w:val="24"/>
        <w:szCs w:val="24"/>
      </w:rPr>
      <w:t>É</w:t>
    </w:r>
    <w:r>
      <w:rPr>
        <w:b/>
        <w:bCs/>
        <w:sz w:val="24"/>
        <w:szCs w:val="24"/>
      </w:rPr>
      <w:t>CRAN TACTILE CAPACITIF</w:t>
    </w:r>
    <w:r>
      <w:tab/>
      <w:t>Session</w:t>
    </w:r>
  </w:p>
  <w:p w14:paraId="54BFFCFD" w14:textId="711C506A" w:rsidR="009731EC" w:rsidRDefault="009731EC" w:rsidP="00AA2920">
    <w:pPr>
      <w:pStyle w:val="ECEcorps"/>
      <w:tabs>
        <w:tab w:val="center" w:pos="851"/>
        <w:tab w:val="center" w:pos="5103"/>
        <w:tab w:val="center" w:pos="9498"/>
      </w:tabs>
    </w:pPr>
    <w:r>
      <w:tab/>
    </w:r>
    <w:r w:rsidR="009D7842">
      <w:tab/>
    </w:r>
    <w:r w:rsidRPr="00887D03">
      <w:rPr>
        <w:b/>
        <w:sz w:val="24"/>
        <w:szCs w:val="24"/>
      </w:rPr>
      <w:t xml:space="preserve">(Version </w:t>
    </w:r>
    <w:r w:rsidR="00B63491">
      <w:rPr>
        <w:b/>
        <w:sz w:val="24"/>
        <w:szCs w:val="24"/>
      </w:rPr>
      <w:t>A</w:t>
    </w:r>
    <w:r w:rsidRPr="00887D03">
      <w:rPr>
        <w:b/>
        <w:sz w:val="24"/>
        <w:szCs w:val="24"/>
      </w:rPr>
      <w:t>)</w:t>
    </w:r>
    <w:r>
      <w:tab/>
      <w:t>202</w:t>
    </w:r>
    <w:r w:rsidR="001C4564">
      <w:t>4</w:t>
    </w:r>
  </w:p>
  <w:p w14:paraId="2E9EA500" w14:textId="64595D76" w:rsidR="009731EC" w:rsidRDefault="009731EC" w:rsidP="00AA292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02E82E05"/>
    <w:multiLevelType w:val="hybridMultilevel"/>
    <w:tmpl w:val="5FD4ABBE"/>
    <w:lvl w:ilvl="0" w:tplc="04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835023"/>
    <w:multiLevelType w:val="hybridMultilevel"/>
    <w:tmpl w:val="A3C653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92396"/>
    <w:multiLevelType w:val="hybridMultilevel"/>
    <w:tmpl w:val="AAD66D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51CC0"/>
    <w:multiLevelType w:val="hybridMultilevel"/>
    <w:tmpl w:val="3E9C6740"/>
    <w:lvl w:ilvl="0" w:tplc="040C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14C16347"/>
    <w:multiLevelType w:val="hybridMultilevel"/>
    <w:tmpl w:val="AEBAB7E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00A71"/>
    <w:multiLevelType w:val="hybridMultilevel"/>
    <w:tmpl w:val="656A0C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87549"/>
    <w:multiLevelType w:val="hybridMultilevel"/>
    <w:tmpl w:val="136E9F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14BE5"/>
    <w:multiLevelType w:val="multilevel"/>
    <w:tmpl w:val="A76EB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BC905CE"/>
    <w:multiLevelType w:val="hybridMultilevel"/>
    <w:tmpl w:val="BB5E7C14"/>
    <w:lvl w:ilvl="0" w:tplc="7F58B212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D808E5"/>
    <w:multiLevelType w:val="hybridMultilevel"/>
    <w:tmpl w:val="64AEF162"/>
    <w:lvl w:ilvl="0" w:tplc="3F3E80F0">
      <w:start w:val="1"/>
      <w:numFmt w:val="decimal"/>
      <w:lvlText w:val="I.%1."/>
      <w:lvlJc w:val="left"/>
      <w:pPr>
        <w:tabs>
          <w:tab w:val="num" w:pos="360"/>
        </w:tabs>
        <w:ind w:left="340" w:hanging="340"/>
      </w:pPr>
      <w:rPr>
        <w:b/>
        <w:i w:val="0"/>
      </w:rPr>
    </w:lvl>
    <w:lvl w:ilvl="1" w:tplc="4A1CA8F2">
      <w:start w:val="1"/>
      <w:numFmt w:val="lowerLetter"/>
      <w:lvlText w:val="I.2.%2"/>
      <w:lvlJc w:val="left"/>
      <w:pPr>
        <w:tabs>
          <w:tab w:val="num" w:pos="907"/>
        </w:tabs>
        <w:ind w:left="907" w:hanging="623"/>
      </w:pPr>
      <w:rPr>
        <w:b/>
        <w:i w:val="0"/>
      </w:rPr>
    </w:lvl>
    <w:lvl w:ilvl="2" w:tplc="137CE630">
      <w:start w:val="1"/>
      <w:numFmt w:val="bullet"/>
      <w:lvlText w:val=""/>
      <w:lvlJc w:val="left"/>
      <w:pPr>
        <w:tabs>
          <w:tab w:val="num" w:pos="984"/>
        </w:tabs>
        <w:ind w:left="680" w:hanging="56"/>
      </w:pPr>
      <w:rPr>
        <w:rFonts w:ascii="Symbol" w:hAnsi="Symbol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397081"/>
    <w:multiLevelType w:val="hybridMultilevel"/>
    <w:tmpl w:val="B7BACA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651F6"/>
    <w:multiLevelType w:val="hybridMultilevel"/>
    <w:tmpl w:val="37926A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771CD5"/>
    <w:multiLevelType w:val="hybridMultilevel"/>
    <w:tmpl w:val="DA2A295C"/>
    <w:lvl w:ilvl="0" w:tplc="2BF23716">
      <w:start w:val="58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A0B7C18"/>
    <w:multiLevelType w:val="hybridMultilevel"/>
    <w:tmpl w:val="0A70BBF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67C8B"/>
    <w:multiLevelType w:val="hybridMultilevel"/>
    <w:tmpl w:val="69F68D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D94B54"/>
    <w:multiLevelType w:val="multilevel"/>
    <w:tmpl w:val="66A68A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47444CD9"/>
    <w:multiLevelType w:val="hybridMultilevel"/>
    <w:tmpl w:val="AE881DE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ECA693C"/>
    <w:multiLevelType w:val="hybridMultilevel"/>
    <w:tmpl w:val="DFF6698C"/>
    <w:lvl w:ilvl="0" w:tplc="7B889818">
      <w:start w:val="1"/>
      <w:numFmt w:val="lowerLetter"/>
      <w:lvlText w:val="I.1.%1."/>
      <w:lvlJc w:val="left"/>
      <w:pPr>
        <w:tabs>
          <w:tab w:val="num" w:pos="737"/>
        </w:tabs>
        <w:ind w:left="737" w:hanging="599"/>
      </w:pPr>
      <w:rPr>
        <w:b/>
        <w:i w:val="0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0D089B"/>
    <w:multiLevelType w:val="multilevel"/>
    <w:tmpl w:val="AF3AD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5B7965"/>
    <w:multiLevelType w:val="hybridMultilevel"/>
    <w:tmpl w:val="E08E50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8769F3"/>
    <w:multiLevelType w:val="hybridMultilevel"/>
    <w:tmpl w:val="A94C7C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0F482C"/>
    <w:multiLevelType w:val="hybridMultilevel"/>
    <w:tmpl w:val="0C347C26"/>
    <w:lvl w:ilvl="0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5" w15:restartNumberingAfterBreak="0">
    <w:nsid w:val="5DA72C3B"/>
    <w:multiLevelType w:val="hybridMultilevel"/>
    <w:tmpl w:val="127C84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991704"/>
    <w:multiLevelType w:val="hybridMultilevel"/>
    <w:tmpl w:val="E26A90B0"/>
    <w:lvl w:ilvl="0" w:tplc="040C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7" w15:restartNumberingAfterBreak="0">
    <w:nsid w:val="65467B44"/>
    <w:multiLevelType w:val="hybridMultilevel"/>
    <w:tmpl w:val="0A3AA3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9" w15:restartNumberingAfterBreak="0">
    <w:nsid w:val="695D5591"/>
    <w:multiLevelType w:val="hybridMultilevel"/>
    <w:tmpl w:val="B3A43BB6"/>
    <w:lvl w:ilvl="0" w:tplc="0B7E5F74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CA24E68"/>
    <w:multiLevelType w:val="hybridMultilevel"/>
    <w:tmpl w:val="64AEF162"/>
    <w:lvl w:ilvl="0" w:tplc="3F3E80F0">
      <w:start w:val="1"/>
      <w:numFmt w:val="decimal"/>
      <w:lvlText w:val="I.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733E7F9A">
      <w:start w:val="1"/>
      <w:numFmt w:val="lowerLetter"/>
      <w:lvlText w:val="I.3.%2."/>
      <w:lvlJc w:val="left"/>
      <w:pPr>
        <w:tabs>
          <w:tab w:val="num" w:pos="907"/>
        </w:tabs>
        <w:ind w:left="907" w:hanging="623"/>
      </w:pPr>
      <w:rPr>
        <w:rFonts w:hint="default"/>
        <w:b/>
        <w:i w:val="0"/>
      </w:rPr>
    </w:lvl>
    <w:lvl w:ilvl="2" w:tplc="040C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040CE9"/>
    <w:multiLevelType w:val="multilevel"/>
    <w:tmpl w:val="08DE71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EB15005"/>
    <w:multiLevelType w:val="hybridMultilevel"/>
    <w:tmpl w:val="FB9AF44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711499"/>
    <w:multiLevelType w:val="hybridMultilevel"/>
    <w:tmpl w:val="E51ACE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D156B3"/>
    <w:multiLevelType w:val="hybridMultilevel"/>
    <w:tmpl w:val="CE588578"/>
    <w:lvl w:ilvl="0" w:tplc="0B7E5F7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7B13E2"/>
    <w:multiLevelType w:val="hybridMultilevel"/>
    <w:tmpl w:val="CF543E68"/>
    <w:lvl w:ilvl="0" w:tplc="0B7E5F7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8"/>
  </w:num>
  <w:num w:numId="3">
    <w:abstractNumId w:val="15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28"/>
  </w:num>
  <w:num w:numId="8">
    <w:abstractNumId w:val="28"/>
  </w:num>
  <w:num w:numId="9">
    <w:abstractNumId w:val="7"/>
  </w:num>
  <w:num w:numId="10">
    <w:abstractNumId w:val="30"/>
  </w:num>
  <w:num w:numId="11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6"/>
  </w:num>
  <w:num w:numId="16">
    <w:abstractNumId w:val="3"/>
  </w:num>
  <w:num w:numId="17">
    <w:abstractNumId w:val="2"/>
  </w:num>
  <w:num w:numId="18">
    <w:abstractNumId w:val="13"/>
  </w:num>
  <w:num w:numId="19">
    <w:abstractNumId w:val="26"/>
  </w:num>
  <w:num w:numId="20">
    <w:abstractNumId w:val="4"/>
  </w:num>
  <w:num w:numId="21">
    <w:abstractNumId w:val="8"/>
  </w:num>
  <w:num w:numId="22">
    <w:abstractNumId w:val="21"/>
  </w:num>
  <w:num w:numId="23">
    <w:abstractNumId w:val="32"/>
  </w:num>
  <w:num w:numId="24">
    <w:abstractNumId w:val="27"/>
  </w:num>
  <w:num w:numId="25">
    <w:abstractNumId w:val="22"/>
  </w:num>
  <w:num w:numId="26">
    <w:abstractNumId w:val="5"/>
  </w:num>
  <w:num w:numId="27">
    <w:abstractNumId w:val="23"/>
  </w:num>
  <w:num w:numId="28">
    <w:abstractNumId w:val="14"/>
  </w:num>
  <w:num w:numId="29">
    <w:abstractNumId w:val="18"/>
  </w:num>
  <w:num w:numId="30">
    <w:abstractNumId w:val="33"/>
  </w:num>
  <w:num w:numId="31">
    <w:abstractNumId w:val="24"/>
  </w:num>
  <w:num w:numId="32">
    <w:abstractNumId w:val="11"/>
  </w:num>
  <w:num w:numId="33">
    <w:abstractNumId w:val="1"/>
  </w:num>
  <w:num w:numId="34">
    <w:abstractNumId w:val="29"/>
  </w:num>
  <w:num w:numId="35">
    <w:abstractNumId w:val="34"/>
  </w:num>
  <w:num w:numId="36">
    <w:abstractNumId w:val="16"/>
  </w:num>
  <w:num w:numId="37">
    <w:abstractNumId w:val="25"/>
  </w:num>
  <w:num w:numId="38">
    <w:abstractNumId w:val="17"/>
  </w:num>
  <w:num w:numId="39">
    <w:abstractNumId w:val="31"/>
  </w:num>
  <w:num w:numId="40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606"/>
    <w:rsid w:val="000007E9"/>
    <w:rsid w:val="00004673"/>
    <w:rsid w:val="00013E72"/>
    <w:rsid w:val="00024878"/>
    <w:rsid w:val="00026116"/>
    <w:rsid w:val="000329E6"/>
    <w:rsid w:val="0003345D"/>
    <w:rsid w:val="000339BF"/>
    <w:rsid w:val="00036419"/>
    <w:rsid w:val="00044707"/>
    <w:rsid w:val="000452AF"/>
    <w:rsid w:val="0005057E"/>
    <w:rsid w:val="00050CB7"/>
    <w:rsid w:val="0005244C"/>
    <w:rsid w:val="0005391B"/>
    <w:rsid w:val="00060606"/>
    <w:rsid w:val="00063C98"/>
    <w:rsid w:val="000730EC"/>
    <w:rsid w:val="0008058B"/>
    <w:rsid w:val="000807BF"/>
    <w:rsid w:val="00085D0D"/>
    <w:rsid w:val="0009288D"/>
    <w:rsid w:val="00094A7B"/>
    <w:rsid w:val="00094B9D"/>
    <w:rsid w:val="00096E03"/>
    <w:rsid w:val="000A0EF6"/>
    <w:rsid w:val="000A35F6"/>
    <w:rsid w:val="000A3EEE"/>
    <w:rsid w:val="000A44CB"/>
    <w:rsid w:val="000A4B82"/>
    <w:rsid w:val="000A4DD1"/>
    <w:rsid w:val="000A6370"/>
    <w:rsid w:val="000A7BEB"/>
    <w:rsid w:val="000A7E22"/>
    <w:rsid w:val="000B47BB"/>
    <w:rsid w:val="000B6716"/>
    <w:rsid w:val="000C094F"/>
    <w:rsid w:val="000C09D8"/>
    <w:rsid w:val="000C0A37"/>
    <w:rsid w:val="000C0C10"/>
    <w:rsid w:val="000C5EC1"/>
    <w:rsid w:val="000D1C53"/>
    <w:rsid w:val="000D3D7B"/>
    <w:rsid w:val="000D4C7E"/>
    <w:rsid w:val="000D530A"/>
    <w:rsid w:val="000D574A"/>
    <w:rsid w:val="000E11E8"/>
    <w:rsid w:val="000E6CD3"/>
    <w:rsid w:val="000F09CE"/>
    <w:rsid w:val="000F1087"/>
    <w:rsid w:val="000F2199"/>
    <w:rsid w:val="000F22B3"/>
    <w:rsid w:val="000F4F58"/>
    <w:rsid w:val="000F5562"/>
    <w:rsid w:val="0010611E"/>
    <w:rsid w:val="00114CAD"/>
    <w:rsid w:val="0011589F"/>
    <w:rsid w:val="00117BB9"/>
    <w:rsid w:val="00117E20"/>
    <w:rsid w:val="00120520"/>
    <w:rsid w:val="001227DD"/>
    <w:rsid w:val="001268DF"/>
    <w:rsid w:val="00127337"/>
    <w:rsid w:val="0013056C"/>
    <w:rsid w:val="001324D1"/>
    <w:rsid w:val="0013382D"/>
    <w:rsid w:val="00134FF5"/>
    <w:rsid w:val="00142438"/>
    <w:rsid w:val="0014611E"/>
    <w:rsid w:val="0015064A"/>
    <w:rsid w:val="00154171"/>
    <w:rsid w:val="00154704"/>
    <w:rsid w:val="0016304D"/>
    <w:rsid w:val="00172958"/>
    <w:rsid w:val="00177A80"/>
    <w:rsid w:val="00180BB9"/>
    <w:rsid w:val="00183BEB"/>
    <w:rsid w:val="00183EAD"/>
    <w:rsid w:val="00184590"/>
    <w:rsid w:val="00185C9A"/>
    <w:rsid w:val="00186E35"/>
    <w:rsid w:val="001904EB"/>
    <w:rsid w:val="001946FD"/>
    <w:rsid w:val="00194A94"/>
    <w:rsid w:val="00195444"/>
    <w:rsid w:val="00197F7D"/>
    <w:rsid w:val="00197FD0"/>
    <w:rsid w:val="001A032B"/>
    <w:rsid w:val="001A07C5"/>
    <w:rsid w:val="001A1E31"/>
    <w:rsid w:val="001A43AF"/>
    <w:rsid w:val="001A5F0A"/>
    <w:rsid w:val="001A7CB8"/>
    <w:rsid w:val="001B3B1B"/>
    <w:rsid w:val="001B5CD4"/>
    <w:rsid w:val="001B6AE5"/>
    <w:rsid w:val="001B6BCD"/>
    <w:rsid w:val="001C02A6"/>
    <w:rsid w:val="001C1B1D"/>
    <w:rsid w:val="001C2E17"/>
    <w:rsid w:val="001C317D"/>
    <w:rsid w:val="001C388B"/>
    <w:rsid w:val="001C4564"/>
    <w:rsid w:val="001C50C9"/>
    <w:rsid w:val="001C6C0F"/>
    <w:rsid w:val="001C7882"/>
    <w:rsid w:val="001D09A6"/>
    <w:rsid w:val="001D0EF9"/>
    <w:rsid w:val="001D1897"/>
    <w:rsid w:val="001D1F0E"/>
    <w:rsid w:val="001D3655"/>
    <w:rsid w:val="001D71BD"/>
    <w:rsid w:val="001E21A5"/>
    <w:rsid w:val="001E36BA"/>
    <w:rsid w:val="001E6BF0"/>
    <w:rsid w:val="001F1F86"/>
    <w:rsid w:val="001F2B63"/>
    <w:rsid w:val="001F3BEA"/>
    <w:rsid w:val="001F3E00"/>
    <w:rsid w:val="001F40B7"/>
    <w:rsid w:val="001F42A2"/>
    <w:rsid w:val="001F43D2"/>
    <w:rsid w:val="001F44E0"/>
    <w:rsid w:val="001F5398"/>
    <w:rsid w:val="001F6316"/>
    <w:rsid w:val="001F67FD"/>
    <w:rsid w:val="001F76C0"/>
    <w:rsid w:val="002117FC"/>
    <w:rsid w:val="00221DEC"/>
    <w:rsid w:val="00222333"/>
    <w:rsid w:val="00232AE4"/>
    <w:rsid w:val="00232F71"/>
    <w:rsid w:val="0023590A"/>
    <w:rsid w:val="00235CF8"/>
    <w:rsid w:val="002365CF"/>
    <w:rsid w:val="002402D0"/>
    <w:rsid w:val="002406F0"/>
    <w:rsid w:val="002429DD"/>
    <w:rsid w:val="002436AD"/>
    <w:rsid w:val="0025310E"/>
    <w:rsid w:val="002570A7"/>
    <w:rsid w:val="00263C72"/>
    <w:rsid w:val="00267479"/>
    <w:rsid w:val="00267E4F"/>
    <w:rsid w:val="00272204"/>
    <w:rsid w:val="002739E2"/>
    <w:rsid w:val="00286317"/>
    <w:rsid w:val="00293B45"/>
    <w:rsid w:val="00297830"/>
    <w:rsid w:val="002B2244"/>
    <w:rsid w:val="002B44A4"/>
    <w:rsid w:val="002B7BE2"/>
    <w:rsid w:val="002C3CC3"/>
    <w:rsid w:val="002D057C"/>
    <w:rsid w:val="002D0F26"/>
    <w:rsid w:val="002D1FCE"/>
    <w:rsid w:val="002E368C"/>
    <w:rsid w:val="002E68C6"/>
    <w:rsid w:val="002E7086"/>
    <w:rsid w:val="002F138F"/>
    <w:rsid w:val="002F28CA"/>
    <w:rsid w:val="002F2D1F"/>
    <w:rsid w:val="002F3757"/>
    <w:rsid w:val="0030293C"/>
    <w:rsid w:val="00305D9F"/>
    <w:rsid w:val="00312F6B"/>
    <w:rsid w:val="00313B78"/>
    <w:rsid w:val="00314F87"/>
    <w:rsid w:val="003167DB"/>
    <w:rsid w:val="00316DB1"/>
    <w:rsid w:val="00317EBC"/>
    <w:rsid w:val="00327E4C"/>
    <w:rsid w:val="00330D67"/>
    <w:rsid w:val="00332943"/>
    <w:rsid w:val="00332C86"/>
    <w:rsid w:val="00334D29"/>
    <w:rsid w:val="00335B86"/>
    <w:rsid w:val="0033731B"/>
    <w:rsid w:val="0034284A"/>
    <w:rsid w:val="00343196"/>
    <w:rsid w:val="00344874"/>
    <w:rsid w:val="00350028"/>
    <w:rsid w:val="00351073"/>
    <w:rsid w:val="00355D05"/>
    <w:rsid w:val="00356DD6"/>
    <w:rsid w:val="00366A24"/>
    <w:rsid w:val="00367552"/>
    <w:rsid w:val="00373DC0"/>
    <w:rsid w:val="00374F95"/>
    <w:rsid w:val="0037570D"/>
    <w:rsid w:val="00375968"/>
    <w:rsid w:val="00380A67"/>
    <w:rsid w:val="00382333"/>
    <w:rsid w:val="003839E3"/>
    <w:rsid w:val="00383BBC"/>
    <w:rsid w:val="00384A27"/>
    <w:rsid w:val="003869AD"/>
    <w:rsid w:val="00392182"/>
    <w:rsid w:val="0039367C"/>
    <w:rsid w:val="00395722"/>
    <w:rsid w:val="0039576E"/>
    <w:rsid w:val="00397E4F"/>
    <w:rsid w:val="003A0EDF"/>
    <w:rsid w:val="003B0CE4"/>
    <w:rsid w:val="003B15C1"/>
    <w:rsid w:val="003B41FF"/>
    <w:rsid w:val="003B4466"/>
    <w:rsid w:val="003B45EC"/>
    <w:rsid w:val="003B76CE"/>
    <w:rsid w:val="003C0A55"/>
    <w:rsid w:val="003C13F9"/>
    <w:rsid w:val="003C6A7A"/>
    <w:rsid w:val="003D1CBB"/>
    <w:rsid w:val="003D2DB2"/>
    <w:rsid w:val="003D6FA5"/>
    <w:rsid w:val="003E2516"/>
    <w:rsid w:val="003E4D7D"/>
    <w:rsid w:val="003F07A9"/>
    <w:rsid w:val="003F5DFB"/>
    <w:rsid w:val="00400882"/>
    <w:rsid w:val="00401850"/>
    <w:rsid w:val="00403683"/>
    <w:rsid w:val="00403CAB"/>
    <w:rsid w:val="00413078"/>
    <w:rsid w:val="0041385D"/>
    <w:rsid w:val="004143AF"/>
    <w:rsid w:val="00425B1D"/>
    <w:rsid w:val="004301BF"/>
    <w:rsid w:val="004303AC"/>
    <w:rsid w:val="00430881"/>
    <w:rsid w:val="004314C1"/>
    <w:rsid w:val="004403E3"/>
    <w:rsid w:val="00441759"/>
    <w:rsid w:val="00441AC8"/>
    <w:rsid w:val="004470BA"/>
    <w:rsid w:val="004478CF"/>
    <w:rsid w:val="00452138"/>
    <w:rsid w:val="004530B4"/>
    <w:rsid w:val="00455CA0"/>
    <w:rsid w:val="00457661"/>
    <w:rsid w:val="0046515C"/>
    <w:rsid w:val="00465C04"/>
    <w:rsid w:val="004715F7"/>
    <w:rsid w:val="004734E8"/>
    <w:rsid w:val="0047645B"/>
    <w:rsid w:val="00476C4B"/>
    <w:rsid w:val="00482A08"/>
    <w:rsid w:val="00484BB6"/>
    <w:rsid w:val="0048529F"/>
    <w:rsid w:val="00486CC1"/>
    <w:rsid w:val="0048773C"/>
    <w:rsid w:val="00490BE1"/>
    <w:rsid w:val="00494687"/>
    <w:rsid w:val="004951F3"/>
    <w:rsid w:val="004955A9"/>
    <w:rsid w:val="00496711"/>
    <w:rsid w:val="00496A07"/>
    <w:rsid w:val="004A1E53"/>
    <w:rsid w:val="004B461A"/>
    <w:rsid w:val="004B701D"/>
    <w:rsid w:val="004B7AC0"/>
    <w:rsid w:val="004C193F"/>
    <w:rsid w:val="004C38D9"/>
    <w:rsid w:val="004C486D"/>
    <w:rsid w:val="004C4EC5"/>
    <w:rsid w:val="004C51E1"/>
    <w:rsid w:val="004C63B9"/>
    <w:rsid w:val="004C7336"/>
    <w:rsid w:val="004D261B"/>
    <w:rsid w:val="004E010E"/>
    <w:rsid w:val="004E3F39"/>
    <w:rsid w:val="004E7A99"/>
    <w:rsid w:val="004E7C5D"/>
    <w:rsid w:val="004F39E2"/>
    <w:rsid w:val="004F58C7"/>
    <w:rsid w:val="004F7FE3"/>
    <w:rsid w:val="00501769"/>
    <w:rsid w:val="00511500"/>
    <w:rsid w:val="00513994"/>
    <w:rsid w:val="00514057"/>
    <w:rsid w:val="0051466E"/>
    <w:rsid w:val="00514F40"/>
    <w:rsid w:val="005203F3"/>
    <w:rsid w:val="0052797B"/>
    <w:rsid w:val="00527A98"/>
    <w:rsid w:val="00531889"/>
    <w:rsid w:val="0053548C"/>
    <w:rsid w:val="00535F25"/>
    <w:rsid w:val="0053639F"/>
    <w:rsid w:val="005367B5"/>
    <w:rsid w:val="005415CA"/>
    <w:rsid w:val="005449F9"/>
    <w:rsid w:val="00545715"/>
    <w:rsid w:val="00545918"/>
    <w:rsid w:val="00553FAE"/>
    <w:rsid w:val="00555314"/>
    <w:rsid w:val="00555AF1"/>
    <w:rsid w:val="005574BF"/>
    <w:rsid w:val="00557E7F"/>
    <w:rsid w:val="00562244"/>
    <w:rsid w:val="005643E0"/>
    <w:rsid w:val="00564DCC"/>
    <w:rsid w:val="00572123"/>
    <w:rsid w:val="00572D62"/>
    <w:rsid w:val="00577EEC"/>
    <w:rsid w:val="00582028"/>
    <w:rsid w:val="005827DD"/>
    <w:rsid w:val="00591ADD"/>
    <w:rsid w:val="005927AF"/>
    <w:rsid w:val="00593DD4"/>
    <w:rsid w:val="005A3A26"/>
    <w:rsid w:val="005A3ADA"/>
    <w:rsid w:val="005A6352"/>
    <w:rsid w:val="005A6C05"/>
    <w:rsid w:val="005A7A42"/>
    <w:rsid w:val="005B0027"/>
    <w:rsid w:val="005B74ED"/>
    <w:rsid w:val="005D7577"/>
    <w:rsid w:val="005D787C"/>
    <w:rsid w:val="005E1ED2"/>
    <w:rsid w:val="005F113B"/>
    <w:rsid w:val="005F1716"/>
    <w:rsid w:val="005F3ABA"/>
    <w:rsid w:val="006017BB"/>
    <w:rsid w:val="00603814"/>
    <w:rsid w:val="00604B8B"/>
    <w:rsid w:val="0060508C"/>
    <w:rsid w:val="006062E4"/>
    <w:rsid w:val="00610304"/>
    <w:rsid w:val="00617C0A"/>
    <w:rsid w:val="006208A8"/>
    <w:rsid w:val="006220B0"/>
    <w:rsid w:val="00622A2D"/>
    <w:rsid w:val="006256F1"/>
    <w:rsid w:val="00626D6F"/>
    <w:rsid w:val="0062722B"/>
    <w:rsid w:val="00630889"/>
    <w:rsid w:val="00630DA0"/>
    <w:rsid w:val="00635C21"/>
    <w:rsid w:val="00640548"/>
    <w:rsid w:val="00641949"/>
    <w:rsid w:val="00641C53"/>
    <w:rsid w:val="00645B66"/>
    <w:rsid w:val="00650147"/>
    <w:rsid w:val="00665DD4"/>
    <w:rsid w:val="00667062"/>
    <w:rsid w:val="00667B07"/>
    <w:rsid w:val="00670A39"/>
    <w:rsid w:val="0067559A"/>
    <w:rsid w:val="00675DF7"/>
    <w:rsid w:val="00676AD0"/>
    <w:rsid w:val="00677FA6"/>
    <w:rsid w:val="00680CBA"/>
    <w:rsid w:val="006915A4"/>
    <w:rsid w:val="00694783"/>
    <w:rsid w:val="006A0F26"/>
    <w:rsid w:val="006A1119"/>
    <w:rsid w:val="006A4056"/>
    <w:rsid w:val="006A4982"/>
    <w:rsid w:val="006A578A"/>
    <w:rsid w:val="006C3642"/>
    <w:rsid w:val="006C3AEC"/>
    <w:rsid w:val="006C71CE"/>
    <w:rsid w:val="006E3D83"/>
    <w:rsid w:val="006E4A76"/>
    <w:rsid w:val="006E58C8"/>
    <w:rsid w:val="006E61FC"/>
    <w:rsid w:val="006F1955"/>
    <w:rsid w:val="006F3571"/>
    <w:rsid w:val="00700B7B"/>
    <w:rsid w:val="00703EF9"/>
    <w:rsid w:val="0070750E"/>
    <w:rsid w:val="00711C1D"/>
    <w:rsid w:val="00712CCA"/>
    <w:rsid w:val="007132C7"/>
    <w:rsid w:val="00716AC1"/>
    <w:rsid w:val="007171FB"/>
    <w:rsid w:val="0072049A"/>
    <w:rsid w:val="0072051B"/>
    <w:rsid w:val="0072174C"/>
    <w:rsid w:val="007222B6"/>
    <w:rsid w:val="00723F55"/>
    <w:rsid w:val="00724617"/>
    <w:rsid w:val="007248BF"/>
    <w:rsid w:val="00724A84"/>
    <w:rsid w:val="00730A8E"/>
    <w:rsid w:val="00730E2B"/>
    <w:rsid w:val="00736B78"/>
    <w:rsid w:val="00737403"/>
    <w:rsid w:val="00737B60"/>
    <w:rsid w:val="00741025"/>
    <w:rsid w:val="007411A8"/>
    <w:rsid w:val="00741454"/>
    <w:rsid w:val="00744451"/>
    <w:rsid w:val="00744CEB"/>
    <w:rsid w:val="007479C4"/>
    <w:rsid w:val="00750D77"/>
    <w:rsid w:val="00751CCC"/>
    <w:rsid w:val="00752C74"/>
    <w:rsid w:val="00761859"/>
    <w:rsid w:val="0076214A"/>
    <w:rsid w:val="00762F0F"/>
    <w:rsid w:val="00771020"/>
    <w:rsid w:val="007737F1"/>
    <w:rsid w:val="00777493"/>
    <w:rsid w:val="00777A5A"/>
    <w:rsid w:val="007808E8"/>
    <w:rsid w:val="00787855"/>
    <w:rsid w:val="0079108D"/>
    <w:rsid w:val="00791883"/>
    <w:rsid w:val="00793B4D"/>
    <w:rsid w:val="007955D1"/>
    <w:rsid w:val="00795BD5"/>
    <w:rsid w:val="007A2EEC"/>
    <w:rsid w:val="007A4E3D"/>
    <w:rsid w:val="007A7157"/>
    <w:rsid w:val="007A73F3"/>
    <w:rsid w:val="007B064C"/>
    <w:rsid w:val="007C03BE"/>
    <w:rsid w:val="007C2791"/>
    <w:rsid w:val="007C5D32"/>
    <w:rsid w:val="007C79D9"/>
    <w:rsid w:val="007D2CCF"/>
    <w:rsid w:val="007D359B"/>
    <w:rsid w:val="007E5DC4"/>
    <w:rsid w:val="007F46A6"/>
    <w:rsid w:val="007F4752"/>
    <w:rsid w:val="007F4B1B"/>
    <w:rsid w:val="00802C3B"/>
    <w:rsid w:val="008034C0"/>
    <w:rsid w:val="00804D53"/>
    <w:rsid w:val="00805C0D"/>
    <w:rsid w:val="00807A21"/>
    <w:rsid w:val="008123CF"/>
    <w:rsid w:val="0081247E"/>
    <w:rsid w:val="00814D65"/>
    <w:rsid w:val="00820621"/>
    <w:rsid w:val="008212D5"/>
    <w:rsid w:val="00822745"/>
    <w:rsid w:val="00827238"/>
    <w:rsid w:val="00831785"/>
    <w:rsid w:val="00832482"/>
    <w:rsid w:val="0083254E"/>
    <w:rsid w:val="008326CA"/>
    <w:rsid w:val="0083467D"/>
    <w:rsid w:val="00835371"/>
    <w:rsid w:val="00837056"/>
    <w:rsid w:val="00843827"/>
    <w:rsid w:val="00845CFB"/>
    <w:rsid w:val="00847E64"/>
    <w:rsid w:val="00853532"/>
    <w:rsid w:val="008536D1"/>
    <w:rsid w:val="00853FF2"/>
    <w:rsid w:val="00855BB9"/>
    <w:rsid w:val="00856ADC"/>
    <w:rsid w:val="00865265"/>
    <w:rsid w:val="008661AA"/>
    <w:rsid w:val="00873E80"/>
    <w:rsid w:val="00874C2F"/>
    <w:rsid w:val="00877369"/>
    <w:rsid w:val="00882C1C"/>
    <w:rsid w:val="00883B86"/>
    <w:rsid w:val="008842CD"/>
    <w:rsid w:val="008843CC"/>
    <w:rsid w:val="00887B6D"/>
    <w:rsid w:val="008900C4"/>
    <w:rsid w:val="00891194"/>
    <w:rsid w:val="008915AD"/>
    <w:rsid w:val="008915DA"/>
    <w:rsid w:val="008919E4"/>
    <w:rsid w:val="00892447"/>
    <w:rsid w:val="0089303D"/>
    <w:rsid w:val="008938D5"/>
    <w:rsid w:val="00894559"/>
    <w:rsid w:val="008A206A"/>
    <w:rsid w:val="008A2C45"/>
    <w:rsid w:val="008A4322"/>
    <w:rsid w:val="008A66EA"/>
    <w:rsid w:val="008B1679"/>
    <w:rsid w:val="008B1B0C"/>
    <w:rsid w:val="008B3457"/>
    <w:rsid w:val="008B60B4"/>
    <w:rsid w:val="008B64F2"/>
    <w:rsid w:val="008C38F0"/>
    <w:rsid w:val="008C5E45"/>
    <w:rsid w:val="008C5ED6"/>
    <w:rsid w:val="008D145E"/>
    <w:rsid w:val="008D2329"/>
    <w:rsid w:val="008D5BC6"/>
    <w:rsid w:val="008D5E1C"/>
    <w:rsid w:val="008D5E24"/>
    <w:rsid w:val="008D7079"/>
    <w:rsid w:val="008E0208"/>
    <w:rsid w:val="008E2CED"/>
    <w:rsid w:val="008E58B1"/>
    <w:rsid w:val="008E6351"/>
    <w:rsid w:val="008E7248"/>
    <w:rsid w:val="008F43AF"/>
    <w:rsid w:val="008F520D"/>
    <w:rsid w:val="008F6B99"/>
    <w:rsid w:val="00902E0B"/>
    <w:rsid w:val="00904933"/>
    <w:rsid w:val="0090559C"/>
    <w:rsid w:val="00905E93"/>
    <w:rsid w:val="00906CC3"/>
    <w:rsid w:val="00910A57"/>
    <w:rsid w:val="00910ACC"/>
    <w:rsid w:val="00910B6F"/>
    <w:rsid w:val="00915AEE"/>
    <w:rsid w:val="00917147"/>
    <w:rsid w:val="00920740"/>
    <w:rsid w:val="00924FE1"/>
    <w:rsid w:val="00926366"/>
    <w:rsid w:val="00932526"/>
    <w:rsid w:val="009327A9"/>
    <w:rsid w:val="009362F7"/>
    <w:rsid w:val="00936BEB"/>
    <w:rsid w:val="009407A6"/>
    <w:rsid w:val="00943326"/>
    <w:rsid w:val="0094436A"/>
    <w:rsid w:val="009454E1"/>
    <w:rsid w:val="009456C3"/>
    <w:rsid w:val="00947C90"/>
    <w:rsid w:val="009506E7"/>
    <w:rsid w:val="009515A0"/>
    <w:rsid w:val="00953B67"/>
    <w:rsid w:val="00954992"/>
    <w:rsid w:val="00956745"/>
    <w:rsid w:val="00961955"/>
    <w:rsid w:val="009648CE"/>
    <w:rsid w:val="00965DA0"/>
    <w:rsid w:val="00965FA8"/>
    <w:rsid w:val="009731EC"/>
    <w:rsid w:val="00975D81"/>
    <w:rsid w:val="00977D3F"/>
    <w:rsid w:val="00983A3E"/>
    <w:rsid w:val="009850FD"/>
    <w:rsid w:val="009903B6"/>
    <w:rsid w:val="00997CF7"/>
    <w:rsid w:val="009A4A01"/>
    <w:rsid w:val="009A5591"/>
    <w:rsid w:val="009A734D"/>
    <w:rsid w:val="009B3241"/>
    <w:rsid w:val="009C268C"/>
    <w:rsid w:val="009D1B90"/>
    <w:rsid w:val="009D4A5A"/>
    <w:rsid w:val="009D5DFA"/>
    <w:rsid w:val="009D7842"/>
    <w:rsid w:val="009E0132"/>
    <w:rsid w:val="009E02D9"/>
    <w:rsid w:val="009E173E"/>
    <w:rsid w:val="009E1FCF"/>
    <w:rsid w:val="009E4AD7"/>
    <w:rsid w:val="009F3076"/>
    <w:rsid w:val="009F43E0"/>
    <w:rsid w:val="00A01302"/>
    <w:rsid w:val="00A027BC"/>
    <w:rsid w:val="00A05EB9"/>
    <w:rsid w:val="00A11D8A"/>
    <w:rsid w:val="00A11EC5"/>
    <w:rsid w:val="00A12468"/>
    <w:rsid w:val="00A12834"/>
    <w:rsid w:val="00A1589A"/>
    <w:rsid w:val="00A16872"/>
    <w:rsid w:val="00A179B1"/>
    <w:rsid w:val="00A25CDC"/>
    <w:rsid w:val="00A260A0"/>
    <w:rsid w:val="00A27074"/>
    <w:rsid w:val="00A34D0F"/>
    <w:rsid w:val="00A35262"/>
    <w:rsid w:val="00A359A7"/>
    <w:rsid w:val="00A37761"/>
    <w:rsid w:val="00A43066"/>
    <w:rsid w:val="00A436E8"/>
    <w:rsid w:val="00A446AD"/>
    <w:rsid w:val="00A452A8"/>
    <w:rsid w:val="00A46738"/>
    <w:rsid w:val="00A51EBE"/>
    <w:rsid w:val="00A52B59"/>
    <w:rsid w:val="00A5568B"/>
    <w:rsid w:val="00A5619C"/>
    <w:rsid w:val="00A56577"/>
    <w:rsid w:val="00A60B25"/>
    <w:rsid w:val="00A611F0"/>
    <w:rsid w:val="00A649FE"/>
    <w:rsid w:val="00A64C91"/>
    <w:rsid w:val="00A64CC3"/>
    <w:rsid w:val="00A74FA9"/>
    <w:rsid w:val="00A77278"/>
    <w:rsid w:val="00A777F7"/>
    <w:rsid w:val="00A8242A"/>
    <w:rsid w:val="00A841F3"/>
    <w:rsid w:val="00A8642C"/>
    <w:rsid w:val="00A91B85"/>
    <w:rsid w:val="00A960AB"/>
    <w:rsid w:val="00A96E30"/>
    <w:rsid w:val="00AA2920"/>
    <w:rsid w:val="00AB1C2D"/>
    <w:rsid w:val="00AC1F4D"/>
    <w:rsid w:val="00AC22B0"/>
    <w:rsid w:val="00AC2BE8"/>
    <w:rsid w:val="00AC48FD"/>
    <w:rsid w:val="00AC5D14"/>
    <w:rsid w:val="00AC6007"/>
    <w:rsid w:val="00AC6600"/>
    <w:rsid w:val="00AD1605"/>
    <w:rsid w:val="00AD25E3"/>
    <w:rsid w:val="00AE1C5F"/>
    <w:rsid w:val="00AE5895"/>
    <w:rsid w:val="00AE74C3"/>
    <w:rsid w:val="00AF12DB"/>
    <w:rsid w:val="00AF61EC"/>
    <w:rsid w:val="00B03F3E"/>
    <w:rsid w:val="00B11C95"/>
    <w:rsid w:val="00B1317D"/>
    <w:rsid w:val="00B140DB"/>
    <w:rsid w:val="00B14AC6"/>
    <w:rsid w:val="00B14C45"/>
    <w:rsid w:val="00B1701C"/>
    <w:rsid w:val="00B1717B"/>
    <w:rsid w:val="00B20095"/>
    <w:rsid w:val="00B20D96"/>
    <w:rsid w:val="00B228A8"/>
    <w:rsid w:val="00B25B55"/>
    <w:rsid w:val="00B30067"/>
    <w:rsid w:val="00B3421A"/>
    <w:rsid w:val="00B35967"/>
    <w:rsid w:val="00B37749"/>
    <w:rsid w:val="00B4061D"/>
    <w:rsid w:val="00B40BD5"/>
    <w:rsid w:val="00B40C58"/>
    <w:rsid w:val="00B4352E"/>
    <w:rsid w:val="00B44257"/>
    <w:rsid w:val="00B4612A"/>
    <w:rsid w:val="00B4698B"/>
    <w:rsid w:val="00B46D6D"/>
    <w:rsid w:val="00B46EC2"/>
    <w:rsid w:val="00B50A18"/>
    <w:rsid w:val="00B54C20"/>
    <w:rsid w:val="00B606A3"/>
    <w:rsid w:val="00B61D86"/>
    <w:rsid w:val="00B63491"/>
    <w:rsid w:val="00B63ABE"/>
    <w:rsid w:val="00B64DBE"/>
    <w:rsid w:val="00B65E96"/>
    <w:rsid w:val="00B66236"/>
    <w:rsid w:val="00B70E51"/>
    <w:rsid w:val="00B72B86"/>
    <w:rsid w:val="00B72D11"/>
    <w:rsid w:val="00B7616B"/>
    <w:rsid w:val="00B80CEB"/>
    <w:rsid w:val="00B827D4"/>
    <w:rsid w:val="00B83457"/>
    <w:rsid w:val="00B90845"/>
    <w:rsid w:val="00B92E2A"/>
    <w:rsid w:val="00B95303"/>
    <w:rsid w:val="00B9636C"/>
    <w:rsid w:val="00B97C82"/>
    <w:rsid w:val="00BA0493"/>
    <w:rsid w:val="00BA4DCA"/>
    <w:rsid w:val="00BB5D1A"/>
    <w:rsid w:val="00BB79A2"/>
    <w:rsid w:val="00BC5FB2"/>
    <w:rsid w:val="00BC738B"/>
    <w:rsid w:val="00BD2046"/>
    <w:rsid w:val="00BE2432"/>
    <w:rsid w:val="00BE56F0"/>
    <w:rsid w:val="00BE709C"/>
    <w:rsid w:val="00BE7B9F"/>
    <w:rsid w:val="00BF194C"/>
    <w:rsid w:val="00BF45AB"/>
    <w:rsid w:val="00BF661D"/>
    <w:rsid w:val="00C03A82"/>
    <w:rsid w:val="00C06213"/>
    <w:rsid w:val="00C0747D"/>
    <w:rsid w:val="00C14BA1"/>
    <w:rsid w:val="00C1573A"/>
    <w:rsid w:val="00C17467"/>
    <w:rsid w:val="00C2065A"/>
    <w:rsid w:val="00C22A4C"/>
    <w:rsid w:val="00C2392D"/>
    <w:rsid w:val="00C23E7C"/>
    <w:rsid w:val="00C24FEE"/>
    <w:rsid w:val="00C30F92"/>
    <w:rsid w:val="00C3270A"/>
    <w:rsid w:val="00C32967"/>
    <w:rsid w:val="00C33D9C"/>
    <w:rsid w:val="00C41B19"/>
    <w:rsid w:val="00C41EB2"/>
    <w:rsid w:val="00C450CC"/>
    <w:rsid w:val="00C45BFB"/>
    <w:rsid w:val="00C46395"/>
    <w:rsid w:val="00C467EB"/>
    <w:rsid w:val="00C544C4"/>
    <w:rsid w:val="00C550C6"/>
    <w:rsid w:val="00C60133"/>
    <w:rsid w:val="00C609A3"/>
    <w:rsid w:val="00C60BE5"/>
    <w:rsid w:val="00C61B6A"/>
    <w:rsid w:val="00C623E7"/>
    <w:rsid w:val="00C67142"/>
    <w:rsid w:val="00C73F71"/>
    <w:rsid w:val="00C74BFD"/>
    <w:rsid w:val="00C76DB1"/>
    <w:rsid w:val="00C83182"/>
    <w:rsid w:val="00C833BE"/>
    <w:rsid w:val="00C9247E"/>
    <w:rsid w:val="00C96654"/>
    <w:rsid w:val="00CA16B7"/>
    <w:rsid w:val="00CA1A4D"/>
    <w:rsid w:val="00CA5950"/>
    <w:rsid w:val="00CA6E6A"/>
    <w:rsid w:val="00CB4796"/>
    <w:rsid w:val="00CB5B07"/>
    <w:rsid w:val="00CB5EBC"/>
    <w:rsid w:val="00CB6029"/>
    <w:rsid w:val="00CC1999"/>
    <w:rsid w:val="00CC57B9"/>
    <w:rsid w:val="00CC695B"/>
    <w:rsid w:val="00CD1F8A"/>
    <w:rsid w:val="00CD300B"/>
    <w:rsid w:val="00CE1659"/>
    <w:rsid w:val="00CE4EF5"/>
    <w:rsid w:val="00CE6465"/>
    <w:rsid w:val="00CE6AA4"/>
    <w:rsid w:val="00CE7F46"/>
    <w:rsid w:val="00CF6FEC"/>
    <w:rsid w:val="00D0324F"/>
    <w:rsid w:val="00D06278"/>
    <w:rsid w:val="00D06A70"/>
    <w:rsid w:val="00D06E18"/>
    <w:rsid w:val="00D073A6"/>
    <w:rsid w:val="00D17351"/>
    <w:rsid w:val="00D20968"/>
    <w:rsid w:val="00D20EDB"/>
    <w:rsid w:val="00D20F73"/>
    <w:rsid w:val="00D32EF2"/>
    <w:rsid w:val="00D361A8"/>
    <w:rsid w:val="00D37172"/>
    <w:rsid w:val="00D41990"/>
    <w:rsid w:val="00D44BB8"/>
    <w:rsid w:val="00D45C2C"/>
    <w:rsid w:val="00D47240"/>
    <w:rsid w:val="00D57F33"/>
    <w:rsid w:val="00D610A3"/>
    <w:rsid w:val="00D64332"/>
    <w:rsid w:val="00D658D3"/>
    <w:rsid w:val="00D70FAE"/>
    <w:rsid w:val="00D742A9"/>
    <w:rsid w:val="00D82237"/>
    <w:rsid w:val="00D8523A"/>
    <w:rsid w:val="00D862EC"/>
    <w:rsid w:val="00D92FA8"/>
    <w:rsid w:val="00D946E2"/>
    <w:rsid w:val="00D9649A"/>
    <w:rsid w:val="00D969D2"/>
    <w:rsid w:val="00D96B92"/>
    <w:rsid w:val="00D96FEA"/>
    <w:rsid w:val="00DA2084"/>
    <w:rsid w:val="00DA6E08"/>
    <w:rsid w:val="00DB6AEE"/>
    <w:rsid w:val="00DB7289"/>
    <w:rsid w:val="00DC016D"/>
    <w:rsid w:val="00DC1B50"/>
    <w:rsid w:val="00DC1C63"/>
    <w:rsid w:val="00DC2855"/>
    <w:rsid w:val="00DD02A8"/>
    <w:rsid w:val="00DD3429"/>
    <w:rsid w:val="00DD642F"/>
    <w:rsid w:val="00DD72AB"/>
    <w:rsid w:val="00DE1294"/>
    <w:rsid w:val="00DE3D26"/>
    <w:rsid w:val="00DE6D49"/>
    <w:rsid w:val="00DE6F64"/>
    <w:rsid w:val="00DE7B24"/>
    <w:rsid w:val="00DF3178"/>
    <w:rsid w:val="00DF5D61"/>
    <w:rsid w:val="00E01154"/>
    <w:rsid w:val="00E01160"/>
    <w:rsid w:val="00E12A08"/>
    <w:rsid w:val="00E137F8"/>
    <w:rsid w:val="00E14BA5"/>
    <w:rsid w:val="00E16692"/>
    <w:rsid w:val="00E170B4"/>
    <w:rsid w:val="00E200CD"/>
    <w:rsid w:val="00E21350"/>
    <w:rsid w:val="00E21464"/>
    <w:rsid w:val="00E23155"/>
    <w:rsid w:val="00E2460E"/>
    <w:rsid w:val="00E24866"/>
    <w:rsid w:val="00E25906"/>
    <w:rsid w:val="00E26870"/>
    <w:rsid w:val="00E310C6"/>
    <w:rsid w:val="00E310D8"/>
    <w:rsid w:val="00E34C70"/>
    <w:rsid w:val="00E36263"/>
    <w:rsid w:val="00E3791C"/>
    <w:rsid w:val="00E40446"/>
    <w:rsid w:val="00E409A4"/>
    <w:rsid w:val="00E41FCC"/>
    <w:rsid w:val="00E438C3"/>
    <w:rsid w:val="00E46864"/>
    <w:rsid w:val="00E46AB4"/>
    <w:rsid w:val="00E5123D"/>
    <w:rsid w:val="00E520C6"/>
    <w:rsid w:val="00E52F14"/>
    <w:rsid w:val="00E56718"/>
    <w:rsid w:val="00E56A7B"/>
    <w:rsid w:val="00E56D83"/>
    <w:rsid w:val="00E634F0"/>
    <w:rsid w:val="00E63CF0"/>
    <w:rsid w:val="00E70AEB"/>
    <w:rsid w:val="00E74827"/>
    <w:rsid w:val="00E749E8"/>
    <w:rsid w:val="00E74FFE"/>
    <w:rsid w:val="00E765DF"/>
    <w:rsid w:val="00E81F3D"/>
    <w:rsid w:val="00E82705"/>
    <w:rsid w:val="00E85DDA"/>
    <w:rsid w:val="00E862A1"/>
    <w:rsid w:val="00E86300"/>
    <w:rsid w:val="00E94B6E"/>
    <w:rsid w:val="00E961C1"/>
    <w:rsid w:val="00EA0454"/>
    <w:rsid w:val="00EA3FE4"/>
    <w:rsid w:val="00EA4B8B"/>
    <w:rsid w:val="00EA7278"/>
    <w:rsid w:val="00EB78D1"/>
    <w:rsid w:val="00EC4179"/>
    <w:rsid w:val="00EC4B26"/>
    <w:rsid w:val="00EC7EA5"/>
    <w:rsid w:val="00EE0587"/>
    <w:rsid w:val="00EE12CE"/>
    <w:rsid w:val="00EE13C4"/>
    <w:rsid w:val="00EE308A"/>
    <w:rsid w:val="00EE3251"/>
    <w:rsid w:val="00EF1517"/>
    <w:rsid w:val="00EF25B5"/>
    <w:rsid w:val="00EF3E1A"/>
    <w:rsid w:val="00F01722"/>
    <w:rsid w:val="00F040AA"/>
    <w:rsid w:val="00F07F89"/>
    <w:rsid w:val="00F10905"/>
    <w:rsid w:val="00F11BD2"/>
    <w:rsid w:val="00F11ECE"/>
    <w:rsid w:val="00F14501"/>
    <w:rsid w:val="00F15447"/>
    <w:rsid w:val="00F15700"/>
    <w:rsid w:val="00F20118"/>
    <w:rsid w:val="00F20D72"/>
    <w:rsid w:val="00F23B9B"/>
    <w:rsid w:val="00F25C3B"/>
    <w:rsid w:val="00F30101"/>
    <w:rsid w:val="00F31C5B"/>
    <w:rsid w:val="00F33B84"/>
    <w:rsid w:val="00F35C1A"/>
    <w:rsid w:val="00F371EF"/>
    <w:rsid w:val="00F376AB"/>
    <w:rsid w:val="00F377E5"/>
    <w:rsid w:val="00F40AF9"/>
    <w:rsid w:val="00F44800"/>
    <w:rsid w:val="00F44B9E"/>
    <w:rsid w:val="00F50CDC"/>
    <w:rsid w:val="00F55B5E"/>
    <w:rsid w:val="00F57DF6"/>
    <w:rsid w:val="00F60C94"/>
    <w:rsid w:val="00F61869"/>
    <w:rsid w:val="00F65642"/>
    <w:rsid w:val="00F66787"/>
    <w:rsid w:val="00F6721F"/>
    <w:rsid w:val="00F70D88"/>
    <w:rsid w:val="00F72237"/>
    <w:rsid w:val="00F77941"/>
    <w:rsid w:val="00F8236F"/>
    <w:rsid w:val="00F84AC5"/>
    <w:rsid w:val="00F879D2"/>
    <w:rsid w:val="00F87BE1"/>
    <w:rsid w:val="00F9199E"/>
    <w:rsid w:val="00F94F7E"/>
    <w:rsid w:val="00FA1BB5"/>
    <w:rsid w:val="00FA5B80"/>
    <w:rsid w:val="00FA7E27"/>
    <w:rsid w:val="00FA7E69"/>
    <w:rsid w:val="00FB14E2"/>
    <w:rsid w:val="00FB25E2"/>
    <w:rsid w:val="00FB2CA9"/>
    <w:rsid w:val="00FB34B7"/>
    <w:rsid w:val="00FC6E4D"/>
    <w:rsid w:val="00FD08D6"/>
    <w:rsid w:val="00FD2ACE"/>
    <w:rsid w:val="00FE2A92"/>
    <w:rsid w:val="00FE4C5A"/>
    <w:rsid w:val="00FE6107"/>
    <w:rsid w:val="00FE6624"/>
    <w:rsid w:val="00FE6ED7"/>
    <w:rsid w:val="00FF0E3B"/>
    <w:rsid w:val="00FF2A6D"/>
    <w:rsid w:val="00FF484C"/>
    <w:rsid w:val="00FF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F5979A"/>
  <w15:docId w15:val="{EC5E79D0-63BF-4C81-A4FC-44C6F10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007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link w:val="Titre4Car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character" w:styleId="lev">
    <w:name w:val="Strong"/>
    <w:basedOn w:val="Policepardfaut"/>
    <w:uiPriority w:val="22"/>
    <w:qFormat/>
    <w:rsid w:val="002F2D1F"/>
    <w:rPr>
      <w:b/>
      <w:bCs/>
    </w:rPr>
  </w:style>
  <w:style w:type="character" w:styleId="Lienhypertexte">
    <w:name w:val="Hyperlink"/>
    <w:basedOn w:val="Policepardfaut"/>
    <w:uiPriority w:val="99"/>
    <w:unhideWhenUsed/>
    <w:rsid w:val="006E58C8"/>
    <w:rPr>
      <w:color w:val="0000FF" w:themeColor="hyperlink"/>
      <w:u w:val="single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A1E3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A1E31"/>
    <w:rPr>
      <w:rFonts w:ascii="Arial" w:hAnsi="Arial" w:cs="Arial"/>
      <w:color w:val="00000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E12A08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E12A08"/>
    <w:rPr>
      <w:rFonts w:ascii="Arial" w:hAnsi="Arial" w:cs="Arial"/>
      <w:color w:val="000000"/>
    </w:rPr>
  </w:style>
  <w:style w:type="character" w:styleId="Textedelespacerserv">
    <w:name w:val="Placeholder Text"/>
    <w:basedOn w:val="Policepardfaut"/>
    <w:uiPriority w:val="99"/>
    <w:unhideWhenUsed/>
    <w:rsid w:val="00403CAB"/>
    <w:rPr>
      <w:color w:val="808080"/>
    </w:rPr>
  </w:style>
  <w:style w:type="character" w:styleId="Numrodeligne">
    <w:name w:val="line number"/>
    <w:basedOn w:val="Policepardfaut"/>
    <w:uiPriority w:val="99"/>
    <w:semiHidden/>
    <w:unhideWhenUsed/>
    <w:rsid w:val="00A77278"/>
  </w:style>
  <w:style w:type="character" w:customStyle="1" w:styleId="Titre4Car">
    <w:name w:val="Titre 4 Car"/>
    <w:basedOn w:val="Policepardfaut"/>
    <w:link w:val="Titre4"/>
    <w:rsid w:val="00FF484C"/>
    <w:rPr>
      <w:rFonts w:ascii="Arial" w:hAnsi="Arial" w:cs="Arial"/>
      <w:color w:val="000000"/>
    </w:rPr>
  </w:style>
  <w:style w:type="paragraph" w:styleId="Paragraphedeliste">
    <w:name w:val="List Paragraph"/>
    <w:basedOn w:val="Normal"/>
    <w:uiPriority w:val="72"/>
    <w:rsid w:val="00183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8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A83D3B3-9F57-4A57-80E1-CAD9DDBB7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317</TotalTime>
  <Pages>6</Pages>
  <Words>1702</Words>
  <Characters>9366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11046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38</cp:revision>
  <cp:lastPrinted>2020-08-28T09:17:00Z</cp:lastPrinted>
  <dcterms:created xsi:type="dcterms:W3CDTF">2020-10-13T12:11:00Z</dcterms:created>
  <dcterms:modified xsi:type="dcterms:W3CDTF">2023-12-05T15:48:00Z</dcterms:modified>
</cp:coreProperties>
</file>