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6FB2C07" w14:textId="77777777" w:rsidR="00F33B84" w:rsidRDefault="00F33B84" w:rsidP="00F33B84">
      <w:pPr>
        <w:pStyle w:val="ECEbordure"/>
        <w:jc w:val="center"/>
        <w:rPr>
          <w:b/>
          <w:sz w:val="24"/>
          <w:szCs w:val="24"/>
        </w:rPr>
      </w:pPr>
      <w:r w:rsidRPr="007146B9">
        <w:rPr>
          <w:b/>
          <w:sz w:val="24"/>
          <w:szCs w:val="24"/>
        </w:rPr>
        <w:t>BACCALAURÉAT G</w:t>
      </w:r>
      <w:r w:rsidRPr="007146B9">
        <w:rPr>
          <w:rFonts w:eastAsia="Arial Unicode MS"/>
          <w:b/>
          <w:sz w:val="24"/>
          <w:szCs w:val="24"/>
        </w:rPr>
        <w:t>É</w:t>
      </w:r>
      <w:r w:rsidRPr="007146B9">
        <w:rPr>
          <w:b/>
          <w:sz w:val="24"/>
          <w:szCs w:val="24"/>
        </w:rPr>
        <w:t>N</w:t>
      </w:r>
      <w:r w:rsidRPr="007146B9">
        <w:rPr>
          <w:rFonts w:eastAsia="Arial Unicode MS"/>
          <w:b/>
          <w:sz w:val="24"/>
          <w:szCs w:val="24"/>
        </w:rPr>
        <w:t>É</w:t>
      </w:r>
      <w:r w:rsidRPr="007146B9">
        <w:rPr>
          <w:b/>
          <w:sz w:val="24"/>
          <w:szCs w:val="24"/>
        </w:rPr>
        <w:t>RAL</w:t>
      </w:r>
    </w:p>
    <w:p w14:paraId="1CD50C58" w14:textId="77777777" w:rsidR="00F33B84" w:rsidRDefault="00F33B84" w:rsidP="00F33B84">
      <w:pPr>
        <w:pStyle w:val="ECEbordure"/>
        <w:jc w:val="center"/>
        <w:rPr>
          <w:b/>
          <w:sz w:val="24"/>
          <w:szCs w:val="24"/>
        </w:rPr>
      </w:pPr>
    </w:p>
    <w:p w14:paraId="344752ED" w14:textId="77777777" w:rsidR="00F33B84" w:rsidRPr="007146B9" w:rsidRDefault="00F33B84" w:rsidP="00F33B84">
      <w:pPr>
        <w:pStyle w:val="ECEbordure"/>
        <w:jc w:val="center"/>
        <w:rPr>
          <w:b/>
          <w:sz w:val="24"/>
          <w:szCs w:val="24"/>
        </w:rPr>
      </w:pPr>
      <w:r w:rsidRPr="007146B9">
        <w:rPr>
          <w:rFonts w:eastAsia="Arial Unicode MS"/>
          <w:b/>
          <w:sz w:val="24"/>
          <w:szCs w:val="24"/>
        </w:rPr>
        <w:t>É</w:t>
      </w:r>
      <w:r>
        <w:rPr>
          <w:rFonts w:eastAsia="Arial Unicode MS"/>
          <w:b/>
          <w:sz w:val="24"/>
          <w:szCs w:val="24"/>
        </w:rPr>
        <w:t>preuve pratique de l’enseignement de spécialité physique-chimie</w:t>
      </w:r>
    </w:p>
    <w:p w14:paraId="2F452876" w14:textId="77777777" w:rsidR="00F33B84" w:rsidRPr="0060508C" w:rsidRDefault="00F33B84" w:rsidP="00F33B84">
      <w:pPr>
        <w:pStyle w:val="ECEbordure"/>
        <w:jc w:val="center"/>
        <w:rPr>
          <w:b/>
          <w:sz w:val="24"/>
          <w:szCs w:val="24"/>
        </w:rPr>
      </w:pPr>
      <w:r w:rsidRPr="0060508C">
        <w:rPr>
          <w:b/>
          <w:sz w:val="24"/>
          <w:szCs w:val="24"/>
        </w:rPr>
        <w:t>Évaluation des Compétences Expérimentales</w:t>
      </w:r>
    </w:p>
    <w:p w14:paraId="0B2E12F5" w14:textId="77777777" w:rsidR="00F33B84" w:rsidRPr="0060508C" w:rsidRDefault="00F33B84" w:rsidP="00F33B84">
      <w:pPr>
        <w:pStyle w:val="ECEbordure"/>
        <w:jc w:val="center"/>
      </w:pPr>
    </w:p>
    <w:p w14:paraId="0199FD8D" w14:textId="77777777" w:rsidR="00F33B84" w:rsidRPr="0060508C" w:rsidRDefault="00F33B84" w:rsidP="00F33B84">
      <w:pPr>
        <w:pStyle w:val="ECEbordure"/>
        <w:jc w:val="center"/>
      </w:pPr>
      <w:r w:rsidRPr="0060508C">
        <w:t>Ce</w:t>
      </w:r>
      <w:r>
        <w:t>tte</w:t>
      </w:r>
      <w:r w:rsidRPr="0060508C">
        <w:t xml:space="preserve"> </w:t>
      </w:r>
      <w:r>
        <w:t>situation d’évaluation</w:t>
      </w:r>
      <w:r w:rsidRPr="0060508C">
        <w:t xml:space="preserve"> fait p</w:t>
      </w:r>
      <w:r>
        <w:t>artie de la banque nationale.</w:t>
      </w:r>
    </w:p>
    <w:p w14:paraId="0BA0B4B6" w14:textId="77777777" w:rsidR="00F33B84" w:rsidRPr="0060508C" w:rsidRDefault="00F33B84" w:rsidP="00F33B84">
      <w:pPr>
        <w:pStyle w:val="ECEbordure"/>
        <w:jc w:val="center"/>
      </w:pPr>
    </w:p>
    <w:p w14:paraId="2F415D39" w14:textId="77777777" w:rsidR="00F33B84" w:rsidRDefault="00F33B84" w:rsidP="00F33B84">
      <w:pPr>
        <w:pStyle w:val="ECEcorps"/>
      </w:pPr>
    </w:p>
    <w:p w14:paraId="79A20E09" w14:textId="77777777" w:rsidR="00F33B84" w:rsidRPr="00244F93" w:rsidRDefault="00F33B84" w:rsidP="002B74BC">
      <w:pPr>
        <w:pStyle w:val="ECEfiche"/>
        <w:pBdr>
          <w:right w:val="single" w:sz="12" w:space="0" w:color="auto"/>
        </w:pBdr>
        <w:rPr>
          <w:b/>
        </w:rPr>
      </w:pPr>
      <w:bookmarkStart w:id="0" w:name="_Toc500182690"/>
      <w:r w:rsidRPr="00E26870">
        <w:t>ÉNONCÉ DESTINÉ AU CANDIDAT</w:t>
      </w:r>
      <w:bookmarkEnd w:id="0"/>
    </w:p>
    <w:p w14:paraId="59016BE9" w14:textId="77777777" w:rsidR="00F33B84" w:rsidRDefault="00F33B84" w:rsidP="00F33B84">
      <w:pPr>
        <w:pStyle w:val="ECEcorps"/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5087"/>
        <w:gridCol w:w="5087"/>
      </w:tblGrid>
      <w:tr w:rsidR="00FF484C" w14:paraId="0C7DC64B" w14:textId="77777777" w:rsidTr="001904EB">
        <w:trPr>
          <w:jc w:val="center"/>
        </w:trPr>
        <w:tc>
          <w:tcPr>
            <w:tcW w:w="2500" w:type="pct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78403C0" w14:textId="77777777" w:rsidR="00FF484C" w:rsidRDefault="00FF484C" w:rsidP="00C45BFB">
            <w:pPr>
              <w:pStyle w:val="ECEcorps"/>
            </w:pPr>
            <w:r w:rsidRPr="002D2F9B">
              <w:t>NOM</w:t>
            </w:r>
            <w:r>
              <w:t xml:space="preserve"> : </w:t>
            </w:r>
          </w:p>
          <w:p w14:paraId="3E90946C" w14:textId="77777777" w:rsidR="00FF484C" w:rsidRDefault="00FF484C" w:rsidP="00C45BFB">
            <w:pPr>
              <w:pStyle w:val="ECEcorps"/>
            </w:pPr>
          </w:p>
        </w:tc>
        <w:tc>
          <w:tcPr>
            <w:tcW w:w="2500" w:type="pct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B9ACB80" w14:textId="77777777" w:rsidR="00FF484C" w:rsidRDefault="00FF484C" w:rsidP="00C45BFB">
            <w:pPr>
              <w:pStyle w:val="ECEcorps"/>
            </w:pPr>
            <w:r w:rsidRPr="002D2F9B">
              <w:t>Prénom</w:t>
            </w:r>
            <w:r>
              <w:t xml:space="preserve"> : </w:t>
            </w:r>
          </w:p>
        </w:tc>
      </w:tr>
      <w:tr w:rsidR="00FF484C" w14:paraId="4FCC468F" w14:textId="77777777" w:rsidTr="001904EB">
        <w:trPr>
          <w:jc w:val="center"/>
        </w:trPr>
        <w:tc>
          <w:tcPr>
            <w:tcW w:w="2500" w:type="pct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02CE816" w14:textId="77777777" w:rsidR="00FF484C" w:rsidRDefault="00FF484C" w:rsidP="00C45BFB">
            <w:pPr>
              <w:pStyle w:val="ECEcorps"/>
            </w:pPr>
            <w:r w:rsidRPr="002D2F9B">
              <w:t>Centre d’examen</w:t>
            </w:r>
            <w:r>
              <w:t xml:space="preserve"> : </w:t>
            </w:r>
          </w:p>
          <w:p w14:paraId="65D080B6" w14:textId="77777777" w:rsidR="00FF484C" w:rsidRDefault="00FF484C" w:rsidP="00C45BFB">
            <w:pPr>
              <w:pStyle w:val="ECEcorps"/>
            </w:pPr>
          </w:p>
        </w:tc>
        <w:tc>
          <w:tcPr>
            <w:tcW w:w="2500" w:type="pct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AE6B577" w14:textId="77777777" w:rsidR="00FF484C" w:rsidRDefault="00FF484C" w:rsidP="00C45BFB">
            <w:pPr>
              <w:pStyle w:val="ECEcorps"/>
            </w:pPr>
            <w:r>
              <w:t>n°</w:t>
            </w:r>
            <w:r w:rsidRPr="002D2F9B">
              <w:t xml:space="preserve"> d’inscription</w:t>
            </w:r>
            <w:r>
              <w:t xml:space="preserve"> : </w:t>
            </w:r>
          </w:p>
        </w:tc>
      </w:tr>
    </w:tbl>
    <w:p w14:paraId="6ABBBBDB" w14:textId="77777777" w:rsidR="00FF484C" w:rsidRDefault="00FF484C" w:rsidP="00FF484C">
      <w:pPr>
        <w:pStyle w:val="ECEcorps"/>
      </w:pPr>
    </w:p>
    <w:p w14:paraId="75C8C0E9" w14:textId="754D4B63" w:rsidR="00F33B84" w:rsidRDefault="00F33B84" w:rsidP="00F33B84">
      <w:pPr>
        <w:pStyle w:val="ECEbordure"/>
      </w:pPr>
      <w:r>
        <w:t xml:space="preserve">Cette situation d’évaluation </w:t>
      </w:r>
      <w:r w:rsidRPr="00966915">
        <w:t xml:space="preserve">comporte </w:t>
      </w:r>
      <w:r>
        <w:rPr>
          <w:b/>
        </w:rPr>
        <w:t>six</w:t>
      </w:r>
      <w:r w:rsidRPr="00581077">
        <w:rPr>
          <w:b/>
        </w:rPr>
        <w:t xml:space="preserve"> </w:t>
      </w:r>
      <w:r>
        <w:t xml:space="preserve">pages </w:t>
      </w:r>
      <w:r w:rsidRPr="00C17957">
        <w:t>sur lesquelles le candidat doit consigner ses réponses.</w:t>
      </w:r>
    </w:p>
    <w:p w14:paraId="319D90C6" w14:textId="77777777" w:rsidR="00F33B84" w:rsidRDefault="00F33B84" w:rsidP="00F33B84">
      <w:pPr>
        <w:pStyle w:val="ECEbordure"/>
      </w:pPr>
      <w:r w:rsidRPr="000F26F2">
        <w:t>Le candidat doit restituer ce document avant de sortir de la salle d'examen</w:t>
      </w:r>
      <w:r w:rsidRPr="00AC5BC7">
        <w:t>.</w:t>
      </w:r>
    </w:p>
    <w:p w14:paraId="04C7C597" w14:textId="77777777" w:rsidR="00F33B84" w:rsidRDefault="00F33B84" w:rsidP="00F33B84">
      <w:pPr>
        <w:pStyle w:val="ECEbordure"/>
      </w:pPr>
    </w:p>
    <w:p w14:paraId="7EF3D42B" w14:textId="77777777" w:rsidR="00F33B84" w:rsidRDefault="00F33B84" w:rsidP="00F33B84">
      <w:pPr>
        <w:pStyle w:val="ECEbordure"/>
      </w:pPr>
      <w:r w:rsidRPr="00AC5BC7">
        <w:t>Le candidat doit agir en autonomie et faire preuve d’initiative tout au long de l’épreuve.</w:t>
      </w:r>
    </w:p>
    <w:p w14:paraId="6B1F7D2A" w14:textId="77777777" w:rsidR="00F33B84" w:rsidRPr="00AC5BC7" w:rsidRDefault="00F33B84" w:rsidP="00F33B84">
      <w:pPr>
        <w:pStyle w:val="ECEbordure"/>
      </w:pPr>
      <w:r w:rsidRPr="000F26F2">
        <w:t>En cas de difficulté, le candidat peut solliciter l’examinateur afin de lui permettre de continuer la tâche.</w:t>
      </w:r>
    </w:p>
    <w:p w14:paraId="3211A4BA" w14:textId="77777777" w:rsidR="00F33B84" w:rsidRDefault="00F33B84" w:rsidP="00F33B84">
      <w:pPr>
        <w:pStyle w:val="ECEbordure"/>
      </w:pPr>
      <w:r w:rsidRPr="00AC5BC7">
        <w:t>L’examinateur peut intervenir à tout moment, s’il le juge utile</w:t>
      </w:r>
      <w:r>
        <w:t>.</w:t>
      </w:r>
    </w:p>
    <w:p w14:paraId="69E93FC5" w14:textId="693B801E" w:rsidR="00F33B84" w:rsidRDefault="00F33B84" w:rsidP="00F33B84">
      <w:pPr>
        <w:pStyle w:val="ECEbordure"/>
      </w:pPr>
      <w:r w:rsidRPr="00C90C1F">
        <w:t xml:space="preserve">L’usage de </w:t>
      </w:r>
      <w:r w:rsidR="00267D6D">
        <w:t xml:space="preserve">la </w:t>
      </w:r>
      <w:r w:rsidRPr="00C90C1F">
        <w:t>calculatrice avec mode examen actif est autorisé. L’usage de calculatrice sans mémoire « type collège » est autorisé.</w:t>
      </w:r>
      <w:r>
        <w:t xml:space="preserve"> </w:t>
      </w:r>
    </w:p>
    <w:p w14:paraId="3C5FA821" w14:textId="77777777" w:rsidR="00FF484C" w:rsidRPr="00545715" w:rsidRDefault="00FF484C" w:rsidP="00FF484C">
      <w:pPr>
        <w:pStyle w:val="ECEcorps"/>
        <w:rPr>
          <w:u w:val="single"/>
        </w:rPr>
      </w:pPr>
    </w:p>
    <w:p w14:paraId="39BE9C28" w14:textId="77777777" w:rsidR="00E70AEB" w:rsidRDefault="00E70AEB" w:rsidP="00FF484C">
      <w:pPr>
        <w:pStyle w:val="ECEtitre"/>
        <w:spacing w:after="120"/>
      </w:pPr>
    </w:p>
    <w:p w14:paraId="318AAC68" w14:textId="3B6DBFDD" w:rsidR="00F33B84" w:rsidRPr="00136091" w:rsidRDefault="00F33B84" w:rsidP="00F33B84">
      <w:pPr>
        <w:pStyle w:val="ECEtitre"/>
        <w:rPr>
          <w:sz w:val="24"/>
          <w:szCs w:val="24"/>
        </w:rPr>
      </w:pPr>
      <w:r>
        <w:rPr>
          <w:sz w:val="24"/>
          <w:szCs w:val="24"/>
        </w:rPr>
        <w:t>CONTEXTE DE LA</w:t>
      </w:r>
      <w:r w:rsidRPr="00136091">
        <w:rPr>
          <w:sz w:val="24"/>
          <w:szCs w:val="24"/>
        </w:rPr>
        <w:t xml:space="preserve"> </w:t>
      </w:r>
      <w:r w:rsidR="006D1D7D">
        <w:rPr>
          <w:sz w:val="24"/>
          <w:szCs w:val="24"/>
        </w:rPr>
        <w:t>SITUATION D’ÉVALUATIO</w:t>
      </w:r>
      <w:r w:rsidR="00A9256B">
        <w:rPr>
          <w:sz w:val="24"/>
          <w:szCs w:val="24"/>
        </w:rPr>
        <w:t>N</w:t>
      </w:r>
    </w:p>
    <w:p w14:paraId="45F20E76" w14:textId="77777777" w:rsidR="00F33B84" w:rsidRDefault="00F33B84" w:rsidP="00F33B84">
      <w:pPr>
        <w:pStyle w:val="ECEcorps"/>
      </w:pPr>
    </w:p>
    <w:p w14:paraId="718C6D55" w14:textId="2CC7B0E5" w:rsidR="009515A0" w:rsidRPr="00947C90" w:rsidRDefault="009515A0" w:rsidP="00577EEC">
      <w:pPr>
        <w:pStyle w:val="ECEcorps"/>
        <w:spacing w:after="120"/>
      </w:pPr>
      <w:r>
        <w:t xml:space="preserve">Notre cœur bat </w:t>
      </w:r>
      <w:r w:rsidRPr="00077E16">
        <w:t>24 h</w:t>
      </w:r>
      <w:r w:rsidR="00956BD9">
        <w:t>eures</w:t>
      </w:r>
      <w:r w:rsidRPr="00077E16">
        <w:t xml:space="preserve"> sur 24 </w:t>
      </w:r>
      <w:r w:rsidRPr="00947C90">
        <w:t>pendant toute notre vie et se contracte plus de 100 000 fois par jour grâce à un stimulateur naturel : le nœud sinusal qui est un ensemble de cellules situé dans la paroi supérieure de l'atrium droit du cœur.</w:t>
      </w:r>
    </w:p>
    <w:p w14:paraId="334B558F" w14:textId="04B3B38A" w:rsidR="009515A0" w:rsidRDefault="009515A0" w:rsidP="00577EEC">
      <w:pPr>
        <w:pStyle w:val="ECEcorps"/>
        <w:spacing w:after="120"/>
      </w:pPr>
      <w:r w:rsidRPr="00947C90">
        <w:t xml:space="preserve">Lorsque le nœud sinusal ne remplit plus correctement son rôle, la chirurgie permet depuis 1958 d’implanter dans la cage thoracique un stimulateur cardiaque artificiel (appelé aussi </w:t>
      </w:r>
      <w:r w:rsidRPr="005A3A26">
        <w:rPr>
          <w:i/>
        </w:rPr>
        <w:t>pacemaker</w:t>
      </w:r>
      <w:r w:rsidRPr="00947C90">
        <w:t>) qui va forcer le muscle cardiaque à battre régulièrement en lui envoyant de petites impulsions électriques par l'intermédiaire d</w:t>
      </w:r>
      <w:r w:rsidR="00E70AEB">
        <w:t xml:space="preserve">’un générateur et de </w:t>
      </w:r>
      <w:r w:rsidRPr="00947C90">
        <w:t>sondes.</w:t>
      </w:r>
    </w:p>
    <w:p w14:paraId="5C12E811" w14:textId="77777777" w:rsidR="00E70AEB" w:rsidRDefault="00E70AEB" w:rsidP="00FF484C">
      <w:pPr>
        <w:widowControl w:val="0"/>
        <w:tabs>
          <w:tab w:val="left" w:pos="921"/>
          <w:tab w:val="left" w:pos="1497"/>
          <w:tab w:val="left" w:pos="1852"/>
          <w:tab w:val="left" w:pos="2716"/>
          <w:tab w:val="left" w:pos="3657"/>
          <w:tab w:val="left" w:pos="3792"/>
          <w:tab w:val="left" w:pos="6676"/>
          <w:tab w:val="left" w:pos="7339"/>
          <w:tab w:val="left" w:pos="7396"/>
          <w:tab w:val="left" w:pos="9580"/>
          <w:tab w:val="left" w:pos="10008"/>
        </w:tabs>
        <w:autoSpaceDE w:val="0"/>
        <w:autoSpaceDN w:val="0"/>
        <w:adjustRightInd w:val="0"/>
      </w:pPr>
    </w:p>
    <w:p w14:paraId="5FD1D4EA" w14:textId="6F7B629B" w:rsidR="00FF484C" w:rsidRPr="004C63B9" w:rsidRDefault="00FF484C" w:rsidP="00FF484C">
      <w:pPr>
        <w:pStyle w:val="ECEcorps"/>
        <w:rPr>
          <w:b/>
          <w:i/>
          <w:sz w:val="24"/>
        </w:rPr>
      </w:pPr>
      <w:r w:rsidRPr="004C63B9">
        <w:rPr>
          <w:b/>
          <w:i/>
          <w:sz w:val="24"/>
        </w:rPr>
        <w:t>Le but de cette épreuve est de</w:t>
      </w:r>
      <w:r>
        <w:rPr>
          <w:b/>
          <w:i/>
          <w:sz w:val="24"/>
        </w:rPr>
        <w:t xml:space="preserve"> </w:t>
      </w:r>
      <w:r w:rsidR="000B4B93">
        <w:rPr>
          <w:b/>
          <w:i/>
          <w:sz w:val="24"/>
        </w:rPr>
        <w:t>concevoir</w:t>
      </w:r>
      <w:r>
        <w:rPr>
          <w:b/>
          <w:i/>
          <w:sz w:val="24"/>
        </w:rPr>
        <w:t xml:space="preserve"> un circuit électrique modélisant le générateur</w:t>
      </w:r>
      <w:r w:rsidR="000C068B">
        <w:rPr>
          <w:b/>
          <w:i/>
          <w:sz w:val="24"/>
        </w:rPr>
        <w:t xml:space="preserve"> </w:t>
      </w:r>
      <w:r>
        <w:rPr>
          <w:b/>
          <w:i/>
          <w:sz w:val="24"/>
        </w:rPr>
        <w:t xml:space="preserve">d’impulsions qui compose un </w:t>
      </w:r>
      <w:r w:rsidRPr="005A3A26">
        <w:rPr>
          <w:b/>
          <w:sz w:val="24"/>
        </w:rPr>
        <w:t>pacemaker</w:t>
      </w:r>
      <w:r w:rsidR="00D969D2">
        <w:rPr>
          <w:b/>
          <w:i/>
          <w:sz w:val="24"/>
        </w:rPr>
        <w:t xml:space="preserve">. Le programme </w:t>
      </w:r>
      <w:r w:rsidR="00E70AEB">
        <w:rPr>
          <w:b/>
          <w:i/>
          <w:sz w:val="24"/>
        </w:rPr>
        <w:t xml:space="preserve">informatique </w:t>
      </w:r>
      <w:r w:rsidR="00D969D2">
        <w:rPr>
          <w:b/>
          <w:i/>
          <w:sz w:val="24"/>
        </w:rPr>
        <w:t xml:space="preserve">qui gère le circuit </w:t>
      </w:r>
      <w:r w:rsidR="009515A0">
        <w:rPr>
          <w:b/>
          <w:i/>
          <w:sz w:val="24"/>
        </w:rPr>
        <w:t xml:space="preserve">électrique </w:t>
      </w:r>
      <w:r w:rsidR="00D969D2">
        <w:rPr>
          <w:b/>
          <w:i/>
          <w:sz w:val="24"/>
        </w:rPr>
        <w:t xml:space="preserve">sera paramétré pour que le </w:t>
      </w:r>
      <w:r w:rsidR="00D969D2" w:rsidRPr="005A3A26">
        <w:rPr>
          <w:b/>
          <w:sz w:val="24"/>
        </w:rPr>
        <w:t>pacemaker</w:t>
      </w:r>
      <w:r w:rsidR="00D969D2">
        <w:rPr>
          <w:b/>
          <w:i/>
          <w:sz w:val="24"/>
        </w:rPr>
        <w:t xml:space="preserve"> soit adapté à une personne âgée.</w:t>
      </w:r>
    </w:p>
    <w:p w14:paraId="0FE1EB8E" w14:textId="77777777" w:rsidR="00FF484C" w:rsidRDefault="00FF484C" w:rsidP="00FF484C">
      <w:pPr>
        <w:widowControl w:val="0"/>
        <w:tabs>
          <w:tab w:val="left" w:pos="921"/>
          <w:tab w:val="left" w:pos="1497"/>
          <w:tab w:val="left" w:pos="1852"/>
          <w:tab w:val="left" w:pos="2716"/>
          <w:tab w:val="left" w:pos="3657"/>
          <w:tab w:val="left" w:pos="3792"/>
          <w:tab w:val="left" w:pos="6676"/>
          <w:tab w:val="left" w:pos="7339"/>
          <w:tab w:val="left" w:pos="7396"/>
          <w:tab w:val="left" w:pos="9580"/>
          <w:tab w:val="left" w:pos="10008"/>
        </w:tabs>
        <w:autoSpaceDE w:val="0"/>
        <w:autoSpaceDN w:val="0"/>
        <w:adjustRightInd w:val="0"/>
        <w:rPr>
          <w:szCs w:val="11"/>
        </w:rPr>
      </w:pPr>
    </w:p>
    <w:p w14:paraId="69165231" w14:textId="77777777" w:rsidR="00FF484C" w:rsidRDefault="00FF484C" w:rsidP="00FF484C">
      <w:pPr>
        <w:widowControl w:val="0"/>
        <w:tabs>
          <w:tab w:val="left" w:pos="921"/>
          <w:tab w:val="left" w:pos="1497"/>
          <w:tab w:val="left" w:pos="1852"/>
          <w:tab w:val="left" w:pos="2716"/>
          <w:tab w:val="left" w:pos="3657"/>
          <w:tab w:val="left" w:pos="3792"/>
          <w:tab w:val="left" w:pos="6676"/>
          <w:tab w:val="left" w:pos="7339"/>
          <w:tab w:val="left" w:pos="7396"/>
          <w:tab w:val="left" w:pos="9580"/>
          <w:tab w:val="left" w:pos="10008"/>
        </w:tabs>
        <w:autoSpaceDE w:val="0"/>
        <w:autoSpaceDN w:val="0"/>
        <w:adjustRightInd w:val="0"/>
        <w:rPr>
          <w:szCs w:val="11"/>
        </w:rPr>
      </w:pPr>
    </w:p>
    <w:p w14:paraId="27495417" w14:textId="77777777" w:rsidR="00AC6600" w:rsidRDefault="00AC6600" w:rsidP="00FF484C">
      <w:pPr>
        <w:spacing w:line="240" w:lineRule="auto"/>
        <w:jc w:val="left"/>
        <w:rPr>
          <w:b/>
          <w:bCs/>
          <w:u w:val="single"/>
        </w:rPr>
      </w:pPr>
    </w:p>
    <w:p w14:paraId="7F3E699B" w14:textId="77777777" w:rsidR="00AC6600" w:rsidRDefault="00AC6600" w:rsidP="00FF484C">
      <w:pPr>
        <w:spacing w:line="240" w:lineRule="auto"/>
        <w:jc w:val="left"/>
        <w:rPr>
          <w:b/>
          <w:bCs/>
          <w:u w:val="single"/>
        </w:rPr>
      </w:pPr>
    </w:p>
    <w:p w14:paraId="289C2B3C" w14:textId="77777777" w:rsidR="00AC6600" w:rsidRDefault="00AC6600" w:rsidP="00FF484C">
      <w:pPr>
        <w:spacing w:line="240" w:lineRule="auto"/>
        <w:jc w:val="left"/>
        <w:rPr>
          <w:b/>
          <w:bCs/>
          <w:u w:val="single"/>
        </w:rPr>
      </w:pPr>
    </w:p>
    <w:p w14:paraId="185C1711" w14:textId="18665373" w:rsidR="00FF484C" w:rsidRDefault="00FF484C" w:rsidP="00FF484C">
      <w:pPr>
        <w:spacing w:line="240" w:lineRule="auto"/>
        <w:jc w:val="left"/>
        <w:rPr>
          <w:b/>
          <w:bCs/>
          <w:u w:val="single"/>
        </w:rPr>
      </w:pPr>
      <w:r>
        <w:rPr>
          <w:b/>
          <w:bCs/>
          <w:u w:val="single"/>
        </w:rPr>
        <w:br w:type="page"/>
      </w:r>
    </w:p>
    <w:p w14:paraId="703EBE50" w14:textId="238887D8" w:rsidR="00F33B84" w:rsidRDefault="00F33B84" w:rsidP="00F33B84">
      <w:pPr>
        <w:pStyle w:val="ECEcorps"/>
        <w:rPr>
          <w:b/>
          <w:sz w:val="24"/>
          <w:szCs w:val="24"/>
          <w:u w:val="single"/>
        </w:rPr>
      </w:pPr>
      <w:r w:rsidRPr="007146B9">
        <w:rPr>
          <w:b/>
          <w:sz w:val="24"/>
          <w:szCs w:val="24"/>
          <w:u w:val="single"/>
        </w:rPr>
        <w:lastRenderedPageBreak/>
        <w:t xml:space="preserve">INFORMATIONS MISES </w:t>
      </w:r>
      <w:r>
        <w:rPr>
          <w:b/>
          <w:sz w:val="24"/>
          <w:szCs w:val="24"/>
          <w:u w:val="single"/>
        </w:rPr>
        <w:t>À</w:t>
      </w:r>
      <w:r w:rsidRPr="007146B9">
        <w:rPr>
          <w:b/>
          <w:sz w:val="24"/>
          <w:szCs w:val="24"/>
          <w:u w:val="single"/>
        </w:rPr>
        <w:t xml:space="preserve"> DISPOSITION DU CANDIDAT</w:t>
      </w:r>
    </w:p>
    <w:p w14:paraId="47D02303" w14:textId="2E7C7929" w:rsidR="00F33B84" w:rsidRDefault="00F33B84" w:rsidP="00F33B84">
      <w:pPr>
        <w:pStyle w:val="ECEcorps"/>
        <w:rPr>
          <w:b/>
          <w:u w:val="single"/>
        </w:rPr>
      </w:pPr>
    </w:p>
    <w:p w14:paraId="7840EFD6" w14:textId="74731EBD" w:rsidR="00F33B84" w:rsidRPr="00F33B84" w:rsidRDefault="00F33B84" w:rsidP="00F33B84">
      <w:pPr>
        <w:pStyle w:val="ECEcorps"/>
        <w:rPr>
          <w:b/>
          <w:bCs/>
          <w:sz w:val="24"/>
          <w:szCs w:val="24"/>
          <w:u w:val="single"/>
        </w:rPr>
      </w:pPr>
      <w:r w:rsidRPr="00F33B84">
        <w:rPr>
          <w:b/>
          <w:bCs/>
          <w:sz w:val="24"/>
          <w:szCs w:val="24"/>
          <w:u w:val="single"/>
        </w:rPr>
        <w:t xml:space="preserve">Circuit de commande de l’impulsion électrique du </w:t>
      </w:r>
      <w:r w:rsidRPr="00F33B84">
        <w:rPr>
          <w:b/>
          <w:bCs/>
          <w:i/>
          <w:sz w:val="24"/>
          <w:szCs w:val="24"/>
          <w:u w:val="single"/>
        </w:rPr>
        <w:t>pacemaker</w:t>
      </w:r>
      <w:r w:rsidR="006D1D7D">
        <w:rPr>
          <w:b/>
          <w:bCs/>
          <w:i/>
          <w:sz w:val="24"/>
          <w:szCs w:val="24"/>
        </w:rPr>
        <w:t> </w:t>
      </w:r>
    </w:p>
    <w:p w14:paraId="7ADC989E" w14:textId="78D385AF" w:rsidR="00FF484C" w:rsidRDefault="00FF484C" w:rsidP="00FF484C">
      <w:pPr>
        <w:widowControl w:val="0"/>
        <w:tabs>
          <w:tab w:val="left" w:pos="921"/>
          <w:tab w:val="left" w:pos="1497"/>
          <w:tab w:val="left" w:pos="1852"/>
          <w:tab w:val="left" w:pos="2716"/>
          <w:tab w:val="left" w:pos="3657"/>
          <w:tab w:val="left" w:pos="3792"/>
          <w:tab w:val="left" w:pos="6676"/>
          <w:tab w:val="left" w:pos="7339"/>
          <w:tab w:val="left" w:pos="7396"/>
          <w:tab w:val="left" w:pos="9580"/>
          <w:tab w:val="left" w:pos="10008"/>
        </w:tabs>
        <w:autoSpaceDE w:val="0"/>
        <w:autoSpaceDN w:val="0"/>
        <w:adjustRightInd w:val="0"/>
      </w:pPr>
    </w:p>
    <w:p w14:paraId="2B2229F6" w14:textId="0FE79519" w:rsidR="00A829B2" w:rsidRDefault="00A829B2" w:rsidP="00A829B2">
      <w:pPr>
        <w:pStyle w:val="ECEcorps"/>
        <w:ind w:right="16"/>
      </w:pPr>
      <w:r>
        <w:t xml:space="preserve">Le </w:t>
      </w:r>
      <w:r w:rsidRPr="005A3A26">
        <w:rPr>
          <w:i/>
        </w:rPr>
        <w:t>pacemaker</w:t>
      </w:r>
      <w:r w:rsidRPr="00403CAB">
        <w:t xml:space="preserve"> peut être modélisé par </w:t>
      </w:r>
      <w:r w:rsidRPr="00920740">
        <w:t xml:space="preserve">le circuit électrique </w:t>
      </w:r>
      <w:r>
        <w:t xml:space="preserve">simplifié </w:t>
      </w:r>
      <w:r w:rsidRPr="00920740">
        <w:t>ci-</w:t>
      </w:r>
      <w:r>
        <w:t>dessous.</w:t>
      </w:r>
    </w:p>
    <w:p w14:paraId="424FAB16" w14:textId="77777777" w:rsidR="00A829B2" w:rsidRDefault="00A829B2" w:rsidP="00A829B2">
      <w:pPr>
        <w:pStyle w:val="ECEcorps"/>
        <w:ind w:right="16"/>
      </w:pPr>
    </w:p>
    <w:p w14:paraId="1FF37A68" w14:textId="6990EB98" w:rsidR="001A7CB8" w:rsidRDefault="001A7CB8" w:rsidP="001A7CB8">
      <w:pPr>
        <w:pStyle w:val="ECEcorps"/>
      </w:pPr>
      <w:r>
        <w:t xml:space="preserve">Le dispositif comporte une </w:t>
      </w:r>
      <w:r w:rsidRPr="006554E1">
        <w:t xml:space="preserve">carte </w:t>
      </w:r>
      <w:bookmarkStart w:id="1" w:name="_Hlk38989718"/>
      <w:r w:rsidRPr="009C0417">
        <w:rPr>
          <w:u w:val="single"/>
        </w:rPr>
        <w:t>microcontrôleur</w:t>
      </w:r>
      <w:bookmarkStart w:id="2" w:name="_Hlk38989727"/>
      <w:bookmarkEnd w:id="1"/>
      <w:r>
        <w:t xml:space="preserve"> </w:t>
      </w:r>
      <w:r w:rsidRPr="009C0417">
        <w:rPr>
          <w:b/>
        </w:rPr>
        <w:t>Arduino UNO</w:t>
      </w:r>
      <w:r>
        <w:t xml:space="preserve"> </w:t>
      </w:r>
      <w:r w:rsidRPr="006554E1">
        <w:t>(non représentée)</w:t>
      </w:r>
      <w:bookmarkEnd w:id="2"/>
      <w:r w:rsidR="007432AB">
        <w:t>. S</w:t>
      </w:r>
      <w:r w:rsidRPr="006554E1">
        <w:t xml:space="preserve">eules les connexions vers les broches </w:t>
      </w:r>
      <w:r>
        <w:t xml:space="preserve">de la carte </w:t>
      </w:r>
      <w:r w:rsidRPr="006554E1">
        <w:t>sont schématisées</w:t>
      </w:r>
      <w:r>
        <w:t>.</w:t>
      </w:r>
    </w:p>
    <w:p w14:paraId="548C2850" w14:textId="77777777" w:rsidR="001A7CB8" w:rsidRDefault="001A7CB8" w:rsidP="00F33B84">
      <w:pPr>
        <w:pStyle w:val="ECEcorps"/>
        <w:ind w:right="16"/>
      </w:pPr>
    </w:p>
    <w:p w14:paraId="3EFEAA15" w14:textId="77777777" w:rsidR="001A7CB8" w:rsidRDefault="001A7CB8" w:rsidP="00F33B84">
      <w:pPr>
        <w:pStyle w:val="ECEcorps"/>
        <w:rPr>
          <w:rFonts w:eastAsia="Arial Unicode MS"/>
        </w:rPr>
      </w:pPr>
    </w:p>
    <w:p w14:paraId="07A08EC4" w14:textId="74CB86C8" w:rsidR="00F33B84" w:rsidRDefault="00F33B84" w:rsidP="00F33B84">
      <w:pPr>
        <w:pStyle w:val="ECEcorps"/>
        <w:rPr>
          <w:rFonts w:eastAsia="Arial Unicode MS"/>
        </w:rPr>
      </w:pPr>
      <w:r>
        <w:rPr>
          <w:noProof/>
        </w:rPr>
        <mc:AlternateContent>
          <mc:Choice Requires="wpc">
            <w:drawing>
              <wp:anchor distT="0" distB="0" distL="114300" distR="114300" simplePos="0" relativeHeight="251753472" behindDoc="0" locked="0" layoutInCell="1" allowOverlap="1" wp14:anchorId="3129999B" wp14:editId="6BCD30C1">
                <wp:simplePos x="0" y="0"/>
                <wp:positionH relativeFrom="column">
                  <wp:posOffset>172867</wp:posOffset>
                </wp:positionH>
                <wp:positionV relativeFrom="paragraph">
                  <wp:posOffset>56473</wp:posOffset>
                </wp:positionV>
                <wp:extent cx="4229100" cy="2755265"/>
                <wp:effectExtent l="0" t="0" r="0" b="6985"/>
                <wp:wrapSquare wrapText="bothSides"/>
                <wp:docPr id="1" name="Zone de dessin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solidFill>
                          <a:prstClr val="white"/>
                        </a:solidFill>
                        <a:effectLst/>
                      </wpc:bg>
                      <wpc:whole/>
                      <wps:wsp>
                        <wps:cNvPr id="17" name="Connecteur droit 17"/>
                        <wps:cNvCnPr/>
                        <wps:spPr>
                          <a:xfrm>
                            <a:off x="2472691" y="2131358"/>
                            <a:ext cx="542925" cy="0"/>
                          </a:xfrm>
                          <a:prstGeom prst="line">
                            <a:avLst/>
                          </a:prstGeom>
                          <a:noFill/>
                          <a:ln w="9525" cap="flat" cmpd="sng" algn="ctr">
                            <a:solidFill>
                              <a:sysClr val="windowText" lastClr="000000">
                                <a:shade val="95000"/>
                                <a:satMod val="105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bodyPr/>
                      </wps:wsp>
                      <wps:wsp>
                        <wps:cNvPr id="26" name="Connecteur droit 26"/>
                        <wps:cNvCnPr/>
                        <wps:spPr>
                          <a:xfrm>
                            <a:off x="2472691" y="1930358"/>
                            <a:ext cx="542925" cy="0"/>
                          </a:xfrm>
                          <a:prstGeom prst="line">
                            <a:avLst/>
                          </a:prstGeom>
                          <a:noFill/>
                          <a:ln w="9525" cap="flat" cmpd="sng" algn="ctr">
                            <a:solidFill>
                              <a:sysClr val="windowText" lastClr="000000">
                                <a:shade val="95000"/>
                                <a:satMod val="105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bodyPr/>
                      </wps:wsp>
                      <wps:wsp>
                        <wps:cNvPr id="28" name="Connecteur droit 28"/>
                        <wps:cNvCnPr/>
                        <wps:spPr>
                          <a:xfrm>
                            <a:off x="2719366" y="2131358"/>
                            <a:ext cx="0" cy="380025"/>
                          </a:xfrm>
                          <a:prstGeom prst="line">
                            <a:avLst/>
                          </a:prstGeom>
                          <a:noFill/>
                          <a:ln w="9525" cap="flat" cmpd="sng" algn="ctr">
                            <a:solidFill>
                              <a:sysClr val="windowText" lastClr="000000">
                                <a:shade val="95000"/>
                                <a:satMod val="105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bodyPr/>
                      </wps:wsp>
                      <wps:wsp>
                        <wps:cNvPr id="29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1928792" y="2025608"/>
                            <a:ext cx="609600" cy="2609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E6DF92C" w14:textId="77777777" w:rsidR="00F33B84" w:rsidRDefault="00F33B84" w:rsidP="00F33B84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t>Pôle -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30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1928791" y="1764623"/>
                            <a:ext cx="609601" cy="2609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BFCFC55" w14:textId="77777777" w:rsidR="00F33B84" w:rsidRDefault="00F33B84" w:rsidP="00F33B84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t>Pôle +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31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2673889" y="2145984"/>
                            <a:ext cx="984249" cy="26161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368F95D" w14:textId="77777777" w:rsidR="00F33B84" w:rsidRPr="00856ADC" w:rsidRDefault="00F33B84" w:rsidP="00F33B84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i/>
                                  <w:iCs/>
                                </w:rPr>
                                <w:t xml:space="preserve">C </w:t>
                              </w:r>
                              <w:r w:rsidRPr="00856ADC">
                                <w:t>= 100 µF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32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3469301" y="1923734"/>
                            <a:ext cx="599440" cy="2927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D3305E7" w14:textId="77777777" w:rsidR="00F33B84" w:rsidRDefault="00F33B84" w:rsidP="00F33B84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i/>
                                  <w:iCs/>
                                </w:rPr>
                                <w:t>U</w:t>
                              </w:r>
                              <w:r>
                                <w:rPr>
                                  <w:i/>
                                  <w:iCs/>
                                  <w:position w:val="-5"/>
                                  <w:vertAlign w:val="subscript"/>
                                </w:rPr>
                                <w:t>c</w:t>
                              </w:r>
                              <w:r>
                                <w:rPr>
                                  <w:i/>
                                  <w:iCs/>
                                </w:rPr>
                                <w:t>(t)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33" name="Connecteur droit avec flèche 33"/>
                        <wps:cNvCnPr/>
                        <wps:spPr>
                          <a:xfrm flipV="1">
                            <a:off x="3469301" y="1613740"/>
                            <a:ext cx="0" cy="978015"/>
                          </a:xfrm>
                          <a:prstGeom prst="straightConnector1">
                            <a:avLst/>
                          </a:prstGeom>
                          <a:noFill/>
                          <a:ln w="9525" cap="flat" cmpd="sng" algn="ctr">
                            <a:solidFill>
                              <a:sysClr val="windowText" lastClr="000000">
                                <a:shade val="95000"/>
                                <a:satMod val="105000"/>
                              </a:sysClr>
                            </a:solidFill>
                            <a:prstDash val="solid"/>
                            <a:tailEnd type="triangle"/>
                          </a:ln>
                          <a:effectLst/>
                        </wps:spPr>
                        <wps:bodyPr/>
                      </wps:wsp>
                      <wps:wsp>
                        <wps:cNvPr id="34" name="Connecteur droit 34"/>
                        <wps:cNvCnPr>
                          <a:stCxn id="38" idx="3"/>
                        </wps:cNvCnPr>
                        <wps:spPr>
                          <a:xfrm>
                            <a:off x="2716471" y="902994"/>
                            <a:ext cx="0" cy="1027364"/>
                          </a:xfrm>
                          <a:prstGeom prst="line">
                            <a:avLst/>
                          </a:prstGeom>
                          <a:noFill/>
                          <a:ln w="9525" cap="flat" cmpd="sng" algn="ctr">
                            <a:solidFill>
                              <a:sysClr val="windowText" lastClr="000000">
                                <a:shade val="95000"/>
                                <a:satMod val="105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bodyPr/>
                      </wps:wsp>
                      <wps:wsp>
                        <wps:cNvPr id="35" name="Rectangle 35"/>
                        <wps:cNvSpPr/>
                        <wps:spPr>
                          <a:xfrm>
                            <a:off x="1784903" y="987696"/>
                            <a:ext cx="390525" cy="180975"/>
                          </a:xfrm>
                          <a:prstGeom prst="rect">
                            <a:avLst/>
                          </a:prstGeom>
                          <a:noFill/>
                          <a:ln w="3175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6" name="Connecteur droit 36"/>
                        <wps:cNvCnPr/>
                        <wps:spPr>
                          <a:xfrm>
                            <a:off x="2175428" y="1074530"/>
                            <a:ext cx="542925" cy="0"/>
                          </a:xfrm>
                          <a:prstGeom prst="line">
                            <a:avLst/>
                          </a:prstGeom>
                          <a:noFill/>
                          <a:ln w="9525" cap="flat" cmpd="sng" algn="ctr">
                            <a:solidFill>
                              <a:sysClr val="windowText" lastClr="000000">
                                <a:shade val="95000"/>
                                <a:satMod val="105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bodyPr/>
                      </wps:wsp>
                      <wps:wsp>
                        <wps:cNvPr id="37" name="Connecteur droit 37"/>
                        <wps:cNvCnPr/>
                        <wps:spPr>
                          <a:xfrm>
                            <a:off x="1241978" y="1081354"/>
                            <a:ext cx="542925" cy="0"/>
                          </a:xfrm>
                          <a:prstGeom prst="line">
                            <a:avLst/>
                          </a:prstGeom>
                          <a:noFill/>
                          <a:ln w="9525" cap="flat" cmpd="sng" algn="ctr">
                            <a:solidFill>
                              <a:sysClr val="windowText" lastClr="000000">
                                <a:shade val="95000"/>
                                <a:satMod val="105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bodyPr/>
                      </wps:wsp>
                      <wps:wsp>
                        <wps:cNvPr id="38" name="Rectangle 38"/>
                        <wps:cNvSpPr/>
                        <wps:spPr>
                          <a:xfrm rot="5400000">
                            <a:off x="2521209" y="617244"/>
                            <a:ext cx="390525" cy="180975"/>
                          </a:xfrm>
                          <a:prstGeom prst="rect">
                            <a:avLst/>
                          </a:prstGeom>
                          <a:noFill/>
                          <a:ln w="3175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0" name="Connecteur droit 40"/>
                        <wps:cNvCnPr>
                          <a:endCxn id="38" idx="1"/>
                        </wps:cNvCnPr>
                        <wps:spPr>
                          <a:xfrm>
                            <a:off x="2716471" y="158850"/>
                            <a:ext cx="0" cy="353619"/>
                          </a:xfrm>
                          <a:prstGeom prst="line">
                            <a:avLst/>
                          </a:prstGeom>
                          <a:noFill/>
                          <a:ln w="9525" cap="flat" cmpd="sng" algn="ctr">
                            <a:solidFill>
                              <a:sysClr val="windowText" lastClr="000000">
                                <a:shade val="95000"/>
                                <a:satMod val="105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bodyPr/>
                      </wps:wsp>
                      <wps:wsp>
                        <wps:cNvPr id="41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2806959" y="590140"/>
                            <a:ext cx="943610" cy="2609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97653B2" w14:textId="77777777" w:rsidR="00F33B84" w:rsidRDefault="00F33B84" w:rsidP="00F33B84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i/>
                                  <w:iCs/>
                                </w:rPr>
                                <w:t>R</w:t>
                              </w:r>
                              <w:r>
                                <w:t xml:space="preserve"> = 15 kΩ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42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1724436" y="726711"/>
                            <a:ext cx="701787" cy="2609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B75B958" w14:textId="77777777" w:rsidR="00F33B84" w:rsidRDefault="00F33B84" w:rsidP="00F33B84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i/>
                                  <w:iCs/>
                                </w:rPr>
                                <w:t>r</w:t>
                              </w:r>
                              <w:r>
                                <w:t xml:space="preserve"> = 10 Ω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44" name="Zone de texte 18"/>
                        <wps:cNvSpPr txBox="1"/>
                        <wps:spPr>
                          <a:xfrm>
                            <a:off x="2262810" y="516"/>
                            <a:ext cx="1075425" cy="405436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solidFill>
                              <a:prstClr val="black"/>
                            </a:solidFill>
                            <a:prstDash val="dash"/>
                          </a:ln>
                        </wps:spPr>
                        <wps:txbx>
                          <w:txbxContent>
                            <w:p w14:paraId="5E065EE2" w14:textId="77777777" w:rsidR="00F33B84" w:rsidRDefault="00F33B84" w:rsidP="00F33B84">
                              <w:pPr>
                                <w:jc w:val="left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t xml:space="preserve">Vers la broche </w:t>
                              </w:r>
                              <w:r w:rsidRPr="004734E8">
                                <w:rPr>
                                  <w:b/>
                                  <w:bCs/>
                                </w:rPr>
                                <w:t>n°4</w:t>
                              </w:r>
                              <w:r>
                                <w:t xml:space="preserve"> de la carte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Connecteur droit 19"/>
                        <wps:cNvCnPr/>
                        <wps:spPr>
                          <a:xfrm>
                            <a:off x="1241978" y="1613740"/>
                            <a:ext cx="1482912" cy="0"/>
                          </a:xfrm>
                          <a:prstGeom prst="line">
                            <a:avLst/>
                          </a:prstGeom>
                          <a:noFill/>
                          <a:ln w="9525" cap="flat" cmpd="sng" algn="ctr">
                            <a:solidFill>
                              <a:sysClr val="windowText" lastClr="000000">
                                <a:shade val="95000"/>
                                <a:satMod val="105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bodyPr/>
                      </wps:wsp>
                      <wps:wsp>
                        <wps:cNvPr id="43" name="Connecteur droit 43"/>
                        <wps:cNvCnPr/>
                        <wps:spPr>
                          <a:xfrm>
                            <a:off x="1236641" y="2514471"/>
                            <a:ext cx="1482725" cy="0"/>
                          </a:xfrm>
                          <a:prstGeom prst="line">
                            <a:avLst/>
                          </a:prstGeom>
                          <a:noFill/>
                          <a:ln w="9525" cap="flat" cmpd="sng" algn="ctr">
                            <a:solidFill>
                              <a:sysClr val="windowText" lastClr="000000">
                                <a:shade val="95000"/>
                                <a:satMod val="105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bodyPr/>
                      </wps:wsp>
                      <wps:wsp>
                        <wps:cNvPr id="39" name="Zone de texte 18"/>
                        <wps:cNvSpPr txBox="1"/>
                        <wps:spPr>
                          <a:xfrm>
                            <a:off x="252013" y="2200871"/>
                            <a:ext cx="1161415" cy="46228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solidFill>
                              <a:prstClr val="black"/>
                            </a:solidFill>
                            <a:prstDash val="dash"/>
                          </a:ln>
                        </wps:spPr>
                        <wps:txbx>
                          <w:txbxContent>
                            <w:p w14:paraId="02F53417" w14:textId="77777777" w:rsidR="001A7CB8" w:rsidRDefault="001A7CB8" w:rsidP="001A7CB8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t xml:space="preserve">Vers la broche </w:t>
                              </w:r>
                              <w:r>
                                <w:rPr>
                                  <w:b/>
                                  <w:bCs/>
                                </w:rPr>
                                <w:t>GND</w:t>
                              </w:r>
                              <w:r>
                                <w:t xml:space="preserve"> de la carte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5" name="Zone de texte 18"/>
                        <wps:cNvSpPr txBox="1"/>
                        <wps:spPr>
                          <a:xfrm>
                            <a:off x="379013" y="1440687"/>
                            <a:ext cx="1034415" cy="393065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solidFill>
                              <a:prstClr val="black"/>
                            </a:solidFill>
                            <a:prstDash val="dash"/>
                          </a:ln>
                        </wps:spPr>
                        <wps:txbx>
                          <w:txbxContent>
                            <w:p w14:paraId="3572E728" w14:textId="77777777" w:rsidR="00F33B84" w:rsidRDefault="00F33B84" w:rsidP="00F33B84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t xml:space="preserve">Vers la broche </w:t>
                              </w:r>
                              <w:r w:rsidRPr="004734E8">
                                <w:rPr>
                                  <w:b/>
                                  <w:bCs/>
                                </w:rPr>
                                <w:t>A0</w:t>
                              </w:r>
                              <w:r>
                                <w:t xml:space="preserve"> de la carte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Zone de texte 18"/>
                        <wps:cNvSpPr txBox="1"/>
                        <wps:spPr>
                          <a:xfrm>
                            <a:off x="397949" y="866999"/>
                            <a:ext cx="1034529" cy="39319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solidFill>
                              <a:prstClr val="black"/>
                            </a:solidFill>
                            <a:prstDash val="dash"/>
                          </a:ln>
                        </wps:spPr>
                        <wps:txbx>
                          <w:txbxContent>
                            <w:p w14:paraId="5E542B1A" w14:textId="77777777" w:rsidR="00F33B84" w:rsidRDefault="00F33B84" w:rsidP="00F33B84">
                              <w:pPr>
                                <w:jc w:val="left"/>
                              </w:pPr>
                              <w:r>
                                <w:t xml:space="preserve">Vers la broche </w:t>
                              </w:r>
                              <w:r w:rsidRPr="004734E8">
                                <w:rPr>
                                  <w:b/>
                                  <w:bCs/>
                                </w:rPr>
                                <w:t>n°3</w:t>
                              </w:r>
                              <w:r>
                                <w:t xml:space="preserve"> de la carte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c:wp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group w14:anchorId="3129999B" id="Zone de dessin 1" o:spid="_x0000_s1026" editas="canvas" style="position:absolute;left:0;text-align:left;margin-left:13.6pt;margin-top:4.45pt;width:333pt;height:216.95pt;z-index:251753472;mso-width-relative:margin;mso-height-relative:margin" coordsize="42291,275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42291;height:27552;visibility:visible;mso-wrap-style:square" filled="t">
                  <v:fill o:detectmouseclick="t"/>
                  <v:path o:connecttype="none"/>
                </v:shape>
                <v:line id="Connecteur droit 17" o:spid="_x0000_s1028" style="position:absolute;visibility:visible;mso-wrap-style:square" from="24726,21313" to="30156,213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"/>
                <v:line id="Connecteur droit 26" o:spid="_x0000_s1029" style="position:absolute;visibility:visible;mso-wrap-style:square" from="24726,19303" to="30156,193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"/>
                <v:line id="Connecteur droit 28" o:spid="_x0000_s1030" style="position:absolute;visibility:visible;mso-wrap-style:square" from="27193,21313" to="27193,25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Zone de texte 2" o:spid="_x0000_s1031" type="#_x0000_t202" style="position:absolute;left:19287;top:20256;width:6096;height:26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" filled="f" stroked="f">
                  <v:textbox style="mso-fit-shape-to-text:t">
                    <w:txbxContent>
                      <w:p w14:paraId="6E6DF92C" w14:textId="77777777" w:rsidR="00F33B84" w:rsidRDefault="00F33B84" w:rsidP="00F33B84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t>Pôle -</w:t>
                        </w:r>
                      </w:p>
                    </w:txbxContent>
                  </v:textbox>
                </v:shape>
                <v:shape id="Zone de texte 2" o:spid="_x0000_s1032" type="#_x0000_t202" style="position:absolute;left:19287;top:17646;width:6096;height:2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" filled="f" stroked="f">
                  <v:textbox style="mso-fit-shape-to-text:t">
                    <w:txbxContent>
                      <w:p w14:paraId="0BFCFC55" w14:textId="77777777" w:rsidR="00F33B84" w:rsidRDefault="00F33B84" w:rsidP="00F33B84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t>Pôle +</w:t>
                        </w:r>
                      </w:p>
                    </w:txbxContent>
                  </v:textbox>
                </v:shape>
                <v:shape id="Zone de texte 2" o:spid="_x0000_s1033" type="#_x0000_t202" style="position:absolute;left:26738;top:21459;width:9843;height:26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" filled="f" stroked="f">
                  <v:textbox style="mso-fit-shape-to-text:t">
                    <w:txbxContent>
                      <w:p w14:paraId="0368F95D" w14:textId="77777777" w:rsidR="00F33B84" w:rsidRPr="00856ADC" w:rsidRDefault="00F33B84" w:rsidP="00F33B84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i/>
                            <w:iCs/>
                          </w:rPr>
                          <w:t xml:space="preserve">C </w:t>
                        </w:r>
                        <w:r w:rsidRPr="00856ADC">
                          <w:t>= 100 µF</w:t>
                        </w:r>
                      </w:p>
                    </w:txbxContent>
                  </v:textbox>
                </v:shape>
                <v:shape id="Zone de texte 2" o:spid="_x0000_s1034" type="#_x0000_t202" style="position:absolute;left:34693;top:19237;width:5994;height:29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" filled="f" stroked="f">
                  <v:textbox style="mso-fit-shape-to-text:t">
                    <w:txbxContent>
                      <w:p w14:paraId="6D3305E7" w14:textId="77777777" w:rsidR="00F33B84" w:rsidRDefault="00F33B84" w:rsidP="00F33B84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i/>
                            <w:iCs/>
                          </w:rPr>
                          <w:t>U</w:t>
                        </w:r>
                        <w:r>
                          <w:rPr>
                            <w:i/>
                            <w:iCs/>
                            <w:position w:val="-5"/>
                            <w:vertAlign w:val="subscript"/>
                          </w:rPr>
                          <w:t>c</w:t>
                        </w:r>
                        <w:r>
                          <w:rPr>
                            <w:i/>
                            <w:iCs/>
                          </w:rPr>
                          <w:t>(t)</w:t>
                        </w:r>
                      </w:p>
                    </w:txbxContent>
                  </v:textbox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Connecteur droit avec flèche 33" o:spid="_x0000_s1035" type="#_x0000_t32" style="position:absolute;left:34693;top:16137;width:0;height:978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">
                  <v:stroke endarrow="block"/>
                </v:shape>
                <v:line id="Connecteur droit 34" o:spid="_x0000_s1036" style="position:absolute;visibility:visible;mso-wrap-style:square" from="27164,9029" to="27164,193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"/>
                <v:rect id="Rectangle 35" o:spid="_x0000_s1037" style="position:absolute;left:17849;top:9876;width:3905;height:181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" filled="f" strokecolor="windowText" strokeweight=".25pt"/>
                <v:line id="Connecteur droit 36" o:spid="_x0000_s1038" style="position:absolute;visibility:visible;mso-wrap-style:square" from="21754,10745" to="27183,1074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"/>
                <v:line id="Connecteur droit 37" o:spid="_x0000_s1039" style="position:absolute;visibility:visible;mso-wrap-style:square" from="12419,10813" to="17849,108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"/>
                <v:rect id="Rectangle 38" o:spid="_x0000_s1040" style="position:absolute;left:25211;top:6172;width:3905;height:1810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" filled="f" strokecolor="windowText" strokeweight=".25pt"/>
                <v:line id="Connecteur droit 40" o:spid="_x0000_s1041" style="position:absolute;visibility:visible;mso-wrap-style:square" from="27164,1588" to="27164,512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"/>
                <v:shape id="Zone de texte 2" o:spid="_x0000_s1042" type="#_x0000_t202" style="position:absolute;left:28069;top:5901;width:9436;height:2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" filled="f" stroked="f">
                  <v:textbox style="mso-fit-shape-to-text:t">
                    <w:txbxContent>
                      <w:p w14:paraId="597653B2" w14:textId="77777777" w:rsidR="00F33B84" w:rsidRDefault="00F33B84" w:rsidP="00F33B84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i/>
                            <w:iCs/>
                          </w:rPr>
                          <w:t>R</w:t>
                        </w:r>
                        <w:r>
                          <w:t xml:space="preserve"> = 15 </w:t>
                        </w:r>
                        <w:proofErr w:type="spellStart"/>
                        <w:r>
                          <w:t>kΩ</w:t>
                        </w:r>
                        <w:proofErr w:type="spellEnd"/>
                      </w:p>
                    </w:txbxContent>
                  </v:textbox>
                </v:shape>
                <v:shape id="Zone de texte 2" o:spid="_x0000_s1043" type="#_x0000_t202" style="position:absolute;left:17244;top:7267;width:7018;height:26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" filled="f" stroked="f">
                  <v:textbox style="mso-fit-shape-to-text:t">
                    <w:txbxContent>
                      <w:p w14:paraId="2B75B958" w14:textId="77777777" w:rsidR="00F33B84" w:rsidRDefault="00F33B84" w:rsidP="00F33B84">
                        <w:pPr>
                          <w:rPr>
                            <w:sz w:val="24"/>
                            <w:szCs w:val="24"/>
                          </w:rPr>
                        </w:pPr>
                        <w:proofErr w:type="gramStart"/>
                        <w:r>
                          <w:rPr>
                            <w:i/>
                            <w:iCs/>
                          </w:rPr>
                          <w:t>r</w:t>
                        </w:r>
                        <w:proofErr w:type="gramEnd"/>
                        <w:r>
                          <w:t xml:space="preserve"> = 10 Ω</w:t>
                        </w:r>
                      </w:p>
                    </w:txbxContent>
                  </v:textbox>
                </v:shape>
                <v:shape id="Zone de texte 18" o:spid="_x0000_s1044" type="#_x0000_t202" style="position:absolute;left:22628;top:5;width:10754;height:40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" fillcolor="window" strokeweight=".5pt">
                  <v:stroke dashstyle="dash"/>
                  <v:textbox>
                    <w:txbxContent>
                      <w:p w14:paraId="5E065EE2" w14:textId="77777777" w:rsidR="00F33B84" w:rsidRDefault="00F33B84" w:rsidP="00F33B84">
                        <w:pPr>
                          <w:jc w:val="left"/>
                          <w:rPr>
                            <w:sz w:val="24"/>
                            <w:szCs w:val="24"/>
                          </w:rPr>
                        </w:pPr>
                        <w:r>
                          <w:t xml:space="preserve">Vers la broche </w:t>
                        </w:r>
                        <w:r w:rsidRPr="004734E8">
                          <w:rPr>
                            <w:b/>
                            <w:bCs/>
                          </w:rPr>
                          <w:t>n°4</w:t>
                        </w:r>
                        <w:r>
                          <w:t xml:space="preserve"> de la carte</w:t>
                        </w:r>
                      </w:p>
                    </w:txbxContent>
                  </v:textbox>
                </v:shape>
                <v:line id="Connecteur droit 19" o:spid="_x0000_s1045" style="position:absolute;visibility:visible;mso-wrap-style:square" from="12419,16137" to="27248,161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"/>
                <v:line id="Connecteur droit 43" o:spid="_x0000_s1046" style="position:absolute;visibility:visible;mso-wrap-style:square" from="12366,25144" to="27193,251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"/>
                <v:shape id="Zone de texte 18" o:spid="_x0000_s1047" type="#_x0000_t202" style="position:absolute;left:2520;top:22008;width:11614;height:46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" fillcolor="window" strokeweight=".5pt">
                  <v:stroke dashstyle="dash"/>
                  <v:textbox>
                    <w:txbxContent>
                      <w:p w14:paraId="02F53417" w14:textId="77777777" w:rsidR="001A7CB8" w:rsidRDefault="001A7CB8" w:rsidP="001A7CB8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t xml:space="preserve">Vers la broche </w:t>
                        </w:r>
                        <w:r>
                          <w:rPr>
                            <w:b/>
                            <w:bCs/>
                          </w:rPr>
                          <w:t>GND</w:t>
                        </w:r>
                        <w:r>
                          <w:t xml:space="preserve"> de la carte</w:t>
                        </w:r>
                      </w:p>
                    </w:txbxContent>
                  </v:textbox>
                </v:shape>
                <v:shape id="Zone de texte 18" o:spid="_x0000_s1048" type="#_x0000_t202" style="position:absolute;left:3790;top:14406;width:10344;height:39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" fillcolor="window" strokeweight=".5pt">
                  <v:stroke dashstyle="dash"/>
                  <v:textbox>
                    <w:txbxContent>
                      <w:p w14:paraId="3572E728" w14:textId="77777777" w:rsidR="00F33B84" w:rsidRDefault="00F33B84" w:rsidP="00F33B84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t xml:space="preserve">Vers la broche </w:t>
                        </w:r>
                        <w:r w:rsidRPr="004734E8">
                          <w:rPr>
                            <w:b/>
                            <w:bCs/>
                          </w:rPr>
                          <w:t>A0</w:t>
                        </w:r>
                        <w:r>
                          <w:t xml:space="preserve"> de la carte</w:t>
                        </w:r>
                      </w:p>
                    </w:txbxContent>
                  </v:textbox>
                </v:shape>
                <v:shape id="Zone de texte 18" o:spid="_x0000_s1049" type="#_x0000_t202" style="position:absolute;left:3979;top:8669;width:10345;height:39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" fillcolor="window" strokeweight=".5pt">
                  <v:stroke dashstyle="dash"/>
                  <v:textbox>
                    <w:txbxContent>
                      <w:p w14:paraId="5E542B1A" w14:textId="77777777" w:rsidR="00F33B84" w:rsidRDefault="00F33B84" w:rsidP="00F33B84">
                        <w:pPr>
                          <w:jc w:val="left"/>
                        </w:pPr>
                        <w:r>
                          <w:t xml:space="preserve">Vers la broche </w:t>
                        </w:r>
                        <w:r w:rsidRPr="004734E8">
                          <w:rPr>
                            <w:b/>
                            <w:bCs/>
                          </w:rPr>
                          <w:t>n°3</w:t>
                        </w:r>
                        <w:r>
                          <w:t xml:space="preserve"> de la carte</w:t>
                        </w:r>
                      </w:p>
                    </w:txbxContent>
                  </v:textbox>
                </v:shape>
                <w10:wrap type="square"/>
              </v:group>
            </w:pict>
          </mc:Fallback>
        </mc:AlternateContent>
      </w:r>
    </w:p>
    <w:p w14:paraId="35919799" w14:textId="77777777" w:rsidR="00F33B84" w:rsidRDefault="00F33B84" w:rsidP="00F33B84">
      <w:pPr>
        <w:pStyle w:val="ECEcorps"/>
        <w:rPr>
          <w:rFonts w:eastAsia="Arial Unicode MS"/>
        </w:rPr>
      </w:pPr>
    </w:p>
    <w:p w14:paraId="2D718A5F" w14:textId="77777777" w:rsidR="00F33B84" w:rsidRDefault="00F33B84" w:rsidP="00F33B84">
      <w:pPr>
        <w:pStyle w:val="ECEcorps"/>
        <w:rPr>
          <w:rFonts w:eastAsia="Arial Unicode MS"/>
        </w:rPr>
      </w:pPr>
    </w:p>
    <w:p w14:paraId="77D6246B" w14:textId="77777777" w:rsidR="00F33B84" w:rsidRDefault="00F33B84" w:rsidP="00F33B84">
      <w:pPr>
        <w:pStyle w:val="ECEcorps"/>
        <w:rPr>
          <w:rFonts w:eastAsia="Arial Unicode MS"/>
        </w:rPr>
      </w:pPr>
    </w:p>
    <w:p w14:paraId="6D4008C4" w14:textId="01659D32" w:rsidR="00F33B84" w:rsidRDefault="00F33B84" w:rsidP="00F33B84">
      <w:pPr>
        <w:pStyle w:val="ECEcorps"/>
        <w:rPr>
          <w:rFonts w:eastAsia="Arial Unicode MS"/>
        </w:rPr>
      </w:pPr>
    </w:p>
    <w:p w14:paraId="324C3CAA" w14:textId="31C013C3" w:rsidR="001A7CB8" w:rsidRDefault="001A7CB8" w:rsidP="00F33B84">
      <w:pPr>
        <w:pStyle w:val="ECEcorps"/>
        <w:rPr>
          <w:rFonts w:eastAsia="Arial Unicode MS"/>
        </w:rPr>
      </w:pPr>
    </w:p>
    <w:p w14:paraId="30C2E231" w14:textId="3F6C326D" w:rsidR="001A7CB8" w:rsidRDefault="001A7CB8" w:rsidP="00F33B84">
      <w:pPr>
        <w:pStyle w:val="ECEcorps"/>
        <w:rPr>
          <w:rFonts w:eastAsia="Arial Unicode MS"/>
        </w:rPr>
      </w:pPr>
    </w:p>
    <w:p w14:paraId="34D75FC5" w14:textId="4581D465" w:rsidR="001A7CB8" w:rsidRDefault="001A7CB8" w:rsidP="00F33B84">
      <w:pPr>
        <w:pStyle w:val="ECEcorps"/>
        <w:rPr>
          <w:rFonts w:eastAsia="Arial Unicode MS"/>
        </w:rPr>
      </w:pPr>
    </w:p>
    <w:p w14:paraId="20BDF9A4" w14:textId="331EBEFA" w:rsidR="001A7CB8" w:rsidRDefault="001A7CB8" w:rsidP="00F33B84">
      <w:pPr>
        <w:pStyle w:val="ECEcorps"/>
        <w:rPr>
          <w:rFonts w:eastAsia="Arial Unicode MS"/>
        </w:rPr>
      </w:pPr>
    </w:p>
    <w:p w14:paraId="3D9151B7" w14:textId="77777777" w:rsidR="001A7CB8" w:rsidRDefault="001A7CB8" w:rsidP="00F33B84">
      <w:pPr>
        <w:pStyle w:val="ECEcorps"/>
        <w:rPr>
          <w:rFonts w:eastAsia="Arial Unicode MS"/>
        </w:rPr>
      </w:pPr>
    </w:p>
    <w:p w14:paraId="4C9D369F" w14:textId="77777777" w:rsidR="00F33B84" w:rsidRDefault="00F33B84" w:rsidP="00F33B84">
      <w:pPr>
        <w:pStyle w:val="ECEcorps"/>
        <w:rPr>
          <w:rFonts w:eastAsia="Arial Unicode MS"/>
        </w:rPr>
      </w:pPr>
    </w:p>
    <w:p w14:paraId="46454F7F" w14:textId="77777777" w:rsidR="00F33B84" w:rsidRDefault="00F33B84" w:rsidP="00F33B84">
      <w:pPr>
        <w:pStyle w:val="ECEcorps"/>
        <w:rPr>
          <w:rFonts w:eastAsia="Arial Unicode MS"/>
        </w:rPr>
      </w:pPr>
      <w:r>
        <w:rPr>
          <w:noProof/>
        </w:rPr>
        <w:drawing>
          <wp:anchor distT="0" distB="0" distL="114300" distR="114300" simplePos="0" relativeHeight="251758592" behindDoc="0" locked="0" layoutInCell="1" allowOverlap="1" wp14:anchorId="44DB957B" wp14:editId="39D4453D">
            <wp:simplePos x="0" y="0"/>
            <wp:positionH relativeFrom="column">
              <wp:posOffset>4477385</wp:posOffset>
            </wp:positionH>
            <wp:positionV relativeFrom="paragraph">
              <wp:posOffset>152907</wp:posOffset>
            </wp:positionV>
            <wp:extent cx="314325" cy="288925"/>
            <wp:effectExtent l="0" t="0" r="9525" b="0"/>
            <wp:wrapSquare wrapText="bothSides"/>
            <wp:docPr id="226" name="Image 226" descr="attent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attentio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88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C079DE4" w14:textId="77777777" w:rsidR="00F33B84" w:rsidRDefault="00F33B84" w:rsidP="00F33B84">
      <w:pPr>
        <w:pStyle w:val="ECEcorps"/>
        <w:ind w:right="16"/>
      </w:pPr>
      <w:r>
        <w:t>Il est impératif de respecter la polarité du condensateur électrolytique lors de son branchement dans le circuit.</w:t>
      </w:r>
    </w:p>
    <w:p w14:paraId="7B411D19" w14:textId="77777777" w:rsidR="00F33B84" w:rsidRDefault="00F33B84" w:rsidP="00F33B84">
      <w:pPr>
        <w:pStyle w:val="ECEcorps"/>
        <w:rPr>
          <w:rFonts w:eastAsia="Arial Unicode MS"/>
        </w:rPr>
      </w:pPr>
    </w:p>
    <w:p w14:paraId="0C06503B" w14:textId="77777777" w:rsidR="00F33B84" w:rsidRDefault="00F33B84" w:rsidP="00F33B84">
      <w:pPr>
        <w:pStyle w:val="ECEcorps"/>
        <w:rPr>
          <w:rFonts w:eastAsia="Arial Unicode MS"/>
        </w:rPr>
      </w:pPr>
    </w:p>
    <w:p w14:paraId="69409C8E" w14:textId="77777777" w:rsidR="00F33B84" w:rsidRDefault="00F33B84" w:rsidP="00F33B84">
      <w:pPr>
        <w:pStyle w:val="ECEcorps"/>
        <w:ind w:right="16"/>
      </w:pPr>
    </w:p>
    <w:p w14:paraId="75D3CA7B" w14:textId="489BF458" w:rsidR="001A7CB8" w:rsidRDefault="001A7CB8" w:rsidP="001A7CB8">
      <w:pPr>
        <w:rPr>
          <w:color w:val="auto"/>
        </w:rPr>
      </w:pPr>
      <w:r w:rsidRPr="00A8642C">
        <w:rPr>
          <w:i/>
          <w:iCs/>
          <w:color w:val="auto"/>
        </w:rPr>
        <w:t>r</w:t>
      </w:r>
      <w:r>
        <w:rPr>
          <w:color w:val="auto"/>
        </w:rPr>
        <w:t xml:space="preserve"> : résistance du conducteur ohmique </w:t>
      </w:r>
      <w:r w:rsidRPr="00A8642C">
        <w:rPr>
          <w:color w:val="auto"/>
        </w:rPr>
        <w:t>du circuit de charge</w:t>
      </w:r>
      <w:r>
        <w:rPr>
          <w:color w:val="auto"/>
        </w:rPr>
        <w:t>.</w:t>
      </w:r>
    </w:p>
    <w:p w14:paraId="590BCA4B" w14:textId="77777777" w:rsidR="001A7CB8" w:rsidRDefault="001A7CB8" w:rsidP="001A7CB8">
      <w:pPr>
        <w:rPr>
          <w:color w:val="auto"/>
        </w:rPr>
      </w:pPr>
      <w:r w:rsidRPr="00A8642C">
        <w:rPr>
          <w:i/>
          <w:iCs/>
          <w:color w:val="auto"/>
        </w:rPr>
        <w:t>R</w:t>
      </w:r>
      <w:r>
        <w:rPr>
          <w:color w:val="auto"/>
        </w:rPr>
        <w:t xml:space="preserve"> : résistance du conducteur ohmique </w:t>
      </w:r>
      <w:r w:rsidRPr="00A8642C">
        <w:rPr>
          <w:color w:val="auto"/>
        </w:rPr>
        <w:t>du circuit de décharge.</w:t>
      </w:r>
      <w:r>
        <w:rPr>
          <w:color w:val="auto"/>
        </w:rPr>
        <w:t xml:space="preserve"> </w:t>
      </w:r>
    </w:p>
    <w:p w14:paraId="345C7D22" w14:textId="4ACFB22F" w:rsidR="001A7CB8" w:rsidRDefault="001A7CB8" w:rsidP="001A7CB8">
      <w:pPr>
        <w:rPr>
          <w:color w:val="auto"/>
        </w:rPr>
      </w:pPr>
      <w:r w:rsidRPr="002F28CA">
        <w:rPr>
          <w:i/>
          <w:iCs/>
          <w:color w:val="auto"/>
        </w:rPr>
        <w:t>C</w:t>
      </w:r>
      <w:r>
        <w:rPr>
          <w:i/>
          <w:iCs/>
          <w:color w:val="auto"/>
        </w:rPr>
        <w:t> </w:t>
      </w:r>
      <w:r w:rsidRPr="001A7CB8">
        <w:rPr>
          <w:color w:val="auto"/>
        </w:rPr>
        <w:t>: capacité du</w:t>
      </w:r>
      <w:r>
        <w:rPr>
          <w:i/>
          <w:iCs/>
          <w:color w:val="auto"/>
        </w:rPr>
        <w:t xml:space="preserve"> </w:t>
      </w:r>
      <w:r>
        <w:rPr>
          <w:color w:val="auto"/>
        </w:rPr>
        <w:t>condensateur polarisé.</w:t>
      </w:r>
    </w:p>
    <w:p w14:paraId="55732D83" w14:textId="77777777" w:rsidR="001A7CB8" w:rsidRDefault="001A7CB8" w:rsidP="00F33B84">
      <w:pPr>
        <w:pStyle w:val="ECEcorps"/>
        <w:ind w:right="16"/>
      </w:pPr>
    </w:p>
    <w:p w14:paraId="7E262B59" w14:textId="77777777" w:rsidR="001A7CB8" w:rsidRDefault="001A7CB8" w:rsidP="00F33B84">
      <w:pPr>
        <w:pStyle w:val="ECEcorps"/>
        <w:ind w:right="16"/>
      </w:pPr>
    </w:p>
    <w:p w14:paraId="7E6AEB1E" w14:textId="4D9DA5D1" w:rsidR="001A7CB8" w:rsidRDefault="001A7CB8" w:rsidP="00F33B84">
      <w:pPr>
        <w:pStyle w:val="ECEcorps"/>
        <w:ind w:right="16"/>
      </w:pPr>
      <w:r w:rsidRPr="009C0417">
        <w:rPr>
          <w:u w:val="single"/>
        </w:rPr>
        <w:t>Fonctionnement</w:t>
      </w:r>
      <w:r>
        <w:t> :</w:t>
      </w:r>
    </w:p>
    <w:p w14:paraId="0FAEBD82" w14:textId="77777777" w:rsidR="001A7CB8" w:rsidRDefault="001A7CB8" w:rsidP="00F33B84">
      <w:pPr>
        <w:pStyle w:val="ECEcorps"/>
        <w:ind w:right="16"/>
      </w:pPr>
    </w:p>
    <w:p w14:paraId="47DBE7E9" w14:textId="7280D8B6" w:rsidR="00F33B84" w:rsidRDefault="00F33B84" w:rsidP="00F33B84">
      <w:pPr>
        <w:pStyle w:val="ECEcorps"/>
        <w:ind w:right="16"/>
      </w:pPr>
      <w:r>
        <w:t xml:space="preserve">Lorsque la broche </w:t>
      </w:r>
      <w:r w:rsidRPr="004734E8">
        <w:rPr>
          <w:b/>
          <w:bCs/>
        </w:rPr>
        <w:t>n°4</w:t>
      </w:r>
      <w:r>
        <w:t xml:space="preserve"> est </w:t>
      </w:r>
      <w:r w:rsidRPr="009C0417">
        <w:rPr>
          <w:u w:val="single"/>
        </w:rPr>
        <w:t>déconnectée</w:t>
      </w:r>
      <w:r>
        <w:t xml:space="preserve"> et que la broche </w:t>
      </w:r>
      <w:r w:rsidRPr="00843827">
        <w:rPr>
          <w:b/>
          <w:bCs/>
        </w:rPr>
        <w:t>n°3</w:t>
      </w:r>
      <w:r>
        <w:t xml:space="preserve"> est mise au potentiel </w:t>
      </w:r>
      <w:r w:rsidRPr="00843827">
        <w:rPr>
          <w:b/>
          <w:bCs/>
        </w:rPr>
        <w:t>5 V</w:t>
      </w:r>
      <w:r>
        <w:t xml:space="preserve"> (déclaration comme « sortie » (OUTPUT) au niveau haut</w:t>
      </w:r>
      <w:r w:rsidR="0041493A">
        <w:t> </w:t>
      </w:r>
      <w:r>
        <w:t xml:space="preserve">(HIGH) dans le programme Arduino), le condensateur se </w:t>
      </w:r>
      <w:r w:rsidRPr="00843827">
        <w:t>charge</w:t>
      </w:r>
      <w:r>
        <w:t xml:space="preserve"> de façon quasi-instantanée à travers le conducteur ohmique de résistance </w:t>
      </w:r>
      <w:r w:rsidRPr="00C544C4">
        <w:rPr>
          <w:i/>
          <w:iCs/>
        </w:rPr>
        <w:t>r</w:t>
      </w:r>
      <w:r>
        <w:t>.</w:t>
      </w:r>
    </w:p>
    <w:p w14:paraId="5A5CA48B" w14:textId="77777777" w:rsidR="00F33B84" w:rsidRDefault="00F33B84" w:rsidP="00F33B84">
      <w:pPr>
        <w:pStyle w:val="ECEcorps"/>
        <w:ind w:right="16"/>
      </w:pPr>
    </w:p>
    <w:p w14:paraId="2F214C9A" w14:textId="04063282" w:rsidR="00F33B84" w:rsidRDefault="00F33B84" w:rsidP="00F33B84">
      <w:pPr>
        <w:pStyle w:val="ECEcorps"/>
        <w:ind w:right="16"/>
      </w:pPr>
      <w:r w:rsidRPr="00403CAB">
        <w:t xml:space="preserve">Puis, </w:t>
      </w:r>
      <w:r>
        <w:t xml:space="preserve">lorsque la broche </w:t>
      </w:r>
      <w:r w:rsidRPr="00843827">
        <w:rPr>
          <w:b/>
          <w:bCs/>
        </w:rPr>
        <w:t>n°3</w:t>
      </w:r>
      <w:r>
        <w:t xml:space="preserve"> est </w:t>
      </w:r>
      <w:r w:rsidRPr="009C0417">
        <w:rPr>
          <w:u w:val="single"/>
        </w:rPr>
        <w:t>déconnectée</w:t>
      </w:r>
      <w:r>
        <w:t xml:space="preserve"> et que la broche </w:t>
      </w:r>
      <w:r w:rsidRPr="00843827">
        <w:rPr>
          <w:b/>
          <w:bCs/>
        </w:rPr>
        <w:t>n°4</w:t>
      </w:r>
      <w:r>
        <w:t xml:space="preserve"> est mise au potentiel </w:t>
      </w:r>
      <w:r>
        <w:rPr>
          <w:b/>
          <w:bCs/>
        </w:rPr>
        <w:t>0</w:t>
      </w:r>
      <w:r w:rsidRPr="00843827">
        <w:rPr>
          <w:b/>
          <w:bCs/>
        </w:rPr>
        <w:t> V</w:t>
      </w:r>
      <w:r>
        <w:t xml:space="preserve"> (déclaration comme « sortie » (OUTPUT) au niveau bas</w:t>
      </w:r>
      <w:r w:rsidR="0041493A">
        <w:t> </w:t>
      </w:r>
      <w:r>
        <w:t xml:space="preserve">(LOW) dans le programme Arduino), le condensateur </w:t>
      </w:r>
      <w:r w:rsidRPr="00403CAB">
        <w:t xml:space="preserve">se décharge lentement à travers le conducteur ohmique de résistance </w:t>
      </w:r>
      <w:r w:rsidRPr="002F3757">
        <w:rPr>
          <w:i/>
          <w:iCs/>
        </w:rPr>
        <w:t>R</w:t>
      </w:r>
      <w:r w:rsidR="001F40B7">
        <w:rPr>
          <w:i/>
          <w:iCs/>
        </w:rPr>
        <w:t> </w:t>
      </w:r>
      <w:r>
        <w:t>&gt;</w:t>
      </w:r>
      <w:r w:rsidR="009C0417">
        <w:t>&gt;</w:t>
      </w:r>
      <w:r w:rsidR="001F40B7">
        <w:t> </w:t>
      </w:r>
      <w:r w:rsidRPr="002F3757">
        <w:rPr>
          <w:i/>
          <w:iCs/>
        </w:rPr>
        <w:t>r</w:t>
      </w:r>
      <w:r>
        <w:t>.</w:t>
      </w:r>
    </w:p>
    <w:p w14:paraId="2B847D33" w14:textId="77777777" w:rsidR="00F33B84" w:rsidRDefault="00F33B84" w:rsidP="00F33B84">
      <w:pPr>
        <w:pStyle w:val="ECEcorps"/>
        <w:ind w:right="16"/>
      </w:pPr>
    </w:p>
    <w:p w14:paraId="14C3CB6C" w14:textId="77777777" w:rsidR="00F33B84" w:rsidRDefault="00F33B84" w:rsidP="00F33B84">
      <w:pPr>
        <w:pStyle w:val="ECEcorps"/>
        <w:ind w:right="16"/>
      </w:pPr>
      <w:r w:rsidRPr="00403CAB">
        <w:t>Cette dernière opération terminée,</w:t>
      </w:r>
      <w:r>
        <w:t xml:space="preserve"> un nouveau cycle de charge/</w:t>
      </w:r>
      <w:r w:rsidRPr="00403CAB">
        <w:t>décharge du condensateur démarre</w:t>
      </w:r>
      <w:r>
        <w:t>.</w:t>
      </w:r>
    </w:p>
    <w:p w14:paraId="7B90558C" w14:textId="2851BC6A" w:rsidR="00C67142" w:rsidRPr="001F40B7" w:rsidRDefault="00C67142">
      <w:pPr>
        <w:spacing w:line="240" w:lineRule="auto"/>
        <w:jc w:val="left"/>
      </w:pPr>
    </w:p>
    <w:p w14:paraId="62B5E6ED" w14:textId="3541E8D5" w:rsidR="001F40B7" w:rsidRDefault="001F40B7">
      <w:pPr>
        <w:spacing w:line="240" w:lineRule="auto"/>
        <w:jc w:val="left"/>
      </w:pPr>
    </w:p>
    <w:p w14:paraId="3C8E1263" w14:textId="31644618" w:rsidR="001F40B7" w:rsidRDefault="001F40B7">
      <w:pPr>
        <w:spacing w:line="240" w:lineRule="auto"/>
        <w:jc w:val="left"/>
      </w:pPr>
    </w:p>
    <w:p w14:paraId="6EE1D04C" w14:textId="6800DBAF" w:rsidR="001F40B7" w:rsidRDefault="001F40B7">
      <w:pPr>
        <w:spacing w:line="240" w:lineRule="auto"/>
        <w:jc w:val="left"/>
      </w:pPr>
    </w:p>
    <w:p w14:paraId="03F8ADF5" w14:textId="77777777" w:rsidR="001F40B7" w:rsidRPr="001F40B7" w:rsidRDefault="001F40B7">
      <w:pPr>
        <w:spacing w:line="240" w:lineRule="auto"/>
        <w:jc w:val="left"/>
      </w:pPr>
    </w:p>
    <w:p w14:paraId="5D202540" w14:textId="77777777" w:rsidR="001F40B7" w:rsidRDefault="001F40B7">
      <w:pPr>
        <w:spacing w:line="240" w:lineRule="auto"/>
        <w:jc w:val="left"/>
        <w:rPr>
          <w:b/>
          <w:color w:val="auto"/>
          <w:sz w:val="24"/>
          <w:szCs w:val="24"/>
          <w:u w:val="single"/>
        </w:rPr>
      </w:pPr>
      <w:r>
        <w:rPr>
          <w:sz w:val="24"/>
          <w:szCs w:val="24"/>
        </w:rPr>
        <w:br w:type="page"/>
      </w:r>
    </w:p>
    <w:p w14:paraId="0817830F" w14:textId="2AC8A762" w:rsidR="00F33B84" w:rsidRDefault="00F33B84" w:rsidP="007432AB">
      <w:pPr>
        <w:pStyle w:val="ECEtitre"/>
        <w:spacing w:line="240" w:lineRule="auto"/>
        <w:rPr>
          <w:sz w:val="24"/>
          <w:szCs w:val="24"/>
          <w:u w:val="none"/>
        </w:rPr>
      </w:pPr>
      <w:bookmarkStart w:id="3" w:name="_Hlk38994222"/>
      <w:bookmarkStart w:id="4" w:name="_Hlk38993885"/>
      <w:r w:rsidRPr="00F33B84">
        <w:rPr>
          <w:sz w:val="24"/>
          <w:szCs w:val="24"/>
        </w:rPr>
        <w:lastRenderedPageBreak/>
        <w:t>Déclenchement d’une impulsion électrique</w:t>
      </w:r>
      <w:bookmarkEnd w:id="3"/>
      <w:r w:rsidRPr="00F33B84">
        <w:rPr>
          <w:sz w:val="24"/>
          <w:szCs w:val="24"/>
          <w:u w:val="none"/>
        </w:rPr>
        <w:t> </w:t>
      </w:r>
      <w:bookmarkEnd w:id="4"/>
    </w:p>
    <w:p w14:paraId="6840FCAE" w14:textId="77777777" w:rsidR="007432AB" w:rsidRPr="007432AB" w:rsidRDefault="007432AB" w:rsidP="007432AB">
      <w:pPr>
        <w:pStyle w:val="ECEcorps"/>
        <w:spacing w:line="240" w:lineRule="auto"/>
      </w:pPr>
    </w:p>
    <w:p w14:paraId="090B80B6" w14:textId="77777777" w:rsidR="00F33B84" w:rsidRDefault="00F33B84" w:rsidP="007432AB">
      <w:pPr>
        <w:pStyle w:val="ECEcorps"/>
        <w:numPr>
          <w:ilvl w:val="0"/>
          <w:numId w:val="19"/>
        </w:numPr>
        <w:spacing w:line="240" w:lineRule="auto"/>
      </w:pPr>
      <w:r>
        <w:t xml:space="preserve">La tension </w:t>
      </w:r>
      <w:r w:rsidRPr="00582028">
        <w:rPr>
          <w:i/>
          <w:iCs/>
        </w:rPr>
        <w:t>Uc(t)</w:t>
      </w:r>
      <w:r>
        <w:t xml:space="preserve"> aux bornes du condensateur lors de sa charge quasi-instantanée à travers le conducteur ohmique de résistance </w:t>
      </w:r>
      <w:r w:rsidRPr="00582028">
        <w:rPr>
          <w:i/>
          <w:iCs/>
        </w:rPr>
        <w:t>r</w:t>
      </w:r>
      <w:r w:rsidRPr="00724617">
        <w:t> = 10 Ω</w:t>
      </w:r>
      <w:r>
        <w:t xml:space="preserve"> constitue l’impulsion électrique transmise au cœur par le </w:t>
      </w:r>
      <w:r w:rsidRPr="005A3A26">
        <w:rPr>
          <w:i/>
        </w:rPr>
        <w:t>pacemaker</w:t>
      </w:r>
      <w:r w:rsidRPr="00724617">
        <w:t>.</w:t>
      </w:r>
    </w:p>
    <w:p w14:paraId="19558AAE" w14:textId="77777777" w:rsidR="00F33B84" w:rsidRDefault="00F33B84" w:rsidP="00F33B84">
      <w:pPr>
        <w:pStyle w:val="ECEcorps"/>
        <w:ind w:left="20"/>
      </w:pPr>
    </w:p>
    <w:p w14:paraId="01B5F069" w14:textId="77777777" w:rsidR="00F33B84" w:rsidRPr="00117E20" w:rsidRDefault="00F33B84" w:rsidP="00F33B84">
      <w:pPr>
        <w:pStyle w:val="ECEcorps"/>
        <w:numPr>
          <w:ilvl w:val="0"/>
          <w:numId w:val="19"/>
        </w:numPr>
        <w:spacing w:line="360" w:lineRule="auto"/>
      </w:pPr>
      <w:r>
        <w:t xml:space="preserve">Lors de l’étape de </w:t>
      </w:r>
      <w:r w:rsidRPr="00117E20">
        <w:t xml:space="preserve">décharge du condensateur, </w:t>
      </w:r>
      <w:r>
        <w:t xml:space="preserve">l’expression de la tension </w:t>
      </w:r>
      <w:r w:rsidRPr="00582028">
        <w:rPr>
          <w:i/>
          <w:iCs/>
        </w:rPr>
        <w:t>Uc(t)</w:t>
      </w:r>
      <w:r>
        <w:t xml:space="preserve"> à</w:t>
      </w:r>
      <w:r w:rsidRPr="00117E20">
        <w:t xml:space="preserve"> ses bornes en fonction du temps est :</w:t>
      </w:r>
    </w:p>
    <w:bookmarkStart w:id="5" w:name="_Hlk57138146"/>
    <w:p w14:paraId="3BD48C4A" w14:textId="4B5C7ECD" w:rsidR="00F33B84" w:rsidRPr="00A9256B" w:rsidRDefault="001E700E" w:rsidP="00F33B84">
      <w:pPr>
        <w:pStyle w:val="ECEcorps"/>
        <w:ind w:left="20"/>
        <w:jc w:val="center"/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m:rPr>
                  <m:nor/>
                </m:rPr>
                <w:rPr>
                  <w:i/>
                </w:rPr>
                <m:t>U</m:t>
              </m:r>
            </m:e>
            <m:sub>
              <m:r>
                <m:rPr>
                  <m:nor/>
                </m:rPr>
                <w:rPr>
                  <w:i/>
                </w:rPr>
                <m:t>C</m:t>
              </m:r>
            </m:sub>
          </m:sSub>
          <m:r>
            <m:rPr>
              <m:nor/>
            </m:rPr>
            <w:rPr>
              <w:i/>
            </w:rPr>
            <m:t>(t) </m:t>
          </m:r>
          <m:r>
            <m:rPr>
              <m:nor/>
            </m:rPr>
            <w:rPr>
              <w:iCs/>
            </w:rPr>
            <m:t>=</m:t>
          </m:r>
          <m:r>
            <m:rPr>
              <m:nor/>
            </m:rPr>
            <w:rPr>
              <w:i/>
            </w:rPr>
            <m:t> 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m:rPr>
                  <m:nor/>
                </m:rPr>
                <w:rPr>
                  <w:i/>
                </w:rPr>
                <m:t>U</m:t>
              </m:r>
            </m:e>
            <m:sub>
              <m:r>
                <m:rPr>
                  <m:nor/>
                </m:rPr>
                <w:rPr>
                  <w:i/>
                </w:rPr>
                <m:t>C,max</m:t>
              </m:r>
            </m:sub>
          </m:sSub>
          <m:r>
            <m:rPr>
              <m:nor/>
            </m:rPr>
            <m:t>·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m:rPr>
                  <m:nor/>
                </m:rPr>
                <m:t xml:space="preserve"> e</m:t>
              </m:r>
            </m:e>
            <m:sup>
              <m:f>
                <m:fPr>
                  <m:type m:val="skw"/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m:rPr>
                      <m:nor/>
                    </m:rPr>
                    <m:t>–</m:t>
                  </m:r>
                  <m:r>
                    <m:rPr>
                      <m:nor/>
                    </m:rPr>
                    <w:rPr>
                      <w:i/>
                    </w:rPr>
                    <m:t>t</m:t>
                  </m:r>
                </m:num>
                <m:den>
                  <m:r>
                    <m:rPr>
                      <m:nor/>
                    </m:rPr>
                    <w:rPr>
                      <w:iCs/>
                    </w:rPr>
                    <w:sym w:font="Symbol" w:char="F074"/>
                  </m:r>
                </m:den>
              </m:f>
            </m:sup>
          </m:sSup>
        </m:oMath>
      </m:oMathPara>
    </w:p>
    <w:bookmarkEnd w:id="5"/>
    <w:p w14:paraId="6416C9CD" w14:textId="77777777" w:rsidR="00F33B84" w:rsidRPr="00A9256B" w:rsidRDefault="00F33B84" w:rsidP="00F33B84">
      <w:pPr>
        <w:pStyle w:val="ECEcorps"/>
        <w:ind w:left="20"/>
        <w:jc w:val="center"/>
      </w:pPr>
    </w:p>
    <w:p w14:paraId="5948A2ED" w14:textId="77777777" w:rsidR="00F33B84" w:rsidRDefault="00F33B84" w:rsidP="000F33EB">
      <w:pPr>
        <w:pStyle w:val="ECEcorps"/>
        <w:ind w:left="20" w:firstLine="689"/>
        <w:rPr>
          <w:i/>
          <w:iCs/>
        </w:rPr>
      </w:pPr>
      <w:r w:rsidRPr="000F33EB">
        <w:t>avec</w:t>
      </w:r>
      <w:r>
        <w:rPr>
          <w:i/>
          <w:iCs/>
        </w:rPr>
        <w:t> </w:t>
      </w:r>
      <w:r w:rsidRPr="00A9256B">
        <w:rPr>
          <w:iCs/>
        </w:rPr>
        <w:sym w:font="Symbol" w:char="F074"/>
      </w:r>
      <w:r>
        <w:rPr>
          <w:i/>
          <w:iCs/>
        </w:rPr>
        <w:t xml:space="preserve"> = </w:t>
      </w:r>
      <w:bookmarkStart w:id="6" w:name="_Hlk31564467"/>
      <w:r>
        <w:rPr>
          <w:i/>
          <w:iCs/>
        </w:rPr>
        <w:t>R</w:t>
      </w:r>
      <w:r>
        <w:rPr>
          <w:b/>
          <w:i/>
          <w:iCs/>
        </w:rPr>
        <w:t>·</w:t>
      </w:r>
      <w:r>
        <w:rPr>
          <w:i/>
          <w:iCs/>
        </w:rPr>
        <w:t>C</w:t>
      </w:r>
      <w:r w:rsidRPr="00117E20">
        <w:t xml:space="preserve"> </w:t>
      </w:r>
      <w:bookmarkEnd w:id="6"/>
      <w:r w:rsidRPr="00117E20">
        <w:t>la</w:t>
      </w:r>
      <w:r w:rsidRPr="00A01BF1">
        <w:t xml:space="preserve"> </w:t>
      </w:r>
      <w:r w:rsidRPr="00117E20">
        <w:t xml:space="preserve">constante de temps du dipôle RC </w:t>
      </w:r>
      <w:r>
        <w:t>du circuit de décharge</w:t>
      </w:r>
      <w:r>
        <w:rPr>
          <w:i/>
          <w:iCs/>
        </w:rPr>
        <w:t xml:space="preserve"> </w:t>
      </w:r>
      <w:r w:rsidRPr="00D06A70">
        <w:t xml:space="preserve">          </w:t>
      </w:r>
    </w:p>
    <w:p w14:paraId="529F35B0" w14:textId="77777777" w:rsidR="00F33B84" w:rsidRDefault="00F33B84" w:rsidP="00F33B84">
      <w:pPr>
        <w:pStyle w:val="ECEcorps"/>
        <w:ind w:left="20"/>
      </w:pPr>
      <w:r>
        <w:rPr>
          <w:i/>
          <w:iCs/>
        </w:rPr>
        <w:t xml:space="preserve">            </w:t>
      </w:r>
    </w:p>
    <w:p w14:paraId="43722AD5" w14:textId="2EE58459" w:rsidR="00F55849" w:rsidRDefault="00F33B84" w:rsidP="009F19E6">
      <w:pPr>
        <w:pStyle w:val="ECEcorps"/>
        <w:numPr>
          <w:ilvl w:val="0"/>
          <w:numId w:val="19"/>
        </w:numPr>
      </w:pPr>
      <w:bookmarkStart w:id="7" w:name="_Hlk38994255"/>
      <w:r>
        <w:t>L’i</w:t>
      </w:r>
      <w:r w:rsidRPr="00BC5FB2">
        <w:t xml:space="preserve">mpulsion électrique </w:t>
      </w:r>
      <w:r>
        <w:t xml:space="preserve">doit être déclenchée périodiquement avec </w:t>
      </w:r>
      <w:r w:rsidRPr="00724617">
        <w:t xml:space="preserve">une période </w:t>
      </w:r>
      <w:r w:rsidRPr="00F55849">
        <w:rPr>
          <w:b/>
          <w:bCs/>
          <w:i/>
          <w:iCs/>
        </w:rPr>
        <w:t>T</w:t>
      </w:r>
      <w:r w:rsidRPr="00F55849">
        <w:rPr>
          <w:b/>
          <w:bCs/>
        </w:rPr>
        <w:t xml:space="preserve"> = </w:t>
      </w:r>
      <w:bookmarkStart w:id="8" w:name="_Hlk29920819"/>
      <w:bookmarkEnd w:id="7"/>
      <w:r w:rsidRPr="000F33EB">
        <w:rPr>
          <w:b/>
          <w:bCs/>
          <w:iCs/>
          <w:sz w:val="24"/>
          <w:szCs w:val="24"/>
        </w:rPr>
        <w:sym w:font="Symbol" w:char="F074"/>
      </w:r>
      <w:bookmarkEnd w:id="8"/>
      <w:r w:rsidRPr="00724617">
        <w:t xml:space="preserve">, </w:t>
      </w:r>
      <w:r>
        <w:t>c’est à dire</w:t>
      </w:r>
      <w:r w:rsidRPr="00BC5FB2">
        <w:t xml:space="preserve"> lorsque la tension aux bornes du condensateur</w:t>
      </w:r>
      <w:r w:rsidR="00F55849">
        <w:t>,</w:t>
      </w:r>
      <w:r w:rsidRPr="00BC5FB2">
        <w:t xml:space="preserve"> </w:t>
      </w:r>
      <w:r w:rsidR="00F55849">
        <w:t xml:space="preserve">au cours de la décharge, </w:t>
      </w:r>
      <w:r w:rsidRPr="00BC5FB2">
        <w:t>atteint la valeur limite</w:t>
      </w:r>
      <w:r>
        <w:t xml:space="preserve"> minimale</w:t>
      </w:r>
      <w:r w:rsidR="006E4B46">
        <w:t> :</w:t>
      </w:r>
    </w:p>
    <w:p w14:paraId="40DB87BD" w14:textId="43E1AB37" w:rsidR="00F33B84" w:rsidRDefault="001E700E" w:rsidP="006E4B46">
      <w:pPr>
        <w:pStyle w:val="ECEcorps"/>
        <w:ind w:left="740"/>
        <w:jc w:val="center"/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m:rPr>
                <m:nor/>
              </m:rPr>
              <w:rPr>
                <w:i/>
              </w:rPr>
              <m:t>U</m:t>
            </m:r>
          </m:e>
          <m:sub>
            <m:r>
              <m:rPr>
                <m:nor/>
              </m:rPr>
              <w:rPr>
                <w:i/>
              </w:rPr>
              <m:t>C,min</m:t>
            </m:r>
          </m:sub>
        </m:sSub>
        <m:r>
          <m:rPr>
            <m:nor/>
          </m:rPr>
          <w:rPr>
            <w:i/>
          </w:rPr>
          <m:t> = 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m:rPr>
                <m:nor/>
              </m:rPr>
              <m:t>37</m:t>
            </m:r>
          </m:num>
          <m:den>
            <m:r>
              <m:rPr>
                <m:nor/>
              </m:rPr>
              <m:t>100</m:t>
            </m:r>
          </m:den>
        </m:f>
        <m:r>
          <m:rPr>
            <m:nor/>
          </m:rPr>
          <m:t>×</m:t>
        </m:r>
        <m:r>
          <m:rPr>
            <m:nor/>
          </m:rPr>
          <w:rPr>
            <w:rFonts w:ascii="Cambria Math" w:hAnsi="Cambria Math"/>
            <w:i/>
          </w:rPr>
          <m:t xml:space="preserve"> 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m:rPr>
                <m:nor/>
              </m:rPr>
              <w:rPr>
                <w:i/>
              </w:rPr>
              <m:t>U</m:t>
            </m:r>
          </m:e>
          <m:sub>
            <m:r>
              <m:rPr>
                <m:nor/>
              </m:rPr>
              <w:rPr>
                <w:i/>
              </w:rPr>
              <m:t>C,max</m:t>
            </m:r>
          </m:sub>
        </m:sSub>
      </m:oMath>
      <w:r w:rsidR="0085070F">
        <w:t xml:space="preserve"> .</w:t>
      </w:r>
    </w:p>
    <w:p w14:paraId="4A0AABA6" w14:textId="383BCD9C" w:rsidR="00F33B84" w:rsidRDefault="00F33B84" w:rsidP="00F33B84">
      <w:pPr>
        <w:pStyle w:val="ECEtitre"/>
        <w:spacing w:line="360" w:lineRule="auto"/>
      </w:pPr>
    </w:p>
    <w:p w14:paraId="1F2B6633" w14:textId="1B07FE66" w:rsidR="00F33B84" w:rsidRPr="00F33B84" w:rsidRDefault="00F33B84" w:rsidP="00F33B84">
      <w:pPr>
        <w:pStyle w:val="ECEtitre"/>
        <w:spacing w:line="360" w:lineRule="auto"/>
        <w:rPr>
          <w:sz w:val="24"/>
          <w:szCs w:val="24"/>
        </w:rPr>
      </w:pPr>
      <w:bookmarkStart w:id="9" w:name="_Hlk38993924"/>
      <w:r w:rsidRPr="00F33B84">
        <w:rPr>
          <w:sz w:val="24"/>
          <w:szCs w:val="24"/>
        </w:rPr>
        <w:t>Le rythme cardiaque au repos</w:t>
      </w:r>
      <w:r w:rsidRPr="00F33B84">
        <w:rPr>
          <w:sz w:val="24"/>
          <w:szCs w:val="24"/>
          <w:u w:val="none"/>
        </w:rPr>
        <w:t> </w:t>
      </w:r>
      <w:bookmarkEnd w:id="9"/>
    </w:p>
    <w:p w14:paraId="5EFC82C6" w14:textId="77777777" w:rsidR="00F33B84" w:rsidRDefault="00F33B84" w:rsidP="00F33B84">
      <w:pPr>
        <w:pStyle w:val="ECEcorps"/>
        <w:spacing w:line="360" w:lineRule="auto"/>
        <w:rPr>
          <w:rFonts w:ascii="Times New Roman" w:hAnsi="Times New Roman" w:cs="Times New Roman"/>
        </w:rPr>
      </w:pPr>
      <w:r>
        <w:t>Le rythme cardiaque au repos varie selon l'âge</w:t>
      </w:r>
      <w:r>
        <w:rPr>
          <w:vertAlign w:val="superscript"/>
        </w:rPr>
        <w:t xml:space="preserve"> </w:t>
      </w:r>
      <w:r>
        <w:t xml:space="preserve">: </w:t>
      </w:r>
    </w:p>
    <w:p w14:paraId="1831D460" w14:textId="77777777" w:rsidR="00F33B84" w:rsidRDefault="00F33B84" w:rsidP="00F33B84">
      <w:pPr>
        <w:pStyle w:val="ECEcorps"/>
        <w:numPr>
          <w:ilvl w:val="0"/>
          <w:numId w:val="14"/>
        </w:numPr>
        <w:ind w:left="2427"/>
      </w:pPr>
      <w:r>
        <w:t>1 à 5 ans : 110 ± 40 battements par minute</w:t>
      </w:r>
    </w:p>
    <w:p w14:paraId="4AAD36AC" w14:textId="77777777" w:rsidR="00F33B84" w:rsidRDefault="00F33B84" w:rsidP="00F33B84">
      <w:pPr>
        <w:pStyle w:val="ECEcorps"/>
        <w:numPr>
          <w:ilvl w:val="0"/>
          <w:numId w:val="14"/>
        </w:numPr>
        <w:ind w:left="2427"/>
      </w:pPr>
      <w:r>
        <w:t>6 à 12 ans : 95 ± 30 battements par minute</w:t>
      </w:r>
    </w:p>
    <w:p w14:paraId="72174F7B" w14:textId="77777777" w:rsidR="00F33B84" w:rsidRDefault="00F33B84" w:rsidP="00F33B84">
      <w:pPr>
        <w:pStyle w:val="ECEcorps"/>
        <w:numPr>
          <w:ilvl w:val="0"/>
          <w:numId w:val="14"/>
        </w:numPr>
        <w:ind w:left="2427"/>
      </w:pPr>
      <w:r>
        <w:t>adolescent ou adulte : 70 ± 10 battements par minute</w:t>
      </w:r>
    </w:p>
    <w:p w14:paraId="03510A36" w14:textId="21669A14" w:rsidR="00F33B84" w:rsidRDefault="00F33B84" w:rsidP="00F33B84">
      <w:pPr>
        <w:pStyle w:val="ECEcorps"/>
        <w:numPr>
          <w:ilvl w:val="0"/>
          <w:numId w:val="14"/>
        </w:numPr>
        <w:ind w:left="2427"/>
      </w:pPr>
      <w:r>
        <w:t>personne âgée : 65 ± 8 battements par minute</w:t>
      </w:r>
    </w:p>
    <w:p w14:paraId="00F8C7CE" w14:textId="6315CE06" w:rsidR="00F33B84" w:rsidRDefault="00F33B84" w:rsidP="00FF484C">
      <w:pPr>
        <w:widowControl w:val="0"/>
        <w:tabs>
          <w:tab w:val="left" w:pos="921"/>
          <w:tab w:val="left" w:pos="1497"/>
          <w:tab w:val="left" w:pos="1852"/>
          <w:tab w:val="left" w:pos="2716"/>
          <w:tab w:val="left" w:pos="3657"/>
          <w:tab w:val="left" w:pos="3792"/>
          <w:tab w:val="left" w:pos="6676"/>
          <w:tab w:val="left" w:pos="7339"/>
          <w:tab w:val="left" w:pos="7396"/>
          <w:tab w:val="left" w:pos="9580"/>
          <w:tab w:val="left" w:pos="10008"/>
        </w:tabs>
        <w:autoSpaceDE w:val="0"/>
        <w:autoSpaceDN w:val="0"/>
        <w:adjustRightInd w:val="0"/>
        <w:rPr>
          <w:sz w:val="12"/>
          <w:szCs w:val="12"/>
        </w:rPr>
      </w:pPr>
    </w:p>
    <w:p w14:paraId="568DB21E" w14:textId="212FEEF8" w:rsidR="00F33B84" w:rsidRDefault="00F33B84" w:rsidP="00FF484C">
      <w:pPr>
        <w:widowControl w:val="0"/>
        <w:tabs>
          <w:tab w:val="left" w:pos="921"/>
          <w:tab w:val="left" w:pos="1497"/>
          <w:tab w:val="left" w:pos="1852"/>
          <w:tab w:val="left" w:pos="2716"/>
          <w:tab w:val="left" w:pos="3657"/>
          <w:tab w:val="left" w:pos="3792"/>
          <w:tab w:val="left" w:pos="6676"/>
          <w:tab w:val="left" w:pos="7339"/>
          <w:tab w:val="left" w:pos="7396"/>
          <w:tab w:val="left" w:pos="9580"/>
          <w:tab w:val="left" w:pos="10008"/>
        </w:tabs>
        <w:autoSpaceDE w:val="0"/>
        <w:autoSpaceDN w:val="0"/>
        <w:adjustRightInd w:val="0"/>
        <w:rPr>
          <w:sz w:val="12"/>
          <w:szCs w:val="12"/>
        </w:rPr>
      </w:pPr>
    </w:p>
    <w:p w14:paraId="46EF60D5" w14:textId="4ABE495B" w:rsidR="002B74BC" w:rsidRDefault="002B74BC" w:rsidP="00FF484C">
      <w:pPr>
        <w:widowControl w:val="0"/>
        <w:tabs>
          <w:tab w:val="left" w:pos="921"/>
          <w:tab w:val="left" w:pos="1497"/>
          <w:tab w:val="left" w:pos="1852"/>
          <w:tab w:val="left" w:pos="2716"/>
          <w:tab w:val="left" w:pos="3657"/>
          <w:tab w:val="left" w:pos="3792"/>
          <w:tab w:val="left" w:pos="6676"/>
          <w:tab w:val="left" w:pos="7339"/>
          <w:tab w:val="left" w:pos="7396"/>
          <w:tab w:val="left" w:pos="9580"/>
          <w:tab w:val="left" w:pos="10008"/>
        </w:tabs>
        <w:autoSpaceDE w:val="0"/>
        <w:autoSpaceDN w:val="0"/>
        <w:adjustRightInd w:val="0"/>
        <w:rPr>
          <w:sz w:val="12"/>
          <w:szCs w:val="12"/>
        </w:rPr>
      </w:pPr>
    </w:p>
    <w:p w14:paraId="01110A12" w14:textId="77777777" w:rsidR="002B74BC" w:rsidRDefault="002B74BC" w:rsidP="00FF484C">
      <w:pPr>
        <w:widowControl w:val="0"/>
        <w:tabs>
          <w:tab w:val="left" w:pos="921"/>
          <w:tab w:val="left" w:pos="1497"/>
          <w:tab w:val="left" w:pos="1852"/>
          <w:tab w:val="left" w:pos="2716"/>
          <w:tab w:val="left" w:pos="3657"/>
          <w:tab w:val="left" w:pos="3792"/>
          <w:tab w:val="left" w:pos="6676"/>
          <w:tab w:val="left" w:pos="7339"/>
          <w:tab w:val="left" w:pos="7396"/>
          <w:tab w:val="left" w:pos="9580"/>
          <w:tab w:val="left" w:pos="10008"/>
        </w:tabs>
        <w:autoSpaceDE w:val="0"/>
        <w:autoSpaceDN w:val="0"/>
        <w:adjustRightInd w:val="0"/>
        <w:rPr>
          <w:sz w:val="12"/>
          <w:szCs w:val="12"/>
        </w:rPr>
      </w:pPr>
    </w:p>
    <w:p w14:paraId="2B0D2B28" w14:textId="77777777" w:rsidR="002B74BC" w:rsidRDefault="002B74BC" w:rsidP="00FF484C">
      <w:pPr>
        <w:widowControl w:val="0"/>
        <w:tabs>
          <w:tab w:val="left" w:pos="921"/>
          <w:tab w:val="left" w:pos="1497"/>
          <w:tab w:val="left" w:pos="1852"/>
          <w:tab w:val="left" w:pos="2716"/>
          <w:tab w:val="left" w:pos="3657"/>
          <w:tab w:val="left" w:pos="3792"/>
          <w:tab w:val="left" w:pos="6676"/>
          <w:tab w:val="left" w:pos="7339"/>
          <w:tab w:val="left" w:pos="7396"/>
          <w:tab w:val="left" w:pos="9580"/>
          <w:tab w:val="left" w:pos="10008"/>
        </w:tabs>
        <w:autoSpaceDE w:val="0"/>
        <w:autoSpaceDN w:val="0"/>
        <w:adjustRightInd w:val="0"/>
        <w:rPr>
          <w:sz w:val="12"/>
          <w:szCs w:val="12"/>
        </w:rPr>
      </w:pPr>
    </w:p>
    <w:p w14:paraId="55CBB049" w14:textId="40F3A112" w:rsidR="00F33B84" w:rsidRDefault="00F33B84">
      <w:pPr>
        <w:spacing w:line="240" w:lineRule="auto"/>
        <w:jc w:val="left"/>
        <w:rPr>
          <w:b/>
          <w:sz w:val="24"/>
          <w:szCs w:val="24"/>
        </w:rPr>
      </w:pPr>
      <w:bookmarkStart w:id="10" w:name="_Hlk38994092"/>
      <w:r w:rsidRPr="00F33B84">
        <w:rPr>
          <w:b/>
          <w:sz w:val="24"/>
          <w:szCs w:val="24"/>
          <w:u w:val="single"/>
        </w:rPr>
        <w:t>Extrait du programme initial de commande du microcontrôleur</w:t>
      </w:r>
      <w:bookmarkStart w:id="11" w:name="_Hlk40184928"/>
      <w:bookmarkEnd w:id="10"/>
      <w:r w:rsidR="007432AB">
        <w:rPr>
          <w:b/>
          <w:sz w:val="24"/>
          <w:szCs w:val="24"/>
          <w:u w:val="single"/>
        </w:rPr>
        <w:t xml:space="preserve"> </w:t>
      </w:r>
      <w:r w:rsidR="007432AB" w:rsidRPr="000F33EB">
        <w:rPr>
          <w:b/>
          <w:bCs/>
          <w:i/>
          <w:iCs/>
          <w:sz w:val="24"/>
          <w:szCs w:val="24"/>
          <w:u w:val="single"/>
        </w:rPr>
        <w:t xml:space="preserve">« Programme </w:t>
      </w:r>
      <w:r w:rsidR="00934C1E" w:rsidRPr="000F33EB">
        <w:rPr>
          <w:b/>
          <w:bCs/>
          <w:i/>
          <w:iCs/>
          <w:sz w:val="24"/>
          <w:szCs w:val="24"/>
          <w:u w:val="single"/>
        </w:rPr>
        <w:t>initial.ino »</w:t>
      </w:r>
      <w:bookmarkEnd w:id="11"/>
      <w:r w:rsidR="006D1D7D">
        <w:rPr>
          <w:b/>
          <w:sz w:val="24"/>
          <w:szCs w:val="24"/>
        </w:rPr>
        <w:t> </w:t>
      </w:r>
    </w:p>
    <w:p w14:paraId="16739B40" w14:textId="77C0BDD9" w:rsidR="00F33B84" w:rsidRDefault="00F33B84">
      <w:pPr>
        <w:spacing w:line="240" w:lineRule="auto"/>
        <w:jc w:val="left"/>
        <w:rPr>
          <w:u w:val="single"/>
        </w:rPr>
      </w:pPr>
    </w:p>
    <w:p w14:paraId="719B9A58" w14:textId="74340A69" w:rsidR="001F40B7" w:rsidRPr="008061F4" w:rsidRDefault="001F40B7" w:rsidP="001F40B7">
      <w:pPr>
        <w:spacing w:line="240" w:lineRule="auto"/>
        <w:jc w:val="left"/>
      </w:pPr>
      <w:r w:rsidRPr="008061F4">
        <w:t xml:space="preserve">Le programme initial </w:t>
      </w:r>
      <w:r w:rsidRPr="000F33EB">
        <w:rPr>
          <w:i/>
          <w:iCs/>
        </w:rPr>
        <w:t>« Programme_initial.ino »</w:t>
      </w:r>
      <w:r w:rsidRPr="00484FC2">
        <w:t xml:space="preserve"> </w:t>
      </w:r>
      <w:r w:rsidRPr="008061F4">
        <w:t xml:space="preserve">a été téléversé </w:t>
      </w:r>
      <w:r>
        <w:t>dans</w:t>
      </w:r>
      <w:r w:rsidRPr="008061F4">
        <w:t xml:space="preserve"> </w:t>
      </w:r>
      <w:r>
        <w:t xml:space="preserve">la carte </w:t>
      </w:r>
      <w:r w:rsidRPr="008061F4">
        <w:t>microcontrôleur</w:t>
      </w:r>
      <w:r>
        <w:t>, en voici un extrait.</w:t>
      </w:r>
    </w:p>
    <w:p w14:paraId="234A39E4" w14:textId="77777777" w:rsidR="001F40B7" w:rsidRPr="00FA7E69" w:rsidRDefault="001F40B7">
      <w:pPr>
        <w:spacing w:line="240" w:lineRule="auto"/>
        <w:jc w:val="left"/>
        <w:rPr>
          <w:u w:val="single"/>
        </w:rPr>
      </w:pPr>
    </w:p>
    <w:tbl>
      <w:tblPr>
        <w:tblStyle w:val="Grilledutableau"/>
        <w:tblW w:w="5000" w:type="pct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685"/>
        <w:gridCol w:w="9513"/>
      </w:tblGrid>
      <w:tr w:rsidR="005B74ED" w:rsidRPr="005B74ED" w14:paraId="033AAD49" w14:textId="77777777" w:rsidTr="00F33B84">
        <w:trPr>
          <w:trHeight w:val="4192"/>
          <w:jc w:val="center"/>
        </w:trPr>
        <w:tc>
          <w:tcPr>
            <w:tcW w:w="336" w:type="pct"/>
          </w:tcPr>
          <w:p w14:paraId="6C560872" w14:textId="77777777" w:rsidR="005B74ED" w:rsidRPr="005B74ED" w:rsidRDefault="005B74ED" w:rsidP="005B74ED">
            <w:pPr>
              <w:pStyle w:val="ECEcorps"/>
              <w:rPr>
                <w:b/>
                <w:i/>
                <w:iCs/>
              </w:rPr>
            </w:pPr>
            <w:r w:rsidRPr="005B74ED">
              <w:rPr>
                <w:b/>
                <w:i/>
                <w:iCs/>
              </w:rPr>
              <w:t>n° de ligne</w:t>
            </w:r>
          </w:p>
          <w:p w14:paraId="7714AE9C" w14:textId="77777777" w:rsidR="005B74ED" w:rsidRPr="005B74ED" w:rsidRDefault="005B74ED" w:rsidP="005B74ED">
            <w:pPr>
              <w:pStyle w:val="ECEcorps"/>
              <w:rPr>
                <w:i/>
                <w:iCs/>
              </w:rPr>
            </w:pPr>
          </w:p>
          <w:p w14:paraId="6F7B8543" w14:textId="77777777" w:rsidR="005B74ED" w:rsidRPr="005B74ED" w:rsidRDefault="005B74ED" w:rsidP="005B74ED">
            <w:pPr>
              <w:pStyle w:val="ECEcorps"/>
              <w:rPr>
                <w:i/>
                <w:iCs/>
              </w:rPr>
            </w:pPr>
            <w:r w:rsidRPr="005B74ED">
              <w:rPr>
                <w:i/>
                <w:iCs/>
              </w:rPr>
              <w:t>5</w:t>
            </w:r>
          </w:p>
          <w:p w14:paraId="70B45F70" w14:textId="77777777" w:rsidR="005B74ED" w:rsidRPr="005B74ED" w:rsidRDefault="005B74ED" w:rsidP="005B74ED">
            <w:pPr>
              <w:pStyle w:val="ECEcorps"/>
              <w:rPr>
                <w:i/>
                <w:iCs/>
              </w:rPr>
            </w:pPr>
          </w:p>
          <w:p w14:paraId="52BE2E84" w14:textId="77777777" w:rsidR="005B74ED" w:rsidRPr="005B74ED" w:rsidRDefault="005B74ED" w:rsidP="005B74ED">
            <w:pPr>
              <w:pStyle w:val="ECEcorps"/>
              <w:rPr>
                <w:i/>
                <w:iCs/>
              </w:rPr>
            </w:pPr>
          </w:p>
          <w:p w14:paraId="650B6E45" w14:textId="77777777" w:rsidR="005B74ED" w:rsidRPr="005B74ED" w:rsidRDefault="005B74ED" w:rsidP="005B74ED">
            <w:pPr>
              <w:pStyle w:val="ECEcorps"/>
              <w:rPr>
                <w:i/>
                <w:iCs/>
              </w:rPr>
            </w:pPr>
          </w:p>
          <w:p w14:paraId="029231A0" w14:textId="77777777" w:rsidR="005B74ED" w:rsidRPr="005B74ED" w:rsidRDefault="005B74ED" w:rsidP="005B74ED">
            <w:pPr>
              <w:pStyle w:val="ECEcorps"/>
              <w:rPr>
                <w:i/>
                <w:iCs/>
              </w:rPr>
            </w:pPr>
          </w:p>
          <w:p w14:paraId="3D867176" w14:textId="77777777" w:rsidR="005B74ED" w:rsidRPr="005B74ED" w:rsidRDefault="005B74ED" w:rsidP="005B74ED">
            <w:pPr>
              <w:pStyle w:val="ECEcorps"/>
              <w:rPr>
                <w:i/>
                <w:iCs/>
              </w:rPr>
            </w:pPr>
            <w:r w:rsidRPr="005B74ED">
              <w:rPr>
                <w:i/>
                <w:iCs/>
              </w:rPr>
              <w:t>10</w:t>
            </w:r>
          </w:p>
          <w:p w14:paraId="69BB8765" w14:textId="77777777" w:rsidR="005B74ED" w:rsidRPr="005B74ED" w:rsidRDefault="005B74ED" w:rsidP="005B74ED">
            <w:pPr>
              <w:pStyle w:val="ECEcorps"/>
              <w:rPr>
                <w:i/>
                <w:iCs/>
              </w:rPr>
            </w:pPr>
          </w:p>
          <w:p w14:paraId="5A462221" w14:textId="77777777" w:rsidR="005B74ED" w:rsidRPr="005B74ED" w:rsidRDefault="005B74ED" w:rsidP="005B74ED">
            <w:pPr>
              <w:pStyle w:val="ECEcorps"/>
              <w:rPr>
                <w:i/>
                <w:iCs/>
              </w:rPr>
            </w:pPr>
          </w:p>
          <w:p w14:paraId="4F98302B" w14:textId="77777777" w:rsidR="005B74ED" w:rsidRPr="005B74ED" w:rsidRDefault="005B74ED" w:rsidP="005B74ED">
            <w:pPr>
              <w:pStyle w:val="ECEcorps"/>
              <w:rPr>
                <w:i/>
                <w:iCs/>
              </w:rPr>
            </w:pPr>
          </w:p>
          <w:p w14:paraId="1C7CB5D8" w14:textId="77777777" w:rsidR="005B74ED" w:rsidRPr="005B74ED" w:rsidRDefault="005B74ED" w:rsidP="005B74ED">
            <w:pPr>
              <w:pStyle w:val="ECEcorps"/>
              <w:rPr>
                <w:i/>
                <w:iCs/>
              </w:rPr>
            </w:pPr>
          </w:p>
          <w:p w14:paraId="7758D93C" w14:textId="77777777" w:rsidR="005B74ED" w:rsidRPr="005B74ED" w:rsidRDefault="005B74ED" w:rsidP="005B74ED">
            <w:pPr>
              <w:pStyle w:val="ECEcorps"/>
            </w:pPr>
            <w:r w:rsidRPr="005B74ED">
              <w:rPr>
                <w:i/>
                <w:iCs/>
              </w:rPr>
              <w:t>15</w:t>
            </w:r>
          </w:p>
        </w:tc>
        <w:tc>
          <w:tcPr>
            <w:tcW w:w="4664" w:type="pct"/>
          </w:tcPr>
          <w:p w14:paraId="2692D4B9" w14:textId="77777777" w:rsidR="005B74ED" w:rsidRPr="0083254E" w:rsidRDefault="005B74ED" w:rsidP="005B74ED">
            <w:pPr>
              <w:pStyle w:val="ECEcorps"/>
              <w:rPr>
                <w:bCs/>
              </w:rPr>
            </w:pPr>
            <w:r w:rsidRPr="0083254E">
              <w:rPr>
                <w:bCs/>
              </w:rPr>
              <w:t xml:space="preserve">    //================== DÉCHARGE DU CONDENSATEUR ==================</w:t>
            </w:r>
          </w:p>
          <w:p w14:paraId="69F795D8" w14:textId="3850C0FA" w:rsidR="005B74ED" w:rsidRPr="0083254E" w:rsidRDefault="00A9256B" w:rsidP="005B74ED">
            <w:pPr>
              <w:pStyle w:val="ECEcorps"/>
              <w:rPr>
                <w:bCs/>
              </w:rPr>
            </w:pPr>
            <w:r>
              <w:rPr>
                <w:bCs/>
              </w:rPr>
              <w:t xml:space="preserve">    pinMode(3, INPUT); // </w:t>
            </w:r>
            <w:r w:rsidR="005B74ED" w:rsidRPr="0083254E">
              <w:rPr>
                <w:bCs/>
              </w:rPr>
              <w:t>La branche contenant "r" est "déconnectée"</w:t>
            </w:r>
          </w:p>
          <w:p w14:paraId="5A3C7B19" w14:textId="77777777" w:rsidR="005B74ED" w:rsidRPr="0083254E" w:rsidRDefault="005B74ED" w:rsidP="005B74ED">
            <w:pPr>
              <w:pStyle w:val="ECEcorps"/>
              <w:rPr>
                <w:bCs/>
              </w:rPr>
            </w:pPr>
            <w:r w:rsidRPr="0083254E">
              <w:rPr>
                <w:bCs/>
              </w:rPr>
              <w:t xml:space="preserve">    pinMode(4, OUTPUT); // La branche contenant "R" est "connectée" </w:t>
            </w:r>
          </w:p>
          <w:p w14:paraId="5D4B630B" w14:textId="77777777" w:rsidR="005B74ED" w:rsidRPr="0083254E" w:rsidRDefault="005B74ED" w:rsidP="005B74ED">
            <w:pPr>
              <w:pStyle w:val="ECEcorps"/>
              <w:rPr>
                <w:bCs/>
              </w:rPr>
            </w:pPr>
            <w:r w:rsidRPr="0083254E">
              <w:rPr>
                <w:bCs/>
              </w:rPr>
              <w:t xml:space="preserve">    digitalWrite(4, LOW);   // La broche 4 est mise à 0V et "C" se décharge à travers "R"</w:t>
            </w:r>
          </w:p>
          <w:p w14:paraId="30238B97" w14:textId="77777777" w:rsidR="005B74ED" w:rsidRPr="0083254E" w:rsidRDefault="005B74ED" w:rsidP="005B74ED">
            <w:pPr>
              <w:pStyle w:val="ECEcorps"/>
              <w:rPr>
                <w:bCs/>
                <w:lang w:val="en-US"/>
              </w:rPr>
            </w:pPr>
            <w:r w:rsidRPr="0083254E">
              <w:rPr>
                <w:bCs/>
              </w:rPr>
              <w:t xml:space="preserve">    </w:t>
            </w:r>
            <w:r w:rsidRPr="0083254E">
              <w:rPr>
                <w:bCs/>
                <w:lang w:val="en-US"/>
              </w:rPr>
              <w:t>do</w:t>
            </w:r>
          </w:p>
          <w:p w14:paraId="5EAEFD97" w14:textId="77777777" w:rsidR="005B74ED" w:rsidRPr="0083254E" w:rsidRDefault="005B74ED" w:rsidP="005B74ED">
            <w:pPr>
              <w:pStyle w:val="ECEcorps"/>
              <w:rPr>
                <w:bCs/>
                <w:lang w:val="en-US"/>
              </w:rPr>
            </w:pPr>
            <w:r w:rsidRPr="0083254E">
              <w:rPr>
                <w:bCs/>
                <w:lang w:val="en-US"/>
              </w:rPr>
              <w:t xml:space="preserve">    {</w:t>
            </w:r>
          </w:p>
          <w:p w14:paraId="7A436C9C" w14:textId="77777777" w:rsidR="005B74ED" w:rsidRPr="0083254E" w:rsidRDefault="005B74ED" w:rsidP="005B74ED">
            <w:pPr>
              <w:pStyle w:val="ECEcorps"/>
              <w:rPr>
                <w:bCs/>
              </w:rPr>
            </w:pPr>
            <w:r w:rsidRPr="0083254E">
              <w:rPr>
                <w:bCs/>
              </w:rPr>
              <w:t xml:space="preserve">      temps = millis()-tempsZero; // Calcule le temps écoulé, en millisecondes</w:t>
            </w:r>
          </w:p>
          <w:p w14:paraId="07AA85F3" w14:textId="77777777" w:rsidR="005B74ED" w:rsidRPr="0083254E" w:rsidRDefault="005B74ED" w:rsidP="005B74ED">
            <w:pPr>
              <w:pStyle w:val="ECEcorps"/>
              <w:rPr>
                <w:bCs/>
              </w:rPr>
            </w:pPr>
            <w:r w:rsidRPr="0083254E">
              <w:rPr>
                <w:bCs/>
              </w:rPr>
              <w:t xml:space="preserve">      Uc_NUM = analogRead(A0); // Lis la valeur numérique de Uc sur A0</w:t>
            </w:r>
          </w:p>
          <w:p w14:paraId="33E176B2" w14:textId="77777777" w:rsidR="005B74ED" w:rsidRPr="0083254E" w:rsidRDefault="005B74ED" w:rsidP="005B74ED">
            <w:pPr>
              <w:pStyle w:val="ECEcorps"/>
              <w:rPr>
                <w:bCs/>
              </w:rPr>
            </w:pPr>
            <w:r w:rsidRPr="0083254E">
              <w:rPr>
                <w:bCs/>
              </w:rPr>
              <w:t xml:space="preserve">      Uc = Uc_NUM * 5.0 / 1023.0; // Conversion de Uc_NUM en Uc (10 bits soit 1024 valeurs sur 5V)</w:t>
            </w:r>
          </w:p>
          <w:p w14:paraId="6B936613" w14:textId="6C1AC88E" w:rsidR="005B74ED" w:rsidRPr="0083254E" w:rsidRDefault="005B74ED" w:rsidP="005B74ED">
            <w:pPr>
              <w:pStyle w:val="ECEcorps"/>
              <w:rPr>
                <w:bCs/>
              </w:rPr>
            </w:pPr>
            <w:r w:rsidRPr="0083254E">
              <w:rPr>
                <w:bCs/>
              </w:rPr>
              <w:t xml:space="preserve">      Serial.print(temps/1000.0); // </w:t>
            </w:r>
            <w:r w:rsidR="00AB707D">
              <w:rPr>
                <w:bCs/>
              </w:rPr>
              <w:t>Affiche</w:t>
            </w:r>
            <w:r w:rsidRPr="0083254E">
              <w:rPr>
                <w:bCs/>
              </w:rPr>
              <w:t xml:space="preserve"> la date t en secondes</w:t>
            </w:r>
          </w:p>
          <w:p w14:paraId="10BFD7D3" w14:textId="516E7A24" w:rsidR="005B74ED" w:rsidRPr="0083254E" w:rsidRDefault="00A9256B" w:rsidP="005B74ED">
            <w:pPr>
              <w:pStyle w:val="ECEcorps"/>
              <w:rPr>
                <w:bCs/>
              </w:rPr>
            </w:pPr>
            <w:r>
              <w:rPr>
                <w:bCs/>
              </w:rPr>
              <w:t xml:space="preserve">      Serial.print('\t'); </w:t>
            </w:r>
            <w:r w:rsidR="005B74ED" w:rsidRPr="0083254E">
              <w:rPr>
                <w:bCs/>
              </w:rPr>
              <w:t>// Insère une tabulation</w:t>
            </w:r>
          </w:p>
          <w:p w14:paraId="2AC762F1" w14:textId="3362C733" w:rsidR="005B74ED" w:rsidRPr="0083254E" w:rsidRDefault="005B74ED" w:rsidP="005B74ED">
            <w:pPr>
              <w:pStyle w:val="ECEcorps"/>
              <w:rPr>
                <w:bCs/>
              </w:rPr>
            </w:pPr>
            <w:r w:rsidRPr="0083254E">
              <w:rPr>
                <w:bCs/>
              </w:rPr>
              <w:t xml:space="preserve">      Serial.println(Uc); // </w:t>
            </w:r>
            <w:r w:rsidR="00AB707D">
              <w:rPr>
                <w:bCs/>
              </w:rPr>
              <w:t>Affiche</w:t>
            </w:r>
            <w:r w:rsidRPr="0083254E">
              <w:rPr>
                <w:bCs/>
              </w:rPr>
              <w:t xml:space="preserve"> la tension Uc en V</w:t>
            </w:r>
          </w:p>
          <w:p w14:paraId="3E2B6E40" w14:textId="77777777" w:rsidR="005B74ED" w:rsidRPr="0083254E" w:rsidRDefault="005B74ED" w:rsidP="005B74ED">
            <w:pPr>
              <w:pStyle w:val="ECEcorps"/>
              <w:rPr>
                <w:bCs/>
              </w:rPr>
            </w:pPr>
            <w:r w:rsidRPr="0083254E">
              <w:rPr>
                <w:bCs/>
              </w:rPr>
              <w:t xml:space="preserve">      delay(Te);  // Fait une pause de durée Te</w:t>
            </w:r>
          </w:p>
          <w:p w14:paraId="233157A8" w14:textId="77777777" w:rsidR="005B74ED" w:rsidRPr="0083254E" w:rsidRDefault="005B74ED" w:rsidP="005B74ED">
            <w:pPr>
              <w:pStyle w:val="ECEcorps"/>
              <w:rPr>
                <w:bCs/>
              </w:rPr>
            </w:pPr>
            <w:r w:rsidRPr="0083254E">
              <w:rPr>
                <w:bCs/>
              </w:rPr>
              <w:t xml:space="preserve">    }</w:t>
            </w:r>
          </w:p>
          <w:p w14:paraId="36FC89AB" w14:textId="12EACA80" w:rsidR="005B74ED" w:rsidRPr="0083254E" w:rsidRDefault="005B74ED" w:rsidP="005B74ED">
            <w:pPr>
              <w:pStyle w:val="ECEcorps"/>
              <w:rPr>
                <w:bCs/>
              </w:rPr>
            </w:pPr>
            <w:r w:rsidRPr="0083254E">
              <w:rPr>
                <w:bCs/>
              </w:rPr>
              <w:t xml:space="preserve">    while (Uc &gt;= </w:t>
            </w:r>
            <w:r w:rsidR="0054061C">
              <w:rPr>
                <w:bCs/>
              </w:rPr>
              <w:t>3</w:t>
            </w:r>
            <w:r w:rsidRPr="0083254E">
              <w:rPr>
                <w:bCs/>
              </w:rPr>
              <w:t>.</w:t>
            </w:r>
            <w:r w:rsidR="0054061C">
              <w:rPr>
                <w:bCs/>
              </w:rPr>
              <w:t>0</w:t>
            </w:r>
            <w:r w:rsidRPr="0083254E">
              <w:rPr>
                <w:bCs/>
              </w:rPr>
              <w:t>); // L'étape de décharge se termine lorsque Uc atteint la valeur en Volt indiquée après les symboles &gt;=</w:t>
            </w:r>
          </w:p>
          <w:p w14:paraId="113A4376" w14:textId="77777777" w:rsidR="005B74ED" w:rsidRPr="00FA7E69" w:rsidRDefault="005B74ED" w:rsidP="005B74ED">
            <w:pPr>
              <w:pStyle w:val="ECEcorps"/>
              <w:rPr>
                <w:b/>
                <w:color w:val="FF0000"/>
                <w:u w:val="single"/>
              </w:rPr>
            </w:pPr>
            <w:r w:rsidRPr="0083254E">
              <w:rPr>
                <w:bCs/>
              </w:rPr>
              <w:t xml:space="preserve">    //============== FIN DE LA DÉCHARGE DU CONDENSATEUR ============  </w:t>
            </w:r>
          </w:p>
        </w:tc>
      </w:tr>
    </w:tbl>
    <w:p w14:paraId="39272823" w14:textId="7B9F0BD9" w:rsidR="00FF484C" w:rsidRDefault="00FF484C" w:rsidP="00FF484C">
      <w:pPr>
        <w:spacing w:line="240" w:lineRule="auto"/>
        <w:jc w:val="left"/>
        <w:rPr>
          <w:color w:val="auto"/>
        </w:rPr>
      </w:pPr>
    </w:p>
    <w:p w14:paraId="2601638B" w14:textId="02A26B85" w:rsidR="00FA7E69" w:rsidRDefault="009C0417">
      <w:pPr>
        <w:spacing w:line="240" w:lineRule="auto"/>
        <w:jc w:val="left"/>
        <w:rPr>
          <w:b/>
          <w:color w:val="auto"/>
          <w:u w:val="single"/>
        </w:rPr>
      </w:pPr>
      <w:r w:rsidRPr="009C0417">
        <w:rPr>
          <w:u w:val="single"/>
        </w:rPr>
        <w:t>Remarque</w:t>
      </w:r>
      <w:r w:rsidRPr="0076262E">
        <w:t> :</w:t>
      </w:r>
      <w:r>
        <w:t xml:space="preserve"> ce programme devra être modifié au cours de l’épreuve</w:t>
      </w:r>
      <w:r w:rsidR="00FA7E69">
        <w:br w:type="page"/>
      </w:r>
    </w:p>
    <w:p w14:paraId="1E54A4E3" w14:textId="77777777" w:rsidR="00FA7E69" w:rsidRPr="00136091" w:rsidRDefault="00FA7E69" w:rsidP="00FA7E69">
      <w:pPr>
        <w:pStyle w:val="ECEtitre"/>
        <w:rPr>
          <w:sz w:val="24"/>
          <w:szCs w:val="24"/>
        </w:rPr>
      </w:pPr>
      <w:r w:rsidRPr="00136091">
        <w:rPr>
          <w:sz w:val="24"/>
          <w:szCs w:val="24"/>
        </w:rPr>
        <w:lastRenderedPageBreak/>
        <w:t xml:space="preserve">TRAVAIL À EFFECTUER </w:t>
      </w:r>
    </w:p>
    <w:p w14:paraId="3C9D2686" w14:textId="77777777" w:rsidR="00FF484C" w:rsidRPr="00257B49" w:rsidRDefault="00FF484C" w:rsidP="00FF484C">
      <w:pPr>
        <w:autoSpaceDE w:val="0"/>
        <w:autoSpaceDN w:val="0"/>
        <w:adjustRightInd w:val="0"/>
        <w:rPr>
          <w:b/>
          <w:bCs/>
          <w:color w:val="auto"/>
          <w:u w:val="single"/>
        </w:rPr>
      </w:pPr>
    </w:p>
    <w:p w14:paraId="73DBACA2" w14:textId="7432E7EE" w:rsidR="00FF484C" w:rsidRPr="00AC5D14" w:rsidRDefault="00855BB9" w:rsidP="00AE74C3">
      <w:pPr>
        <w:pStyle w:val="ECEpartie"/>
        <w:numPr>
          <w:ilvl w:val="0"/>
          <w:numId w:val="5"/>
        </w:numPr>
        <w:spacing w:after="120"/>
        <w:ind w:left="357" w:hanging="357"/>
        <w:rPr>
          <w:sz w:val="30"/>
          <w:szCs w:val="30"/>
        </w:rPr>
      </w:pPr>
      <w:bookmarkStart w:id="12" w:name="_Toc482638814"/>
      <w:bookmarkStart w:id="13" w:name="_Toc31720866"/>
      <w:bookmarkStart w:id="14" w:name="_Hlk38988719"/>
      <w:r w:rsidRPr="00AC5D14">
        <w:t xml:space="preserve">Étude du dispositif expérimental </w:t>
      </w:r>
      <w:r w:rsidR="00AE74C3" w:rsidRPr="00AC5D14">
        <w:t>initial</w:t>
      </w:r>
      <w:r w:rsidR="00FF484C" w:rsidRPr="00AC5D14">
        <w:t xml:space="preserve"> </w:t>
      </w:r>
      <w:r w:rsidR="00FF484C" w:rsidRPr="00AC5D14">
        <w:rPr>
          <w:b w:val="0"/>
          <w:bCs/>
        </w:rPr>
        <w:t>(</w:t>
      </w:r>
      <w:r w:rsidR="003E4D7D" w:rsidRPr="00AC5D14">
        <w:rPr>
          <w:b w:val="0"/>
          <w:bCs/>
        </w:rPr>
        <w:t>3</w:t>
      </w:r>
      <w:r w:rsidR="00FF484C" w:rsidRPr="00AC5D14">
        <w:rPr>
          <w:b w:val="0"/>
          <w:bCs/>
        </w:rPr>
        <w:t>0 minutes conseillées</w:t>
      </w:r>
      <w:bookmarkEnd w:id="12"/>
      <w:r w:rsidR="00C32967" w:rsidRPr="00AC5D14">
        <w:rPr>
          <w:b w:val="0"/>
          <w:bCs/>
        </w:rPr>
        <w:t>)</w:t>
      </w:r>
      <w:bookmarkEnd w:id="13"/>
    </w:p>
    <w:bookmarkEnd w:id="14"/>
    <w:p w14:paraId="4D7AA768" w14:textId="2E2BE1E1" w:rsidR="0076214A" w:rsidRDefault="0076214A" w:rsidP="0076214A">
      <w:pPr>
        <w:pStyle w:val="ECEcorps"/>
        <w:spacing w:after="120"/>
      </w:pPr>
      <w:r>
        <w:t>Par la suite, on nomme « dispositif expérimental » l’ensemble {circuit électrique relié au microcontrôleur et son programme}.</w:t>
      </w:r>
    </w:p>
    <w:p w14:paraId="55DECF46" w14:textId="17158A47" w:rsidR="00232F71" w:rsidRPr="00FA7E69" w:rsidRDefault="00232F71" w:rsidP="000A6370">
      <w:pPr>
        <w:pStyle w:val="ECEcorps"/>
        <w:numPr>
          <w:ilvl w:val="1"/>
          <w:numId w:val="22"/>
        </w:numPr>
        <w:spacing w:line="360" w:lineRule="auto"/>
      </w:pPr>
      <w:bookmarkStart w:id="15" w:name="_Hlk38988847"/>
      <w:r w:rsidRPr="00FA7E69">
        <w:t>Acquisition de la tension aux bornes du condensateur</w:t>
      </w:r>
    </w:p>
    <w:p w14:paraId="3B1D6FF8" w14:textId="45CF1AAB" w:rsidR="00AC5D14" w:rsidRDefault="00267D6D" w:rsidP="00A829B2">
      <w:pPr>
        <w:pStyle w:val="ECEcorps"/>
        <w:numPr>
          <w:ilvl w:val="0"/>
          <w:numId w:val="25"/>
        </w:numPr>
        <w:spacing w:after="120" w:line="240" w:lineRule="auto"/>
        <w:rPr>
          <w:rFonts w:eastAsia="Arial Unicode MS"/>
        </w:rPr>
      </w:pPr>
      <w:bookmarkStart w:id="16" w:name="_Hlk57131719"/>
      <w:bookmarkEnd w:id="15"/>
      <w:r>
        <w:rPr>
          <w:rFonts w:eastAsia="Arial Unicode MS"/>
        </w:rPr>
        <w:t>Concevoir</w:t>
      </w:r>
      <w:r w:rsidR="00AC5D14">
        <w:rPr>
          <w:rFonts w:eastAsia="Arial Unicode MS"/>
        </w:rPr>
        <w:t xml:space="preserve"> </w:t>
      </w:r>
      <w:bookmarkEnd w:id="16"/>
      <w:r w:rsidR="00AC5D14">
        <w:rPr>
          <w:rFonts w:eastAsia="Arial Unicode MS"/>
        </w:rPr>
        <w:t xml:space="preserve">le </w:t>
      </w:r>
      <w:r w:rsidR="001F40B7">
        <w:rPr>
          <w:rFonts w:eastAsia="Arial Unicode MS"/>
        </w:rPr>
        <w:t>c</w:t>
      </w:r>
      <w:r w:rsidR="001F40B7" w:rsidRPr="001F40B7">
        <w:rPr>
          <w:rFonts w:eastAsia="Arial Unicode MS"/>
        </w:rPr>
        <w:t xml:space="preserve">ircuit de commande de l’impulsion électrique du </w:t>
      </w:r>
      <w:r w:rsidR="001F40B7" w:rsidRPr="00BA61A3">
        <w:rPr>
          <w:rFonts w:eastAsia="Arial Unicode MS"/>
          <w:i/>
          <w:iCs/>
        </w:rPr>
        <w:t>pacemaker</w:t>
      </w:r>
      <w:r w:rsidR="001F40B7">
        <w:rPr>
          <w:rFonts w:eastAsia="Arial Unicode MS"/>
        </w:rPr>
        <w:t xml:space="preserve"> </w:t>
      </w:r>
      <w:r w:rsidR="00932526">
        <w:rPr>
          <w:rFonts w:eastAsia="Arial Unicode MS"/>
        </w:rPr>
        <w:t xml:space="preserve">et </w:t>
      </w:r>
      <w:r w:rsidR="00F55849">
        <w:rPr>
          <w:rFonts w:eastAsia="Arial Unicode MS"/>
        </w:rPr>
        <w:t xml:space="preserve">effectuer </w:t>
      </w:r>
      <w:r w:rsidR="00932526">
        <w:rPr>
          <w:rFonts w:eastAsia="Arial Unicode MS"/>
        </w:rPr>
        <w:t xml:space="preserve">les connexions au </w:t>
      </w:r>
      <w:r w:rsidR="00932526" w:rsidRPr="009C0417">
        <w:rPr>
          <w:rFonts w:eastAsia="Arial Unicode MS"/>
          <w:u w:val="single"/>
        </w:rPr>
        <w:t>microcontrôleur</w:t>
      </w:r>
      <w:r w:rsidR="009C0417">
        <w:rPr>
          <w:rFonts w:eastAsia="Arial Unicode MS"/>
        </w:rPr>
        <w:t xml:space="preserve"> </w:t>
      </w:r>
      <w:r w:rsidR="009C0417" w:rsidRPr="009C0417">
        <w:rPr>
          <w:rFonts w:eastAsia="Arial Unicode MS"/>
          <w:b/>
        </w:rPr>
        <w:t>Arduino UNO</w:t>
      </w:r>
      <w:r w:rsidR="005B74ED">
        <w:rPr>
          <w:rFonts w:eastAsia="Arial Unicode MS"/>
        </w:rPr>
        <w:t xml:space="preserve">. On rappelle que le programme initial </w:t>
      </w:r>
      <w:r w:rsidR="001F40B7" w:rsidRPr="000F33EB">
        <w:rPr>
          <w:rFonts w:eastAsia="Arial Unicode MS"/>
          <w:i/>
          <w:iCs/>
        </w:rPr>
        <w:t>« Programme_initial.ino »</w:t>
      </w:r>
      <w:r w:rsidR="001F40B7">
        <w:rPr>
          <w:rFonts w:eastAsia="Arial Unicode MS"/>
        </w:rPr>
        <w:t xml:space="preserve"> </w:t>
      </w:r>
      <w:r w:rsidR="005B74ED">
        <w:rPr>
          <w:rFonts w:eastAsia="Arial Unicode MS"/>
        </w:rPr>
        <w:t xml:space="preserve">est déjà téléversé dans la carte </w:t>
      </w:r>
      <w:r w:rsidR="001F40B7">
        <w:rPr>
          <w:rFonts w:eastAsia="Arial Unicode MS"/>
        </w:rPr>
        <w:t>microcontrôleur</w:t>
      </w:r>
      <w:r w:rsidR="005B74ED">
        <w:rPr>
          <w:rFonts w:eastAsia="Arial Unicode MS"/>
        </w:rPr>
        <w:t>.</w:t>
      </w:r>
    </w:p>
    <w:p w14:paraId="757511A0" w14:textId="24F03488" w:rsidR="00E310C6" w:rsidRDefault="0076214A" w:rsidP="00A829B2">
      <w:pPr>
        <w:pStyle w:val="ECEcorps"/>
        <w:numPr>
          <w:ilvl w:val="0"/>
          <w:numId w:val="25"/>
        </w:numPr>
        <w:spacing w:after="120" w:line="240" w:lineRule="auto"/>
        <w:rPr>
          <w:rFonts w:eastAsia="Arial Unicode MS"/>
        </w:rPr>
      </w:pPr>
      <w:r w:rsidRPr="00CC7007">
        <w:rPr>
          <w:rFonts w:eastAsia="Arial Unicode MS"/>
        </w:rPr>
        <w:t>Faire apparaître le moniteur série sur le logiciel Arduino IDE</w:t>
      </w:r>
      <w:r>
        <w:rPr>
          <w:rFonts w:eastAsia="Arial Unicode MS"/>
        </w:rPr>
        <w:t xml:space="preserve"> pour </w:t>
      </w:r>
      <w:r w:rsidR="00AC5D14">
        <w:rPr>
          <w:rFonts w:eastAsia="Arial Unicode MS"/>
        </w:rPr>
        <w:t>démarrer</w:t>
      </w:r>
      <w:r>
        <w:rPr>
          <w:rFonts w:eastAsia="Arial Unicode MS"/>
        </w:rPr>
        <w:t xml:space="preserve"> l’acquisition</w:t>
      </w:r>
      <w:r w:rsidR="006E2555">
        <w:rPr>
          <w:rFonts w:eastAsia="Arial Unicode MS"/>
        </w:rPr>
        <w:t>.</w:t>
      </w:r>
    </w:p>
    <w:p w14:paraId="144A63C7" w14:textId="5BD63844" w:rsidR="00AC5D14" w:rsidRDefault="006E2555" w:rsidP="00A829B2">
      <w:pPr>
        <w:pStyle w:val="ECEcorps"/>
        <w:numPr>
          <w:ilvl w:val="0"/>
          <w:numId w:val="25"/>
        </w:numPr>
        <w:spacing w:after="120" w:line="240" w:lineRule="auto"/>
        <w:rPr>
          <w:rFonts w:eastAsia="Arial Unicode MS"/>
        </w:rPr>
      </w:pPr>
      <w:r>
        <w:rPr>
          <w:rFonts w:eastAsia="Arial Unicode MS"/>
        </w:rPr>
        <w:t>À</w:t>
      </w:r>
      <w:r w:rsidR="00AC5D14">
        <w:rPr>
          <w:rFonts w:eastAsia="Arial Unicode MS"/>
        </w:rPr>
        <w:t xml:space="preserve"> l’aide du guide fourni, transférer les données </w:t>
      </w:r>
      <w:r w:rsidR="00932526" w:rsidRPr="00932526">
        <w:rPr>
          <w:rFonts w:eastAsia="Arial Unicode MS"/>
          <w:i/>
          <w:iCs/>
        </w:rPr>
        <w:t>t</w:t>
      </w:r>
      <w:r w:rsidR="00932526">
        <w:rPr>
          <w:rFonts w:eastAsia="Arial Unicode MS"/>
        </w:rPr>
        <w:t xml:space="preserve"> et </w:t>
      </w:r>
      <w:r w:rsidR="00932526">
        <w:rPr>
          <w:rFonts w:eastAsia="Arial Unicode MS"/>
          <w:i/>
          <w:iCs/>
        </w:rPr>
        <w:t>U</w:t>
      </w:r>
      <w:r w:rsidR="00932526" w:rsidRPr="00877369">
        <w:rPr>
          <w:rFonts w:eastAsia="Arial Unicode MS"/>
          <w:i/>
          <w:iCs/>
          <w:vertAlign w:val="subscript"/>
        </w:rPr>
        <w:t>C</w:t>
      </w:r>
      <w:r w:rsidR="00932526">
        <w:rPr>
          <w:rFonts w:eastAsia="Arial Unicode MS"/>
        </w:rPr>
        <w:t xml:space="preserve"> </w:t>
      </w:r>
      <w:r w:rsidR="00AC5D14">
        <w:rPr>
          <w:rFonts w:eastAsia="Arial Unicode MS"/>
        </w:rPr>
        <w:t>du moniteur série de l’Arduino IDE vers le tableur</w:t>
      </w:r>
      <w:r w:rsidR="007432AB">
        <w:rPr>
          <w:rFonts w:eastAsia="Arial Unicode MS"/>
        </w:rPr>
        <w:t>-</w:t>
      </w:r>
      <w:r w:rsidR="00AC5D14">
        <w:rPr>
          <w:rFonts w:eastAsia="Arial Unicode MS"/>
        </w:rPr>
        <w:t>grapheur</w:t>
      </w:r>
      <w:r>
        <w:rPr>
          <w:rFonts w:eastAsia="Arial Unicode MS"/>
        </w:rPr>
        <w:t>.</w:t>
      </w:r>
    </w:p>
    <w:p w14:paraId="273226F4" w14:textId="12ECDAA8" w:rsidR="0076214A" w:rsidRDefault="00932526" w:rsidP="00A829B2">
      <w:pPr>
        <w:pStyle w:val="ECEcorps"/>
        <w:numPr>
          <w:ilvl w:val="0"/>
          <w:numId w:val="25"/>
        </w:numPr>
        <w:spacing w:after="120" w:line="240" w:lineRule="auto"/>
        <w:rPr>
          <w:rFonts w:eastAsia="Arial Unicode MS"/>
        </w:rPr>
      </w:pPr>
      <w:r>
        <w:rPr>
          <w:rFonts w:eastAsia="Arial Unicode MS"/>
        </w:rPr>
        <w:t>Utiliser les possibilités du table</w:t>
      </w:r>
      <w:r w:rsidR="00F55849">
        <w:rPr>
          <w:rFonts w:eastAsia="Arial Unicode MS"/>
        </w:rPr>
        <w:t>ur</w:t>
      </w:r>
      <w:r>
        <w:rPr>
          <w:rFonts w:eastAsia="Arial Unicode MS"/>
        </w:rPr>
        <w:t>-grapheur pour a</w:t>
      </w:r>
      <w:r w:rsidR="0076214A" w:rsidRPr="00877369">
        <w:rPr>
          <w:rFonts w:eastAsia="Arial Unicode MS"/>
        </w:rPr>
        <w:t xml:space="preserve">fficher la courbe </w:t>
      </w:r>
      <w:r w:rsidR="00E56718">
        <w:rPr>
          <w:rFonts w:eastAsia="Arial Unicode MS"/>
          <w:i/>
          <w:iCs/>
        </w:rPr>
        <w:t>U</w:t>
      </w:r>
      <w:r w:rsidR="0076214A" w:rsidRPr="00877369">
        <w:rPr>
          <w:rFonts w:eastAsia="Arial Unicode MS"/>
          <w:i/>
          <w:iCs/>
          <w:vertAlign w:val="subscript"/>
        </w:rPr>
        <w:t>C</w:t>
      </w:r>
      <w:r w:rsidR="0076214A" w:rsidRPr="00877369">
        <w:rPr>
          <w:rFonts w:eastAsia="Arial Unicode MS"/>
        </w:rPr>
        <w:t xml:space="preserve"> = f(</w:t>
      </w:r>
      <w:r w:rsidR="0076214A" w:rsidRPr="00877369">
        <w:rPr>
          <w:rFonts w:eastAsia="Arial Unicode MS"/>
          <w:i/>
          <w:iCs/>
        </w:rPr>
        <w:t>t</w:t>
      </w:r>
      <w:r w:rsidR="0076214A" w:rsidRPr="00877369">
        <w:rPr>
          <w:rFonts w:eastAsia="Arial Unicode MS"/>
        </w:rPr>
        <w:t>)</w:t>
      </w:r>
      <w:r w:rsidR="006E2555">
        <w:rPr>
          <w:rFonts w:eastAsia="Arial Unicode MS"/>
        </w:rPr>
        <w:t>.</w:t>
      </w:r>
    </w:p>
    <w:p w14:paraId="4A0D33FC" w14:textId="1077C821" w:rsidR="0076214A" w:rsidRPr="00232F71" w:rsidRDefault="008915DA" w:rsidP="00FB34B7">
      <w:pPr>
        <w:pStyle w:val="ECEcorps"/>
        <w:spacing w:after="120" w:line="240" w:lineRule="auto"/>
        <w:rPr>
          <w:rFonts w:eastAsia="Arial Unicode MS"/>
        </w:rPr>
      </w:pPr>
      <w:r>
        <w:rPr>
          <w:rFonts w:eastAsia="Arial Unicode MS"/>
        </w:rPr>
        <w:t xml:space="preserve">Dans le cadre ci-dessous, représenter l’allure de la courbe </w:t>
      </w:r>
      <w:r w:rsidRPr="008915DA">
        <w:rPr>
          <w:rFonts w:eastAsia="Arial Unicode MS"/>
          <w:i/>
          <w:iCs/>
        </w:rPr>
        <w:t>Uc(t)</w:t>
      </w:r>
      <w:r w:rsidR="00232F71" w:rsidRPr="00232F71">
        <w:rPr>
          <w:rFonts w:eastAsia="Arial Unicode MS"/>
        </w:rPr>
        <w:t>.</w:t>
      </w:r>
      <w:r w:rsidR="0076214A" w:rsidRPr="008A5E2D">
        <w:rPr>
          <w:rFonts w:eastAsia="Arial Unicode MS"/>
        </w:rPr>
        <w:t xml:space="preserve"> </w:t>
      </w:r>
      <w:r w:rsidR="00232F71" w:rsidRPr="00232F71">
        <w:rPr>
          <w:iCs/>
        </w:rPr>
        <w:t>Graduer les axes et indiquer les grandeurs portées en abscisse et ordonnée</w:t>
      </w:r>
      <w:r w:rsidR="00232F71">
        <w:rPr>
          <w:rFonts w:eastAsia="Arial Unicode MS"/>
        </w:rPr>
        <w:t xml:space="preserve">. </w:t>
      </w:r>
      <w:r w:rsidR="00F841FF">
        <w:rPr>
          <w:rFonts w:eastAsia="Arial Unicode MS"/>
        </w:rPr>
        <w:t>Repérer</w:t>
      </w:r>
      <w:r w:rsidR="0076214A" w:rsidRPr="00232F71">
        <w:rPr>
          <w:rFonts w:eastAsia="Arial Unicode MS"/>
        </w:rPr>
        <w:t xml:space="preserve"> une phase de charge du condensateur et </w:t>
      </w:r>
      <w:r w:rsidRPr="00232F71">
        <w:rPr>
          <w:rFonts w:eastAsia="Arial Unicode MS"/>
        </w:rPr>
        <w:t>une</w:t>
      </w:r>
      <w:r w:rsidR="0076214A" w:rsidRPr="00232F71">
        <w:rPr>
          <w:rFonts w:eastAsia="Arial Unicode MS"/>
        </w:rPr>
        <w:t xml:space="preserve"> phase de décharge.</w:t>
      </w:r>
      <w:r w:rsidRPr="00232F71">
        <w:rPr>
          <w:rFonts w:eastAsia="Arial Unicode MS"/>
        </w:rPr>
        <w:t xml:space="preserve"> Préciser quelle phase constitue </w:t>
      </w:r>
      <w:r w:rsidR="00232F71">
        <w:rPr>
          <w:rFonts w:eastAsia="Arial Unicode MS"/>
        </w:rPr>
        <w:t xml:space="preserve">une </w:t>
      </w:r>
      <w:r w:rsidRPr="00232F71">
        <w:rPr>
          <w:rFonts w:eastAsia="Arial Unicode MS"/>
        </w:rPr>
        <w:t xml:space="preserve">impulsion électrique transmise au cœur par le </w:t>
      </w:r>
      <w:r w:rsidRPr="00232F71">
        <w:rPr>
          <w:i/>
        </w:rPr>
        <w:t>pacemaker.</w:t>
      </w:r>
      <w:r w:rsidR="00232F71" w:rsidRPr="00232F71">
        <w:rPr>
          <w:iCs/>
        </w:rPr>
        <w:t xml:space="preserve"> </w:t>
      </w:r>
    </w:p>
    <w:p w14:paraId="6AC9D31E" w14:textId="77777777" w:rsidR="00232F71" w:rsidRDefault="00232F71" w:rsidP="00232F71">
      <w:pPr>
        <w:pStyle w:val="ECEcorp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  <w:rPr>
          <w:rFonts w:eastAsia="Arial Unicode MS"/>
        </w:rPr>
      </w:pPr>
    </w:p>
    <w:p w14:paraId="705CF2DA" w14:textId="5BB50F05" w:rsidR="00232F71" w:rsidRDefault="00232F71" w:rsidP="00232F71">
      <w:pPr>
        <w:pStyle w:val="ECEcorp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  <w:rPr>
          <w:rFonts w:eastAsia="Arial Unicode MS"/>
        </w:rPr>
      </w:pPr>
    </w:p>
    <w:p w14:paraId="4C0E2D06" w14:textId="56E222D5" w:rsidR="00232F71" w:rsidRDefault="00232F71" w:rsidP="00232F71">
      <w:pPr>
        <w:pStyle w:val="ECEcorp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  <w:rPr>
          <w:rFonts w:eastAsia="Arial Unicode MS"/>
        </w:rPr>
      </w:pPr>
    </w:p>
    <w:p w14:paraId="3C5F358C" w14:textId="2B96127A" w:rsidR="00232F71" w:rsidRDefault="00232F71" w:rsidP="00232F71">
      <w:pPr>
        <w:pStyle w:val="ECEcorp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  <w:rPr>
          <w:rFonts w:eastAsia="Arial Unicode MS"/>
        </w:rPr>
      </w:pPr>
    </w:p>
    <w:p w14:paraId="79DBB06A" w14:textId="42E52BCD" w:rsidR="00232F71" w:rsidRDefault="00232F71" w:rsidP="00232F71">
      <w:pPr>
        <w:pStyle w:val="ECEcorp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  <w:rPr>
          <w:rFonts w:eastAsia="Arial Unicode MS"/>
        </w:rPr>
      </w:pPr>
    </w:p>
    <w:p w14:paraId="6CCE3FFF" w14:textId="77777777" w:rsidR="00FB34B7" w:rsidRDefault="00FB34B7" w:rsidP="00232F71">
      <w:pPr>
        <w:pStyle w:val="ECEcorp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  <w:rPr>
          <w:rFonts w:eastAsia="Arial Unicode MS"/>
        </w:rPr>
      </w:pPr>
    </w:p>
    <w:p w14:paraId="14576C7B" w14:textId="3F7A0263" w:rsidR="000A6370" w:rsidRDefault="000A6370" w:rsidP="00232F71">
      <w:pPr>
        <w:pStyle w:val="ECEcorp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  <w:rPr>
          <w:rFonts w:eastAsia="Arial Unicode MS"/>
        </w:rPr>
      </w:pPr>
    </w:p>
    <w:p w14:paraId="46BA6768" w14:textId="77777777" w:rsidR="00FB34B7" w:rsidRDefault="00FB34B7" w:rsidP="00232F71">
      <w:pPr>
        <w:pStyle w:val="ECEcorp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  <w:rPr>
          <w:rFonts w:eastAsia="Arial Unicode MS"/>
        </w:rPr>
      </w:pPr>
    </w:p>
    <w:p w14:paraId="6AED5551" w14:textId="2DEEE65C" w:rsidR="00232F71" w:rsidRDefault="00232F71" w:rsidP="00232F71">
      <w:pPr>
        <w:pStyle w:val="ECEcorp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  <w:rPr>
          <w:rFonts w:eastAsia="Arial Unicode MS"/>
        </w:rPr>
      </w:pPr>
    </w:p>
    <w:p w14:paraId="41081A7C" w14:textId="6EECD053" w:rsidR="00232F71" w:rsidRDefault="00232F71" w:rsidP="00232F71">
      <w:pPr>
        <w:pStyle w:val="ECEcorp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  <w:rPr>
          <w:rFonts w:eastAsia="Arial Unicode MS"/>
        </w:rPr>
      </w:pPr>
    </w:p>
    <w:p w14:paraId="0E00F2B9" w14:textId="77777777" w:rsidR="00232F71" w:rsidRDefault="00232F71" w:rsidP="00232F71">
      <w:pPr>
        <w:pStyle w:val="ECEcorp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  <w:rPr>
          <w:rFonts w:eastAsia="Arial Unicode MS"/>
        </w:rPr>
      </w:pPr>
    </w:p>
    <w:p w14:paraId="53617688" w14:textId="77777777" w:rsidR="000A6370" w:rsidRDefault="000A6370" w:rsidP="000A6370">
      <w:pPr>
        <w:pStyle w:val="ECEcorps"/>
      </w:pPr>
    </w:p>
    <w:tbl>
      <w:tblPr>
        <w:tblStyle w:val="Grilledutableau"/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1418"/>
        <w:gridCol w:w="6804"/>
        <w:gridCol w:w="1418"/>
      </w:tblGrid>
      <w:tr w:rsidR="000A6370" w:rsidRPr="00887D9D" w14:paraId="3F0BCAF9" w14:textId="77777777" w:rsidTr="00932526">
        <w:trPr>
          <w:jc w:val="center"/>
        </w:trPr>
        <w:tc>
          <w:tcPr>
            <w:tcW w:w="1418" w:type="dxa"/>
            <w:tcBorders>
              <w:top w:val="single" w:sz="18" w:space="0" w:color="auto"/>
              <w:bottom w:val="single" w:sz="6" w:space="0" w:color="auto"/>
              <w:right w:val="nil"/>
            </w:tcBorders>
            <w:shd w:val="clear" w:color="auto" w:fill="D9D9D9"/>
            <w:vAlign w:val="center"/>
          </w:tcPr>
          <w:p w14:paraId="5D0D2289" w14:textId="77777777" w:rsidR="000A6370" w:rsidRPr="00887D9D" w:rsidRDefault="000A6370" w:rsidP="00932526">
            <w:pPr>
              <w:jc w:val="center"/>
              <w:rPr>
                <w:bCs/>
                <w:color w:val="auto"/>
                <w:szCs w:val="22"/>
              </w:rPr>
            </w:pPr>
          </w:p>
        </w:tc>
        <w:tc>
          <w:tcPr>
            <w:tcW w:w="6804" w:type="dxa"/>
            <w:tcBorders>
              <w:top w:val="single" w:sz="18" w:space="0" w:color="auto"/>
              <w:left w:val="nil"/>
              <w:bottom w:val="single" w:sz="6" w:space="0" w:color="auto"/>
              <w:right w:val="nil"/>
            </w:tcBorders>
            <w:shd w:val="clear" w:color="auto" w:fill="D9D9D9"/>
            <w:vAlign w:val="center"/>
          </w:tcPr>
          <w:p w14:paraId="5BF2C785" w14:textId="77777777" w:rsidR="000A6370" w:rsidRPr="00887D9D" w:rsidRDefault="000A6370" w:rsidP="00932526">
            <w:pPr>
              <w:pStyle w:val="ECEappel"/>
              <w:framePr w:wrap="around"/>
            </w:pPr>
            <w:r w:rsidRPr="00887D9D">
              <w:t>APPEL FACULTATIF</w:t>
            </w:r>
          </w:p>
        </w:tc>
        <w:tc>
          <w:tcPr>
            <w:tcW w:w="1418" w:type="dxa"/>
            <w:tcBorders>
              <w:top w:val="single" w:sz="18" w:space="0" w:color="auto"/>
              <w:left w:val="nil"/>
              <w:bottom w:val="single" w:sz="6" w:space="0" w:color="auto"/>
            </w:tcBorders>
            <w:shd w:val="clear" w:color="auto" w:fill="D9D9D9"/>
            <w:vAlign w:val="center"/>
          </w:tcPr>
          <w:p w14:paraId="0BDD2CC9" w14:textId="77777777" w:rsidR="000A6370" w:rsidRPr="00887D9D" w:rsidRDefault="000A6370" w:rsidP="00932526">
            <w:pPr>
              <w:jc w:val="center"/>
              <w:rPr>
                <w:bCs/>
                <w:color w:val="auto"/>
                <w:szCs w:val="22"/>
              </w:rPr>
            </w:pPr>
          </w:p>
        </w:tc>
      </w:tr>
      <w:tr w:rsidR="000A6370" w:rsidRPr="00887D9D" w14:paraId="18E5730B" w14:textId="77777777" w:rsidTr="00932526">
        <w:trPr>
          <w:jc w:val="center"/>
        </w:trPr>
        <w:tc>
          <w:tcPr>
            <w:tcW w:w="1418" w:type="dxa"/>
            <w:tcBorders>
              <w:top w:val="single" w:sz="6" w:space="0" w:color="auto"/>
            </w:tcBorders>
            <w:vAlign w:val="center"/>
          </w:tcPr>
          <w:p w14:paraId="427695E3" w14:textId="77777777" w:rsidR="000A6370" w:rsidRPr="00887D9D" w:rsidRDefault="000A6370" w:rsidP="00932526">
            <w:pPr>
              <w:jc w:val="center"/>
              <w:rPr>
                <w:bCs/>
                <w:color w:val="auto"/>
                <w:sz w:val="96"/>
                <w:szCs w:val="96"/>
              </w:rPr>
            </w:pPr>
            <w:r w:rsidRPr="00887D9D">
              <w:rPr>
                <w:bCs/>
                <w:color w:val="auto"/>
                <w:sz w:val="96"/>
                <w:szCs w:val="96"/>
              </w:rPr>
              <w:sym w:font="Wingdings" w:char="F049"/>
            </w:r>
          </w:p>
        </w:tc>
        <w:tc>
          <w:tcPr>
            <w:tcW w:w="6804" w:type="dxa"/>
            <w:tcBorders>
              <w:top w:val="single" w:sz="6" w:space="0" w:color="auto"/>
            </w:tcBorders>
            <w:vAlign w:val="center"/>
          </w:tcPr>
          <w:p w14:paraId="5A6100BA" w14:textId="77777777" w:rsidR="000A6370" w:rsidRPr="00887D9D" w:rsidRDefault="000A6370" w:rsidP="00932526">
            <w:pPr>
              <w:pStyle w:val="ECEappel"/>
              <w:framePr w:wrap="around"/>
            </w:pPr>
            <w:r w:rsidRPr="00887D9D">
              <w:t>Appeler le professeur en cas de difficulté</w:t>
            </w:r>
          </w:p>
        </w:tc>
        <w:tc>
          <w:tcPr>
            <w:tcW w:w="1418" w:type="dxa"/>
            <w:tcBorders>
              <w:top w:val="single" w:sz="6" w:space="0" w:color="auto"/>
            </w:tcBorders>
            <w:vAlign w:val="center"/>
          </w:tcPr>
          <w:p w14:paraId="5665C28D" w14:textId="77777777" w:rsidR="000A6370" w:rsidRPr="00887D9D" w:rsidRDefault="000A6370" w:rsidP="00932526">
            <w:pPr>
              <w:jc w:val="center"/>
              <w:rPr>
                <w:bCs/>
                <w:color w:val="auto"/>
                <w:szCs w:val="22"/>
              </w:rPr>
            </w:pPr>
            <w:r w:rsidRPr="00887D9D">
              <w:rPr>
                <w:bCs/>
                <w:color w:val="auto"/>
                <w:sz w:val="96"/>
                <w:szCs w:val="96"/>
              </w:rPr>
              <w:sym w:font="Wingdings" w:char="F049"/>
            </w:r>
          </w:p>
        </w:tc>
      </w:tr>
    </w:tbl>
    <w:p w14:paraId="357B1BFA" w14:textId="77777777" w:rsidR="000A6370" w:rsidRDefault="000A6370" w:rsidP="000A6370">
      <w:pPr>
        <w:pStyle w:val="ECEcorps"/>
        <w:rPr>
          <w:b/>
        </w:rPr>
      </w:pPr>
    </w:p>
    <w:p w14:paraId="3E5A7517" w14:textId="4466BBF6" w:rsidR="000A6370" w:rsidRDefault="000A6370" w:rsidP="00FB34B7">
      <w:pPr>
        <w:pStyle w:val="ECEcorps"/>
        <w:spacing w:after="120" w:line="240" w:lineRule="auto"/>
        <w:rPr>
          <w:rFonts w:eastAsia="Arial Unicode MS"/>
        </w:rPr>
      </w:pPr>
      <w:r>
        <w:rPr>
          <w:rFonts w:eastAsia="Arial Unicode MS"/>
        </w:rPr>
        <w:t xml:space="preserve">À l’aide des fonctionnalités du tableur-grapheur déterminer la période de la courbe </w:t>
      </w:r>
      <w:r>
        <w:rPr>
          <w:rFonts w:eastAsia="Arial Unicode MS"/>
          <w:i/>
          <w:iCs/>
        </w:rPr>
        <w:t>U</w:t>
      </w:r>
      <w:r w:rsidRPr="00947C90">
        <w:rPr>
          <w:rFonts w:eastAsia="Arial Unicode MS"/>
          <w:i/>
          <w:iCs/>
          <w:vertAlign w:val="subscript"/>
        </w:rPr>
        <w:t>C</w:t>
      </w:r>
      <w:r>
        <w:rPr>
          <w:rFonts w:eastAsia="Arial Unicode MS"/>
        </w:rPr>
        <w:t>(</w:t>
      </w:r>
      <w:r w:rsidRPr="00947C90">
        <w:rPr>
          <w:rFonts w:eastAsia="Arial Unicode MS"/>
          <w:i/>
          <w:iCs/>
        </w:rPr>
        <w:t>t</w:t>
      </w:r>
      <w:r>
        <w:rPr>
          <w:rFonts w:eastAsia="Arial Unicode MS"/>
        </w:rPr>
        <w:t xml:space="preserve">) ainsi que la valeur des tensions minimale </w:t>
      </w:r>
      <w:bookmarkStart w:id="17" w:name="_GoBack"/>
      <w:r w:rsidR="001E700E" w:rsidRPr="001E700E">
        <w:rPr>
          <w:rFonts w:eastAsia="Arial Unicode MS"/>
          <w:i/>
        </w:rPr>
        <w:t>U</w:t>
      </w:r>
      <w:r w:rsidR="001E700E" w:rsidRPr="001E700E">
        <w:rPr>
          <w:rFonts w:eastAsia="Arial Unicode MS"/>
          <w:i/>
          <w:vertAlign w:val="subscript"/>
        </w:rPr>
        <w:t>min</w:t>
      </w:r>
      <w:bookmarkEnd w:id="17"/>
      <w:r w:rsidR="001E700E" w:rsidRPr="001E700E">
        <w:rPr>
          <w:rFonts w:eastAsia="Arial Unicode MS"/>
          <w:vertAlign w:val="subscript"/>
        </w:rPr>
        <w:t xml:space="preserve"> </w:t>
      </w:r>
      <w:r>
        <w:rPr>
          <w:rFonts w:eastAsia="Arial Unicode MS"/>
        </w:rPr>
        <w:t>et maximale</w:t>
      </w:r>
      <w:r w:rsidR="001E700E">
        <w:rPr>
          <w:rFonts w:eastAsia="Arial Unicode MS"/>
        </w:rPr>
        <w:t xml:space="preserve"> </w:t>
      </w:r>
      <w:r w:rsidR="001E700E" w:rsidRPr="001E700E">
        <w:rPr>
          <w:rFonts w:eastAsia="Arial Unicode MS"/>
          <w:i/>
        </w:rPr>
        <w:t>U</w:t>
      </w:r>
      <w:r w:rsidR="001E700E" w:rsidRPr="001E700E">
        <w:rPr>
          <w:rFonts w:eastAsia="Arial Unicode MS"/>
          <w:i/>
          <w:vertAlign w:val="subscript"/>
        </w:rPr>
        <w:t>max</w:t>
      </w:r>
      <w:r>
        <w:rPr>
          <w:rFonts w:eastAsia="Arial Unicode MS"/>
        </w:rPr>
        <w:t xml:space="preserve">. </w:t>
      </w:r>
      <w:r w:rsidR="00A777F7">
        <w:rPr>
          <w:rFonts w:eastAsia="Arial Unicode MS"/>
        </w:rPr>
        <w:t>Effectuer</w:t>
      </w:r>
      <w:r>
        <w:rPr>
          <w:rFonts w:eastAsia="Arial Unicode MS"/>
        </w:rPr>
        <w:t xml:space="preserve"> les mesures avec le maximum de précision.</w:t>
      </w:r>
    </w:p>
    <w:p w14:paraId="358FE518" w14:textId="77777777" w:rsidR="000A6370" w:rsidRPr="00877369" w:rsidRDefault="000A6370" w:rsidP="000A6370">
      <w:pPr>
        <w:pStyle w:val="ECErponse"/>
      </w:pPr>
      <w:r w:rsidRPr="00877369">
        <w:t>…………………………………………………………………………………………………..……….………..………………..</w:t>
      </w:r>
    </w:p>
    <w:p w14:paraId="4D9AC05E" w14:textId="77777777" w:rsidR="000A6370" w:rsidRPr="00877369" w:rsidRDefault="000A6370" w:rsidP="000A6370">
      <w:pPr>
        <w:pStyle w:val="ECErponse"/>
      </w:pPr>
      <w:r w:rsidRPr="00877369">
        <w:t>…………………………………………………………………………………………………..……….………..………………..</w:t>
      </w:r>
    </w:p>
    <w:p w14:paraId="44D2AB58" w14:textId="77777777" w:rsidR="000A6370" w:rsidRPr="00877369" w:rsidRDefault="000A6370" w:rsidP="000A6370">
      <w:pPr>
        <w:pStyle w:val="ECErponse"/>
      </w:pPr>
      <w:r w:rsidRPr="00877369">
        <w:t>…………………………………………………………………………………………………..……….………..………………..</w:t>
      </w:r>
    </w:p>
    <w:p w14:paraId="077506B8" w14:textId="77777777" w:rsidR="000A6370" w:rsidRPr="00877369" w:rsidRDefault="000A6370" w:rsidP="000A6370">
      <w:pPr>
        <w:pStyle w:val="ECErponse"/>
      </w:pPr>
      <w:r w:rsidRPr="00877369">
        <w:t>…………………………………………………………………………………………………..……….………..………………..</w:t>
      </w:r>
    </w:p>
    <w:p w14:paraId="34BDBBF1" w14:textId="77777777" w:rsidR="00FB34B7" w:rsidRDefault="00FB34B7">
      <w:pPr>
        <w:spacing w:line="240" w:lineRule="auto"/>
        <w:jc w:val="left"/>
        <w:rPr>
          <w:rFonts w:eastAsia="Arial Unicode MS"/>
          <w:color w:val="auto"/>
        </w:rPr>
      </w:pPr>
      <w:r>
        <w:rPr>
          <w:rFonts w:eastAsia="Arial Unicode MS"/>
        </w:rPr>
        <w:br w:type="page"/>
      </w:r>
    </w:p>
    <w:p w14:paraId="2D3CE1F4" w14:textId="77777777" w:rsidR="00FF2A6D" w:rsidRPr="00FA7E69" w:rsidRDefault="00FF2A6D" w:rsidP="00FF2A6D">
      <w:pPr>
        <w:pStyle w:val="ECEcorps"/>
        <w:numPr>
          <w:ilvl w:val="1"/>
          <w:numId w:val="22"/>
        </w:numPr>
        <w:spacing w:after="120" w:line="360" w:lineRule="auto"/>
        <w:rPr>
          <w:rFonts w:eastAsia="Arial Unicode MS"/>
        </w:rPr>
      </w:pPr>
      <w:bookmarkStart w:id="18" w:name="_Hlk38988888"/>
      <w:r w:rsidRPr="00FA7E69">
        <w:rPr>
          <w:rFonts w:eastAsia="Arial Unicode MS"/>
        </w:rPr>
        <w:lastRenderedPageBreak/>
        <w:t>Exploitation des données</w:t>
      </w:r>
    </w:p>
    <w:bookmarkEnd w:id="18"/>
    <w:p w14:paraId="7790201D" w14:textId="401132F5" w:rsidR="0076214A" w:rsidRDefault="009C0417" w:rsidP="00FB34B7">
      <w:pPr>
        <w:pStyle w:val="ECEcorps"/>
        <w:spacing w:after="120" w:line="240" w:lineRule="auto"/>
        <w:rPr>
          <w:rFonts w:eastAsia="Arial Unicode MS"/>
        </w:rPr>
      </w:pPr>
      <w:r>
        <w:rPr>
          <w:rFonts w:eastAsia="Arial Unicode MS"/>
        </w:rPr>
        <w:t>À</w:t>
      </w:r>
      <w:r w:rsidR="00667B07">
        <w:rPr>
          <w:rFonts w:eastAsia="Arial Unicode MS"/>
        </w:rPr>
        <w:t xml:space="preserve"> l’aide des </w:t>
      </w:r>
      <w:r w:rsidR="00A829B2">
        <w:t>informations mises à disposition</w:t>
      </w:r>
      <w:r w:rsidR="0076214A">
        <w:rPr>
          <w:rFonts w:eastAsia="Arial Unicode MS"/>
        </w:rPr>
        <w:t xml:space="preserve">, donner </w:t>
      </w:r>
      <w:r w:rsidR="0076214A" w:rsidRPr="000A6370">
        <w:rPr>
          <w:rFonts w:eastAsia="Arial Unicode MS"/>
        </w:rPr>
        <w:t>deux</w:t>
      </w:r>
      <w:r w:rsidR="0076214A">
        <w:rPr>
          <w:rFonts w:eastAsia="Arial Unicode MS"/>
        </w:rPr>
        <w:t xml:space="preserve"> arguments qui justifient que le dispositif expérimental </w:t>
      </w:r>
      <w:r w:rsidR="000A6370">
        <w:rPr>
          <w:rFonts w:eastAsia="Arial Unicode MS"/>
        </w:rPr>
        <w:t xml:space="preserve">actuel </w:t>
      </w:r>
      <w:r w:rsidR="0076214A">
        <w:rPr>
          <w:rFonts w:eastAsia="Arial Unicode MS"/>
        </w:rPr>
        <w:t>n’est pas adapté pour modéliser le générateur d’impulsions du</w:t>
      </w:r>
      <w:r w:rsidR="0076214A" w:rsidRPr="005A3A26">
        <w:rPr>
          <w:rFonts w:eastAsia="Arial Unicode MS"/>
          <w:i/>
        </w:rPr>
        <w:t xml:space="preserve"> pacemaker </w:t>
      </w:r>
      <w:r w:rsidR="0076214A">
        <w:rPr>
          <w:rFonts w:eastAsia="Arial Unicode MS"/>
        </w:rPr>
        <w:t>destiné à une personne âgée.</w:t>
      </w:r>
      <w:r w:rsidR="000A6370">
        <w:rPr>
          <w:rFonts w:eastAsia="Arial Unicode MS"/>
        </w:rPr>
        <w:t xml:space="preserve"> Détailler </w:t>
      </w:r>
      <w:r w:rsidR="008F5A60">
        <w:rPr>
          <w:rFonts w:eastAsia="Arial Unicode MS"/>
        </w:rPr>
        <w:t>le</w:t>
      </w:r>
      <w:r w:rsidR="000A6370">
        <w:rPr>
          <w:rFonts w:eastAsia="Arial Unicode MS"/>
        </w:rPr>
        <w:t xml:space="preserve"> raisonnement et </w:t>
      </w:r>
      <w:r w:rsidR="00AB68BA">
        <w:rPr>
          <w:rFonts w:eastAsia="Arial Unicode MS"/>
        </w:rPr>
        <w:t>les</w:t>
      </w:r>
      <w:r w:rsidR="000A6370">
        <w:rPr>
          <w:rFonts w:eastAsia="Arial Unicode MS"/>
        </w:rPr>
        <w:t xml:space="preserve"> calculs.</w:t>
      </w:r>
    </w:p>
    <w:p w14:paraId="6F2CE301" w14:textId="77777777" w:rsidR="00FF484C" w:rsidRPr="00877369" w:rsidRDefault="00FF484C" w:rsidP="00FF484C">
      <w:pPr>
        <w:pStyle w:val="ECErponse"/>
      </w:pPr>
      <w:r w:rsidRPr="00877369">
        <w:t>…………………………………………………………………………………………………..……….………..………………..</w:t>
      </w:r>
    </w:p>
    <w:p w14:paraId="280DA1EA" w14:textId="77777777" w:rsidR="00FF484C" w:rsidRPr="00877369" w:rsidRDefault="00FF484C" w:rsidP="00FF484C">
      <w:pPr>
        <w:pStyle w:val="ECErponse"/>
      </w:pPr>
      <w:r w:rsidRPr="00877369">
        <w:t>…………………………………………………………………………………………………..……….………..………………..</w:t>
      </w:r>
    </w:p>
    <w:p w14:paraId="2E094DEC" w14:textId="77777777" w:rsidR="00FF484C" w:rsidRPr="00877369" w:rsidRDefault="00FF484C" w:rsidP="00FF484C">
      <w:pPr>
        <w:pStyle w:val="ECErponse"/>
      </w:pPr>
      <w:r w:rsidRPr="00877369">
        <w:t>…………………………………………………………………………………………………..……….………..………………..</w:t>
      </w:r>
    </w:p>
    <w:p w14:paraId="35FF2E40" w14:textId="77777777" w:rsidR="00FF484C" w:rsidRPr="00877369" w:rsidRDefault="00FF484C" w:rsidP="00FF484C">
      <w:pPr>
        <w:pStyle w:val="ECErponse"/>
      </w:pPr>
      <w:r w:rsidRPr="00877369">
        <w:t>…………………………………………………………………………………………………..……….………..………………..</w:t>
      </w:r>
    </w:p>
    <w:p w14:paraId="199E2D16" w14:textId="77777777" w:rsidR="00FF484C" w:rsidRPr="00877369" w:rsidRDefault="00FF484C" w:rsidP="00FF484C">
      <w:pPr>
        <w:pStyle w:val="ECErponse"/>
      </w:pPr>
      <w:r w:rsidRPr="00877369">
        <w:t>…………………………………………………………………………………………………..……….………..………………..</w:t>
      </w:r>
    </w:p>
    <w:p w14:paraId="643464AE" w14:textId="77777777" w:rsidR="00FF484C" w:rsidRPr="00877369" w:rsidRDefault="00FF484C" w:rsidP="00FF484C">
      <w:pPr>
        <w:pStyle w:val="ECErponse"/>
      </w:pPr>
      <w:r w:rsidRPr="00877369">
        <w:t>……………………………………………………………………………………</w:t>
      </w:r>
      <w:r>
        <w:t>…</w:t>
      </w:r>
      <w:r w:rsidRPr="00877369">
        <w:t>…………..……….………..………………..</w:t>
      </w:r>
    </w:p>
    <w:p w14:paraId="258FB5F9" w14:textId="77777777" w:rsidR="000A6370" w:rsidRPr="00877369" w:rsidRDefault="000A6370" w:rsidP="000A6370">
      <w:pPr>
        <w:pStyle w:val="ECErponse"/>
      </w:pPr>
      <w:r w:rsidRPr="00877369">
        <w:t>……………………………………………………………………………………</w:t>
      </w:r>
      <w:r>
        <w:t>…</w:t>
      </w:r>
      <w:r w:rsidRPr="00877369">
        <w:t>…………..……….………..………………..</w:t>
      </w:r>
    </w:p>
    <w:p w14:paraId="1544E7C7" w14:textId="77777777" w:rsidR="000A6370" w:rsidRPr="00877369" w:rsidRDefault="000A6370" w:rsidP="000A6370">
      <w:pPr>
        <w:pStyle w:val="ECErponse"/>
      </w:pPr>
      <w:r w:rsidRPr="00877369">
        <w:t>……………………………………………………………………………………</w:t>
      </w:r>
      <w:r>
        <w:t>…</w:t>
      </w:r>
      <w:r w:rsidRPr="00877369">
        <w:t>…………..……….………..………………..</w:t>
      </w:r>
    </w:p>
    <w:p w14:paraId="0F7C7A5D" w14:textId="77777777" w:rsidR="000A6370" w:rsidRPr="00877369" w:rsidRDefault="000A6370" w:rsidP="000A6370">
      <w:pPr>
        <w:pStyle w:val="ECErponse"/>
      </w:pPr>
      <w:r w:rsidRPr="00877369">
        <w:t>……………………………………………………………………………………</w:t>
      </w:r>
      <w:r>
        <w:t>…</w:t>
      </w:r>
      <w:r w:rsidRPr="00877369">
        <w:t>…………..……….………..………………..</w:t>
      </w:r>
    </w:p>
    <w:p w14:paraId="356EF6AF" w14:textId="77777777" w:rsidR="000A6370" w:rsidRPr="00877369" w:rsidRDefault="000A6370" w:rsidP="000A6370">
      <w:pPr>
        <w:pStyle w:val="ECErponse"/>
      </w:pPr>
      <w:r w:rsidRPr="00877369">
        <w:t>……………………………………………………………………………………</w:t>
      </w:r>
      <w:r>
        <w:t>…</w:t>
      </w:r>
      <w:r w:rsidRPr="00877369">
        <w:t>…………..……….………..………………..</w:t>
      </w:r>
    </w:p>
    <w:p w14:paraId="7CFA7A8D" w14:textId="77777777" w:rsidR="000A6370" w:rsidRPr="00877369" w:rsidRDefault="000A6370" w:rsidP="000A6370">
      <w:pPr>
        <w:pStyle w:val="ECErponse"/>
      </w:pPr>
      <w:r w:rsidRPr="00877369">
        <w:t>……………………………………………………………………………………</w:t>
      </w:r>
      <w:r>
        <w:t>…</w:t>
      </w:r>
      <w:r w:rsidRPr="00877369">
        <w:t>…………..……….………..………………..</w:t>
      </w:r>
    </w:p>
    <w:p w14:paraId="389C0745" w14:textId="77777777" w:rsidR="00D969D2" w:rsidRDefault="00D969D2" w:rsidP="00FF484C">
      <w:pPr>
        <w:pStyle w:val="ECEcorps"/>
        <w:ind w:left="360"/>
        <w:rPr>
          <w:rFonts w:eastAsia="Arial Unicode MS"/>
        </w:rPr>
      </w:pPr>
    </w:p>
    <w:p w14:paraId="54CFC6FE" w14:textId="77777777" w:rsidR="00FF484C" w:rsidRDefault="00FF484C" w:rsidP="00FF484C">
      <w:pPr>
        <w:pStyle w:val="ECEcorps"/>
      </w:pPr>
    </w:p>
    <w:tbl>
      <w:tblPr>
        <w:tblStyle w:val="Grilledutableau"/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1418"/>
        <w:gridCol w:w="6804"/>
        <w:gridCol w:w="1418"/>
      </w:tblGrid>
      <w:tr w:rsidR="00FF484C" w14:paraId="788391B6" w14:textId="77777777" w:rsidTr="00C45BFB">
        <w:trPr>
          <w:jc w:val="center"/>
        </w:trPr>
        <w:tc>
          <w:tcPr>
            <w:tcW w:w="1418" w:type="dxa"/>
            <w:tcBorders>
              <w:top w:val="single" w:sz="18" w:space="0" w:color="auto"/>
              <w:bottom w:val="single" w:sz="6" w:space="0" w:color="auto"/>
              <w:right w:val="nil"/>
            </w:tcBorders>
            <w:shd w:val="clear" w:color="auto" w:fill="D9D9D9"/>
            <w:vAlign w:val="center"/>
          </w:tcPr>
          <w:p w14:paraId="4211F1D0" w14:textId="77777777" w:rsidR="00FF484C" w:rsidRDefault="00FF484C" w:rsidP="00C45BFB">
            <w:pPr>
              <w:jc w:val="center"/>
              <w:rPr>
                <w:bCs/>
                <w:color w:val="auto"/>
                <w:szCs w:val="22"/>
              </w:rPr>
            </w:pPr>
          </w:p>
        </w:tc>
        <w:tc>
          <w:tcPr>
            <w:tcW w:w="6804" w:type="dxa"/>
            <w:tcBorders>
              <w:top w:val="single" w:sz="18" w:space="0" w:color="auto"/>
              <w:left w:val="nil"/>
              <w:bottom w:val="single" w:sz="6" w:space="0" w:color="auto"/>
              <w:right w:val="nil"/>
            </w:tcBorders>
            <w:shd w:val="clear" w:color="auto" w:fill="D9D9D9"/>
            <w:vAlign w:val="center"/>
          </w:tcPr>
          <w:p w14:paraId="457695D9" w14:textId="77777777" w:rsidR="00FF484C" w:rsidRDefault="00FF484C" w:rsidP="00C45BFB">
            <w:pPr>
              <w:pStyle w:val="ECEappel"/>
              <w:framePr w:wrap="around"/>
            </w:pPr>
            <w:r>
              <w:t>APPEL n°1</w:t>
            </w:r>
          </w:p>
        </w:tc>
        <w:tc>
          <w:tcPr>
            <w:tcW w:w="1418" w:type="dxa"/>
            <w:tcBorders>
              <w:top w:val="single" w:sz="18" w:space="0" w:color="auto"/>
              <w:left w:val="nil"/>
              <w:bottom w:val="single" w:sz="6" w:space="0" w:color="auto"/>
            </w:tcBorders>
            <w:shd w:val="clear" w:color="auto" w:fill="D9D9D9"/>
            <w:vAlign w:val="center"/>
          </w:tcPr>
          <w:p w14:paraId="715F8523" w14:textId="77777777" w:rsidR="00FF484C" w:rsidRDefault="00FF484C" w:rsidP="00C45BFB">
            <w:pPr>
              <w:jc w:val="center"/>
              <w:rPr>
                <w:bCs/>
                <w:color w:val="auto"/>
                <w:szCs w:val="22"/>
              </w:rPr>
            </w:pPr>
          </w:p>
        </w:tc>
      </w:tr>
      <w:tr w:rsidR="00FF484C" w14:paraId="7E2B4580" w14:textId="77777777" w:rsidTr="00C45BFB">
        <w:trPr>
          <w:jc w:val="center"/>
        </w:trPr>
        <w:tc>
          <w:tcPr>
            <w:tcW w:w="1418" w:type="dxa"/>
            <w:tcBorders>
              <w:top w:val="single" w:sz="6" w:space="0" w:color="auto"/>
            </w:tcBorders>
            <w:vAlign w:val="center"/>
          </w:tcPr>
          <w:p w14:paraId="6A79F903" w14:textId="77777777" w:rsidR="00FF484C" w:rsidRPr="00592F79" w:rsidRDefault="00FF484C" w:rsidP="00C45BFB">
            <w:pPr>
              <w:jc w:val="center"/>
              <w:rPr>
                <w:bCs/>
                <w:color w:val="auto"/>
                <w:sz w:val="96"/>
                <w:szCs w:val="96"/>
              </w:rPr>
            </w:pPr>
            <w:r w:rsidRPr="00592F79">
              <w:rPr>
                <w:bCs/>
                <w:color w:val="auto"/>
                <w:sz w:val="96"/>
                <w:szCs w:val="96"/>
              </w:rPr>
              <w:sym w:font="Wingdings" w:char="F049"/>
            </w:r>
          </w:p>
        </w:tc>
        <w:tc>
          <w:tcPr>
            <w:tcW w:w="6804" w:type="dxa"/>
            <w:tcBorders>
              <w:top w:val="single" w:sz="6" w:space="0" w:color="auto"/>
            </w:tcBorders>
            <w:vAlign w:val="center"/>
          </w:tcPr>
          <w:p w14:paraId="763311CB" w14:textId="081AE0F7" w:rsidR="00FB34B7" w:rsidRDefault="00FF484C" w:rsidP="00C45BFB">
            <w:pPr>
              <w:pStyle w:val="ECEappel"/>
              <w:framePr w:wrap="around"/>
            </w:pPr>
            <w:r w:rsidRPr="0009288D">
              <w:t xml:space="preserve">Appeler </w:t>
            </w:r>
            <w:r>
              <w:t>le professeur</w:t>
            </w:r>
            <w:r w:rsidRPr="0009288D">
              <w:t xml:space="preserve"> pour lui présenter </w:t>
            </w:r>
            <w:r w:rsidR="00152272">
              <w:t>le</w:t>
            </w:r>
            <w:r w:rsidR="00FB34B7">
              <w:t xml:space="preserve">s réponses </w:t>
            </w:r>
          </w:p>
          <w:p w14:paraId="6452D8B5" w14:textId="37092DE9" w:rsidR="00FF484C" w:rsidRDefault="00FF484C" w:rsidP="00C45BFB">
            <w:pPr>
              <w:pStyle w:val="ECEappel"/>
              <w:framePr w:wrap="around"/>
              <w:rPr>
                <w:bCs/>
                <w:szCs w:val="22"/>
              </w:rPr>
            </w:pPr>
            <w:r w:rsidRPr="0009288D">
              <w:t>ou en cas de difficulté</w:t>
            </w:r>
          </w:p>
        </w:tc>
        <w:tc>
          <w:tcPr>
            <w:tcW w:w="1418" w:type="dxa"/>
            <w:tcBorders>
              <w:top w:val="single" w:sz="6" w:space="0" w:color="auto"/>
            </w:tcBorders>
            <w:vAlign w:val="center"/>
          </w:tcPr>
          <w:p w14:paraId="595071D1" w14:textId="77777777" w:rsidR="00FF484C" w:rsidRDefault="00FF484C" w:rsidP="00C45BFB">
            <w:pPr>
              <w:jc w:val="center"/>
              <w:rPr>
                <w:bCs/>
                <w:color w:val="auto"/>
                <w:szCs w:val="22"/>
              </w:rPr>
            </w:pPr>
            <w:r w:rsidRPr="00592F79">
              <w:rPr>
                <w:bCs/>
                <w:color w:val="auto"/>
                <w:sz w:val="96"/>
                <w:szCs w:val="96"/>
              </w:rPr>
              <w:sym w:font="Wingdings" w:char="F049"/>
            </w:r>
          </w:p>
        </w:tc>
      </w:tr>
    </w:tbl>
    <w:p w14:paraId="5D1632E3" w14:textId="77777777" w:rsidR="00FF484C" w:rsidRDefault="00FF484C" w:rsidP="00FF484C">
      <w:pPr>
        <w:pStyle w:val="ECEcorps"/>
      </w:pPr>
    </w:p>
    <w:p w14:paraId="37AB242E" w14:textId="4A031C94" w:rsidR="00FF484C" w:rsidRPr="00FA7E69" w:rsidRDefault="00855BB9" w:rsidP="00AE74C3">
      <w:pPr>
        <w:pStyle w:val="ECEpartie"/>
        <w:spacing w:after="120"/>
        <w:ind w:left="357" w:hanging="357"/>
      </w:pPr>
      <w:bookmarkStart w:id="19" w:name="_Hlk14095401"/>
      <w:bookmarkStart w:id="20" w:name="_Toc482638815"/>
      <w:bookmarkStart w:id="21" w:name="_Toc31720867"/>
      <w:bookmarkStart w:id="22" w:name="_Hlk38988907"/>
      <w:r w:rsidRPr="00FA7E69">
        <w:t>Propositions des modifications à apporter</w:t>
      </w:r>
      <w:r w:rsidR="00FF484C" w:rsidRPr="00FA7E69">
        <w:t xml:space="preserve"> </w:t>
      </w:r>
      <w:bookmarkEnd w:id="19"/>
      <w:r w:rsidR="00FF484C" w:rsidRPr="00FA7E69">
        <w:rPr>
          <w:b w:val="0"/>
          <w:bCs/>
        </w:rPr>
        <w:t>(</w:t>
      </w:r>
      <w:r w:rsidR="003E4D7D" w:rsidRPr="00FA7E69">
        <w:rPr>
          <w:b w:val="0"/>
          <w:bCs/>
        </w:rPr>
        <w:t>20</w:t>
      </w:r>
      <w:r w:rsidR="00FF484C" w:rsidRPr="00FA7E69">
        <w:rPr>
          <w:b w:val="0"/>
          <w:bCs/>
        </w:rPr>
        <w:t xml:space="preserve"> minutes conseillées)</w:t>
      </w:r>
      <w:bookmarkEnd w:id="20"/>
      <w:bookmarkEnd w:id="21"/>
    </w:p>
    <w:bookmarkEnd w:id="22"/>
    <w:p w14:paraId="721DE4C7" w14:textId="242A486D" w:rsidR="00E74FFE" w:rsidRDefault="00E74FFE" w:rsidP="00F55849">
      <w:pPr>
        <w:pStyle w:val="ECErponse"/>
        <w:numPr>
          <w:ilvl w:val="0"/>
          <w:numId w:val="26"/>
        </w:numPr>
        <w:spacing w:before="120"/>
      </w:pPr>
      <w:r>
        <w:t xml:space="preserve">Identifier le(s) composant(s) du circuit et la ligne du programme </w:t>
      </w:r>
      <w:r w:rsidRPr="000F33EB">
        <w:rPr>
          <w:i/>
          <w:iCs/>
        </w:rPr>
        <w:t>« Programme_initial.ino »</w:t>
      </w:r>
      <w:r>
        <w:t xml:space="preserve"> (</w:t>
      </w:r>
      <w:r w:rsidR="009C0417">
        <w:t>mis à disposition dans</w:t>
      </w:r>
      <w:r>
        <w:t xml:space="preserve"> </w:t>
      </w:r>
      <w:r w:rsidR="006E2555">
        <w:t xml:space="preserve">l’information </w:t>
      </w:r>
      <w:r w:rsidR="00667B07">
        <w:t>« </w:t>
      </w:r>
      <w:r w:rsidR="00667B07" w:rsidRPr="00667B07">
        <w:t>Extrait du programme initial de commande du microcontrôleur</w:t>
      </w:r>
      <w:r w:rsidR="00667B07">
        <w:t> »</w:t>
      </w:r>
      <w:r>
        <w:t xml:space="preserve">) qu’il conviendra de modifier pour simuler un générateur d’impulsions du pacemaker destiné à une personne âgée. </w:t>
      </w:r>
    </w:p>
    <w:p w14:paraId="35232B30" w14:textId="6CEDE4F5" w:rsidR="00E74FFE" w:rsidRDefault="00E74FFE" w:rsidP="00F55849">
      <w:pPr>
        <w:pStyle w:val="ECErponse"/>
        <w:numPr>
          <w:ilvl w:val="0"/>
          <w:numId w:val="26"/>
        </w:numPr>
        <w:spacing w:before="120"/>
      </w:pPr>
      <w:r>
        <w:t>Choisir alors parmi le matériel disponible le composant du circuit électrique ainsi que la valeur du paramètre du programme qui conviennent à la modélisation du générateur d’impulsions du pacemaker destiné à une personne âgée. Justifier les réponses.</w:t>
      </w:r>
    </w:p>
    <w:p w14:paraId="7BBDDAFF" w14:textId="2F06DB98" w:rsidR="00FF484C" w:rsidRPr="00341FA8" w:rsidRDefault="00FF484C" w:rsidP="00E74FFE">
      <w:pPr>
        <w:pStyle w:val="ECErponse"/>
        <w:spacing w:before="120"/>
      </w:pPr>
      <w:r w:rsidRPr="00341FA8">
        <w:t>…………………………………………………………………………………………………</w:t>
      </w:r>
      <w:r>
        <w:t>..</w:t>
      </w:r>
      <w:r w:rsidRPr="00341FA8">
        <w:t>…</w:t>
      </w:r>
      <w:r>
        <w:t>…….</w:t>
      </w:r>
      <w:r w:rsidRPr="00341FA8">
        <w:t>………..………………..</w:t>
      </w:r>
    </w:p>
    <w:p w14:paraId="3D876BB0" w14:textId="77777777" w:rsidR="00FF484C" w:rsidRPr="00341FA8" w:rsidRDefault="00FF484C" w:rsidP="00FF484C">
      <w:pPr>
        <w:pStyle w:val="ECErponse"/>
      </w:pPr>
      <w:r w:rsidRPr="00341FA8">
        <w:t>…………………………………………………………………………………………………</w:t>
      </w:r>
      <w:r>
        <w:t>..</w:t>
      </w:r>
      <w:r w:rsidRPr="00341FA8">
        <w:t>…</w:t>
      </w:r>
      <w:r>
        <w:t>…….</w:t>
      </w:r>
      <w:r w:rsidRPr="00341FA8">
        <w:t>………..………………..</w:t>
      </w:r>
    </w:p>
    <w:p w14:paraId="0F3B0CF1" w14:textId="77777777" w:rsidR="00FF484C" w:rsidRPr="00341FA8" w:rsidRDefault="00FF484C" w:rsidP="00FF484C">
      <w:pPr>
        <w:pStyle w:val="ECErponse"/>
      </w:pPr>
      <w:r w:rsidRPr="00341FA8">
        <w:t>………………………………………………………………………………………………</w:t>
      </w:r>
      <w:r>
        <w:t>..</w:t>
      </w:r>
      <w:r w:rsidRPr="00341FA8">
        <w:t>…</w:t>
      </w:r>
      <w:r>
        <w:t>…….</w:t>
      </w:r>
      <w:r w:rsidRPr="00341FA8">
        <w:t>………..………………..</w:t>
      </w:r>
    </w:p>
    <w:p w14:paraId="676C3065" w14:textId="77777777" w:rsidR="00FF484C" w:rsidRPr="00341FA8" w:rsidRDefault="00FF484C" w:rsidP="00FF484C">
      <w:pPr>
        <w:pStyle w:val="ECErponse"/>
      </w:pPr>
      <w:r w:rsidRPr="00341FA8">
        <w:t>…………………………………………………………………………………………………</w:t>
      </w:r>
      <w:r>
        <w:t>..</w:t>
      </w:r>
      <w:r w:rsidRPr="00341FA8">
        <w:t>…</w:t>
      </w:r>
      <w:r>
        <w:t>…….</w:t>
      </w:r>
      <w:r w:rsidRPr="00341FA8">
        <w:t>………..………………..</w:t>
      </w:r>
    </w:p>
    <w:p w14:paraId="3C899165" w14:textId="77777777" w:rsidR="00FF484C" w:rsidRPr="00341FA8" w:rsidRDefault="00FF484C" w:rsidP="00FF484C">
      <w:pPr>
        <w:pStyle w:val="ECErponse"/>
      </w:pPr>
      <w:r w:rsidRPr="00341FA8">
        <w:t>…………………………………………………………………………………………………</w:t>
      </w:r>
      <w:r>
        <w:t>..</w:t>
      </w:r>
      <w:r w:rsidRPr="00341FA8">
        <w:t>…</w:t>
      </w:r>
      <w:r>
        <w:t>…….</w:t>
      </w:r>
      <w:r w:rsidRPr="00341FA8">
        <w:t>………..………………..</w:t>
      </w:r>
    </w:p>
    <w:p w14:paraId="049BAF74" w14:textId="77777777" w:rsidR="00FF484C" w:rsidRPr="00341FA8" w:rsidRDefault="00FF484C" w:rsidP="00FF484C">
      <w:pPr>
        <w:pStyle w:val="ECErponse"/>
      </w:pPr>
      <w:r w:rsidRPr="00341FA8">
        <w:t>…………………………………………………………………………………………………</w:t>
      </w:r>
      <w:r>
        <w:t>..</w:t>
      </w:r>
      <w:r w:rsidRPr="00341FA8">
        <w:t>…</w:t>
      </w:r>
      <w:r>
        <w:t>…….</w:t>
      </w:r>
      <w:r w:rsidRPr="00341FA8">
        <w:t>………..………………..</w:t>
      </w:r>
    </w:p>
    <w:p w14:paraId="408C6410" w14:textId="77777777" w:rsidR="00C33D9C" w:rsidRPr="00341FA8" w:rsidRDefault="00C33D9C" w:rsidP="00C33D9C">
      <w:pPr>
        <w:pStyle w:val="ECErponse"/>
      </w:pPr>
      <w:r w:rsidRPr="00341FA8">
        <w:t>…………………………………………………………………………………………………</w:t>
      </w:r>
      <w:r>
        <w:t>..</w:t>
      </w:r>
      <w:r w:rsidRPr="00341FA8">
        <w:t>…</w:t>
      </w:r>
      <w:r>
        <w:t>…….</w:t>
      </w:r>
      <w:r w:rsidRPr="00341FA8">
        <w:t>………..………………..</w:t>
      </w:r>
    </w:p>
    <w:p w14:paraId="64E79E37" w14:textId="77777777" w:rsidR="00C33D9C" w:rsidRPr="00341FA8" w:rsidRDefault="00C33D9C" w:rsidP="00C33D9C">
      <w:pPr>
        <w:pStyle w:val="ECErponse"/>
      </w:pPr>
      <w:r w:rsidRPr="00341FA8">
        <w:lastRenderedPageBreak/>
        <w:t>…………………………………………………………………………………………………</w:t>
      </w:r>
      <w:r>
        <w:t>..</w:t>
      </w:r>
      <w:r w:rsidRPr="00341FA8">
        <w:t>…</w:t>
      </w:r>
      <w:r>
        <w:t>…….</w:t>
      </w:r>
      <w:r w:rsidRPr="00341FA8">
        <w:t>………..………………..</w:t>
      </w:r>
    </w:p>
    <w:p w14:paraId="24AD8D1B" w14:textId="77777777" w:rsidR="00C33D9C" w:rsidRPr="00341FA8" w:rsidRDefault="00C33D9C" w:rsidP="00C33D9C">
      <w:pPr>
        <w:pStyle w:val="ECErponse"/>
      </w:pPr>
      <w:r w:rsidRPr="00341FA8">
        <w:t>…………………………………………………………………………………………………</w:t>
      </w:r>
      <w:r>
        <w:t>..</w:t>
      </w:r>
      <w:r w:rsidRPr="00341FA8">
        <w:t>…</w:t>
      </w:r>
      <w:r>
        <w:t>…….</w:t>
      </w:r>
      <w:r w:rsidRPr="00341FA8">
        <w:t>………..………………..</w:t>
      </w:r>
    </w:p>
    <w:p w14:paraId="310B1894" w14:textId="77777777" w:rsidR="00C33D9C" w:rsidRPr="00341FA8" w:rsidRDefault="00C33D9C" w:rsidP="00C33D9C">
      <w:pPr>
        <w:pStyle w:val="ECErponse"/>
      </w:pPr>
      <w:r w:rsidRPr="00341FA8">
        <w:t>…………………………………………………………………………………………………</w:t>
      </w:r>
      <w:r>
        <w:t>..</w:t>
      </w:r>
      <w:r w:rsidRPr="00341FA8">
        <w:t>…</w:t>
      </w:r>
      <w:r>
        <w:t>…….</w:t>
      </w:r>
      <w:r w:rsidRPr="00341FA8">
        <w:t>………..………………..</w:t>
      </w:r>
    </w:p>
    <w:p w14:paraId="11BAC274" w14:textId="77777777" w:rsidR="00C33D9C" w:rsidRPr="00341FA8" w:rsidRDefault="00C33D9C" w:rsidP="00C33D9C">
      <w:pPr>
        <w:pStyle w:val="ECErponse"/>
      </w:pPr>
      <w:r w:rsidRPr="00341FA8">
        <w:t>…………………………………………………………………………………………………</w:t>
      </w:r>
      <w:r>
        <w:t>..</w:t>
      </w:r>
      <w:r w:rsidRPr="00341FA8">
        <w:t>…</w:t>
      </w:r>
      <w:r>
        <w:t>…….</w:t>
      </w:r>
      <w:r w:rsidRPr="00341FA8">
        <w:t>………..………………..</w:t>
      </w:r>
    </w:p>
    <w:p w14:paraId="1ED51FBF" w14:textId="77777777" w:rsidR="00E74FFE" w:rsidRPr="00341FA8" w:rsidRDefault="00E74FFE" w:rsidP="00E74FFE">
      <w:pPr>
        <w:pStyle w:val="ECErponse"/>
      </w:pPr>
      <w:r w:rsidRPr="00341FA8">
        <w:t>…………………………………………………………………………………………………</w:t>
      </w:r>
      <w:r>
        <w:t>..</w:t>
      </w:r>
      <w:r w:rsidRPr="00341FA8">
        <w:t>…</w:t>
      </w:r>
      <w:r>
        <w:t>…….</w:t>
      </w:r>
      <w:r w:rsidRPr="00341FA8">
        <w:t>………..………………..</w:t>
      </w:r>
    </w:p>
    <w:p w14:paraId="712FB794" w14:textId="77777777" w:rsidR="00E74FFE" w:rsidRPr="00341FA8" w:rsidRDefault="00E74FFE" w:rsidP="00E74FFE">
      <w:pPr>
        <w:pStyle w:val="ECErponse"/>
      </w:pPr>
      <w:r w:rsidRPr="00341FA8">
        <w:t>…………………………………………………………………………………………………</w:t>
      </w:r>
      <w:r>
        <w:t>..</w:t>
      </w:r>
      <w:r w:rsidRPr="00341FA8">
        <w:t>…</w:t>
      </w:r>
      <w:r>
        <w:t>…….</w:t>
      </w:r>
      <w:r w:rsidRPr="00341FA8">
        <w:t>………..………………..</w:t>
      </w:r>
    </w:p>
    <w:p w14:paraId="4EA296C3" w14:textId="77777777" w:rsidR="00E74FFE" w:rsidRPr="00341FA8" w:rsidRDefault="00E74FFE" w:rsidP="00E74FFE">
      <w:pPr>
        <w:pStyle w:val="ECErponse"/>
      </w:pPr>
      <w:r w:rsidRPr="00341FA8">
        <w:t>…………………………………………………………………………………………………</w:t>
      </w:r>
      <w:r>
        <w:t>..</w:t>
      </w:r>
      <w:r w:rsidRPr="00341FA8">
        <w:t>…</w:t>
      </w:r>
      <w:r>
        <w:t>…….</w:t>
      </w:r>
      <w:r w:rsidRPr="00341FA8">
        <w:t>………..………………..</w:t>
      </w:r>
    </w:p>
    <w:p w14:paraId="0C68BE05" w14:textId="77777777" w:rsidR="00FF484C" w:rsidRDefault="00FF484C" w:rsidP="00FF484C">
      <w:pPr>
        <w:pStyle w:val="ECEcorps"/>
      </w:pPr>
    </w:p>
    <w:tbl>
      <w:tblPr>
        <w:tblStyle w:val="Grilledutableau"/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1418"/>
        <w:gridCol w:w="6804"/>
        <w:gridCol w:w="1418"/>
      </w:tblGrid>
      <w:tr w:rsidR="00FF484C" w14:paraId="07D462BC" w14:textId="77777777" w:rsidTr="00C45BFB">
        <w:trPr>
          <w:jc w:val="center"/>
        </w:trPr>
        <w:tc>
          <w:tcPr>
            <w:tcW w:w="1418" w:type="dxa"/>
            <w:tcBorders>
              <w:top w:val="single" w:sz="18" w:space="0" w:color="auto"/>
              <w:bottom w:val="single" w:sz="6" w:space="0" w:color="auto"/>
              <w:right w:val="nil"/>
            </w:tcBorders>
            <w:shd w:val="clear" w:color="auto" w:fill="D9D9D9"/>
            <w:vAlign w:val="center"/>
          </w:tcPr>
          <w:p w14:paraId="294E8B47" w14:textId="77777777" w:rsidR="00FF484C" w:rsidRDefault="00FF484C" w:rsidP="00C45BFB">
            <w:pPr>
              <w:jc w:val="center"/>
              <w:rPr>
                <w:bCs/>
                <w:color w:val="auto"/>
                <w:szCs w:val="22"/>
              </w:rPr>
            </w:pPr>
          </w:p>
        </w:tc>
        <w:tc>
          <w:tcPr>
            <w:tcW w:w="6804" w:type="dxa"/>
            <w:tcBorders>
              <w:top w:val="single" w:sz="18" w:space="0" w:color="auto"/>
              <w:left w:val="nil"/>
              <w:bottom w:val="single" w:sz="6" w:space="0" w:color="auto"/>
              <w:right w:val="nil"/>
            </w:tcBorders>
            <w:shd w:val="clear" w:color="auto" w:fill="D9D9D9"/>
            <w:vAlign w:val="center"/>
          </w:tcPr>
          <w:p w14:paraId="4541E4E1" w14:textId="77777777" w:rsidR="00FF484C" w:rsidRDefault="00FF484C" w:rsidP="00C45BFB">
            <w:pPr>
              <w:pStyle w:val="ECEappel"/>
              <w:framePr w:wrap="around"/>
            </w:pPr>
            <w:r>
              <w:t>APPEL n°2</w:t>
            </w:r>
          </w:p>
        </w:tc>
        <w:tc>
          <w:tcPr>
            <w:tcW w:w="1418" w:type="dxa"/>
            <w:tcBorders>
              <w:top w:val="single" w:sz="18" w:space="0" w:color="auto"/>
              <w:left w:val="nil"/>
              <w:bottom w:val="single" w:sz="6" w:space="0" w:color="auto"/>
            </w:tcBorders>
            <w:shd w:val="clear" w:color="auto" w:fill="D9D9D9"/>
            <w:vAlign w:val="center"/>
          </w:tcPr>
          <w:p w14:paraId="0BF66D86" w14:textId="77777777" w:rsidR="00FF484C" w:rsidRDefault="00FF484C" w:rsidP="00C45BFB">
            <w:pPr>
              <w:jc w:val="center"/>
              <w:rPr>
                <w:bCs/>
                <w:color w:val="auto"/>
                <w:szCs w:val="22"/>
              </w:rPr>
            </w:pPr>
          </w:p>
        </w:tc>
      </w:tr>
      <w:tr w:rsidR="00FF484C" w14:paraId="127397DB" w14:textId="77777777" w:rsidTr="00C45BFB">
        <w:trPr>
          <w:jc w:val="center"/>
        </w:trPr>
        <w:tc>
          <w:tcPr>
            <w:tcW w:w="1418" w:type="dxa"/>
            <w:tcBorders>
              <w:top w:val="single" w:sz="6" w:space="0" w:color="auto"/>
            </w:tcBorders>
            <w:vAlign w:val="center"/>
          </w:tcPr>
          <w:p w14:paraId="79DC6A7C" w14:textId="77777777" w:rsidR="00FF484C" w:rsidRPr="00592F79" w:rsidRDefault="00FF484C" w:rsidP="00C45BFB">
            <w:pPr>
              <w:jc w:val="center"/>
              <w:rPr>
                <w:bCs/>
                <w:color w:val="auto"/>
                <w:sz w:val="96"/>
                <w:szCs w:val="96"/>
              </w:rPr>
            </w:pPr>
            <w:r w:rsidRPr="00592F79">
              <w:rPr>
                <w:bCs/>
                <w:color w:val="auto"/>
                <w:sz w:val="96"/>
                <w:szCs w:val="96"/>
              </w:rPr>
              <w:sym w:font="Wingdings" w:char="F049"/>
            </w:r>
          </w:p>
        </w:tc>
        <w:tc>
          <w:tcPr>
            <w:tcW w:w="6804" w:type="dxa"/>
            <w:tcBorders>
              <w:top w:val="single" w:sz="6" w:space="0" w:color="auto"/>
            </w:tcBorders>
            <w:vAlign w:val="center"/>
          </w:tcPr>
          <w:p w14:paraId="17EE0CFD" w14:textId="6794E66A" w:rsidR="00FF484C" w:rsidRPr="0009288D" w:rsidRDefault="00FF484C" w:rsidP="00C45BFB">
            <w:pPr>
              <w:pStyle w:val="ECEappel"/>
              <w:framePr w:wrap="around"/>
            </w:pPr>
            <w:r w:rsidRPr="0009288D">
              <w:t xml:space="preserve">Appeler </w:t>
            </w:r>
            <w:r>
              <w:t>le professeur</w:t>
            </w:r>
            <w:r w:rsidRPr="0009288D">
              <w:t xml:space="preserve"> pour lui présenter </w:t>
            </w:r>
            <w:r w:rsidR="00711C1D">
              <w:t>la</w:t>
            </w:r>
            <w:r w:rsidRPr="0009288D">
              <w:t xml:space="preserve"> </w:t>
            </w:r>
            <w:r>
              <w:t>proposition</w:t>
            </w:r>
          </w:p>
          <w:p w14:paraId="2274F5CB" w14:textId="525B60F8" w:rsidR="00FF484C" w:rsidRDefault="00FF484C" w:rsidP="00C45BFB">
            <w:pPr>
              <w:pStyle w:val="ECEappel"/>
              <w:framePr w:wrap="around"/>
              <w:rPr>
                <w:bCs/>
                <w:szCs w:val="22"/>
              </w:rPr>
            </w:pPr>
            <w:r w:rsidRPr="0009288D">
              <w:t>ou en cas de difficulté</w:t>
            </w:r>
            <w:r w:rsidR="00941A86">
              <w:t xml:space="preserve"> </w:t>
            </w:r>
          </w:p>
        </w:tc>
        <w:tc>
          <w:tcPr>
            <w:tcW w:w="1418" w:type="dxa"/>
            <w:tcBorders>
              <w:top w:val="single" w:sz="6" w:space="0" w:color="auto"/>
            </w:tcBorders>
            <w:vAlign w:val="center"/>
          </w:tcPr>
          <w:p w14:paraId="7C0622D7" w14:textId="77777777" w:rsidR="00FF484C" w:rsidRDefault="00FF484C" w:rsidP="00C45BFB">
            <w:pPr>
              <w:jc w:val="center"/>
              <w:rPr>
                <w:bCs/>
                <w:color w:val="auto"/>
                <w:szCs w:val="22"/>
              </w:rPr>
            </w:pPr>
            <w:r w:rsidRPr="00592F79">
              <w:rPr>
                <w:bCs/>
                <w:color w:val="auto"/>
                <w:sz w:val="96"/>
                <w:szCs w:val="96"/>
              </w:rPr>
              <w:sym w:font="Wingdings" w:char="F049"/>
            </w:r>
          </w:p>
        </w:tc>
      </w:tr>
    </w:tbl>
    <w:p w14:paraId="779568DF" w14:textId="77777777" w:rsidR="00FF484C" w:rsidRDefault="00FF484C" w:rsidP="00FF484C">
      <w:pPr>
        <w:spacing w:line="240" w:lineRule="auto"/>
        <w:jc w:val="left"/>
        <w:rPr>
          <w:rFonts w:eastAsia="Arial Unicode MS"/>
        </w:rPr>
      </w:pPr>
    </w:p>
    <w:p w14:paraId="39E53BAE" w14:textId="472AE60C" w:rsidR="00384A27" w:rsidRPr="00FA7E69" w:rsidRDefault="00855BB9" w:rsidP="00384A27">
      <w:pPr>
        <w:pStyle w:val="ECEpartie"/>
        <w:spacing w:after="120"/>
        <w:ind w:left="357" w:hanging="357"/>
      </w:pPr>
      <w:bookmarkStart w:id="23" w:name="_Toc482638816"/>
      <w:bookmarkStart w:id="24" w:name="_Toc31720868"/>
      <w:bookmarkStart w:id="25" w:name="_Hlk38988931"/>
      <w:r w:rsidRPr="00FA7E69">
        <w:t xml:space="preserve">Mise en œuvre des </w:t>
      </w:r>
      <w:r w:rsidR="00AE74C3" w:rsidRPr="00FA7E69">
        <w:t>modifications</w:t>
      </w:r>
      <w:r w:rsidRPr="00FA7E69">
        <w:t xml:space="preserve"> et vérification </w:t>
      </w:r>
      <w:r w:rsidR="00FF484C" w:rsidRPr="00FA7E69">
        <w:rPr>
          <w:b w:val="0"/>
          <w:bCs/>
        </w:rPr>
        <w:t>(</w:t>
      </w:r>
      <w:r w:rsidR="00BC738B" w:rsidRPr="00FA7E69">
        <w:rPr>
          <w:b w:val="0"/>
          <w:bCs/>
        </w:rPr>
        <w:t>1</w:t>
      </w:r>
      <w:r w:rsidR="003E4D7D" w:rsidRPr="00FA7E69">
        <w:rPr>
          <w:b w:val="0"/>
          <w:bCs/>
        </w:rPr>
        <w:t>0</w:t>
      </w:r>
      <w:r w:rsidR="00FF484C" w:rsidRPr="00FA7E69">
        <w:rPr>
          <w:b w:val="0"/>
          <w:bCs/>
        </w:rPr>
        <w:t xml:space="preserve"> minutes conseillées)</w:t>
      </w:r>
      <w:bookmarkEnd w:id="23"/>
      <w:bookmarkEnd w:id="24"/>
    </w:p>
    <w:bookmarkEnd w:id="25"/>
    <w:p w14:paraId="2A2F680A" w14:textId="13873F38" w:rsidR="00384A27" w:rsidRDefault="00384A27" w:rsidP="00A829B2">
      <w:pPr>
        <w:pStyle w:val="ECEcorps"/>
        <w:numPr>
          <w:ilvl w:val="0"/>
          <w:numId w:val="24"/>
        </w:numPr>
        <w:rPr>
          <w:rFonts w:eastAsia="Arial Unicode MS"/>
        </w:rPr>
      </w:pPr>
      <w:r>
        <w:rPr>
          <w:rFonts w:eastAsia="Arial Unicode MS"/>
        </w:rPr>
        <w:t xml:space="preserve">Procéder aux modifications dans le dispositif expérimental. </w:t>
      </w:r>
    </w:p>
    <w:p w14:paraId="46910B27" w14:textId="77777777" w:rsidR="006E2555" w:rsidRPr="006E2555" w:rsidRDefault="006E2555" w:rsidP="006E2555">
      <w:pPr>
        <w:pStyle w:val="ECEcorps"/>
        <w:ind w:left="720"/>
        <w:rPr>
          <w:rFonts w:eastAsia="Arial Unicode MS"/>
          <w:sz w:val="8"/>
          <w:szCs w:val="8"/>
        </w:rPr>
      </w:pPr>
    </w:p>
    <w:p w14:paraId="77B71BB3" w14:textId="48E36D19" w:rsidR="00384A27" w:rsidRPr="006E2555" w:rsidRDefault="00384A27" w:rsidP="00A829B2">
      <w:pPr>
        <w:pStyle w:val="ECEcorps"/>
        <w:numPr>
          <w:ilvl w:val="0"/>
          <w:numId w:val="24"/>
        </w:numPr>
        <w:rPr>
          <w:rFonts w:eastAsia="Arial Unicode MS"/>
        </w:rPr>
      </w:pPr>
      <w:r>
        <w:rPr>
          <w:rFonts w:eastAsia="Arial Unicode MS"/>
        </w:rPr>
        <w:t xml:space="preserve">Enregistrer le programme modifié sous le </w:t>
      </w:r>
      <w:r w:rsidRPr="003E4D7D">
        <w:rPr>
          <w:rFonts w:eastAsia="Arial Unicode MS"/>
        </w:rPr>
        <w:t xml:space="preserve">nom </w:t>
      </w:r>
      <w:r w:rsidRPr="000F33EB">
        <w:rPr>
          <w:rFonts w:eastAsia="Arial Unicode MS"/>
          <w:i/>
          <w:iCs/>
        </w:rPr>
        <w:t>« </w:t>
      </w:r>
      <w:r w:rsidR="003E4D7D" w:rsidRPr="000F33EB">
        <w:rPr>
          <w:i/>
          <w:iCs/>
        </w:rPr>
        <w:t>Programme</w:t>
      </w:r>
      <w:r w:rsidRPr="000F33EB">
        <w:rPr>
          <w:i/>
          <w:iCs/>
        </w:rPr>
        <w:t>_</w:t>
      </w:r>
      <w:r w:rsidR="001C2E17" w:rsidRPr="000F33EB">
        <w:rPr>
          <w:i/>
          <w:iCs/>
        </w:rPr>
        <w:t>final</w:t>
      </w:r>
      <w:r w:rsidRPr="000F33EB">
        <w:rPr>
          <w:i/>
          <w:iCs/>
        </w:rPr>
        <w:t>.ino »</w:t>
      </w:r>
      <w:r w:rsidRPr="003E4D7D">
        <w:t>.</w:t>
      </w:r>
    </w:p>
    <w:p w14:paraId="57DD2123" w14:textId="77777777" w:rsidR="006E2555" w:rsidRPr="006E2555" w:rsidRDefault="006E2555" w:rsidP="006E2555">
      <w:pPr>
        <w:pStyle w:val="ECEcorps"/>
        <w:ind w:left="720"/>
        <w:rPr>
          <w:rFonts w:eastAsia="Arial Unicode MS"/>
          <w:sz w:val="8"/>
          <w:szCs w:val="8"/>
        </w:rPr>
      </w:pPr>
    </w:p>
    <w:p w14:paraId="46AE9A96" w14:textId="5B5861C3" w:rsidR="00384A27" w:rsidRDefault="00384A27" w:rsidP="00A829B2">
      <w:pPr>
        <w:pStyle w:val="ECEcorps"/>
        <w:numPr>
          <w:ilvl w:val="0"/>
          <w:numId w:val="24"/>
        </w:numPr>
        <w:rPr>
          <w:rFonts w:eastAsia="Arial Unicode MS"/>
        </w:rPr>
      </w:pPr>
      <w:r>
        <w:rPr>
          <w:rFonts w:eastAsia="Arial Unicode MS"/>
        </w:rPr>
        <w:t>Téléverser le programme dans la carte microcontrôleur et procéder à l’acquisition des mesures.</w:t>
      </w:r>
    </w:p>
    <w:p w14:paraId="68AB5286" w14:textId="77777777" w:rsidR="006E2555" w:rsidRPr="006E2555" w:rsidRDefault="006E2555" w:rsidP="006E2555">
      <w:pPr>
        <w:pStyle w:val="ECEcorps"/>
        <w:ind w:left="720"/>
        <w:rPr>
          <w:rFonts w:eastAsia="Arial Unicode MS"/>
          <w:sz w:val="8"/>
          <w:szCs w:val="8"/>
        </w:rPr>
      </w:pPr>
    </w:p>
    <w:p w14:paraId="03B12B3A" w14:textId="5D0E9AE5" w:rsidR="00384A27" w:rsidRDefault="00384A27" w:rsidP="00A829B2">
      <w:pPr>
        <w:pStyle w:val="ECEcorps"/>
        <w:numPr>
          <w:ilvl w:val="0"/>
          <w:numId w:val="24"/>
        </w:numPr>
        <w:rPr>
          <w:rFonts w:eastAsia="Arial Unicode MS"/>
        </w:rPr>
      </w:pPr>
      <w:r>
        <w:rPr>
          <w:rFonts w:eastAsia="Arial Unicode MS"/>
        </w:rPr>
        <w:t xml:space="preserve">À l’aide du tableur-grapheur, exploiter les résultats </w:t>
      </w:r>
      <w:r w:rsidR="001C2E17">
        <w:rPr>
          <w:rFonts w:eastAsia="Arial Unicode MS"/>
        </w:rPr>
        <w:t>pour m</w:t>
      </w:r>
      <w:r>
        <w:rPr>
          <w:rFonts w:eastAsia="Arial Unicode MS"/>
        </w:rPr>
        <w:t>ontrer que les modifications effectuées conviennent à la modélisation du générateur d’impulsions souhaité.</w:t>
      </w:r>
    </w:p>
    <w:p w14:paraId="3ED3F3F6" w14:textId="77777777" w:rsidR="00384A27" w:rsidRPr="00341FA8" w:rsidRDefault="00384A27" w:rsidP="00384A27">
      <w:pPr>
        <w:pStyle w:val="ECErponse"/>
        <w:spacing w:before="120"/>
      </w:pPr>
      <w:r w:rsidRPr="00341FA8">
        <w:t>…………………………………………………………………………………………………</w:t>
      </w:r>
      <w:r>
        <w:t>..</w:t>
      </w:r>
      <w:r w:rsidRPr="00341FA8">
        <w:t>…</w:t>
      </w:r>
      <w:r>
        <w:t>…….</w:t>
      </w:r>
      <w:r w:rsidRPr="00341FA8">
        <w:t>………..………………..</w:t>
      </w:r>
    </w:p>
    <w:p w14:paraId="6442FE6E" w14:textId="77777777" w:rsidR="00384A27" w:rsidRDefault="00384A27" w:rsidP="00384A27">
      <w:pPr>
        <w:pStyle w:val="ECErponse"/>
      </w:pPr>
      <w:r w:rsidRPr="00341FA8">
        <w:t>…………………………………………………………………………………………………</w:t>
      </w:r>
      <w:r>
        <w:t>..</w:t>
      </w:r>
      <w:r w:rsidRPr="00341FA8">
        <w:t>…</w:t>
      </w:r>
      <w:r>
        <w:t>…….</w:t>
      </w:r>
      <w:r w:rsidRPr="00341FA8">
        <w:t>………..………………..</w:t>
      </w:r>
    </w:p>
    <w:p w14:paraId="7927A889" w14:textId="77777777" w:rsidR="00384A27" w:rsidRPr="00341FA8" w:rsidRDefault="00384A27" w:rsidP="00384A27">
      <w:pPr>
        <w:pStyle w:val="ECErponse"/>
      </w:pPr>
      <w:r w:rsidRPr="00341FA8">
        <w:t>…………………………………………………………………………………………………</w:t>
      </w:r>
      <w:r>
        <w:t>..</w:t>
      </w:r>
      <w:r w:rsidRPr="00341FA8">
        <w:t>…</w:t>
      </w:r>
      <w:r>
        <w:t>…….</w:t>
      </w:r>
      <w:r w:rsidRPr="00341FA8">
        <w:t>………..………………..</w:t>
      </w:r>
    </w:p>
    <w:p w14:paraId="0179832A" w14:textId="77777777" w:rsidR="00384A27" w:rsidRPr="00341FA8" w:rsidRDefault="00384A27" w:rsidP="00384A27">
      <w:pPr>
        <w:pStyle w:val="ECErponse"/>
      </w:pPr>
      <w:r w:rsidRPr="00341FA8">
        <w:t>………………………………………………………………………………………………</w:t>
      </w:r>
      <w:r>
        <w:t>..</w:t>
      </w:r>
      <w:r w:rsidRPr="00341FA8">
        <w:t>…</w:t>
      </w:r>
      <w:r>
        <w:t>…….</w:t>
      </w:r>
      <w:r w:rsidRPr="00341FA8">
        <w:t>………..………………..</w:t>
      </w:r>
    </w:p>
    <w:p w14:paraId="2DA98B3F" w14:textId="77777777" w:rsidR="00384A27" w:rsidRPr="00341FA8" w:rsidRDefault="00384A27" w:rsidP="00384A27">
      <w:pPr>
        <w:pStyle w:val="ECErponse"/>
      </w:pPr>
      <w:r w:rsidRPr="00341FA8">
        <w:t>…………………………………………………………………………………………………</w:t>
      </w:r>
      <w:r>
        <w:t>..</w:t>
      </w:r>
      <w:r w:rsidRPr="00341FA8">
        <w:t>…</w:t>
      </w:r>
      <w:r>
        <w:t>…….</w:t>
      </w:r>
      <w:r w:rsidRPr="00341FA8">
        <w:t>………..………………..</w:t>
      </w:r>
    </w:p>
    <w:p w14:paraId="5C4FB113" w14:textId="77777777" w:rsidR="00384A27" w:rsidRPr="00341FA8" w:rsidRDefault="00384A27" w:rsidP="00384A27">
      <w:pPr>
        <w:pStyle w:val="ECErponse"/>
      </w:pPr>
      <w:r w:rsidRPr="00341FA8">
        <w:t>…………………………………………………………………………………………………</w:t>
      </w:r>
      <w:r>
        <w:t>..</w:t>
      </w:r>
      <w:r w:rsidRPr="00341FA8">
        <w:t>…</w:t>
      </w:r>
      <w:r>
        <w:t>…….</w:t>
      </w:r>
      <w:r w:rsidRPr="00341FA8">
        <w:t>………..………………..</w:t>
      </w:r>
    </w:p>
    <w:p w14:paraId="78490C4A" w14:textId="77777777" w:rsidR="00384A27" w:rsidRDefault="00384A27" w:rsidP="00384A27">
      <w:pPr>
        <w:pStyle w:val="ECErponse"/>
      </w:pPr>
      <w:r w:rsidRPr="00341FA8">
        <w:t>…………………………………………………………………………………………………</w:t>
      </w:r>
      <w:r>
        <w:t>..</w:t>
      </w:r>
      <w:r w:rsidRPr="00341FA8">
        <w:t>…</w:t>
      </w:r>
      <w:r>
        <w:t>…….</w:t>
      </w:r>
      <w:r w:rsidRPr="00341FA8">
        <w:t>………..………………..</w:t>
      </w:r>
    </w:p>
    <w:p w14:paraId="42FB6A72" w14:textId="77777777" w:rsidR="001C2E17" w:rsidRDefault="001C2E17" w:rsidP="001C2E17">
      <w:pPr>
        <w:pStyle w:val="ECErponse"/>
      </w:pPr>
      <w:r w:rsidRPr="00341FA8">
        <w:t>…………………………………………………………………………………………………</w:t>
      </w:r>
      <w:r>
        <w:t>..</w:t>
      </w:r>
      <w:r w:rsidRPr="00341FA8">
        <w:t>…</w:t>
      </w:r>
      <w:r>
        <w:t>…….</w:t>
      </w:r>
      <w:r w:rsidRPr="00341FA8">
        <w:t>………..………………..</w:t>
      </w:r>
    </w:p>
    <w:p w14:paraId="422F5E4C" w14:textId="77777777" w:rsidR="001C2E17" w:rsidRDefault="001C2E17" w:rsidP="001C2E17">
      <w:pPr>
        <w:pStyle w:val="ECErponse"/>
      </w:pPr>
      <w:r w:rsidRPr="00341FA8">
        <w:t>…………………………………………………………………………………………………</w:t>
      </w:r>
      <w:r>
        <w:t>..</w:t>
      </w:r>
      <w:r w:rsidRPr="00341FA8">
        <w:t>…</w:t>
      </w:r>
      <w:r>
        <w:t>…….</w:t>
      </w:r>
      <w:r w:rsidRPr="00341FA8">
        <w:t>………..………………..</w:t>
      </w:r>
    </w:p>
    <w:p w14:paraId="57CA57AC" w14:textId="77777777" w:rsidR="00FF484C" w:rsidRDefault="00FF484C" w:rsidP="00FF484C">
      <w:pPr>
        <w:pStyle w:val="ECEcorps"/>
      </w:pPr>
    </w:p>
    <w:tbl>
      <w:tblPr>
        <w:tblStyle w:val="Grilledutableau"/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1418"/>
        <w:gridCol w:w="6804"/>
        <w:gridCol w:w="1418"/>
      </w:tblGrid>
      <w:tr w:rsidR="00FF484C" w:rsidRPr="00887D9D" w14:paraId="2CBB3D20" w14:textId="77777777" w:rsidTr="00C45BFB">
        <w:trPr>
          <w:jc w:val="center"/>
        </w:trPr>
        <w:tc>
          <w:tcPr>
            <w:tcW w:w="1418" w:type="dxa"/>
            <w:tcBorders>
              <w:top w:val="single" w:sz="18" w:space="0" w:color="auto"/>
              <w:bottom w:val="single" w:sz="6" w:space="0" w:color="auto"/>
              <w:right w:val="nil"/>
            </w:tcBorders>
            <w:shd w:val="clear" w:color="auto" w:fill="D9D9D9"/>
            <w:vAlign w:val="center"/>
          </w:tcPr>
          <w:p w14:paraId="08925939" w14:textId="77777777" w:rsidR="00FF484C" w:rsidRPr="00887D9D" w:rsidRDefault="00FF484C" w:rsidP="00C45BFB">
            <w:pPr>
              <w:jc w:val="center"/>
              <w:rPr>
                <w:bCs/>
                <w:color w:val="auto"/>
                <w:szCs w:val="22"/>
              </w:rPr>
            </w:pPr>
          </w:p>
        </w:tc>
        <w:tc>
          <w:tcPr>
            <w:tcW w:w="6804" w:type="dxa"/>
            <w:tcBorders>
              <w:top w:val="single" w:sz="18" w:space="0" w:color="auto"/>
              <w:left w:val="nil"/>
              <w:bottom w:val="single" w:sz="6" w:space="0" w:color="auto"/>
              <w:right w:val="nil"/>
            </w:tcBorders>
            <w:shd w:val="clear" w:color="auto" w:fill="D9D9D9"/>
            <w:vAlign w:val="center"/>
          </w:tcPr>
          <w:p w14:paraId="71759D38" w14:textId="4EEF9F81" w:rsidR="00FF484C" w:rsidRPr="00887D9D" w:rsidRDefault="00667B07" w:rsidP="00C45BFB">
            <w:pPr>
              <w:pStyle w:val="ECEappel"/>
              <w:framePr w:wrap="around"/>
            </w:pPr>
            <w:r>
              <w:t>APPEL n°3</w:t>
            </w:r>
          </w:p>
        </w:tc>
        <w:tc>
          <w:tcPr>
            <w:tcW w:w="1418" w:type="dxa"/>
            <w:tcBorders>
              <w:top w:val="single" w:sz="18" w:space="0" w:color="auto"/>
              <w:left w:val="nil"/>
              <w:bottom w:val="single" w:sz="6" w:space="0" w:color="auto"/>
            </w:tcBorders>
            <w:shd w:val="clear" w:color="auto" w:fill="D9D9D9"/>
            <w:vAlign w:val="center"/>
          </w:tcPr>
          <w:p w14:paraId="481D726B" w14:textId="77777777" w:rsidR="00FF484C" w:rsidRPr="00887D9D" w:rsidRDefault="00FF484C" w:rsidP="00C45BFB">
            <w:pPr>
              <w:jc w:val="center"/>
              <w:rPr>
                <w:bCs/>
                <w:color w:val="auto"/>
                <w:szCs w:val="22"/>
              </w:rPr>
            </w:pPr>
          </w:p>
        </w:tc>
      </w:tr>
      <w:tr w:rsidR="00FF484C" w:rsidRPr="00887D9D" w14:paraId="202C2C89" w14:textId="77777777" w:rsidTr="00C45BFB">
        <w:trPr>
          <w:jc w:val="center"/>
        </w:trPr>
        <w:tc>
          <w:tcPr>
            <w:tcW w:w="1418" w:type="dxa"/>
            <w:tcBorders>
              <w:top w:val="single" w:sz="6" w:space="0" w:color="auto"/>
            </w:tcBorders>
            <w:vAlign w:val="center"/>
          </w:tcPr>
          <w:p w14:paraId="2624CEB1" w14:textId="77777777" w:rsidR="00FF484C" w:rsidRPr="00887D9D" w:rsidRDefault="00FF484C" w:rsidP="00C45BFB">
            <w:pPr>
              <w:jc w:val="center"/>
              <w:rPr>
                <w:bCs/>
                <w:color w:val="auto"/>
                <w:sz w:val="96"/>
                <w:szCs w:val="96"/>
              </w:rPr>
            </w:pPr>
            <w:r w:rsidRPr="00887D9D">
              <w:rPr>
                <w:bCs/>
                <w:color w:val="auto"/>
                <w:sz w:val="96"/>
                <w:szCs w:val="96"/>
              </w:rPr>
              <w:sym w:font="Wingdings" w:char="F049"/>
            </w:r>
          </w:p>
        </w:tc>
        <w:tc>
          <w:tcPr>
            <w:tcW w:w="6804" w:type="dxa"/>
            <w:tcBorders>
              <w:top w:val="single" w:sz="6" w:space="0" w:color="auto"/>
            </w:tcBorders>
            <w:vAlign w:val="center"/>
          </w:tcPr>
          <w:p w14:paraId="4EA1D9D5" w14:textId="77777777" w:rsidR="00667B07" w:rsidRPr="0009288D" w:rsidRDefault="00667B07" w:rsidP="00667B07">
            <w:pPr>
              <w:pStyle w:val="ECEappel"/>
              <w:framePr w:hSpace="0" w:wrap="auto" w:vAnchor="margin" w:hAnchor="text" w:xAlign="left" w:yAlign="inline"/>
            </w:pPr>
            <w:r w:rsidRPr="0009288D">
              <w:t xml:space="preserve">Appeler </w:t>
            </w:r>
            <w:r>
              <w:t>le professeur</w:t>
            </w:r>
            <w:r w:rsidRPr="0009288D">
              <w:t xml:space="preserve"> pour lui présenter les résultats expérimentaux</w:t>
            </w:r>
          </w:p>
          <w:p w14:paraId="6D1A1C83" w14:textId="322EACCD" w:rsidR="00FF484C" w:rsidRPr="00887D9D" w:rsidRDefault="00667B07" w:rsidP="00667B07">
            <w:pPr>
              <w:pStyle w:val="ECEappel"/>
              <w:framePr w:wrap="around"/>
            </w:pPr>
            <w:r w:rsidRPr="0009288D">
              <w:t>ou en cas de difficulté</w:t>
            </w:r>
          </w:p>
        </w:tc>
        <w:tc>
          <w:tcPr>
            <w:tcW w:w="1418" w:type="dxa"/>
            <w:tcBorders>
              <w:top w:val="single" w:sz="6" w:space="0" w:color="auto"/>
            </w:tcBorders>
            <w:vAlign w:val="center"/>
          </w:tcPr>
          <w:p w14:paraId="1DC4C0FB" w14:textId="77777777" w:rsidR="00FF484C" w:rsidRPr="00887D9D" w:rsidRDefault="00FF484C" w:rsidP="00C45BFB">
            <w:pPr>
              <w:jc w:val="center"/>
              <w:rPr>
                <w:bCs/>
                <w:color w:val="auto"/>
                <w:szCs w:val="22"/>
              </w:rPr>
            </w:pPr>
            <w:r w:rsidRPr="00887D9D">
              <w:rPr>
                <w:bCs/>
                <w:color w:val="auto"/>
                <w:sz w:val="96"/>
                <w:szCs w:val="96"/>
              </w:rPr>
              <w:sym w:font="Wingdings" w:char="F049"/>
            </w:r>
          </w:p>
        </w:tc>
      </w:tr>
    </w:tbl>
    <w:p w14:paraId="59B544F5" w14:textId="2F6C2BBB" w:rsidR="00FF484C" w:rsidRDefault="00FF484C" w:rsidP="00FF484C">
      <w:pPr>
        <w:pStyle w:val="ECEcorps"/>
        <w:rPr>
          <w:b/>
        </w:rPr>
      </w:pPr>
    </w:p>
    <w:p w14:paraId="63D666CB" w14:textId="77777777" w:rsidR="007432AB" w:rsidRDefault="007432AB" w:rsidP="00FF484C">
      <w:pPr>
        <w:pStyle w:val="ECEcorps"/>
        <w:rPr>
          <w:b/>
        </w:rPr>
      </w:pPr>
    </w:p>
    <w:p w14:paraId="025ADCF1" w14:textId="0E6AC1C0" w:rsidR="006E3D83" w:rsidRDefault="001F1F86" w:rsidP="00FA1BB5">
      <w:pPr>
        <w:pStyle w:val="ECEcorps"/>
        <w:rPr>
          <w:b/>
        </w:rPr>
      </w:pPr>
      <w:r w:rsidRPr="00341FA8">
        <w:rPr>
          <w:b/>
        </w:rPr>
        <w:t>Défaire le montage et ranger la paillasse avant de quitter la salle.</w:t>
      </w:r>
    </w:p>
    <w:sectPr w:rsidR="006E3D83" w:rsidSect="00BA61A3">
      <w:headerReference w:type="default" r:id="rId9"/>
      <w:footerReference w:type="default" r:id="rId10"/>
      <w:pgSz w:w="11906" w:h="16838" w:code="9"/>
      <w:pgMar w:top="1650" w:right="851" w:bottom="851" w:left="851" w:header="851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CD0BFC5" w14:textId="77777777" w:rsidR="003B0DF1" w:rsidRDefault="003B0DF1" w:rsidP="0008058B">
      <w:r>
        <w:separator/>
      </w:r>
    </w:p>
  </w:endnote>
  <w:endnote w:type="continuationSeparator" w:id="0">
    <w:p w14:paraId="108F8C73" w14:textId="77777777" w:rsidR="003B0DF1" w:rsidRDefault="003B0DF1" w:rsidP="000805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MS ??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0F6489" w14:textId="0C72B682" w:rsidR="00932526" w:rsidRPr="00827238" w:rsidRDefault="00932526" w:rsidP="00511500">
    <w:pPr>
      <w:pStyle w:val="ECEcorps"/>
      <w:jc w:val="right"/>
    </w:pPr>
    <w:r w:rsidRPr="00827238">
      <w:t xml:space="preserve">Page </w:t>
    </w:r>
    <w:r w:rsidRPr="00827238">
      <w:fldChar w:fldCharType="begin"/>
    </w:r>
    <w:r w:rsidRPr="00827238">
      <w:instrText xml:space="preserve"> PAGE </w:instrText>
    </w:r>
    <w:r w:rsidRPr="00827238">
      <w:fldChar w:fldCharType="separate"/>
    </w:r>
    <w:r w:rsidR="001E700E">
      <w:rPr>
        <w:noProof/>
      </w:rPr>
      <w:t>5</w:t>
    </w:r>
    <w:r w:rsidRPr="00827238">
      <w:rPr>
        <w:noProof/>
      </w:rPr>
      <w:fldChar w:fldCharType="end"/>
    </w:r>
    <w:r w:rsidRPr="00827238">
      <w:t xml:space="preserve"> sur </w:t>
    </w:r>
    <w:r>
      <w:rPr>
        <w:noProof/>
      </w:rPr>
      <w:fldChar w:fldCharType="begin"/>
    </w:r>
    <w:r>
      <w:rPr>
        <w:noProof/>
      </w:rPr>
      <w:instrText xml:space="preserve"> NUMPAGES  </w:instrText>
    </w:r>
    <w:r>
      <w:rPr>
        <w:noProof/>
      </w:rPr>
      <w:fldChar w:fldCharType="separate"/>
    </w:r>
    <w:r w:rsidR="001E700E">
      <w:rPr>
        <w:noProof/>
      </w:rPr>
      <w:t>6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00FC4E" w14:textId="77777777" w:rsidR="003B0DF1" w:rsidRDefault="003B0DF1" w:rsidP="0008058B">
      <w:r>
        <w:separator/>
      </w:r>
    </w:p>
  </w:footnote>
  <w:footnote w:type="continuationSeparator" w:id="0">
    <w:p w14:paraId="7599D891" w14:textId="77777777" w:rsidR="003B0DF1" w:rsidRDefault="003B0DF1" w:rsidP="000805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993944" w14:textId="3BFFC748" w:rsidR="00A829B2" w:rsidRDefault="00932526" w:rsidP="00A829B2">
    <w:pPr>
      <w:pStyle w:val="ECEcorps"/>
      <w:tabs>
        <w:tab w:val="center" w:pos="851"/>
        <w:tab w:val="center" w:pos="5103"/>
        <w:tab w:val="center" w:pos="9498"/>
      </w:tabs>
    </w:pPr>
    <w:r>
      <w:tab/>
    </w:r>
    <w:r>
      <w:tab/>
    </w:r>
    <w:bookmarkStart w:id="26" w:name="_Hlk39580223"/>
    <w:bookmarkStart w:id="27" w:name="_Hlk39580224"/>
    <w:bookmarkStart w:id="28" w:name="_Hlk39580234"/>
    <w:bookmarkStart w:id="29" w:name="_Hlk39580235"/>
    <w:r w:rsidR="00430F55" w:rsidRPr="00316DB1">
      <w:rPr>
        <w:b/>
        <w:bCs/>
        <w:sz w:val="24"/>
        <w:szCs w:val="24"/>
      </w:rPr>
      <w:t>L</w:t>
    </w:r>
    <w:r w:rsidR="00430F55">
      <w:rPr>
        <w:b/>
        <w:bCs/>
        <w:sz w:val="24"/>
        <w:szCs w:val="24"/>
      </w:rPr>
      <w:t>E STIMULATEUR CARDIAQUE</w:t>
    </w:r>
    <w:r w:rsidR="00A829B2">
      <w:tab/>
      <w:t>Session</w:t>
    </w:r>
  </w:p>
  <w:p w14:paraId="2E9EA500" w14:textId="55748303" w:rsidR="00932526" w:rsidRDefault="00A829B2" w:rsidP="00511500">
    <w:pPr>
      <w:pStyle w:val="ECEcorps"/>
      <w:tabs>
        <w:tab w:val="center" w:pos="851"/>
        <w:tab w:val="center" w:pos="5103"/>
        <w:tab w:val="center" w:pos="9498"/>
      </w:tabs>
    </w:pPr>
    <w:r>
      <w:tab/>
      <w:t xml:space="preserve">                                                                              </w:t>
    </w:r>
    <w:r w:rsidRPr="00887D03">
      <w:rPr>
        <w:b/>
        <w:sz w:val="24"/>
        <w:szCs w:val="24"/>
      </w:rPr>
      <w:t xml:space="preserve">(Version </w:t>
    </w:r>
    <w:r w:rsidR="002B74BC">
      <w:rPr>
        <w:b/>
        <w:sz w:val="24"/>
        <w:szCs w:val="24"/>
      </w:rPr>
      <w:t>A</w:t>
    </w:r>
    <w:r w:rsidRPr="00887D03">
      <w:rPr>
        <w:b/>
        <w:sz w:val="24"/>
        <w:szCs w:val="24"/>
      </w:rPr>
      <w:t>)</w:t>
    </w:r>
    <w:r>
      <w:tab/>
    </w:r>
    <w:r w:rsidR="00932526">
      <w:t>20</w:t>
    </w:r>
    <w:r w:rsidR="00F33B84">
      <w:t>2</w:t>
    </w:r>
    <w:bookmarkEnd w:id="26"/>
    <w:bookmarkEnd w:id="27"/>
    <w:bookmarkEnd w:id="28"/>
    <w:bookmarkEnd w:id="29"/>
    <w:r w:rsidR="00F55849"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singleLevel"/>
    <w:tmpl w:val="00000003"/>
    <w:name w:val="WW8Num28"/>
    <w:lvl w:ilvl="0">
      <w:start w:val="1"/>
      <w:numFmt w:val="bullet"/>
      <w:lvlText w:val=""/>
      <w:lvlJc w:val="left"/>
      <w:pPr>
        <w:tabs>
          <w:tab w:val="num" w:pos="1065"/>
        </w:tabs>
        <w:ind w:left="1062" w:hanging="357"/>
      </w:pPr>
      <w:rPr>
        <w:rFonts w:ascii="Wingdings" w:hAnsi="Wingdings"/>
      </w:rPr>
    </w:lvl>
  </w:abstractNum>
  <w:abstractNum w:abstractNumId="1" w15:restartNumberingAfterBreak="0">
    <w:nsid w:val="07835023"/>
    <w:multiLevelType w:val="hybridMultilevel"/>
    <w:tmpl w:val="A3C653B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492396"/>
    <w:multiLevelType w:val="hybridMultilevel"/>
    <w:tmpl w:val="AAD66D72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651CC0"/>
    <w:multiLevelType w:val="hybridMultilevel"/>
    <w:tmpl w:val="3E9C6740"/>
    <w:lvl w:ilvl="0" w:tplc="040C0005">
      <w:start w:val="1"/>
      <w:numFmt w:val="bullet"/>
      <w:lvlText w:val=""/>
      <w:lvlJc w:val="left"/>
      <w:pPr>
        <w:ind w:left="74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4" w15:restartNumberingAfterBreak="0">
    <w:nsid w:val="16C00A71"/>
    <w:multiLevelType w:val="hybridMultilevel"/>
    <w:tmpl w:val="656A0C6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187549"/>
    <w:multiLevelType w:val="hybridMultilevel"/>
    <w:tmpl w:val="136E9FC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314BE5"/>
    <w:multiLevelType w:val="multilevel"/>
    <w:tmpl w:val="A76EBCF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7" w15:restartNumberingAfterBreak="0">
    <w:nsid w:val="2BC905CE"/>
    <w:multiLevelType w:val="hybridMultilevel"/>
    <w:tmpl w:val="BB5E7C14"/>
    <w:lvl w:ilvl="0" w:tplc="7F58B212">
      <w:start w:val="1"/>
      <w:numFmt w:val="decimal"/>
      <w:pStyle w:val="ECEpartie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 w:tplc="040C0019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CD808E5"/>
    <w:multiLevelType w:val="hybridMultilevel"/>
    <w:tmpl w:val="64AEF162"/>
    <w:lvl w:ilvl="0" w:tplc="3F3E80F0">
      <w:start w:val="1"/>
      <w:numFmt w:val="decimal"/>
      <w:lvlText w:val="I.%1."/>
      <w:lvlJc w:val="left"/>
      <w:pPr>
        <w:tabs>
          <w:tab w:val="num" w:pos="360"/>
        </w:tabs>
        <w:ind w:left="340" w:hanging="340"/>
      </w:pPr>
      <w:rPr>
        <w:b/>
        <w:i w:val="0"/>
      </w:rPr>
    </w:lvl>
    <w:lvl w:ilvl="1" w:tplc="4A1CA8F2">
      <w:start w:val="1"/>
      <w:numFmt w:val="lowerLetter"/>
      <w:lvlText w:val="I.2.%2"/>
      <w:lvlJc w:val="left"/>
      <w:pPr>
        <w:tabs>
          <w:tab w:val="num" w:pos="907"/>
        </w:tabs>
        <w:ind w:left="907" w:hanging="623"/>
      </w:pPr>
      <w:rPr>
        <w:b/>
        <w:i w:val="0"/>
      </w:rPr>
    </w:lvl>
    <w:lvl w:ilvl="2" w:tplc="137CE630">
      <w:start w:val="1"/>
      <w:numFmt w:val="bullet"/>
      <w:lvlText w:val=""/>
      <w:lvlJc w:val="left"/>
      <w:pPr>
        <w:tabs>
          <w:tab w:val="num" w:pos="984"/>
        </w:tabs>
        <w:ind w:left="680" w:hanging="56"/>
      </w:pPr>
      <w:rPr>
        <w:rFonts w:ascii="Symbol" w:hAnsi="Symbol" w:hint="default"/>
      </w:r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7771CD5"/>
    <w:multiLevelType w:val="hybridMultilevel"/>
    <w:tmpl w:val="DA2A295C"/>
    <w:lvl w:ilvl="0" w:tplc="2BF23716">
      <w:start w:val="58"/>
      <w:numFmt w:val="decimal"/>
      <w:lvlText w:val="%1"/>
      <w:lvlJc w:val="left"/>
      <w:pPr>
        <w:ind w:left="1080" w:hanging="360"/>
      </w:pPr>
      <w:rPr>
        <w:rFonts w:hint="default"/>
        <w:b w:val="0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FD45F8D"/>
    <w:multiLevelType w:val="hybridMultilevel"/>
    <w:tmpl w:val="E2929824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DF20725"/>
    <w:multiLevelType w:val="multilevel"/>
    <w:tmpl w:val="49DA8CF8"/>
    <w:lvl w:ilvl="0">
      <w:start w:val="1"/>
      <w:numFmt w:val="upperRoman"/>
      <w:pStyle w:val="Titre1"/>
      <w:suff w:val="space"/>
      <w:lvlText w:val="%1."/>
      <w:lvlJc w:val="center"/>
      <w:pPr>
        <w:ind w:left="0" w:firstLine="0"/>
      </w:pPr>
      <w:rPr>
        <w:rFonts w:hint="default"/>
      </w:rPr>
    </w:lvl>
    <w:lvl w:ilvl="1">
      <w:start w:val="1"/>
      <w:numFmt w:val="decimal"/>
      <w:pStyle w:val="Titre2"/>
      <w:suff w:val="space"/>
      <w:lvlText w:val="%2.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pStyle w:val="Titre3"/>
      <w:suff w:val="space"/>
      <w:lvlText w:val="%2.%3."/>
      <w:lvlJc w:val="left"/>
      <w:pPr>
        <w:ind w:left="1418" w:hanging="850"/>
      </w:pPr>
      <w:rPr>
        <w:rFonts w:hint="default"/>
      </w:rPr>
    </w:lvl>
    <w:lvl w:ilvl="3">
      <w:start w:val="1"/>
      <w:numFmt w:val="decimal"/>
      <w:pStyle w:val="Titre4"/>
      <w:suff w:val="space"/>
      <w:lvlText w:val="%2.%3.%4."/>
      <w:lvlJc w:val="left"/>
      <w:pPr>
        <w:ind w:left="2211" w:hanging="113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4ECA693C"/>
    <w:multiLevelType w:val="hybridMultilevel"/>
    <w:tmpl w:val="DFF6698C"/>
    <w:lvl w:ilvl="0" w:tplc="7B889818">
      <w:start w:val="1"/>
      <w:numFmt w:val="lowerLetter"/>
      <w:lvlText w:val="I.1.%1."/>
      <w:lvlJc w:val="left"/>
      <w:pPr>
        <w:tabs>
          <w:tab w:val="num" w:pos="737"/>
        </w:tabs>
        <w:ind w:left="737" w:hanging="599"/>
      </w:pPr>
      <w:rPr>
        <w:b/>
        <w:i w:val="0"/>
      </w:rPr>
    </w:lvl>
    <w:lvl w:ilvl="1" w:tplc="040C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50D089B"/>
    <w:multiLevelType w:val="multilevel"/>
    <w:tmpl w:val="AF3AD44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5DA72C3B"/>
    <w:multiLevelType w:val="hybridMultilevel"/>
    <w:tmpl w:val="127C847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11C28FA"/>
    <w:multiLevelType w:val="hybridMultilevel"/>
    <w:tmpl w:val="4686F10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4991704"/>
    <w:multiLevelType w:val="hybridMultilevel"/>
    <w:tmpl w:val="E26A90B0"/>
    <w:lvl w:ilvl="0" w:tplc="040C0005">
      <w:start w:val="1"/>
      <w:numFmt w:val="bullet"/>
      <w:lvlText w:val=""/>
      <w:lvlJc w:val="left"/>
      <w:pPr>
        <w:ind w:left="74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17" w15:restartNumberingAfterBreak="0">
    <w:nsid w:val="68A13396"/>
    <w:multiLevelType w:val="hybridMultilevel"/>
    <w:tmpl w:val="A07C44E4"/>
    <w:lvl w:ilvl="0" w:tplc="66960CAC">
      <w:start w:val="1"/>
      <w:numFmt w:val="bullet"/>
      <w:pStyle w:val="ECEpuce1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0030409">
      <w:start w:val="1"/>
      <w:numFmt w:val="bullet"/>
      <w:lvlText w:val="o"/>
      <w:lvlJc w:val="left"/>
      <w:pPr>
        <w:tabs>
          <w:tab w:val="num" w:pos="1068"/>
        </w:tabs>
        <w:ind w:left="1068" w:hanging="360"/>
      </w:pPr>
      <w:rPr>
        <w:rFonts w:ascii="Courier New" w:hAnsi="Courier New" w:hint="default"/>
      </w:rPr>
    </w:lvl>
    <w:lvl w:ilvl="2" w:tplc="6ECA956C">
      <w:start w:val="1"/>
      <w:numFmt w:val="bullet"/>
      <w:pStyle w:val="ECEpuce2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508"/>
        </w:tabs>
        <w:ind w:left="2508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228"/>
        </w:tabs>
        <w:ind w:left="3228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4668"/>
        </w:tabs>
        <w:ind w:left="4668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388"/>
        </w:tabs>
        <w:ind w:left="5388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hint="default"/>
      </w:rPr>
    </w:lvl>
  </w:abstractNum>
  <w:abstractNum w:abstractNumId="18" w15:restartNumberingAfterBreak="0">
    <w:nsid w:val="6CA24E68"/>
    <w:multiLevelType w:val="hybridMultilevel"/>
    <w:tmpl w:val="64AEF162"/>
    <w:lvl w:ilvl="0" w:tplc="3F3E80F0">
      <w:start w:val="1"/>
      <w:numFmt w:val="decimal"/>
      <w:lvlText w:val="I.%1."/>
      <w:lvlJc w:val="left"/>
      <w:pPr>
        <w:tabs>
          <w:tab w:val="num" w:pos="360"/>
        </w:tabs>
        <w:ind w:left="340" w:hanging="340"/>
      </w:pPr>
      <w:rPr>
        <w:rFonts w:hint="default"/>
        <w:b/>
        <w:i w:val="0"/>
      </w:rPr>
    </w:lvl>
    <w:lvl w:ilvl="1" w:tplc="733E7F9A">
      <w:start w:val="1"/>
      <w:numFmt w:val="lowerLetter"/>
      <w:lvlText w:val="I.3.%2."/>
      <w:lvlJc w:val="left"/>
      <w:pPr>
        <w:tabs>
          <w:tab w:val="num" w:pos="907"/>
        </w:tabs>
        <w:ind w:left="907" w:hanging="623"/>
      </w:pPr>
      <w:rPr>
        <w:rFonts w:hint="default"/>
        <w:b/>
        <w:i w:val="0"/>
      </w:rPr>
    </w:lvl>
    <w:lvl w:ilvl="2" w:tplc="040C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EB15005"/>
    <w:multiLevelType w:val="hybridMultilevel"/>
    <w:tmpl w:val="FB9AF44C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C67C45"/>
    <w:multiLevelType w:val="hybridMultilevel"/>
    <w:tmpl w:val="83CEE26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A7B13E2"/>
    <w:multiLevelType w:val="hybridMultilevel"/>
    <w:tmpl w:val="CF543E68"/>
    <w:lvl w:ilvl="0" w:tplc="0B7E5F74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7"/>
  </w:num>
  <w:num w:numId="3">
    <w:abstractNumId w:val="10"/>
  </w:num>
  <w:num w:numId="4">
    <w:abstractNumId w:val="7"/>
  </w:num>
  <w:num w:numId="5">
    <w:abstractNumId w:val="7"/>
    <w:lvlOverride w:ilvl="0">
      <w:startOverride w:val="1"/>
    </w:lvlOverride>
  </w:num>
  <w:num w:numId="6">
    <w:abstractNumId w:val="7"/>
    <w:lvlOverride w:ilvl="0">
      <w:startOverride w:val="1"/>
    </w:lvlOverride>
  </w:num>
  <w:num w:numId="7">
    <w:abstractNumId w:val="17"/>
  </w:num>
  <w:num w:numId="8">
    <w:abstractNumId w:val="17"/>
  </w:num>
  <w:num w:numId="9">
    <w:abstractNumId w:val="5"/>
  </w:num>
  <w:num w:numId="10">
    <w:abstractNumId w:val="18"/>
  </w:num>
  <w:num w:numId="11">
    <w:abstractNumId w:val="18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1"/>
  </w:num>
  <w:num w:numId="15">
    <w:abstractNumId w:val="4"/>
  </w:num>
  <w:num w:numId="16">
    <w:abstractNumId w:val="2"/>
  </w:num>
  <w:num w:numId="17">
    <w:abstractNumId w:val="1"/>
  </w:num>
  <w:num w:numId="18">
    <w:abstractNumId w:val="9"/>
  </w:num>
  <w:num w:numId="19">
    <w:abstractNumId w:val="16"/>
  </w:num>
  <w:num w:numId="20">
    <w:abstractNumId w:val="3"/>
  </w:num>
  <w:num w:numId="21">
    <w:abstractNumId w:val="6"/>
  </w:num>
  <w:num w:numId="22">
    <w:abstractNumId w:val="13"/>
  </w:num>
  <w:num w:numId="23">
    <w:abstractNumId w:val="19"/>
  </w:num>
  <w:num w:numId="24">
    <w:abstractNumId w:val="20"/>
  </w:num>
  <w:num w:numId="25">
    <w:abstractNumId w:val="14"/>
  </w:num>
  <w:num w:numId="26">
    <w:abstractNumId w:val="1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embedSystemFonts/>
  <w:attachedTemplate r:id="rId1"/>
  <w:stylePaneFormatFilter w:val="1808" w:allStyles="0" w:customStyles="0" w:latentStyles="0" w:stylesInUse="1" w:headingStyles="0" w:numberingStyles="0" w:tableStyles="0" w:directFormattingOnRuns="0" w:directFormattingOnParagraphs="0" w:directFormattingOnNumbering="0" w:directFormattingOnTables="1" w:clearFormatting="1" w:top3HeadingStyles="0" w:visibleStyles="0" w:alternateStyleNames="0"/>
  <w:defaultTabStop w:val="709"/>
  <w:hyphenationZone w:val="425"/>
  <w:drawingGridHorizontalSpacing w:val="284"/>
  <w:drawingGridVerticalSpacing w:val="284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0606"/>
    <w:rsid w:val="000007E9"/>
    <w:rsid w:val="00004673"/>
    <w:rsid w:val="00024878"/>
    <w:rsid w:val="000329E6"/>
    <w:rsid w:val="0003345D"/>
    <w:rsid w:val="000339BF"/>
    <w:rsid w:val="00036419"/>
    <w:rsid w:val="00044707"/>
    <w:rsid w:val="000452AF"/>
    <w:rsid w:val="0005057E"/>
    <w:rsid w:val="0005391B"/>
    <w:rsid w:val="00060606"/>
    <w:rsid w:val="000730EC"/>
    <w:rsid w:val="0008058B"/>
    <w:rsid w:val="000807BF"/>
    <w:rsid w:val="0009288D"/>
    <w:rsid w:val="00094B9D"/>
    <w:rsid w:val="000A0EF6"/>
    <w:rsid w:val="000A35F6"/>
    <w:rsid w:val="000A3EEE"/>
    <w:rsid w:val="000A44CB"/>
    <w:rsid w:val="000A4DD1"/>
    <w:rsid w:val="000A6370"/>
    <w:rsid w:val="000A7BEB"/>
    <w:rsid w:val="000A7E22"/>
    <w:rsid w:val="000B4B93"/>
    <w:rsid w:val="000C068B"/>
    <w:rsid w:val="000C0A37"/>
    <w:rsid w:val="000C0C10"/>
    <w:rsid w:val="000D3D7B"/>
    <w:rsid w:val="000D4C7E"/>
    <w:rsid w:val="000E11E8"/>
    <w:rsid w:val="000E6CD3"/>
    <w:rsid w:val="000F09CE"/>
    <w:rsid w:val="000F1087"/>
    <w:rsid w:val="000F2199"/>
    <w:rsid w:val="000F33EB"/>
    <w:rsid w:val="000F4F58"/>
    <w:rsid w:val="000F5562"/>
    <w:rsid w:val="0010611E"/>
    <w:rsid w:val="00114CAD"/>
    <w:rsid w:val="0011510A"/>
    <w:rsid w:val="00117BB9"/>
    <w:rsid w:val="00117E20"/>
    <w:rsid w:val="00120520"/>
    <w:rsid w:val="001227DD"/>
    <w:rsid w:val="00127337"/>
    <w:rsid w:val="0013056C"/>
    <w:rsid w:val="001324D1"/>
    <w:rsid w:val="00141B14"/>
    <w:rsid w:val="00142438"/>
    <w:rsid w:val="00152272"/>
    <w:rsid w:val="00154171"/>
    <w:rsid w:val="00154704"/>
    <w:rsid w:val="0016304D"/>
    <w:rsid w:val="00180BB9"/>
    <w:rsid w:val="00184590"/>
    <w:rsid w:val="00185C9A"/>
    <w:rsid w:val="001904EB"/>
    <w:rsid w:val="001946FD"/>
    <w:rsid w:val="00194A94"/>
    <w:rsid w:val="00195444"/>
    <w:rsid w:val="00196D9C"/>
    <w:rsid w:val="00197F7D"/>
    <w:rsid w:val="00197FD0"/>
    <w:rsid w:val="001A032B"/>
    <w:rsid w:val="001A07C5"/>
    <w:rsid w:val="001A1E31"/>
    <w:rsid w:val="001A43AF"/>
    <w:rsid w:val="001A5F0A"/>
    <w:rsid w:val="001A7CB8"/>
    <w:rsid w:val="001B5CD4"/>
    <w:rsid w:val="001B6AE5"/>
    <w:rsid w:val="001B6BCD"/>
    <w:rsid w:val="001C1B1D"/>
    <w:rsid w:val="001C2E17"/>
    <w:rsid w:val="001C388B"/>
    <w:rsid w:val="001C50C9"/>
    <w:rsid w:val="001C7882"/>
    <w:rsid w:val="001D0EF9"/>
    <w:rsid w:val="001D1897"/>
    <w:rsid w:val="001D1F0E"/>
    <w:rsid w:val="001D3655"/>
    <w:rsid w:val="001E21A5"/>
    <w:rsid w:val="001E36BA"/>
    <w:rsid w:val="001E6BF0"/>
    <w:rsid w:val="001E700E"/>
    <w:rsid w:val="001F1F86"/>
    <w:rsid w:val="001F2B63"/>
    <w:rsid w:val="001F3BEA"/>
    <w:rsid w:val="001F3E00"/>
    <w:rsid w:val="001F40B7"/>
    <w:rsid w:val="001F42A2"/>
    <w:rsid w:val="001F43D2"/>
    <w:rsid w:val="001F44E0"/>
    <w:rsid w:val="001F5398"/>
    <w:rsid w:val="001F6316"/>
    <w:rsid w:val="001F67FD"/>
    <w:rsid w:val="00221DEC"/>
    <w:rsid w:val="00222333"/>
    <w:rsid w:val="00232F71"/>
    <w:rsid w:val="0023590A"/>
    <w:rsid w:val="00235CF8"/>
    <w:rsid w:val="002365CF"/>
    <w:rsid w:val="002402D0"/>
    <w:rsid w:val="002406F0"/>
    <w:rsid w:val="002429DD"/>
    <w:rsid w:val="002436AD"/>
    <w:rsid w:val="00251E41"/>
    <w:rsid w:val="002570A7"/>
    <w:rsid w:val="00267479"/>
    <w:rsid w:val="00267D6D"/>
    <w:rsid w:val="00267E4F"/>
    <w:rsid w:val="00272204"/>
    <w:rsid w:val="002739E2"/>
    <w:rsid w:val="00293B45"/>
    <w:rsid w:val="00297830"/>
    <w:rsid w:val="002B2244"/>
    <w:rsid w:val="002B44A4"/>
    <w:rsid w:val="002B74BC"/>
    <w:rsid w:val="002C3CC3"/>
    <w:rsid w:val="002E368C"/>
    <w:rsid w:val="002E68C6"/>
    <w:rsid w:val="002E7086"/>
    <w:rsid w:val="002F28CA"/>
    <w:rsid w:val="002F2D1F"/>
    <w:rsid w:val="002F3757"/>
    <w:rsid w:val="00305D9F"/>
    <w:rsid w:val="00312F6B"/>
    <w:rsid w:val="00313B78"/>
    <w:rsid w:val="00314F87"/>
    <w:rsid w:val="003167DB"/>
    <w:rsid w:val="00316DB1"/>
    <w:rsid w:val="00317EBC"/>
    <w:rsid w:val="00327E4C"/>
    <w:rsid w:val="00332943"/>
    <w:rsid w:val="00332C86"/>
    <w:rsid w:val="00334D29"/>
    <w:rsid w:val="00335B86"/>
    <w:rsid w:val="0033731B"/>
    <w:rsid w:val="00343196"/>
    <w:rsid w:val="00344874"/>
    <w:rsid w:val="00351073"/>
    <w:rsid w:val="00355D05"/>
    <w:rsid w:val="00356DD6"/>
    <w:rsid w:val="00366A24"/>
    <w:rsid w:val="00367552"/>
    <w:rsid w:val="00373DC0"/>
    <w:rsid w:val="00374F95"/>
    <w:rsid w:val="0037570D"/>
    <w:rsid w:val="00375968"/>
    <w:rsid w:val="00380A67"/>
    <w:rsid w:val="00382333"/>
    <w:rsid w:val="003839E3"/>
    <w:rsid w:val="00383BBC"/>
    <w:rsid w:val="00384A27"/>
    <w:rsid w:val="003869AD"/>
    <w:rsid w:val="00392182"/>
    <w:rsid w:val="0039367C"/>
    <w:rsid w:val="00395722"/>
    <w:rsid w:val="00397E4F"/>
    <w:rsid w:val="003A0EDF"/>
    <w:rsid w:val="003A27AB"/>
    <w:rsid w:val="003B0CE4"/>
    <w:rsid w:val="003B0DF1"/>
    <w:rsid w:val="003B15C1"/>
    <w:rsid w:val="003B41FF"/>
    <w:rsid w:val="003C0A55"/>
    <w:rsid w:val="003C13F9"/>
    <w:rsid w:val="003C6A7A"/>
    <w:rsid w:val="003D2DB2"/>
    <w:rsid w:val="003D6FA5"/>
    <w:rsid w:val="003E4D7D"/>
    <w:rsid w:val="003F07A9"/>
    <w:rsid w:val="003F5DFB"/>
    <w:rsid w:val="00400882"/>
    <w:rsid w:val="00401850"/>
    <w:rsid w:val="00403CAB"/>
    <w:rsid w:val="00406C63"/>
    <w:rsid w:val="00413078"/>
    <w:rsid w:val="004143AF"/>
    <w:rsid w:val="0041493A"/>
    <w:rsid w:val="004303AC"/>
    <w:rsid w:val="00430881"/>
    <w:rsid w:val="00430F55"/>
    <w:rsid w:val="004314C1"/>
    <w:rsid w:val="00441759"/>
    <w:rsid w:val="004470BA"/>
    <w:rsid w:val="00452138"/>
    <w:rsid w:val="00455CA0"/>
    <w:rsid w:val="00457661"/>
    <w:rsid w:val="0046515C"/>
    <w:rsid w:val="004732D8"/>
    <w:rsid w:val="004734E8"/>
    <w:rsid w:val="0047645B"/>
    <w:rsid w:val="00476C4B"/>
    <w:rsid w:val="00482A08"/>
    <w:rsid w:val="00484BB6"/>
    <w:rsid w:val="00486CC1"/>
    <w:rsid w:val="00490BE1"/>
    <w:rsid w:val="00494687"/>
    <w:rsid w:val="004951F3"/>
    <w:rsid w:val="004955A9"/>
    <w:rsid w:val="00496711"/>
    <w:rsid w:val="004B461A"/>
    <w:rsid w:val="004B701D"/>
    <w:rsid w:val="004B7AC0"/>
    <w:rsid w:val="004C193F"/>
    <w:rsid w:val="004C486D"/>
    <w:rsid w:val="004C4EC5"/>
    <w:rsid w:val="004C63B9"/>
    <w:rsid w:val="004C7336"/>
    <w:rsid w:val="004D261B"/>
    <w:rsid w:val="004E010E"/>
    <w:rsid w:val="004E3F39"/>
    <w:rsid w:val="004E7A99"/>
    <w:rsid w:val="004E7C5D"/>
    <w:rsid w:val="004F39E2"/>
    <w:rsid w:val="004F58C7"/>
    <w:rsid w:val="004F7FE3"/>
    <w:rsid w:val="00501769"/>
    <w:rsid w:val="00511500"/>
    <w:rsid w:val="00514057"/>
    <w:rsid w:val="0051466E"/>
    <w:rsid w:val="00514F40"/>
    <w:rsid w:val="0052797B"/>
    <w:rsid w:val="00527A98"/>
    <w:rsid w:val="00531889"/>
    <w:rsid w:val="0053548C"/>
    <w:rsid w:val="00535F25"/>
    <w:rsid w:val="0053639F"/>
    <w:rsid w:val="005367B5"/>
    <w:rsid w:val="0054061C"/>
    <w:rsid w:val="005415CA"/>
    <w:rsid w:val="00545715"/>
    <w:rsid w:val="00555314"/>
    <w:rsid w:val="00555AF1"/>
    <w:rsid w:val="00572123"/>
    <w:rsid w:val="00577EEC"/>
    <w:rsid w:val="00582028"/>
    <w:rsid w:val="005827DD"/>
    <w:rsid w:val="00593DD4"/>
    <w:rsid w:val="005A3A26"/>
    <w:rsid w:val="005A3ADA"/>
    <w:rsid w:val="005A6352"/>
    <w:rsid w:val="005B74ED"/>
    <w:rsid w:val="005B7F74"/>
    <w:rsid w:val="005E1ED2"/>
    <w:rsid w:val="005F1716"/>
    <w:rsid w:val="005F17AF"/>
    <w:rsid w:val="005F3ABA"/>
    <w:rsid w:val="006017BB"/>
    <w:rsid w:val="00603814"/>
    <w:rsid w:val="00604B8B"/>
    <w:rsid w:val="0060508C"/>
    <w:rsid w:val="006062E4"/>
    <w:rsid w:val="00607BBA"/>
    <w:rsid w:val="006220B0"/>
    <w:rsid w:val="00622A2D"/>
    <w:rsid w:val="006256F1"/>
    <w:rsid w:val="00626D6F"/>
    <w:rsid w:val="00630DA0"/>
    <w:rsid w:val="00640548"/>
    <w:rsid w:val="00641949"/>
    <w:rsid w:val="00641C53"/>
    <w:rsid w:val="00645B66"/>
    <w:rsid w:val="00650147"/>
    <w:rsid w:val="006608EA"/>
    <w:rsid w:val="00667062"/>
    <w:rsid w:val="00667B07"/>
    <w:rsid w:val="00670A39"/>
    <w:rsid w:val="0067559A"/>
    <w:rsid w:val="00675DF7"/>
    <w:rsid w:val="00680CBA"/>
    <w:rsid w:val="00681F26"/>
    <w:rsid w:val="00686067"/>
    <w:rsid w:val="006915A4"/>
    <w:rsid w:val="006A0F26"/>
    <w:rsid w:val="006A1119"/>
    <w:rsid w:val="006A4982"/>
    <w:rsid w:val="006C3642"/>
    <w:rsid w:val="006C71CE"/>
    <w:rsid w:val="006D1D7D"/>
    <w:rsid w:val="006E2555"/>
    <w:rsid w:val="006E3D83"/>
    <w:rsid w:val="006E4A76"/>
    <w:rsid w:val="006E4B46"/>
    <w:rsid w:val="006E58C8"/>
    <w:rsid w:val="006E61FC"/>
    <w:rsid w:val="006F1955"/>
    <w:rsid w:val="006F3571"/>
    <w:rsid w:val="00700B7B"/>
    <w:rsid w:val="00703EF9"/>
    <w:rsid w:val="00711C1D"/>
    <w:rsid w:val="007132C7"/>
    <w:rsid w:val="007171FB"/>
    <w:rsid w:val="0072049A"/>
    <w:rsid w:val="0072174C"/>
    <w:rsid w:val="007222B6"/>
    <w:rsid w:val="00724617"/>
    <w:rsid w:val="007248BF"/>
    <w:rsid w:val="00724A84"/>
    <w:rsid w:val="00736B78"/>
    <w:rsid w:val="00737403"/>
    <w:rsid w:val="00741025"/>
    <w:rsid w:val="007432AB"/>
    <w:rsid w:val="00744451"/>
    <w:rsid w:val="00744CEB"/>
    <w:rsid w:val="007479C4"/>
    <w:rsid w:val="00750D77"/>
    <w:rsid w:val="00751CCC"/>
    <w:rsid w:val="00752C74"/>
    <w:rsid w:val="0076214A"/>
    <w:rsid w:val="0076262E"/>
    <w:rsid w:val="00762F0F"/>
    <w:rsid w:val="00771020"/>
    <w:rsid w:val="007737F1"/>
    <w:rsid w:val="00777A5A"/>
    <w:rsid w:val="007808E8"/>
    <w:rsid w:val="00784A1C"/>
    <w:rsid w:val="0079108D"/>
    <w:rsid w:val="00791883"/>
    <w:rsid w:val="007955D1"/>
    <w:rsid w:val="00795BD5"/>
    <w:rsid w:val="007A2EEC"/>
    <w:rsid w:val="007A4E3D"/>
    <w:rsid w:val="007A73F3"/>
    <w:rsid w:val="007B064C"/>
    <w:rsid w:val="007C2791"/>
    <w:rsid w:val="007C5D32"/>
    <w:rsid w:val="007C79D9"/>
    <w:rsid w:val="007D2CCF"/>
    <w:rsid w:val="007D359B"/>
    <w:rsid w:val="007E5DC4"/>
    <w:rsid w:val="007F46A6"/>
    <w:rsid w:val="007F4752"/>
    <w:rsid w:val="007F4B1B"/>
    <w:rsid w:val="00802C3B"/>
    <w:rsid w:val="008034C0"/>
    <w:rsid w:val="00804D53"/>
    <w:rsid w:val="00805C0D"/>
    <w:rsid w:val="00807A21"/>
    <w:rsid w:val="0081247E"/>
    <w:rsid w:val="00814D65"/>
    <w:rsid w:val="008212D5"/>
    <w:rsid w:val="00827238"/>
    <w:rsid w:val="00832482"/>
    <w:rsid w:val="0083254E"/>
    <w:rsid w:val="0083467D"/>
    <w:rsid w:val="00837056"/>
    <w:rsid w:val="008437DF"/>
    <w:rsid w:val="00843827"/>
    <w:rsid w:val="00845CFB"/>
    <w:rsid w:val="00847E64"/>
    <w:rsid w:val="0085070F"/>
    <w:rsid w:val="00855BB9"/>
    <w:rsid w:val="00856ADC"/>
    <w:rsid w:val="008661AA"/>
    <w:rsid w:val="00873E80"/>
    <w:rsid w:val="00874C2F"/>
    <w:rsid w:val="00877369"/>
    <w:rsid w:val="00882C1C"/>
    <w:rsid w:val="00883B86"/>
    <w:rsid w:val="008842CD"/>
    <w:rsid w:val="008843CC"/>
    <w:rsid w:val="008900C4"/>
    <w:rsid w:val="00891194"/>
    <w:rsid w:val="008915AD"/>
    <w:rsid w:val="008915DA"/>
    <w:rsid w:val="00892447"/>
    <w:rsid w:val="0089303D"/>
    <w:rsid w:val="00894559"/>
    <w:rsid w:val="008A206A"/>
    <w:rsid w:val="008A2C45"/>
    <w:rsid w:val="008A4322"/>
    <w:rsid w:val="008A66EA"/>
    <w:rsid w:val="008B1679"/>
    <w:rsid w:val="008B1B0C"/>
    <w:rsid w:val="008B3457"/>
    <w:rsid w:val="008B60B4"/>
    <w:rsid w:val="008B64F2"/>
    <w:rsid w:val="008C38F0"/>
    <w:rsid w:val="008C5E45"/>
    <w:rsid w:val="008D145E"/>
    <w:rsid w:val="008D2329"/>
    <w:rsid w:val="008D5BC6"/>
    <w:rsid w:val="008D5E1C"/>
    <w:rsid w:val="008D5E24"/>
    <w:rsid w:val="008E0208"/>
    <w:rsid w:val="008E2CED"/>
    <w:rsid w:val="008E58B1"/>
    <w:rsid w:val="008E7248"/>
    <w:rsid w:val="008F43AF"/>
    <w:rsid w:val="008F520D"/>
    <w:rsid w:val="008F5A60"/>
    <w:rsid w:val="008F6B99"/>
    <w:rsid w:val="00902E0B"/>
    <w:rsid w:val="00904933"/>
    <w:rsid w:val="00906CC3"/>
    <w:rsid w:val="00910A57"/>
    <w:rsid w:val="00910ACC"/>
    <w:rsid w:val="00910B6F"/>
    <w:rsid w:val="00915AEE"/>
    <w:rsid w:val="00917147"/>
    <w:rsid w:val="00920740"/>
    <w:rsid w:val="00932526"/>
    <w:rsid w:val="009325F7"/>
    <w:rsid w:val="00934C1E"/>
    <w:rsid w:val="009362F7"/>
    <w:rsid w:val="00936BEB"/>
    <w:rsid w:val="009407A6"/>
    <w:rsid w:val="00941A86"/>
    <w:rsid w:val="00943326"/>
    <w:rsid w:val="0094436A"/>
    <w:rsid w:val="009454E1"/>
    <w:rsid w:val="00947C90"/>
    <w:rsid w:val="009506E7"/>
    <w:rsid w:val="009515A0"/>
    <w:rsid w:val="00953B67"/>
    <w:rsid w:val="00956745"/>
    <w:rsid w:val="00956BD9"/>
    <w:rsid w:val="00961955"/>
    <w:rsid w:val="009648CE"/>
    <w:rsid w:val="00965FA8"/>
    <w:rsid w:val="00975D81"/>
    <w:rsid w:val="00977D3F"/>
    <w:rsid w:val="00983A3E"/>
    <w:rsid w:val="009850FD"/>
    <w:rsid w:val="009903B6"/>
    <w:rsid w:val="009A5591"/>
    <w:rsid w:val="009B3241"/>
    <w:rsid w:val="009C0417"/>
    <w:rsid w:val="009C1409"/>
    <w:rsid w:val="009C268C"/>
    <w:rsid w:val="009C3753"/>
    <w:rsid w:val="009D4A5A"/>
    <w:rsid w:val="009D5DFA"/>
    <w:rsid w:val="009E0132"/>
    <w:rsid w:val="009E02D9"/>
    <w:rsid w:val="009E173E"/>
    <w:rsid w:val="009E1FCF"/>
    <w:rsid w:val="009E4AD7"/>
    <w:rsid w:val="009F3076"/>
    <w:rsid w:val="009F43E0"/>
    <w:rsid w:val="00A01302"/>
    <w:rsid w:val="00A027BC"/>
    <w:rsid w:val="00A05EB9"/>
    <w:rsid w:val="00A12468"/>
    <w:rsid w:val="00A12834"/>
    <w:rsid w:val="00A16872"/>
    <w:rsid w:val="00A25CDC"/>
    <w:rsid w:val="00A260A0"/>
    <w:rsid w:val="00A27074"/>
    <w:rsid w:val="00A35262"/>
    <w:rsid w:val="00A359A7"/>
    <w:rsid w:val="00A37761"/>
    <w:rsid w:val="00A436E8"/>
    <w:rsid w:val="00A446AD"/>
    <w:rsid w:val="00A44A4A"/>
    <w:rsid w:val="00A452A8"/>
    <w:rsid w:val="00A51EBE"/>
    <w:rsid w:val="00A52B59"/>
    <w:rsid w:val="00A5568B"/>
    <w:rsid w:val="00A5619C"/>
    <w:rsid w:val="00A56577"/>
    <w:rsid w:val="00A60B25"/>
    <w:rsid w:val="00A611F0"/>
    <w:rsid w:val="00A649FE"/>
    <w:rsid w:val="00A64CC3"/>
    <w:rsid w:val="00A77278"/>
    <w:rsid w:val="00A777F7"/>
    <w:rsid w:val="00A829B2"/>
    <w:rsid w:val="00A8642C"/>
    <w:rsid w:val="00A91B85"/>
    <w:rsid w:val="00A9256B"/>
    <w:rsid w:val="00A960AB"/>
    <w:rsid w:val="00A96E30"/>
    <w:rsid w:val="00AB1C2D"/>
    <w:rsid w:val="00AB68BA"/>
    <w:rsid w:val="00AB707D"/>
    <w:rsid w:val="00AC1F4D"/>
    <w:rsid w:val="00AC48FD"/>
    <w:rsid w:val="00AC5D14"/>
    <w:rsid w:val="00AC6007"/>
    <w:rsid w:val="00AC6600"/>
    <w:rsid w:val="00AD1605"/>
    <w:rsid w:val="00AE1C5F"/>
    <w:rsid w:val="00AE74C3"/>
    <w:rsid w:val="00AF12DB"/>
    <w:rsid w:val="00AF61EC"/>
    <w:rsid w:val="00B03F3E"/>
    <w:rsid w:val="00B11C95"/>
    <w:rsid w:val="00B11D4D"/>
    <w:rsid w:val="00B14C45"/>
    <w:rsid w:val="00B14F8D"/>
    <w:rsid w:val="00B1701C"/>
    <w:rsid w:val="00B1717B"/>
    <w:rsid w:val="00B20D96"/>
    <w:rsid w:val="00B30067"/>
    <w:rsid w:val="00B3421A"/>
    <w:rsid w:val="00B35967"/>
    <w:rsid w:val="00B37749"/>
    <w:rsid w:val="00B4061D"/>
    <w:rsid w:val="00B40BD5"/>
    <w:rsid w:val="00B40C58"/>
    <w:rsid w:val="00B4612A"/>
    <w:rsid w:val="00B4698B"/>
    <w:rsid w:val="00B46D6D"/>
    <w:rsid w:val="00B46EC2"/>
    <w:rsid w:val="00B606A3"/>
    <w:rsid w:val="00B61D86"/>
    <w:rsid w:val="00B63ABE"/>
    <w:rsid w:val="00B64DBE"/>
    <w:rsid w:val="00B65E96"/>
    <w:rsid w:val="00B66236"/>
    <w:rsid w:val="00B7616B"/>
    <w:rsid w:val="00B827D4"/>
    <w:rsid w:val="00B83457"/>
    <w:rsid w:val="00B90845"/>
    <w:rsid w:val="00B95303"/>
    <w:rsid w:val="00BA61A3"/>
    <w:rsid w:val="00BB5D1A"/>
    <w:rsid w:val="00BC5FB2"/>
    <w:rsid w:val="00BC738B"/>
    <w:rsid w:val="00BD2046"/>
    <w:rsid w:val="00BE2432"/>
    <w:rsid w:val="00BE56F0"/>
    <w:rsid w:val="00BF194C"/>
    <w:rsid w:val="00BF45AB"/>
    <w:rsid w:val="00BF661D"/>
    <w:rsid w:val="00C03A82"/>
    <w:rsid w:val="00C05B82"/>
    <w:rsid w:val="00C06213"/>
    <w:rsid w:val="00C14BA1"/>
    <w:rsid w:val="00C1573A"/>
    <w:rsid w:val="00C17467"/>
    <w:rsid w:val="00C2065A"/>
    <w:rsid w:val="00C22A4C"/>
    <w:rsid w:val="00C2392D"/>
    <w:rsid w:val="00C23E7C"/>
    <w:rsid w:val="00C24FEE"/>
    <w:rsid w:val="00C3270A"/>
    <w:rsid w:val="00C32967"/>
    <w:rsid w:val="00C33D9C"/>
    <w:rsid w:val="00C41B19"/>
    <w:rsid w:val="00C41EB2"/>
    <w:rsid w:val="00C450CC"/>
    <w:rsid w:val="00C45BFB"/>
    <w:rsid w:val="00C46395"/>
    <w:rsid w:val="00C467EB"/>
    <w:rsid w:val="00C53736"/>
    <w:rsid w:val="00C544C4"/>
    <w:rsid w:val="00C550C6"/>
    <w:rsid w:val="00C550DD"/>
    <w:rsid w:val="00C60133"/>
    <w:rsid w:val="00C609A3"/>
    <w:rsid w:val="00C60BE5"/>
    <w:rsid w:val="00C61B6A"/>
    <w:rsid w:val="00C623E7"/>
    <w:rsid w:val="00C67142"/>
    <w:rsid w:val="00C73F71"/>
    <w:rsid w:val="00C74BFD"/>
    <w:rsid w:val="00C76DB1"/>
    <w:rsid w:val="00C833BE"/>
    <w:rsid w:val="00CA16B7"/>
    <w:rsid w:val="00CA1A4D"/>
    <w:rsid w:val="00CA5950"/>
    <w:rsid w:val="00CA6E6A"/>
    <w:rsid w:val="00CB4796"/>
    <w:rsid w:val="00CB6029"/>
    <w:rsid w:val="00CC57B9"/>
    <w:rsid w:val="00CC695B"/>
    <w:rsid w:val="00CD1F8A"/>
    <w:rsid w:val="00CD300B"/>
    <w:rsid w:val="00CE4EF5"/>
    <w:rsid w:val="00CE6465"/>
    <w:rsid w:val="00CE6AA4"/>
    <w:rsid w:val="00CF0DF3"/>
    <w:rsid w:val="00D0324F"/>
    <w:rsid w:val="00D06278"/>
    <w:rsid w:val="00D06A70"/>
    <w:rsid w:val="00D073A6"/>
    <w:rsid w:val="00D20EDB"/>
    <w:rsid w:val="00D20F73"/>
    <w:rsid w:val="00D32EF2"/>
    <w:rsid w:val="00D361A8"/>
    <w:rsid w:val="00D45C2C"/>
    <w:rsid w:val="00D610A3"/>
    <w:rsid w:val="00D64332"/>
    <w:rsid w:val="00D658D3"/>
    <w:rsid w:val="00D742A9"/>
    <w:rsid w:val="00D82237"/>
    <w:rsid w:val="00D84BFC"/>
    <w:rsid w:val="00D8523A"/>
    <w:rsid w:val="00D862EC"/>
    <w:rsid w:val="00D946E2"/>
    <w:rsid w:val="00D9649A"/>
    <w:rsid w:val="00D969D2"/>
    <w:rsid w:val="00D96B92"/>
    <w:rsid w:val="00D96FEA"/>
    <w:rsid w:val="00DA2084"/>
    <w:rsid w:val="00DA6E08"/>
    <w:rsid w:val="00DB6AEE"/>
    <w:rsid w:val="00DC016D"/>
    <w:rsid w:val="00DC1C63"/>
    <w:rsid w:val="00DC2855"/>
    <w:rsid w:val="00DD02A8"/>
    <w:rsid w:val="00DD3429"/>
    <w:rsid w:val="00DE1294"/>
    <w:rsid w:val="00DE3D26"/>
    <w:rsid w:val="00DE6D49"/>
    <w:rsid w:val="00DE6F64"/>
    <w:rsid w:val="00DE7B24"/>
    <w:rsid w:val="00DF3178"/>
    <w:rsid w:val="00DF5D61"/>
    <w:rsid w:val="00E01154"/>
    <w:rsid w:val="00E12A08"/>
    <w:rsid w:val="00E137F8"/>
    <w:rsid w:val="00E14BA5"/>
    <w:rsid w:val="00E170B4"/>
    <w:rsid w:val="00E21350"/>
    <w:rsid w:val="00E21464"/>
    <w:rsid w:val="00E23155"/>
    <w:rsid w:val="00E2460E"/>
    <w:rsid w:val="00E26870"/>
    <w:rsid w:val="00E310C6"/>
    <w:rsid w:val="00E310D8"/>
    <w:rsid w:val="00E34C70"/>
    <w:rsid w:val="00E36263"/>
    <w:rsid w:val="00E3791C"/>
    <w:rsid w:val="00E41ACE"/>
    <w:rsid w:val="00E41FCC"/>
    <w:rsid w:val="00E438C3"/>
    <w:rsid w:val="00E46864"/>
    <w:rsid w:val="00E46AB4"/>
    <w:rsid w:val="00E5123D"/>
    <w:rsid w:val="00E520C6"/>
    <w:rsid w:val="00E56718"/>
    <w:rsid w:val="00E56A7B"/>
    <w:rsid w:val="00E56D83"/>
    <w:rsid w:val="00E634F0"/>
    <w:rsid w:val="00E70AEB"/>
    <w:rsid w:val="00E74827"/>
    <w:rsid w:val="00E749E8"/>
    <w:rsid w:val="00E74FFE"/>
    <w:rsid w:val="00E765DF"/>
    <w:rsid w:val="00E81F3D"/>
    <w:rsid w:val="00E85DDA"/>
    <w:rsid w:val="00E862A1"/>
    <w:rsid w:val="00E86300"/>
    <w:rsid w:val="00E961C1"/>
    <w:rsid w:val="00EA4B8B"/>
    <w:rsid w:val="00EC4179"/>
    <w:rsid w:val="00EE0587"/>
    <w:rsid w:val="00EE12CE"/>
    <w:rsid w:val="00EE308A"/>
    <w:rsid w:val="00EE3251"/>
    <w:rsid w:val="00EF1517"/>
    <w:rsid w:val="00EF25B5"/>
    <w:rsid w:val="00F01722"/>
    <w:rsid w:val="00F040AA"/>
    <w:rsid w:val="00F07644"/>
    <w:rsid w:val="00F07F89"/>
    <w:rsid w:val="00F10905"/>
    <w:rsid w:val="00F11BD2"/>
    <w:rsid w:val="00F14501"/>
    <w:rsid w:val="00F15447"/>
    <w:rsid w:val="00F15700"/>
    <w:rsid w:val="00F17A2C"/>
    <w:rsid w:val="00F20118"/>
    <w:rsid w:val="00F25C3B"/>
    <w:rsid w:val="00F30101"/>
    <w:rsid w:val="00F31C5B"/>
    <w:rsid w:val="00F33B84"/>
    <w:rsid w:val="00F35C1A"/>
    <w:rsid w:val="00F371EF"/>
    <w:rsid w:val="00F40AF9"/>
    <w:rsid w:val="00F44800"/>
    <w:rsid w:val="00F55849"/>
    <w:rsid w:val="00F60C94"/>
    <w:rsid w:val="00F61869"/>
    <w:rsid w:val="00F65642"/>
    <w:rsid w:val="00F66787"/>
    <w:rsid w:val="00F6721F"/>
    <w:rsid w:val="00F841FF"/>
    <w:rsid w:val="00F879D2"/>
    <w:rsid w:val="00F92E18"/>
    <w:rsid w:val="00F94F7E"/>
    <w:rsid w:val="00FA1BB5"/>
    <w:rsid w:val="00FA7E27"/>
    <w:rsid w:val="00FA7E69"/>
    <w:rsid w:val="00FB14E2"/>
    <w:rsid w:val="00FB25E2"/>
    <w:rsid w:val="00FB2CA9"/>
    <w:rsid w:val="00FB34B7"/>
    <w:rsid w:val="00FD08D6"/>
    <w:rsid w:val="00FE2A92"/>
    <w:rsid w:val="00FE4C5A"/>
    <w:rsid w:val="00FE6107"/>
    <w:rsid w:val="00FE6624"/>
    <w:rsid w:val="00FE6ED7"/>
    <w:rsid w:val="00FF0E3B"/>
    <w:rsid w:val="00FF2A6D"/>
    <w:rsid w:val="00FF484C"/>
    <w:rsid w:val="00FF76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10F5979A"/>
  <w15:docId w15:val="{3C6BE1B4-DBFC-4F85-AC42-3C72A5A587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/>
    <w:lsdException w:name="heading 2" w:uiPriority="0"/>
    <w:lsdException w:name="heading 3" w:uiPriority="0"/>
    <w:lsdException w:name="heading 4" w:uiPriority="0"/>
    <w:lsdException w:name="heading 5" w:uiPriority="9"/>
    <w:lsdException w:name="heading 6" w:uiPriority="9"/>
    <w:lsdException w:name="heading 7" w:uiPriority="9"/>
    <w:lsdException w:name="heading 8" w:uiPriority="9"/>
    <w:lsdException w:name="heading 9" w:uiPriority="9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/>
    <w:lsdException w:name="Intense Emphasis" w:uiPriority="66"/>
    <w:lsdException w:name="Subtle Reference" w:uiPriority="67"/>
    <w:lsdException w:name="Intense Reference" w:uiPriority="68"/>
    <w:lsdException w:name="Book Title" w:uiPriority="69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C6007"/>
    <w:pPr>
      <w:spacing w:line="264" w:lineRule="auto"/>
      <w:jc w:val="both"/>
    </w:pPr>
    <w:rPr>
      <w:rFonts w:ascii="Arial" w:hAnsi="Arial" w:cs="Arial"/>
      <w:color w:val="000000"/>
    </w:rPr>
  </w:style>
  <w:style w:type="paragraph" w:styleId="Titre1">
    <w:name w:val="heading 1"/>
    <w:basedOn w:val="Normal"/>
    <w:next w:val="Normal"/>
    <w:rsid w:val="00D9409B"/>
    <w:pPr>
      <w:numPr>
        <w:numId w:val="1"/>
      </w:numPr>
      <w:pBdr>
        <w:top w:val="single" w:sz="12" w:space="1" w:color="auto"/>
        <w:left w:val="single" w:sz="12" w:space="1" w:color="auto"/>
        <w:bottom w:val="single" w:sz="12" w:space="1" w:color="auto"/>
        <w:right w:val="single" w:sz="12" w:space="1" w:color="auto"/>
      </w:pBdr>
      <w:shd w:val="pct15" w:color="auto" w:fill="FFFFFF"/>
      <w:tabs>
        <w:tab w:val="left" w:pos="-1985"/>
        <w:tab w:val="left" w:pos="567"/>
      </w:tabs>
      <w:autoSpaceDE w:val="0"/>
      <w:autoSpaceDN w:val="0"/>
      <w:jc w:val="center"/>
      <w:outlineLvl w:val="0"/>
    </w:pPr>
    <w:rPr>
      <w:b/>
      <w:bCs/>
    </w:rPr>
  </w:style>
  <w:style w:type="paragraph" w:styleId="Titre2">
    <w:name w:val="heading 2"/>
    <w:basedOn w:val="Normal"/>
    <w:next w:val="Normal"/>
    <w:link w:val="Titre2Car"/>
    <w:rsid w:val="00207C64"/>
    <w:pPr>
      <w:keepNext/>
      <w:numPr>
        <w:ilvl w:val="1"/>
        <w:numId w:val="1"/>
      </w:numPr>
      <w:outlineLvl w:val="1"/>
    </w:pPr>
    <w:rPr>
      <w:b/>
    </w:rPr>
  </w:style>
  <w:style w:type="paragraph" w:styleId="Titre3">
    <w:name w:val="heading 3"/>
    <w:basedOn w:val="Normal"/>
    <w:next w:val="Titre4"/>
    <w:rsid w:val="00125FB0"/>
    <w:pPr>
      <w:keepNext/>
      <w:numPr>
        <w:ilvl w:val="2"/>
        <w:numId w:val="1"/>
      </w:numPr>
      <w:outlineLvl w:val="2"/>
    </w:pPr>
  </w:style>
  <w:style w:type="paragraph" w:styleId="Titre4">
    <w:name w:val="heading 4"/>
    <w:basedOn w:val="Normal"/>
    <w:next w:val="Normal"/>
    <w:link w:val="Titre4Car"/>
    <w:autoRedefine/>
    <w:rsid w:val="00354EBD"/>
    <w:pPr>
      <w:numPr>
        <w:ilvl w:val="3"/>
        <w:numId w:val="1"/>
      </w:numPr>
      <w:outlineLvl w:val="3"/>
    </w:pPr>
  </w:style>
  <w:style w:type="paragraph" w:styleId="Titre5">
    <w:name w:val="heading 5"/>
    <w:basedOn w:val="Normal"/>
    <w:next w:val="Normal"/>
    <w:rsid w:val="001D6C11"/>
    <w:pPr>
      <w:keepNext/>
      <w:tabs>
        <w:tab w:val="left" w:pos="-1985"/>
      </w:tabs>
      <w:autoSpaceDE w:val="0"/>
      <w:autoSpaceDN w:val="0"/>
      <w:outlineLvl w:val="4"/>
    </w:pPr>
    <w:rPr>
      <w:rFonts w:ascii="Garamond" w:hAnsi="Garamond"/>
      <w:b/>
      <w:bCs/>
    </w:rPr>
  </w:style>
  <w:style w:type="paragraph" w:styleId="Titre6">
    <w:name w:val="heading 6"/>
    <w:basedOn w:val="Normal"/>
    <w:next w:val="Normal"/>
    <w:rsid w:val="001D6C11"/>
    <w:pPr>
      <w:keepNext/>
      <w:ind w:right="-2472"/>
      <w:outlineLvl w:val="5"/>
    </w:pPr>
    <w:rPr>
      <w:i/>
      <w:color w:val="FF0000"/>
    </w:rPr>
  </w:style>
  <w:style w:type="paragraph" w:styleId="Titre7">
    <w:name w:val="heading 7"/>
    <w:basedOn w:val="Normal"/>
    <w:next w:val="Normal"/>
    <w:rsid w:val="001D6C11"/>
    <w:pPr>
      <w:keepNext/>
      <w:tabs>
        <w:tab w:val="left" w:pos="-1985"/>
      </w:tabs>
      <w:autoSpaceDE w:val="0"/>
      <w:autoSpaceDN w:val="0"/>
      <w:jc w:val="center"/>
      <w:outlineLvl w:val="6"/>
    </w:pPr>
    <w:rPr>
      <w:b/>
      <w:bCs/>
      <w:sz w:val="28"/>
      <w:szCs w:val="28"/>
    </w:rPr>
  </w:style>
  <w:style w:type="paragraph" w:styleId="Titre8">
    <w:name w:val="heading 8"/>
    <w:basedOn w:val="Normal"/>
    <w:next w:val="Normal"/>
    <w:rsid w:val="001D6C11"/>
    <w:pPr>
      <w:keepNext/>
      <w:tabs>
        <w:tab w:val="left" w:pos="-1985"/>
      </w:tabs>
      <w:autoSpaceDE w:val="0"/>
      <w:autoSpaceDN w:val="0"/>
      <w:ind w:left="-567" w:right="-483"/>
      <w:outlineLvl w:val="7"/>
    </w:pPr>
    <w:rPr>
      <w:b/>
      <w:bCs/>
      <w:sz w:val="28"/>
      <w:szCs w:val="28"/>
    </w:rPr>
  </w:style>
  <w:style w:type="paragraph" w:styleId="Titre9">
    <w:name w:val="heading 9"/>
    <w:basedOn w:val="Normal"/>
    <w:next w:val="Normal"/>
    <w:rsid w:val="001D6C11"/>
    <w:pPr>
      <w:keepNext/>
      <w:outlineLvl w:val="8"/>
    </w:pPr>
    <w:rPr>
      <w:b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ECErepres">
    <w:name w:val="ECErepères"/>
    <w:basedOn w:val="ECEcorps"/>
    <w:qFormat/>
    <w:rsid w:val="00197F7D"/>
    <w:pPr>
      <w:jc w:val="center"/>
    </w:pPr>
    <w:rPr>
      <w:sz w:val="18"/>
      <w:szCs w:val="18"/>
    </w:rPr>
  </w:style>
  <w:style w:type="paragraph" w:customStyle="1" w:styleId="ECEappel">
    <w:name w:val="ECEappel"/>
    <w:basedOn w:val="ECEcorps"/>
    <w:qFormat/>
    <w:rsid w:val="00FB14E2"/>
    <w:pPr>
      <w:framePr w:hSpace="141" w:wrap="around" w:vAnchor="text" w:hAnchor="margin" w:xAlign="center" w:y="98"/>
      <w:jc w:val="center"/>
    </w:pPr>
    <w:rPr>
      <w:rFonts w:eastAsia="Arial Unicode MS"/>
      <w:b/>
    </w:rPr>
  </w:style>
  <w:style w:type="paragraph" w:styleId="Retraitnormal">
    <w:name w:val="Normal Indent"/>
    <w:basedOn w:val="Normal"/>
    <w:rsid w:val="001D6C11"/>
    <w:pPr>
      <w:tabs>
        <w:tab w:val="left" w:pos="-1985"/>
      </w:tabs>
      <w:autoSpaceDE w:val="0"/>
      <w:autoSpaceDN w:val="0"/>
      <w:ind w:left="708"/>
    </w:pPr>
  </w:style>
  <w:style w:type="paragraph" w:styleId="Pieddepage">
    <w:name w:val="footer"/>
    <w:basedOn w:val="Normal"/>
    <w:rsid w:val="001D6C11"/>
    <w:pPr>
      <w:tabs>
        <w:tab w:val="left" w:pos="-1985"/>
        <w:tab w:val="center" w:pos="4536"/>
        <w:tab w:val="right" w:pos="9072"/>
      </w:tabs>
      <w:autoSpaceDE w:val="0"/>
      <w:autoSpaceDN w:val="0"/>
    </w:pPr>
    <w:rPr>
      <w:sz w:val="22"/>
      <w:szCs w:val="22"/>
    </w:rPr>
  </w:style>
  <w:style w:type="paragraph" w:customStyle="1" w:styleId="remarque">
    <w:name w:val="remarque"/>
    <w:basedOn w:val="Normal"/>
    <w:rsid w:val="001D6C11"/>
    <w:pPr>
      <w:tabs>
        <w:tab w:val="left" w:pos="-1985"/>
      </w:tabs>
      <w:autoSpaceDE w:val="0"/>
      <w:autoSpaceDN w:val="0"/>
    </w:pPr>
    <w:rPr>
      <w:b/>
      <w:bCs/>
    </w:rPr>
  </w:style>
  <w:style w:type="paragraph" w:styleId="Retraitcorpsdetexte">
    <w:name w:val="Body Text Indent"/>
    <w:basedOn w:val="Normal"/>
    <w:rsid w:val="001D6C11"/>
    <w:pPr>
      <w:tabs>
        <w:tab w:val="left" w:pos="-1985"/>
      </w:tabs>
      <w:autoSpaceDE w:val="0"/>
      <w:autoSpaceDN w:val="0"/>
      <w:ind w:firstLine="426"/>
    </w:pPr>
    <w:rPr>
      <w:sz w:val="22"/>
      <w:szCs w:val="22"/>
    </w:rPr>
  </w:style>
  <w:style w:type="paragraph" w:styleId="En-tte">
    <w:name w:val="header"/>
    <w:basedOn w:val="Normal"/>
    <w:rsid w:val="001D6C11"/>
    <w:pPr>
      <w:framePr w:hSpace="142" w:wrap="auto" w:vAnchor="text" w:hAnchor="text" w:y="1"/>
      <w:tabs>
        <w:tab w:val="left" w:pos="-1985"/>
        <w:tab w:val="center" w:pos="4536"/>
        <w:tab w:val="right" w:pos="9072"/>
      </w:tabs>
      <w:autoSpaceDE w:val="0"/>
      <w:autoSpaceDN w:val="0"/>
    </w:pPr>
  </w:style>
  <w:style w:type="paragraph" w:styleId="Notedebasdepage">
    <w:name w:val="footnote text"/>
    <w:basedOn w:val="Normal"/>
    <w:semiHidden/>
    <w:rsid w:val="001D6C11"/>
  </w:style>
  <w:style w:type="paragraph" w:styleId="Sous-titre">
    <w:name w:val="Subtitle"/>
    <w:basedOn w:val="Normal"/>
    <w:rsid w:val="001D6C11"/>
    <w:pPr>
      <w:jc w:val="center"/>
    </w:pPr>
    <w:rPr>
      <w:b/>
      <w:i/>
      <w:sz w:val="28"/>
    </w:rPr>
  </w:style>
  <w:style w:type="character" w:styleId="Marquedecommentaire">
    <w:name w:val="annotation reference"/>
    <w:semiHidden/>
    <w:rsid w:val="001D6C11"/>
    <w:rPr>
      <w:sz w:val="16"/>
      <w:szCs w:val="16"/>
    </w:rPr>
  </w:style>
  <w:style w:type="paragraph" w:styleId="Commentaire">
    <w:name w:val="annotation text"/>
    <w:basedOn w:val="Normal"/>
    <w:semiHidden/>
    <w:rsid w:val="001D6C11"/>
  </w:style>
  <w:style w:type="paragraph" w:styleId="Objetducommentaire">
    <w:name w:val="annotation subject"/>
    <w:basedOn w:val="Commentaire"/>
    <w:next w:val="Commentaire"/>
    <w:semiHidden/>
    <w:rsid w:val="001D6C11"/>
    <w:rPr>
      <w:b/>
      <w:bCs/>
    </w:rPr>
  </w:style>
  <w:style w:type="paragraph" w:styleId="Textedebulles">
    <w:name w:val="Balloon Text"/>
    <w:basedOn w:val="Normal"/>
    <w:rsid w:val="001D6C11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3A04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M1">
    <w:name w:val="toc 1"/>
    <w:aliases w:val="ECEsomm1"/>
    <w:basedOn w:val="ECEcorps"/>
    <w:next w:val="Normal"/>
    <w:uiPriority w:val="39"/>
    <w:qFormat/>
    <w:rsid w:val="00CA6FD0"/>
    <w:pPr>
      <w:tabs>
        <w:tab w:val="left" w:pos="284"/>
        <w:tab w:val="right" w:leader="dot" w:pos="9628"/>
      </w:tabs>
    </w:pPr>
  </w:style>
  <w:style w:type="paragraph" w:styleId="TM2">
    <w:name w:val="toc 2"/>
    <w:aliases w:val="ECEsomm2"/>
    <w:basedOn w:val="Normal"/>
    <w:next w:val="Normal"/>
    <w:uiPriority w:val="39"/>
    <w:unhideWhenUsed/>
    <w:qFormat/>
    <w:rsid w:val="00910B6F"/>
    <w:pPr>
      <w:tabs>
        <w:tab w:val="right" w:leader="dot" w:pos="9628"/>
      </w:tabs>
      <w:spacing w:after="100" w:line="276" w:lineRule="auto"/>
      <w:ind w:left="221"/>
    </w:pPr>
    <w:rPr>
      <w:noProof/>
      <w:color w:val="auto"/>
      <w:lang w:eastAsia="en-US"/>
    </w:rPr>
  </w:style>
  <w:style w:type="paragraph" w:styleId="TM3">
    <w:name w:val="toc 3"/>
    <w:basedOn w:val="Normal"/>
    <w:next w:val="Normal"/>
    <w:autoRedefine/>
    <w:uiPriority w:val="39"/>
    <w:unhideWhenUsed/>
    <w:rsid w:val="00A20F44"/>
    <w:pPr>
      <w:tabs>
        <w:tab w:val="right" w:leader="dot" w:pos="9628"/>
      </w:tabs>
      <w:spacing w:after="100" w:line="276" w:lineRule="auto"/>
      <w:ind w:left="442"/>
    </w:pPr>
    <w:rPr>
      <w:rFonts w:ascii="Calibri" w:hAnsi="Calibri" w:cs="Times New Roman"/>
      <w:color w:val="auto"/>
      <w:sz w:val="22"/>
      <w:szCs w:val="22"/>
      <w:lang w:eastAsia="en-US"/>
    </w:rPr>
  </w:style>
  <w:style w:type="paragraph" w:customStyle="1" w:styleId="StyleGrasCentrMotifTransparenteArrire-plan2">
    <w:name w:val="Style Gras Centré Motif : Transparente (Arrière-plan 2)"/>
    <w:basedOn w:val="Normal"/>
    <w:rsid w:val="00B97EB7"/>
    <w:pPr>
      <w:shd w:val="clear" w:color="auto" w:fill="EEECE1"/>
      <w:jc w:val="center"/>
    </w:pPr>
    <w:rPr>
      <w:rFonts w:cs="Times New Roman"/>
      <w:b/>
      <w:bCs/>
    </w:rPr>
  </w:style>
  <w:style w:type="paragraph" w:customStyle="1" w:styleId="Default">
    <w:name w:val="Default"/>
    <w:uiPriority w:val="99"/>
    <w:rsid w:val="00BF76AC"/>
    <w:pPr>
      <w:autoSpaceDE w:val="0"/>
      <w:autoSpaceDN w:val="0"/>
      <w:adjustRightInd w:val="0"/>
    </w:pPr>
    <w:rPr>
      <w:rFonts w:ascii="Calibri" w:eastAsia="MS ??" w:hAnsi="Calibri" w:cs="Calibri"/>
      <w:color w:val="000000"/>
      <w:sz w:val="24"/>
      <w:szCs w:val="24"/>
    </w:rPr>
  </w:style>
  <w:style w:type="character" w:customStyle="1" w:styleId="Titre2Car">
    <w:name w:val="Titre 2 Car"/>
    <w:link w:val="Titre2"/>
    <w:rsid w:val="00BF76AC"/>
    <w:rPr>
      <w:rFonts w:ascii="Arial" w:hAnsi="Arial" w:cs="Arial"/>
      <w:b/>
      <w:color w:val="000000"/>
    </w:rPr>
  </w:style>
  <w:style w:type="paragraph" w:customStyle="1" w:styleId="ECEcorps">
    <w:name w:val="ECEcorps"/>
    <w:qFormat/>
    <w:rsid w:val="00C06213"/>
    <w:pPr>
      <w:spacing w:line="264" w:lineRule="auto"/>
      <w:jc w:val="both"/>
    </w:pPr>
    <w:rPr>
      <w:rFonts w:ascii="Arial" w:hAnsi="Arial" w:cs="Arial"/>
    </w:rPr>
  </w:style>
  <w:style w:type="paragraph" w:customStyle="1" w:styleId="ECEtitre">
    <w:name w:val="ECEtitre"/>
    <w:basedOn w:val="ECEcorps"/>
    <w:next w:val="ECEcorps"/>
    <w:qFormat/>
    <w:rsid w:val="00E2460E"/>
    <w:pPr>
      <w:autoSpaceDE w:val="0"/>
      <w:autoSpaceDN w:val="0"/>
      <w:adjustRightInd w:val="0"/>
    </w:pPr>
    <w:rPr>
      <w:b/>
      <w:u w:val="single"/>
    </w:rPr>
  </w:style>
  <w:style w:type="paragraph" w:customStyle="1" w:styleId="ECEfiche">
    <w:name w:val="ECEfiche"/>
    <w:basedOn w:val="Titre1"/>
    <w:next w:val="ECEcorps"/>
    <w:qFormat/>
    <w:rsid w:val="00A12834"/>
    <w:pPr>
      <w:numPr>
        <w:numId w:val="0"/>
      </w:numPr>
    </w:pPr>
    <w:rPr>
      <w:b w:val="0"/>
    </w:rPr>
  </w:style>
  <w:style w:type="paragraph" w:customStyle="1" w:styleId="ECErponse">
    <w:name w:val="ECEréponse"/>
    <w:basedOn w:val="ECEcorps"/>
    <w:qFormat/>
    <w:rsid w:val="00C22A4C"/>
    <w:pPr>
      <w:autoSpaceDE w:val="0"/>
      <w:autoSpaceDN w:val="0"/>
      <w:adjustRightInd w:val="0"/>
      <w:spacing w:before="240" w:line="240" w:lineRule="auto"/>
    </w:pPr>
    <w:rPr>
      <w:bCs/>
      <w:szCs w:val="22"/>
    </w:rPr>
  </w:style>
  <w:style w:type="paragraph" w:customStyle="1" w:styleId="ECEpartie">
    <w:name w:val="ECEpartie"/>
    <w:basedOn w:val="ECEcorps"/>
    <w:next w:val="ECEcorps"/>
    <w:qFormat/>
    <w:rsid w:val="00452138"/>
    <w:pPr>
      <w:numPr>
        <w:numId w:val="4"/>
      </w:numPr>
    </w:pPr>
    <w:rPr>
      <w:b/>
    </w:rPr>
  </w:style>
  <w:style w:type="paragraph" w:customStyle="1" w:styleId="ECEcoeff">
    <w:name w:val="ECEcoeff"/>
    <w:basedOn w:val="ECEcorps"/>
    <w:next w:val="ECEcorps"/>
    <w:qFormat/>
    <w:rsid w:val="0003345D"/>
    <w:rPr>
      <w:b/>
      <w:sz w:val="22"/>
      <w:szCs w:val="22"/>
    </w:rPr>
  </w:style>
  <w:style w:type="paragraph" w:customStyle="1" w:styleId="ECEbordure">
    <w:name w:val="ECEbordure"/>
    <w:basedOn w:val="ECEcorps"/>
    <w:qFormat/>
    <w:rsid w:val="00180BB9"/>
    <w:pPr>
      <w:pBdr>
        <w:top w:val="single" w:sz="12" w:space="1" w:color="auto"/>
        <w:left w:val="single" w:sz="12" w:space="4" w:color="auto"/>
        <w:bottom w:val="single" w:sz="12" w:space="1" w:color="auto"/>
        <w:right w:val="single" w:sz="12" w:space="4" w:color="auto"/>
      </w:pBdr>
      <w:ind w:left="284" w:right="281"/>
    </w:pPr>
  </w:style>
  <w:style w:type="paragraph" w:customStyle="1" w:styleId="ECEsommaire">
    <w:name w:val="ECEsommaire"/>
    <w:basedOn w:val="ECEcorps"/>
    <w:qFormat/>
    <w:rsid w:val="0060508C"/>
    <w:pPr>
      <w:jc w:val="center"/>
    </w:pPr>
    <w:rPr>
      <w:b/>
      <w:sz w:val="24"/>
      <w:szCs w:val="24"/>
    </w:rPr>
  </w:style>
  <w:style w:type="paragraph" w:customStyle="1" w:styleId="ECEpuce1">
    <w:name w:val="ECEpuce1"/>
    <w:basedOn w:val="ECEcorps"/>
    <w:qFormat/>
    <w:rsid w:val="0060508C"/>
    <w:pPr>
      <w:numPr>
        <w:numId w:val="2"/>
      </w:numPr>
    </w:pPr>
    <w:rPr>
      <w:rFonts w:eastAsia="Arial Unicode MS"/>
      <w:bCs/>
      <w:iCs/>
    </w:rPr>
  </w:style>
  <w:style w:type="paragraph" w:customStyle="1" w:styleId="ECEpuce2">
    <w:name w:val="ECEpuce2"/>
    <w:basedOn w:val="ECEcorps"/>
    <w:qFormat/>
    <w:rsid w:val="0060508C"/>
    <w:pPr>
      <w:numPr>
        <w:ilvl w:val="2"/>
        <w:numId w:val="2"/>
      </w:numPr>
      <w:ind w:left="1491" w:hanging="357"/>
    </w:pPr>
    <w:rPr>
      <w:rFonts w:eastAsia="Arial Unicode MS"/>
      <w:bCs/>
      <w:iCs/>
    </w:rPr>
  </w:style>
  <w:style w:type="paragraph" w:styleId="TM4">
    <w:name w:val="toc 4"/>
    <w:basedOn w:val="Normal"/>
    <w:next w:val="Normal"/>
    <w:autoRedefine/>
    <w:uiPriority w:val="39"/>
    <w:unhideWhenUsed/>
    <w:rsid w:val="00943326"/>
    <w:pPr>
      <w:ind w:left="600"/>
    </w:pPr>
  </w:style>
  <w:style w:type="paragraph" w:styleId="TM5">
    <w:name w:val="toc 5"/>
    <w:basedOn w:val="Normal"/>
    <w:next w:val="Normal"/>
    <w:autoRedefine/>
    <w:uiPriority w:val="39"/>
    <w:unhideWhenUsed/>
    <w:rsid w:val="00943326"/>
    <w:pPr>
      <w:ind w:left="800"/>
    </w:pPr>
  </w:style>
  <w:style w:type="paragraph" w:styleId="TM6">
    <w:name w:val="toc 6"/>
    <w:basedOn w:val="Normal"/>
    <w:next w:val="Normal"/>
    <w:autoRedefine/>
    <w:uiPriority w:val="39"/>
    <w:unhideWhenUsed/>
    <w:rsid w:val="00943326"/>
    <w:pPr>
      <w:ind w:left="1000"/>
    </w:pPr>
  </w:style>
  <w:style w:type="paragraph" w:styleId="TM7">
    <w:name w:val="toc 7"/>
    <w:basedOn w:val="Normal"/>
    <w:next w:val="Normal"/>
    <w:autoRedefine/>
    <w:uiPriority w:val="39"/>
    <w:unhideWhenUsed/>
    <w:rsid w:val="00943326"/>
    <w:pPr>
      <w:ind w:left="1200"/>
    </w:pPr>
  </w:style>
  <w:style w:type="paragraph" w:styleId="TM8">
    <w:name w:val="toc 8"/>
    <w:basedOn w:val="Normal"/>
    <w:next w:val="Normal"/>
    <w:autoRedefine/>
    <w:uiPriority w:val="39"/>
    <w:unhideWhenUsed/>
    <w:rsid w:val="00943326"/>
    <w:pPr>
      <w:ind w:left="1400"/>
    </w:pPr>
  </w:style>
  <w:style w:type="paragraph" w:styleId="TM9">
    <w:name w:val="toc 9"/>
    <w:basedOn w:val="Normal"/>
    <w:next w:val="Normal"/>
    <w:autoRedefine/>
    <w:uiPriority w:val="39"/>
    <w:unhideWhenUsed/>
    <w:rsid w:val="00943326"/>
    <w:pPr>
      <w:ind w:left="1600"/>
    </w:pPr>
  </w:style>
  <w:style w:type="character" w:styleId="lev">
    <w:name w:val="Strong"/>
    <w:basedOn w:val="Policepardfaut"/>
    <w:uiPriority w:val="22"/>
    <w:qFormat/>
    <w:rsid w:val="002F2D1F"/>
    <w:rPr>
      <w:b/>
      <w:bCs/>
    </w:rPr>
  </w:style>
  <w:style w:type="character" w:styleId="Lienhypertexte">
    <w:name w:val="Hyperlink"/>
    <w:basedOn w:val="Policepardfaut"/>
    <w:uiPriority w:val="99"/>
    <w:unhideWhenUsed/>
    <w:rsid w:val="006E58C8"/>
    <w:rPr>
      <w:color w:val="0000FF" w:themeColor="hyperlink"/>
      <w:u w:val="single"/>
    </w:rPr>
  </w:style>
  <w:style w:type="paragraph" w:styleId="Corpsdetexte">
    <w:name w:val="Body Text"/>
    <w:basedOn w:val="Normal"/>
    <w:link w:val="CorpsdetexteCar"/>
    <w:uiPriority w:val="99"/>
    <w:semiHidden/>
    <w:unhideWhenUsed/>
    <w:rsid w:val="001A1E31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1A1E31"/>
    <w:rPr>
      <w:rFonts w:ascii="Arial" w:hAnsi="Arial" w:cs="Arial"/>
      <w:color w:val="000000"/>
    </w:rPr>
  </w:style>
  <w:style w:type="paragraph" w:styleId="Retraitcorpsdetexte2">
    <w:name w:val="Body Text Indent 2"/>
    <w:basedOn w:val="Normal"/>
    <w:link w:val="Retraitcorpsdetexte2Car"/>
    <w:uiPriority w:val="99"/>
    <w:semiHidden/>
    <w:unhideWhenUsed/>
    <w:rsid w:val="00E12A08"/>
    <w:pPr>
      <w:spacing w:after="120" w:line="480" w:lineRule="auto"/>
      <w:ind w:left="283"/>
    </w:pPr>
  </w:style>
  <w:style w:type="character" w:customStyle="1" w:styleId="Retraitcorpsdetexte2Car">
    <w:name w:val="Retrait corps de texte 2 Car"/>
    <w:basedOn w:val="Policepardfaut"/>
    <w:link w:val="Retraitcorpsdetexte2"/>
    <w:uiPriority w:val="99"/>
    <w:semiHidden/>
    <w:rsid w:val="00E12A08"/>
    <w:rPr>
      <w:rFonts w:ascii="Arial" w:hAnsi="Arial" w:cs="Arial"/>
      <w:color w:val="000000"/>
    </w:rPr>
  </w:style>
  <w:style w:type="character" w:styleId="Textedelespacerserv">
    <w:name w:val="Placeholder Text"/>
    <w:basedOn w:val="Policepardfaut"/>
    <w:uiPriority w:val="99"/>
    <w:unhideWhenUsed/>
    <w:rsid w:val="00403CAB"/>
    <w:rPr>
      <w:color w:val="808080"/>
    </w:rPr>
  </w:style>
  <w:style w:type="character" w:styleId="Numrodeligne">
    <w:name w:val="line number"/>
    <w:basedOn w:val="Policepardfaut"/>
    <w:uiPriority w:val="99"/>
    <w:semiHidden/>
    <w:unhideWhenUsed/>
    <w:rsid w:val="00A77278"/>
  </w:style>
  <w:style w:type="character" w:customStyle="1" w:styleId="Titre4Car">
    <w:name w:val="Titre 4 Car"/>
    <w:basedOn w:val="Policepardfaut"/>
    <w:link w:val="Titre4"/>
    <w:rsid w:val="00FF484C"/>
    <w:rPr>
      <w:rFonts w:ascii="Arial" w:hAnsi="Arial" w:cs="Arial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289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23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22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068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053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621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Fichiers%20perso\Mes%20documents\Dropbox\FG\ECE%20commission\Maquettes\2015%2005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2B85479-8AAB-4851-86D5-F3C14F1282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2015 05</Template>
  <TotalTime>13</TotalTime>
  <Pages>6</Pages>
  <Words>1333</Words>
  <Characters>9347</Characters>
  <Application>Microsoft Office Word</Application>
  <DocSecurity>0</DocSecurity>
  <Lines>77</Lines>
  <Paragraphs>21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ECE</vt:lpstr>
    </vt:vector>
  </TitlesOfParts>
  <Company/>
  <LinksUpToDate>false</LinksUpToDate>
  <CharactersWithSpaces>10659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</dc:title>
  <cp:revision>7</cp:revision>
  <cp:lastPrinted>2020-11-24T18:20:00Z</cp:lastPrinted>
  <dcterms:created xsi:type="dcterms:W3CDTF">2022-11-16T15:11:00Z</dcterms:created>
  <dcterms:modified xsi:type="dcterms:W3CDTF">2023-11-21T13:49:00Z</dcterms:modified>
</cp:coreProperties>
</file>