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94D21" w14:textId="77777777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6710C041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08AC7294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5AB45FFF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54D3975F" w14:textId="77777777" w:rsidR="00A12834" w:rsidRPr="0060508C" w:rsidRDefault="00A12834" w:rsidP="0060508C">
      <w:pPr>
        <w:pStyle w:val="ECEbordure"/>
        <w:jc w:val="center"/>
      </w:pPr>
    </w:p>
    <w:p w14:paraId="5462FA44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7427EBF9" w14:textId="77777777" w:rsidR="00A12834" w:rsidRPr="0060508C" w:rsidRDefault="00A12834" w:rsidP="0060508C">
      <w:pPr>
        <w:pStyle w:val="ECEbordure"/>
        <w:jc w:val="center"/>
      </w:pPr>
    </w:p>
    <w:p w14:paraId="3A94B787" w14:textId="77777777" w:rsidR="0008058B" w:rsidRDefault="0008058B" w:rsidP="008A2C45">
      <w:pPr>
        <w:pStyle w:val="ECEcorps"/>
      </w:pPr>
    </w:p>
    <w:p w14:paraId="76518A7C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313AAC16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23F9F060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E89758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2002CC29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5EF56C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4BE39DA5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8758EF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516B9C4B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7D06D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762397AF" w14:textId="77777777" w:rsidR="00E26870" w:rsidRDefault="00E26870" w:rsidP="00E26870">
      <w:pPr>
        <w:pStyle w:val="ECEcorps"/>
      </w:pPr>
    </w:p>
    <w:p w14:paraId="4E7EFF1F" w14:textId="26666C62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2C296B">
        <w:rPr>
          <w:b/>
        </w:rPr>
        <w:t>quatre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790E2D7D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2FF3FD76" w14:textId="77777777" w:rsidR="00E26870" w:rsidRDefault="00E26870" w:rsidP="00E26870">
      <w:pPr>
        <w:pStyle w:val="ECEbordure"/>
      </w:pPr>
    </w:p>
    <w:p w14:paraId="3E4F64D2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06DB94AC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30E34FCB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1B78F943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0AFF4301" w14:textId="77777777" w:rsidR="00E26870" w:rsidRDefault="00E26870" w:rsidP="00E26870">
      <w:pPr>
        <w:pStyle w:val="ECEcorps"/>
        <w:rPr>
          <w:u w:val="single"/>
        </w:rPr>
      </w:pPr>
    </w:p>
    <w:p w14:paraId="7DBA31A9" w14:textId="77777777" w:rsidR="003A114B" w:rsidRPr="00545715" w:rsidRDefault="003A114B" w:rsidP="00E26870">
      <w:pPr>
        <w:pStyle w:val="ECEcorps"/>
        <w:rPr>
          <w:u w:val="single"/>
        </w:rPr>
      </w:pPr>
    </w:p>
    <w:p w14:paraId="6B10185A" w14:textId="77777777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63832D8E" w14:textId="77777777" w:rsidR="00E26870" w:rsidRPr="00545715" w:rsidRDefault="00E26870" w:rsidP="00E26870">
      <w:pPr>
        <w:pStyle w:val="ECEcorps"/>
        <w:rPr>
          <w:u w:val="single"/>
        </w:rPr>
      </w:pPr>
    </w:p>
    <w:p w14:paraId="3A7779FA" w14:textId="3F517E1B" w:rsidR="00F3735F" w:rsidRDefault="00404795" w:rsidP="00E26870">
      <w:pPr>
        <w:pStyle w:val="ECEcorps"/>
      </w:pPr>
      <w:r>
        <w:t>Un générateur</w:t>
      </w:r>
      <w:r w:rsidR="004D0274">
        <w:t xml:space="preserve"> électrochimique est un générateur qui transforme l'énergie chimique</w:t>
      </w:r>
      <w:r w:rsidR="00BD4BA3">
        <w:t xml:space="preserve"> produite</w:t>
      </w:r>
      <w:r w:rsidR="004D0274">
        <w:t xml:space="preserve"> par une réaction d’oxydoréduction spontanée en énergie électrique.</w:t>
      </w:r>
    </w:p>
    <w:p w14:paraId="148F3A0C" w14:textId="77777777" w:rsidR="00F3735F" w:rsidRDefault="00F3735F" w:rsidP="00E26870">
      <w:pPr>
        <w:pStyle w:val="ECEcorps"/>
      </w:pPr>
    </w:p>
    <w:p w14:paraId="4234E683" w14:textId="4F175BB4" w:rsidR="00F3735F" w:rsidRDefault="00F3735F" w:rsidP="00E26870">
      <w:pPr>
        <w:pStyle w:val="ECEcorps"/>
      </w:pPr>
      <w:r>
        <w:t>La</w:t>
      </w:r>
      <w:r w:rsidR="00301498">
        <w:t xml:space="preserve"> tension </w:t>
      </w:r>
      <w:r w:rsidR="00BD4BA3">
        <w:t xml:space="preserve">à vide </w:t>
      </w:r>
      <w:r w:rsidR="00404795">
        <w:t>de ce générateur</w:t>
      </w:r>
      <w:r w:rsidR="002C296B">
        <w:t xml:space="preserve"> </w:t>
      </w:r>
      <w:r w:rsidR="00BD4BA3">
        <w:t xml:space="preserve">(c’est-à-dire lorsqu’il </w:t>
      </w:r>
      <w:r w:rsidR="002C296B">
        <w:t>ne débite pas de courant</w:t>
      </w:r>
      <w:r w:rsidR="00BD4BA3">
        <w:t>), aussi appelée</w:t>
      </w:r>
      <w:r w:rsidR="005739A7">
        <w:t xml:space="preserve"> </w:t>
      </w:r>
      <w:r w:rsidR="00404795">
        <w:t>force électromotrice</w:t>
      </w:r>
      <w:r w:rsidR="00BD4BA3">
        <w:t>,</w:t>
      </w:r>
      <w:r w:rsidR="00404795">
        <w:t xml:space="preserve"> est caractéristique d’un générateur électrochimique</w:t>
      </w:r>
      <w:r>
        <w:t xml:space="preserve">, siège d’une </w:t>
      </w:r>
      <w:r w:rsidR="00C41C50">
        <w:t>transformation</w:t>
      </w:r>
      <w:r>
        <w:t xml:space="preserve"> chimique </w:t>
      </w:r>
      <w:r w:rsidR="00BD4BA3">
        <w:t>spécifique</w:t>
      </w:r>
      <w:r w:rsidR="00185F94">
        <w:t>.</w:t>
      </w:r>
      <w:r>
        <w:t xml:space="preserve"> La </w:t>
      </w:r>
      <w:r w:rsidR="00185F94">
        <w:t>tension</w:t>
      </w:r>
      <w:r>
        <w:t xml:space="preserve"> va donc dépendre des couples </w:t>
      </w:r>
      <w:r w:rsidR="00BD4BA3">
        <w:t>d’oxydoréduction</w:t>
      </w:r>
      <w:r>
        <w:t xml:space="preserve"> </w:t>
      </w:r>
      <w:r w:rsidR="00FB64AF">
        <w:t>impliqués dans la transformation</w:t>
      </w:r>
      <w:r w:rsidR="00FD10FE">
        <w:t>, mais</w:t>
      </w:r>
      <w:r>
        <w:t xml:space="preserve"> également de</w:t>
      </w:r>
      <w:r w:rsidR="00BD4BA3">
        <w:t>s</w:t>
      </w:r>
      <w:r w:rsidR="005739A7">
        <w:t xml:space="preserve"> </w:t>
      </w:r>
      <w:r>
        <w:t>concentration</w:t>
      </w:r>
      <w:r w:rsidR="00BD4BA3">
        <w:t>s</w:t>
      </w:r>
      <w:r>
        <w:t xml:space="preserve"> des espèces </w:t>
      </w:r>
      <w:r w:rsidR="00BD4BA3">
        <w:t xml:space="preserve">chimiques </w:t>
      </w:r>
      <w:r>
        <w:t>mises en jeu.</w:t>
      </w:r>
    </w:p>
    <w:p w14:paraId="1D501406" w14:textId="77777777" w:rsidR="001051B8" w:rsidRDefault="001051B8" w:rsidP="00E26870">
      <w:pPr>
        <w:pStyle w:val="ECEcorps"/>
      </w:pPr>
    </w:p>
    <w:p w14:paraId="027C107A" w14:textId="77777777" w:rsidR="00F3735F" w:rsidRDefault="00F3735F" w:rsidP="00E26870">
      <w:pPr>
        <w:pStyle w:val="ECEcorps"/>
      </w:pPr>
    </w:p>
    <w:p w14:paraId="6C90C679" w14:textId="74EBE51F"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 w:rsidR="003E2CC3">
        <w:rPr>
          <w:b/>
          <w:i/>
          <w:sz w:val="24"/>
        </w:rPr>
        <w:t xml:space="preserve"> déterminer la concentration d’une solution de </w:t>
      </w:r>
      <w:proofErr w:type="spellStart"/>
      <w:r w:rsidR="003E2CC3">
        <w:rPr>
          <w:b/>
          <w:i/>
          <w:sz w:val="24"/>
        </w:rPr>
        <w:t>diiode</w:t>
      </w:r>
      <w:proofErr w:type="spellEnd"/>
      <w:r w:rsidR="003E2CC3">
        <w:rPr>
          <w:b/>
          <w:i/>
          <w:sz w:val="24"/>
        </w:rPr>
        <w:t xml:space="preserve"> afin de calculer la valeur théorique de la </w:t>
      </w:r>
      <w:r w:rsidR="00FD10FE">
        <w:rPr>
          <w:b/>
          <w:i/>
          <w:sz w:val="24"/>
        </w:rPr>
        <w:t>tension</w:t>
      </w:r>
      <w:r w:rsidR="00404795">
        <w:rPr>
          <w:b/>
          <w:i/>
          <w:sz w:val="24"/>
        </w:rPr>
        <w:t xml:space="preserve"> </w:t>
      </w:r>
      <w:r w:rsidR="00BD4BA3">
        <w:rPr>
          <w:b/>
          <w:i/>
          <w:sz w:val="24"/>
        </w:rPr>
        <w:t xml:space="preserve">à vide </w:t>
      </w:r>
      <w:r w:rsidR="00404795">
        <w:rPr>
          <w:b/>
          <w:i/>
          <w:sz w:val="24"/>
        </w:rPr>
        <w:t>d’un générateur électrochimique</w:t>
      </w:r>
      <w:r w:rsidR="003E2CC3">
        <w:rPr>
          <w:b/>
          <w:i/>
          <w:sz w:val="24"/>
        </w:rPr>
        <w:t xml:space="preserve"> et de la comparer à la valeur </w:t>
      </w:r>
      <w:r w:rsidR="00BD4BA3">
        <w:rPr>
          <w:b/>
          <w:i/>
          <w:sz w:val="24"/>
        </w:rPr>
        <w:t xml:space="preserve">mesurée </w:t>
      </w:r>
      <w:r w:rsidR="003E2CC3">
        <w:rPr>
          <w:b/>
          <w:i/>
          <w:sz w:val="24"/>
        </w:rPr>
        <w:t>expérimentale</w:t>
      </w:r>
      <w:r w:rsidR="00BD4BA3">
        <w:rPr>
          <w:b/>
          <w:i/>
          <w:sz w:val="24"/>
        </w:rPr>
        <w:t>ment</w:t>
      </w:r>
      <w:r w:rsidR="003E2CC3">
        <w:rPr>
          <w:b/>
          <w:i/>
          <w:sz w:val="24"/>
        </w:rPr>
        <w:t xml:space="preserve">. </w:t>
      </w:r>
    </w:p>
    <w:p w14:paraId="091B0BF8" w14:textId="77777777" w:rsidR="00C60969" w:rsidRDefault="00C60969" w:rsidP="00E26870">
      <w:pPr>
        <w:pStyle w:val="ECEcorps"/>
      </w:pPr>
    </w:p>
    <w:p w14:paraId="6DA6E4CF" w14:textId="77777777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36A4D07C" w14:textId="77777777" w:rsidR="00585877" w:rsidRDefault="00585877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6BDF057A" w14:textId="77777777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65E210C1" w14:textId="77777777" w:rsidR="00C60969" w:rsidRPr="00545715" w:rsidRDefault="00C60969" w:rsidP="00E26870">
      <w:pPr>
        <w:pStyle w:val="ECEcorps"/>
      </w:pPr>
    </w:p>
    <w:p w14:paraId="2CA9AAA2" w14:textId="3DBB1C3D" w:rsidR="003A114B" w:rsidRDefault="00A631A9" w:rsidP="00864682">
      <w:pPr>
        <w:pStyle w:val="ECEtitre"/>
        <w:rPr>
          <w:b w:val="0"/>
          <w:bCs/>
          <w:sz w:val="24"/>
          <w:szCs w:val="24"/>
          <w:u w:val="none"/>
        </w:rPr>
      </w:pPr>
      <w:r>
        <w:rPr>
          <w:sz w:val="24"/>
          <w:szCs w:val="24"/>
        </w:rPr>
        <w:t>Constitution du générateur</w:t>
      </w:r>
      <w:r w:rsidR="00BE4248">
        <w:rPr>
          <w:sz w:val="24"/>
          <w:szCs w:val="24"/>
        </w:rPr>
        <w:t xml:space="preserve"> électrochi</w:t>
      </w:r>
      <w:r w:rsidR="00BE4248" w:rsidRPr="00BE4248">
        <w:rPr>
          <w:sz w:val="24"/>
          <w:szCs w:val="24"/>
        </w:rPr>
        <w:t>mique</w:t>
      </w:r>
    </w:p>
    <w:p w14:paraId="23A69747" w14:textId="426002AB" w:rsidR="00E53EB8" w:rsidRDefault="00BE4248" w:rsidP="003A114B">
      <w:pPr>
        <w:pStyle w:val="ECEcorps"/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D67202" wp14:editId="23BABD9E">
                <wp:simplePos x="0" y="0"/>
                <wp:positionH relativeFrom="margin">
                  <wp:align>center</wp:align>
                </wp:positionH>
                <wp:positionV relativeFrom="paragraph">
                  <wp:posOffset>63409</wp:posOffset>
                </wp:positionV>
                <wp:extent cx="6209937" cy="1831340"/>
                <wp:effectExtent l="0" t="0" r="635" b="1651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9937" cy="1831340"/>
                          <a:chOff x="0" y="0"/>
                          <a:chExt cx="6209937" cy="1831340"/>
                        </a:xfrm>
                      </wpg:grpSpPr>
                      <wps:wsp>
                        <wps:cNvPr id="7" name="Forme libre : forme 7"/>
                        <wps:cNvSpPr/>
                        <wps:spPr>
                          <a:xfrm>
                            <a:off x="2407920" y="563880"/>
                            <a:ext cx="1348740" cy="1021080"/>
                          </a:xfrm>
                          <a:custGeom>
                            <a:avLst/>
                            <a:gdLst>
                              <a:gd name="connsiteX0" fmla="*/ 0 w 2057400"/>
                              <a:gd name="connsiteY0" fmla="*/ 1021080 h 1021080"/>
                              <a:gd name="connsiteX1" fmla="*/ 15240 w 2057400"/>
                              <a:gd name="connsiteY1" fmla="*/ 0 h 1021080"/>
                              <a:gd name="connsiteX2" fmla="*/ 2057400 w 2057400"/>
                              <a:gd name="connsiteY2" fmla="*/ 15240 h 1021080"/>
                              <a:gd name="connsiteX3" fmla="*/ 2049780 w 2057400"/>
                              <a:gd name="connsiteY3" fmla="*/ 1021080 h 1021080"/>
                              <a:gd name="connsiteX4" fmla="*/ 2049780 w 2057400"/>
                              <a:gd name="connsiteY4" fmla="*/ 1021080 h 1021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57400" h="1021080">
                                <a:moveTo>
                                  <a:pt x="0" y="1021080"/>
                                </a:moveTo>
                                <a:lnTo>
                                  <a:pt x="15240" y="0"/>
                                </a:lnTo>
                                <a:lnTo>
                                  <a:pt x="2057400" y="15240"/>
                                </a:lnTo>
                                <a:lnTo>
                                  <a:pt x="2049780" y="1021080"/>
                                </a:lnTo>
                                <a:lnTo>
                                  <a:pt x="2049780" y="102108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209937" cy="1831340"/>
                            <a:chOff x="0" y="0"/>
                            <a:chExt cx="6209937" cy="1831340"/>
                          </a:xfrm>
                        </wpg:grpSpPr>
                        <wps:wsp>
                          <wps:cNvPr id="4" name="Forme libre : forme 4"/>
                          <wps:cNvSpPr/>
                          <wps:spPr>
                            <a:xfrm>
                              <a:off x="1620520" y="756920"/>
                              <a:ext cx="1120140" cy="1074420"/>
                            </a:xfrm>
                            <a:custGeom>
                              <a:avLst/>
                              <a:gdLst>
                                <a:gd name="connsiteX0" fmla="*/ 0 w 1120140"/>
                                <a:gd name="connsiteY0" fmla="*/ 0 h 1059180"/>
                                <a:gd name="connsiteX1" fmla="*/ 175260 w 1120140"/>
                                <a:gd name="connsiteY1" fmla="*/ 99060 h 1059180"/>
                                <a:gd name="connsiteX2" fmla="*/ 152400 w 1120140"/>
                                <a:gd name="connsiteY2" fmla="*/ 1043940 h 1059180"/>
                                <a:gd name="connsiteX3" fmla="*/ 1097280 w 1120140"/>
                                <a:gd name="connsiteY3" fmla="*/ 1059180 h 1059180"/>
                                <a:gd name="connsiteX4" fmla="*/ 1120140 w 1120140"/>
                                <a:gd name="connsiteY4" fmla="*/ 15240 h 1059180"/>
                                <a:gd name="connsiteX5" fmla="*/ 1120140 w 1120140"/>
                                <a:gd name="connsiteY5" fmla="*/ 15240 h 1059180"/>
                                <a:gd name="connsiteX6" fmla="*/ 1120140 w 1120140"/>
                                <a:gd name="connsiteY6" fmla="*/ 15240 h 1059180"/>
                                <a:gd name="connsiteX0" fmla="*/ 0 w 1120140"/>
                                <a:gd name="connsiteY0" fmla="*/ 0 h 1066800"/>
                                <a:gd name="connsiteX1" fmla="*/ 175260 w 1120140"/>
                                <a:gd name="connsiteY1" fmla="*/ 99060 h 1066800"/>
                                <a:gd name="connsiteX2" fmla="*/ 152400 w 1120140"/>
                                <a:gd name="connsiteY2" fmla="*/ 1043940 h 1066800"/>
                                <a:gd name="connsiteX3" fmla="*/ 1112520 w 1120140"/>
                                <a:gd name="connsiteY3" fmla="*/ 1066800 h 1066800"/>
                                <a:gd name="connsiteX4" fmla="*/ 1120140 w 1120140"/>
                                <a:gd name="connsiteY4" fmla="*/ 15240 h 1066800"/>
                                <a:gd name="connsiteX5" fmla="*/ 1120140 w 1120140"/>
                                <a:gd name="connsiteY5" fmla="*/ 15240 h 1066800"/>
                                <a:gd name="connsiteX6" fmla="*/ 1120140 w 1120140"/>
                                <a:gd name="connsiteY6" fmla="*/ 15240 h 1066800"/>
                                <a:gd name="connsiteX0" fmla="*/ 0 w 1120140"/>
                                <a:gd name="connsiteY0" fmla="*/ 0 h 1074420"/>
                                <a:gd name="connsiteX1" fmla="*/ 175260 w 1120140"/>
                                <a:gd name="connsiteY1" fmla="*/ 99060 h 1074420"/>
                                <a:gd name="connsiteX2" fmla="*/ 152400 w 1120140"/>
                                <a:gd name="connsiteY2" fmla="*/ 1043940 h 1074420"/>
                                <a:gd name="connsiteX3" fmla="*/ 1097280 w 1120140"/>
                                <a:gd name="connsiteY3" fmla="*/ 1074420 h 1074420"/>
                                <a:gd name="connsiteX4" fmla="*/ 1120140 w 1120140"/>
                                <a:gd name="connsiteY4" fmla="*/ 15240 h 1074420"/>
                                <a:gd name="connsiteX5" fmla="*/ 1120140 w 1120140"/>
                                <a:gd name="connsiteY5" fmla="*/ 15240 h 1074420"/>
                                <a:gd name="connsiteX6" fmla="*/ 1120140 w 1120140"/>
                                <a:gd name="connsiteY6" fmla="*/ 15240 h 1074420"/>
                                <a:gd name="connsiteX0" fmla="*/ 0 w 1120140"/>
                                <a:gd name="connsiteY0" fmla="*/ 0 h 1074420"/>
                                <a:gd name="connsiteX1" fmla="*/ 175260 w 1120140"/>
                                <a:gd name="connsiteY1" fmla="*/ 99060 h 1074420"/>
                                <a:gd name="connsiteX2" fmla="*/ 160020 w 1120140"/>
                                <a:gd name="connsiteY2" fmla="*/ 1066800 h 1074420"/>
                                <a:gd name="connsiteX3" fmla="*/ 1097280 w 1120140"/>
                                <a:gd name="connsiteY3" fmla="*/ 1074420 h 1074420"/>
                                <a:gd name="connsiteX4" fmla="*/ 1120140 w 1120140"/>
                                <a:gd name="connsiteY4" fmla="*/ 15240 h 1074420"/>
                                <a:gd name="connsiteX5" fmla="*/ 1120140 w 1120140"/>
                                <a:gd name="connsiteY5" fmla="*/ 15240 h 1074420"/>
                                <a:gd name="connsiteX6" fmla="*/ 1120140 w 1120140"/>
                                <a:gd name="connsiteY6" fmla="*/ 15240 h 1074420"/>
                                <a:gd name="connsiteX0" fmla="*/ 0 w 1120140"/>
                                <a:gd name="connsiteY0" fmla="*/ 0 h 1074420"/>
                                <a:gd name="connsiteX1" fmla="*/ 175260 w 1120140"/>
                                <a:gd name="connsiteY1" fmla="*/ 99060 h 1074420"/>
                                <a:gd name="connsiteX2" fmla="*/ 160020 w 1120140"/>
                                <a:gd name="connsiteY2" fmla="*/ 1066800 h 1074420"/>
                                <a:gd name="connsiteX3" fmla="*/ 1112520 w 1120140"/>
                                <a:gd name="connsiteY3" fmla="*/ 1074420 h 1074420"/>
                                <a:gd name="connsiteX4" fmla="*/ 1120140 w 1120140"/>
                                <a:gd name="connsiteY4" fmla="*/ 15240 h 1074420"/>
                                <a:gd name="connsiteX5" fmla="*/ 1120140 w 1120140"/>
                                <a:gd name="connsiteY5" fmla="*/ 15240 h 1074420"/>
                                <a:gd name="connsiteX6" fmla="*/ 1120140 w 1120140"/>
                                <a:gd name="connsiteY6" fmla="*/ 15240 h 1074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20140" h="1074420">
                                  <a:moveTo>
                                    <a:pt x="0" y="0"/>
                                  </a:moveTo>
                                  <a:lnTo>
                                    <a:pt x="175260" y="99060"/>
                                  </a:lnTo>
                                  <a:lnTo>
                                    <a:pt x="160020" y="1066800"/>
                                  </a:lnTo>
                                  <a:lnTo>
                                    <a:pt x="1112520" y="1074420"/>
                                  </a:lnTo>
                                  <a:lnTo>
                                    <a:pt x="1120140" y="15240"/>
                                  </a:lnTo>
                                  <a:lnTo>
                                    <a:pt x="1120140" y="15240"/>
                                  </a:lnTo>
                                  <a:lnTo>
                                    <a:pt x="1120140" y="15240"/>
                                  </a:ln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Forme libre : forme 5"/>
                          <wps:cNvSpPr/>
                          <wps:spPr>
                            <a:xfrm>
                              <a:off x="3373120" y="756920"/>
                              <a:ext cx="1120140" cy="1074420"/>
                            </a:xfrm>
                            <a:custGeom>
                              <a:avLst/>
                              <a:gdLst>
                                <a:gd name="connsiteX0" fmla="*/ 0 w 1120140"/>
                                <a:gd name="connsiteY0" fmla="*/ 0 h 1059180"/>
                                <a:gd name="connsiteX1" fmla="*/ 175260 w 1120140"/>
                                <a:gd name="connsiteY1" fmla="*/ 99060 h 1059180"/>
                                <a:gd name="connsiteX2" fmla="*/ 152400 w 1120140"/>
                                <a:gd name="connsiteY2" fmla="*/ 1043940 h 1059180"/>
                                <a:gd name="connsiteX3" fmla="*/ 1097280 w 1120140"/>
                                <a:gd name="connsiteY3" fmla="*/ 1059180 h 1059180"/>
                                <a:gd name="connsiteX4" fmla="*/ 1120140 w 1120140"/>
                                <a:gd name="connsiteY4" fmla="*/ 15240 h 1059180"/>
                                <a:gd name="connsiteX5" fmla="*/ 1120140 w 1120140"/>
                                <a:gd name="connsiteY5" fmla="*/ 15240 h 1059180"/>
                                <a:gd name="connsiteX6" fmla="*/ 1120140 w 1120140"/>
                                <a:gd name="connsiteY6" fmla="*/ 15240 h 1059180"/>
                                <a:gd name="connsiteX0" fmla="*/ 0 w 1120140"/>
                                <a:gd name="connsiteY0" fmla="*/ 0 h 1066800"/>
                                <a:gd name="connsiteX1" fmla="*/ 175260 w 1120140"/>
                                <a:gd name="connsiteY1" fmla="*/ 99060 h 1066800"/>
                                <a:gd name="connsiteX2" fmla="*/ 152400 w 1120140"/>
                                <a:gd name="connsiteY2" fmla="*/ 1043940 h 1066800"/>
                                <a:gd name="connsiteX3" fmla="*/ 1112520 w 1120140"/>
                                <a:gd name="connsiteY3" fmla="*/ 1066800 h 1066800"/>
                                <a:gd name="connsiteX4" fmla="*/ 1120140 w 1120140"/>
                                <a:gd name="connsiteY4" fmla="*/ 15240 h 1066800"/>
                                <a:gd name="connsiteX5" fmla="*/ 1120140 w 1120140"/>
                                <a:gd name="connsiteY5" fmla="*/ 15240 h 1066800"/>
                                <a:gd name="connsiteX6" fmla="*/ 1120140 w 1120140"/>
                                <a:gd name="connsiteY6" fmla="*/ 15240 h 1066800"/>
                                <a:gd name="connsiteX0" fmla="*/ 0 w 1120140"/>
                                <a:gd name="connsiteY0" fmla="*/ 0 h 1074420"/>
                                <a:gd name="connsiteX1" fmla="*/ 175260 w 1120140"/>
                                <a:gd name="connsiteY1" fmla="*/ 99060 h 1074420"/>
                                <a:gd name="connsiteX2" fmla="*/ 152400 w 1120140"/>
                                <a:gd name="connsiteY2" fmla="*/ 1043940 h 1074420"/>
                                <a:gd name="connsiteX3" fmla="*/ 1097280 w 1120140"/>
                                <a:gd name="connsiteY3" fmla="*/ 1074420 h 1074420"/>
                                <a:gd name="connsiteX4" fmla="*/ 1120140 w 1120140"/>
                                <a:gd name="connsiteY4" fmla="*/ 15240 h 1074420"/>
                                <a:gd name="connsiteX5" fmla="*/ 1120140 w 1120140"/>
                                <a:gd name="connsiteY5" fmla="*/ 15240 h 1074420"/>
                                <a:gd name="connsiteX6" fmla="*/ 1120140 w 1120140"/>
                                <a:gd name="connsiteY6" fmla="*/ 15240 h 1074420"/>
                                <a:gd name="connsiteX0" fmla="*/ 0 w 1120140"/>
                                <a:gd name="connsiteY0" fmla="*/ 0 h 1074420"/>
                                <a:gd name="connsiteX1" fmla="*/ 175260 w 1120140"/>
                                <a:gd name="connsiteY1" fmla="*/ 99060 h 1074420"/>
                                <a:gd name="connsiteX2" fmla="*/ 160020 w 1120140"/>
                                <a:gd name="connsiteY2" fmla="*/ 1066800 h 1074420"/>
                                <a:gd name="connsiteX3" fmla="*/ 1097280 w 1120140"/>
                                <a:gd name="connsiteY3" fmla="*/ 1074420 h 1074420"/>
                                <a:gd name="connsiteX4" fmla="*/ 1120140 w 1120140"/>
                                <a:gd name="connsiteY4" fmla="*/ 15240 h 1074420"/>
                                <a:gd name="connsiteX5" fmla="*/ 1120140 w 1120140"/>
                                <a:gd name="connsiteY5" fmla="*/ 15240 h 1074420"/>
                                <a:gd name="connsiteX6" fmla="*/ 1120140 w 1120140"/>
                                <a:gd name="connsiteY6" fmla="*/ 15240 h 1074420"/>
                                <a:gd name="connsiteX0" fmla="*/ 0 w 1120140"/>
                                <a:gd name="connsiteY0" fmla="*/ 0 h 1074420"/>
                                <a:gd name="connsiteX1" fmla="*/ 175260 w 1120140"/>
                                <a:gd name="connsiteY1" fmla="*/ 99060 h 1074420"/>
                                <a:gd name="connsiteX2" fmla="*/ 160020 w 1120140"/>
                                <a:gd name="connsiteY2" fmla="*/ 1066800 h 1074420"/>
                                <a:gd name="connsiteX3" fmla="*/ 1112520 w 1120140"/>
                                <a:gd name="connsiteY3" fmla="*/ 1074420 h 1074420"/>
                                <a:gd name="connsiteX4" fmla="*/ 1120140 w 1120140"/>
                                <a:gd name="connsiteY4" fmla="*/ 15240 h 1074420"/>
                                <a:gd name="connsiteX5" fmla="*/ 1120140 w 1120140"/>
                                <a:gd name="connsiteY5" fmla="*/ 15240 h 1074420"/>
                                <a:gd name="connsiteX6" fmla="*/ 1120140 w 1120140"/>
                                <a:gd name="connsiteY6" fmla="*/ 15240 h 1074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20140" h="1074420">
                                  <a:moveTo>
                                    <a:pt x="0" y="0"/>
                                  </a:moveTo>
                                  <a:lnTo>
                                    <a:pt x="175260" y="99060"/>
                                  </a:lnTo>
                                  <a:lnTo>
                                    <a:pt x="160020" y="1066800"/>
                                  </a:lnTo>
                                  <a:lnTo>
                                    <a:pt x="1112520" y="1074420"/>
                                  </a:lnTo>
                                  <a:lnTo>
                                    <a:pt x="1120140" y="15240"/>
                                  </a:lnTo>
                                  <a:lnTo>
                                    <a:pt x="1120140" y="15240"/>
                                  </a:lnTo>
                                  <a:lnTo>
                                    <a:pt x="1120140" y="15240"/>
                                  </a:lnTo>
                                </a:path>
                              </a:pathLst>
                            </a:cu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onnecteur droit 8"/>
                          <wps:cNvCnPr/>
                          <wps:spPr>
                            <a:xfrm>
                              <a:off x="1793240" y="1336040"/>
                              <a:ext cx="929640" cy="152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Connecteur droit 10"/>
                          <wps:cNvCnPr/>
                          <wps:spPr>
                            <a:xfrm>
                              <a:off x="3540760" y="1397000"/>
                              <a:ext cx="952500" cy="76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11"/>
                          <wps:cNvCnPr/>
                          <wps:spPr>
                            <a:xfrm>
                              <a:off x="1945640" y="558800"/>
                              <a:ext cx="179070" cy="11049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4094480" y="487680"/>
                              <a:ext cx="160020" cy="126492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Zone de texte 13"/>
                          <wps:cNvSpPr txBox="1"/>
                          <wps:spPr>
                            <a:xfrm>
                              <a:off x="0" y="406400"/>
                              <a:ext cx="1409700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CAD6E" w14:textId="6F0469C2" w:rsidR="00864682" w:rsidRDefault="009C2FCF" w:rsidP="001A0A3E">
                                <w:pPr>
                                  <w:pStyle w:val="ECEtitre"/>
                                  <w:jc w:val="left"/>
                                </w:pPr>
                                <w:r>
                                  <w:rPr>
                                    <w:b w:val="0"/>
                                    <w:u w:val="none"/>
                                  </w:rPr>
                                  <w:t>É</w:t>
                                </w:r>
                                <w:r w:rsidR="00B54792">
                                  <w:rPr>
                                    <w:b w:val="0"/>
                                    <w:u w:val="none"/>
                                  </w:rPr>
                                  <w:t>lectrode de platine (f</w:t>
                                </w:r>
                                <w:r w:rsidR="00864682">
                                  <w:rPr>
                                    <w:b w:val="0"/>
                                    <w:u w:val="none"/>
                                  </w:rPr>
                                  <w:t xml:space="preserve">il de </w:t>
                                </w:r>
                                <w:r w:rsidR="001A0A3E">
                                  <w:rPr>
                                    <w:b w:val="0"/>
                                    <w:u w:val="none"/>
                                  </w:rPr>
                                  <w:t>platine)</w:t>
                                </w:r>
                                <w:r w:rsidR="00CD3C1B">
                                  <w:rPr>
                                    <w:b w:val="0"/>
                                    <w:u w:val="none"/>
                                  </w:rPr>
                                  <w:t xml:space="preserve"> : </w:t>
                                </w:r>
                                <w:r w:rsidR="00CD3C1B" w:rsidRPr="00CD3C1B">
                                  <w:rPr>
                                    <w:u w:val="none"/>
                                  </w:rPr>
                                  <w:t>cathode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800" y="1061720"/>
                              <a:ext cx="1271270" cy="769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46B626" w14:textId="31F2FE4E" w:rsidR="00864682" w:rsidRPr="00911F2E" w:rsidRDefault="00864682" w:rsidP="00864682">
                                <w:pPr>
                                  <w:pStyle w:val="ECEtitre"/>
                                  <w:rPr>
                                    <w:b w:val="0"/>
                                    <w:u w:val="none"/>
                                  </w:rPr>
                                </w:pPr>
                                <w:r w:rsidRPr="00911F2E">
                                  <w:rPr>
                                    <w:b w:val="0"/>
                                    <w:u w:val="none"/>
                                  </w:rPr>
                                  <w:t xml:space="preserve">Solution </w:t>
                                </w:r>
                                <w:r>
                                  <w:rPr>
                                    <w:b w:val="0"/>
                                    <w:u w:val="none"/>
                                  </w:rPr>
                                  <w:t xml:space="preserve">contenant du </w:t>
                                </w:r>
                                <w:proofErr w:type="spellStart"/>
                                <w:r>
                                  <w:rPr>
                                    <w:b w:val="0"/>
                                    <w:u w:val="none"/>
                                  </w:rPr>
                                  <w:t>diiode</w:t>
                                </w:r>
                                <w:proofErr w:type="spellEnd"/>
                                <w:r w:rsidR="00C822B9">
                                  <w:rPr>
                                    <w:b w:val="0"/>
                                    <w:u w:val="none"/>
                                  </w:rPr>
                                  <w:t xml:space="preserve"> I</w:t>
                                </w:r>
                                <w:r w:rsidR="00C822B9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2 (</w:t>
                                </w:r>
                                <w:proofErr w:type="spellStart"/>
                                <w:r w:rsidR="00C822B9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aq</w:t>
                                </w:r>
                                <w:proofErr w:type="spellEnd"/>
                                <w:r w:rsidR="00C822B9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)</w:t>
                                </w:r>
                                <w:r>
                                  <w:rPr>
                                    <w:b w:val="0"/>
                                    <w:u w:val="none"/>
                                  </w:rPr>
                                  <w:t xml:space="preserve"> et des ions iodures</w:t>
                                </w:r>
                                <w:r w:rsidR="0093166E">
                                  <w:rPr>
                                    <w:b w:val="0"/>
                                    <w:u w:val="none"/>
                                  </w:rPr>
                                  <w:t xml:space="preserve"> I</w:t>
                                </w:r>
                                <w:r w:rsidR="0093166E" w:rsidRPr="0093166E">
                                  <w:rPr>
                                    <w:b w:val="0"/>
                                    <w:u w:val="none"/>
                                    <w:vertAlign w:val="superscript"/>
                                  </w:rPr>
                                  <w:t>−</w:t>
                                </w:r>
                                <w:r w:rsidR="006672AB">
                                  <w:rPr>
                                    <w:b w:val="0"/>
                                    <w:u w:val="none"/>
                                    <w:vertAlign w:val="superscript"/>
                                  </w:rPr>
                                  <w:t> </w:t>
                                </w:r>
                                <w:r w:rsidR="00C822B9" w:rsidRPr="00FD10FE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(</w:t>
                                </w:r>
                                <w:proofErr w:type="spellStart"/>
                                <w:r w:rsidR="00C822B9" w:rsidRPr="00FD10FE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aq</w:t>
                                </w:r>
                                <w:proofErr w:type="spellEnd"/>
                                <w:r w:rsidR="00C822B9" w:rsidRPr="00FD10FE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)</w:t>
                                </w:r>
                                <w:r>
                                  <w:rPr>
                                    <w:b w:val="0"/>
                                    <w:u w:val="non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orme libre : forme 14"/>
                          <wps:cNvSpPr/>
                          <wps:spPr>
                            <a:xfrm>
                              <a:off x="2306320" y="457200"/>
                              <a:ext cx="1574165" cy="1135380"/>
                            </a:xfrm>
                            <a:custGeom>
                              <a:avLst/>
                              <a:gdLst>
                                <a:gd name="connsiteX0" fmla="*/ 0 w 2057400"/>
                                <a:gd name="connsiteY0" fmla="*/ 1021080 h 1021080"/>
                                <a:gd name="connsiteX1" fmla="*/ 15240 w 2057400"/>
                                <a:gd name="connsiteY1" fmla="*/ 0 h 1021080"/>
                                <a:gd name="connsiteX2" fmla="*/ 2057400 w 2057400"/>
                                <a:gd name="connsiteY2" fmla="*/ 15240 h 1021080"/>
                                <a:gd name="connsiteX3" fmla="*/ 2049780 w 2057400"/>
                                <a:gd name="connsiteY3" fmla="*/ 1021080 h 1021080"/>
                                <a:gd name="connsiteX4" fmla="*/ 2049780 w 2057400"/>
                                <a:gd name="connsiteY4" fmla="*/ 1021080 h 1021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57400" h="1021080">
                                  <a:moveTo>
                                    <a:pt x="0" y="1021080"/>
                                  </a:moveTo>
                                  <a:lnTo>
                                    <a:pt x="15240" y="0"/>
                                  </a:lnTo>
                                  <a:lnTo>
                                    <a:pt x="2057400" y="15240"/>
                                  </a:lnTo>
                                  <a:lnTo>
                                    <a:pt x="2049780" y="1021080"/>
                                  </a:lnTo>
                                  <a:lnTo>
                                    <a:pt x="2049780" y="1021080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29480" y="1143000"/>
                              <a:ext cx="1480457" cy="489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19D6A2" w14:textId="10EA9B1C" w:rsidR="00C822B9" w:rsidRPr="00C822B9" w:rsidRDefault="00C822B9" w:rsidP="001A0A3E">
                                <w:pPr>
                                  <w:pStyle w:val="ECEtitre"/>
                                  <w:jc w:val="left"/>
                                  <w:rPr>
                                    <w:b w:val="0"/>
                                    <w:u w:val="none"/>
                                  </w:rPr>
                                </w:pPr>
                                <w:r w:rsidRPr="00911F2E">
                                  <w:rPr>
                                    <w:b w:val="0"/>
                                    <w:u w:val="none"/>
                                  </w:rPr>
                                  <w:t xml:space="preserve">Solution </w:t>
                                </w:r>
                                <w:r>
                                  <w:rPr>
                                    <w:b w:val="0"/>
                                    <w:u w:val="none"/>
                                  </w:rPr>
                                  <w:t>contenant des ions zinc Zn</w:t>
                                </w:r>
                                <w:r w:rsidRPr="00C822B9">
                                  <w:rPr>
                                    <w:b w:val="0"/>
                                    <w:u w:val="none"/>
                                    <w:vertAlign w:val="superscript"/>
                                  </w:rPr>
                                  <w:t>2+</w:t>
                                </w:r>
                                <w:r w:rsidRPr="00C822B9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(</w:t>
                                </w:r>
                                <w:proofErr w:type="spellStart"/>
                                <w:r w:rsidRPr="00C822B9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aq</w:t>
                                </w:r>
                                <w:proofErr w:type="spellEnd"/>
                                <w:r w:rsidRPr="00C822B9">
                                  <w:rPr>
                                    <w:b w:val="0"/>
                                    <w:u w:val="none"/>
                                    <w:vertAlign w:val="subscript"/>
                                  </w:rPr>
                                  <w:t>).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Zone de texte 16"/>
                          <wps:cNvSpPr txBox="1"/>
                          <wps:spPr>
                            <a:xfrm>
                              <a:off x="4673395" y="330200"/>
                              <a:ext cx="1344386" cy="4622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67B073" w14:textId="78877D71" w:rsidR="00B170F9" w:rsidRDefault="009C2FCF" w:rsidP="001A0A3E">
                                <w:pPr>
                                  <w:pStyle w:val="ECEtitre"/>
                                  <w:jc w:val="left"/>
                                </w:pPr>
                                <w:r>
                                  <w:rPr>
                                    <w:b w:val="0"/>
                                    <w:u w:val="none"/>
                                  </w:rPr>
                                  <w:t>É</w:t>
                                </w:r>
                                <w:r w:rsidR="00B54792">
                                  <w:rPr>
                                    <w:b w:val="0"/>
                                    <w:u w:val="none"/>
                                  </w:rPr>
                                  <w:t>lectrode de</w:t>
                                </w:r>
                                <w:r w:rsidR="00B170F9">
                                  <w:rPr>
                                    <w:b w:val="0"/>
                                    <w:u w:val="none"/>
                                  </w:rPr>
                                  <w:t xml:space="preserve"> zinc</w:t>
                                </w:r>
                                <w:r w:rsidR="00CD3C1B">
                                  <w:rPr>
                                    <w:b w:val="0"/>
                                    <w:u w:val="none"/>
                                  </w:rPr>
                                  <w:t xml:space="preserve"> : </w:t>
                                </w:r>
                                <w:r w:rsidR="00CD3C1B" w:rsidRPr="00CD3C1B">
                                  <w:rPr>
                                    <w:u w:val="none"/>
                                  </w:rPr>
                                  <w:t xml:space="preserve">anode </w:t>
                                </w:r>
                                <w:r w:rsidR="00B170F9">
                                  <w:rPr>
                                    <w:b w:val="0"/>
                                    <w:u w:val="none"/>
                                  </w:rPr>
                                  <w:t xml:space="preserve">  </w:t>
                                </w:r>
                                <w:r w:rsidR="00B170F9" w:rsidRPr="00911F2E">
                                  <w:rPr>
                                    <w:b w:val="0"/>
                                    <w:u w:val="none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Zone de texte 17"/>
                          <wps:cNvSpPr txBox="1"/>
                          <wps:spPr>
                            <a:xfrm>
                              <a:off x="2687320" y="0"/>
                              <a:ext cx="1036320" cy="2819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A840C2" w14:textId="77777777" w:rsidR="00D66DDC" w:rsidRDefault="00D66DDC" w:rsidP="00D66DDC">
                                <w:pPr>
                                  <w:pStyle w:val="ECEtitre"/>
                                </w:pPr>
                                <w:r>
                                  <w:rPr>
                                    <w:b w:val="0"/>
                                    <w:u w:val="none"/>
                                  </w:rPr>
                                  <w:t xml:space="preserve">Pont salin </w:t>
                                </w:r>
                                <w:r w:rsidRPr="00911F2E">
                                  <w:rPr>
                                    <w:b w:val="0"/>
                                    <w:u w:val="none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Connecteur droit avec flèche 20"/>
                          <wps:cNvCnPr/>
                          <wps:spPr>
                            <a:xfrm>
                              <a:off x="1513840" y="1508760"/>
                              <a:ext cx="47244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avec flèche 21"/>
                          <wps:cNvCnPr/>
                          <wps:spPr>
                            <a:xfrm flipH="1">
                              <a:off x="4363720" y="543560"/>
                              <a:ext cx="3048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Connecteur droit avec flèche 22"/>
                          <wps:cNvCnPr/>
                          <wps:spPr>
                            <a:xfrm flipH="1">
                              <a:off x="4333240" y="1513840"/>
                              <a:ext cx="480060" cy="762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cteur droit avec flèche 23"/>
                          <wps:cNvCnPr/>
                          <wps:spPr>
                            <a:xfrm>
                              <a:off x="1376680" y="619760"/>
                              <a:ext cx="52578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avec flèche 24"/>
                          <wps:cNvCnPr/>
                          <wps:spPr>
                            <a:xfrm flipH="1">
                              <a:off x="3032760" y="208280"/>
                              <a:ext cx="157843" cy="217714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D67202" id="Groupe 18" o:spid="_x0000_s1026" style="position:absolute;left:0;text-align:left;margin-left:0;margin-top:5pt;width:488.95pt;height:144.2pt;z-index:251686912;mso-position-horizontal:center;mso-position-horizontal-relative:margin" coordsize="62099,18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">
                <v:shape id="Forme libre : forme 7" o:spid="_x0000_s1027" style="position:absolute;left:24079;top:5638;width:13487;height:10211;visibility:visible;mso-wrap-style:square;v-text-anchor:middle" coordsize="2057400,102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" path="m,1021080l15240,,2057400,15240r-7620,1005840l2049780,1021080e" filled="f" strokecolor="#243f60 [1604]" strokeweight="2pt">
                  <v:path arrowok="t" o:connecttype="custom" o:connectlocs="0,1021080;9991,0;1348740,15240;1343745,1021080;1343745,1021080" o:connectangles="0,0,0,0,0"/>
                </v:shape>
                <v:group id="Groupe 9" o:spid="_x0000_s1028" style="position:absolute;width:62099;height:18313" coordsize="62099,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orme libre : forme 4" o:spid="_x0000_s1029" style="position:absolute;left:16205;top:7569;width:11201;height:10744;visibility:visible;mso-wrap-style:square;v-text-anchor:middle" coordsize="1120140,107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" path="m,l175260,99060r-15240,967740l1112520,1074420,1120140,15240r,l1120140,15240e" filled="f" strokecolor="black [3040]">
                    <v:path arrowok="t" o:connecttype="custom" o:connectlocs="0,0;175260,99060;160020,1066800;1112520,1074420;1120140,15240;1120140,15240;1120140,15240" o:connectangles="0,0,0,0,0,0,0"/>
                  </v:shape>
                  <v:shape id="Forme libre : forme 5" o:spid="_x0000_s1030" style="position:absolute;left:33731;top:7569;width:11201;height:10744;visibility:visible;mso-wrap-style:square;v-text-anchor:middle" coordsize="1120140,107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" path="m,l175260,99060r-15240,967740l1112520,1074420,1120140,15240r,l1120140,15240e" filled="f" strokecolor="black [3040]">
                    <v:path arrowok="t" o:connecttype="custom" o:connectlocs="0,0;175260,99060;160020,1066800;1112520,1074420;1120140,15240;1120140,15240;1120140,15240" o:connectangles="0,0,0,0,0,0,0"/>
                  </v:shape>
                  <v:line id="Connecteur droit 8" o:spid="_x0000_s1031" style="position:absolute;visibility:visible;mso-wrap-style:square" from="17932,13360" to="27228,13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" strokecolor="black [3040]"/>
                  <v:line id="Connecteur droit 10" o:spid="_x0000_s1032" style="position:absolute;visibility:visible;mso-wrap-style:square" from="35407,13970" to="44932,1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      <v:line id="Connecteur droit 11" o:spid="_x0000_s1033" style="position:absolute;visibility:visible;mso-wrap-style:square" from="19456,5588" to="21247,16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" strokecolor="black [3200]" strokeweight="2pt">
                    <v:shadow on="t" color="black" opacity="24903f" origin=",.5" offset="0,.55556mm"/>
                  </v:line>
                  <v:rect id="Rectangle 12" o:spid="_x0000_s1034" style="position:absolute;left:40944;top:4876;width:1601;height:12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" fillcolor="white [3201]" strokecolor="black [3200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3" o:spid="_x0000_s1035" type="#_x0000_t202" style="position:absolute;top:4064;width:14097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  <v:textbox>
                      <w:txbxContent>
                        <w:p w14:paraId="04ACAD6E" w14:textId="6F0469C2" w:rsidR="00864682" w:rsidRDefault="009C2FCF" w:rsidP="001A0A3E">
                          <w:pPr>
                            <w:pStyle w:val="ECEtitre"/>
                            <w:jc w:val="left"/>
                          </w:pPr>
                          <w:r>
                            <w:rPr>
                              <w:b w:val="0"/>
                              <w:u w:val="none"/>
                            </w:rPr>
                            <w:t>É</w:t>
                          </w:r>
                          <w:r w:rsidR="00B54792">
                            <w:rPr>
                              <w:b w:val="0"/>
                              <w:u w:val="none"/>
                            </w:rPr>
                            <w:t>lectrode de platine (f</w:t>
                          </w:r>
                          <w:r w:rsidR="00864682">
                            <w:rPr>
                              <w:b w:val="0"/>
                              <w:u w:val="none"/>
                            </w:rPr>
                            <w:t xml:space="preserve">il de </w:t>
                          </w:r>
                          <w:r w:rsidR="001A0A3E">
                            <w:rPr>
                              <w:b w:val="0"/>
                              <w:u w:val="none"/>
                            </w:rPr>
                            <w:t>platine)</w:t>
                          </w:r>
                          <w:r w:rsidR="00CD3C1B">
                            <w:rPr>
                              <w:b w:val="0"/>
                              <w:u w:val="none"/>
                            </w:rPr>
                            <w:t xml:space="preserve"> : </w:t>
                          </w:r>
                          <w:r w:rsidR="00CD3C1B" w:rsidRPr="00CD3C1B">
                            <w:rPr>
                              <w:u w:val="none"/>
                            </w:rPr>
                            <w:t>cathode</w:t>
                          </w:r>
                        </w:p>
                      </w:txbxContent>
                    </v:textbox>
                  </v:shape>
                  <v:shape id="Text Box 63" o:spid="_x0000_s1036" type="#_x0000_t202" style="position:absolute;left:1778;top:10617;width:12712;height:7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" stroked="f">
                    <v:textbox>
                      <w:txbxContent>
                        <w:p w14:paraId="0246B626" w14:textId="31F2FE4E" w:rsidR="00864682" w:rsidRPr="00911F2E" w:rsidRDefault="00864682" w:rsidP="00864682">
                          <w:pPr>
                            <w:pStyle w:val="ECEtitre"/>
                            <w:rPr>
                              <w:b w:val="0"/>
                              <w:u w:val="none"/>
                            </w:rPr>
                          </w:pPr>
                          <w:r w:rsidRPr="00911F2E">
                            <w:rPr>
                              <w:b w:val="0"/>
                              <w:u w:val="none"/>
                            </w:rPr>
                            <w:t xml:space="preserve">Solution </w:t>
                          </w:r>
                          <w:r>
                            <w:rPr>
                              <w:b w:val="0"/>
                              <w:u w:val="none"/>
                            </w:rPr>
                            <w:t xml:space="preserve">contenant du </w:t>
                          </w:r>
                          <w:proofErr w:type="spellStart"/>
                          <w:r>
                            <w:rPr>
                              <w:b w:val="0"/>
                              <w:u w:val="none"/>
                            </w:rPr>
                            <w:t>diiode</w:t>
                          </w:r>
                          <w:proofErr w:type="spellEnd"/>
                          <w:r w:rsidR="00C822B9">
                            <w:rPr>
                              <w:b w:val="0"/>
                              <w:u w:val="none"/>
                            </w:rPr>
                            <w:t xml:space="preserve"> I</w:t>
                          </w:r>
                          <w:r w:rsidR="00C822B9">
                            <w:rPr>
                              <w:b w:val="0"/>
                              <w:u w:val="none"/>
                              <w:vertAlign w:val="subscript"/>
                            </w:rPr>
                            <w:t>2 (</w:t>
                          </w:r>
                          <w:proofErr w:type="spellStart"/>
                          <w:r w:rsidR="00C822B9">
                            <w:rPr>
                              <w:b w:val="0"/>
                              <w:u w:val="none"/>
                              <w:vertAlign w:val="subscript"/>
                            </w:rPr>
                            <w:t>aq</w:t>
                          </w:r>
                          <w:proofErr w:type="spellEnd"/>
                          <w:r w:rsidR="00C822B9">
                            <w:rPr>
                              <w:b w:val="0"/>
                              <w:u w:val="none"/>
                              <w:vertAlign w:val="subscript"/>
                            </w:rPr>
                            <w:t>)</w:t>
                          </w:r>
                          <w:r>
                            <w:rPr>
                              <w:b w:val="0"/>
                              <w:u w:val="none"/>
                            </w:rPr>
                            <w:t xml:space="preserve"> et des ions iodures</w:t>
                          </w:r>
                          <w:r w:rsidR="0093166E">
                            <w:rPr>
                              <w:b w:val="0"/>
                              <w:u w:val="none"/>
                            </w:rPr>
                            <w:t xml:space="preserve"> I</w:t>
                          </w:r>
                          <w:r w:rsidR="0093166E" w:rsidRPr="0093166E">
                            <w:rPr>
                              <w:b w:val="0"/>
                              <w:u w:val="none"/>
                              <w:vertAlign w:val="superscript"/>
                            </w:rPr>
                            <w:t>−</w:t>
                          </w:r>
                          <w:r w:rsidR="006672AB">
                            <w:rPr>
                              <w:b w:val="0"/>
                              <w:u w:val="none"/>
                              <w:vertAlign w:val="superscript"/>
                            </w:rPr>
                            <w:t> </w:t>
                          </w:r>
                          <w:r w:rsidR="00C822B9" w:rsidRPr="00FD10FE">
                            <w:rPr>
                              <w:b w:val="0"/>
                              <w:u w:val="none"/>
                              <w:vertAlign w:val="subscript"/>
                            </w:rPr>
                            <w:t>(</w:t>
                          </w:r>
                          <w:proofErr w:type="spellStart"/>
                          <w:r w:rsidR="00C822B9" w:rsidRPr="00FD10FE">
                            <w:rPr>
                              <w:b w:val="0"/>
                              <w:u w:val="none"/>
                              <w:vertAlign w:val="subscript"/>
                            </w:rPr>
                            <w:t>aq</w:t>
                          </w:r>
                          <w:proofErr w:type="spellEnd"/>
                          <w:r w:rsidR="00C822B9" w:rsidRPr="00FD10FE">
                            <w:rPr>
                              <w:b w:val="0"/>
                              <w:u w:val="none"/>
                              <w:vertAlign w:val="subscript"/>
                            </w:rPr>
                            <w:t>)</w:t>
                          </w:r>
                          <w:r>
                            <w:rPr>
                              <w:b w:val="0"/>
                              <w:u w:val="none"/>
                            </w:rPr>
                            <w:t>.</w:t>
                          </w:r>
                        </w:p>
                      </w:txbxContent>
                    </v:textbox>
                  </v:shape>
                  <v:shape id="Forme libre : forme 14" o:spid="_x0000_s1037" style="position:absolute;left:23063;top:4572;width:15741;height:11353;visibility:visible;mso-wrap-style:square;v-text-anchor:middle" coordsize="2057400,102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" path="m,1021080l15240,,2057400,15240r-7620,1005840l2049780,1021080e" filled="f" strokecolor="#243f60 [1604]" strokeweight="2pt">
                    <v:path arrowok="t" o:connecttype="custom" o:connectlocs="0,1135380;11660,0;1574165,16946;1568335,1135380;1568335,1135380" o:connectangles="0,0,0,0,0"/>
                  </v:shape>
                  <v:shape id="Text Box 63" o:spid="_x0000_s1038" type="#_x0000_t202" style="position:absolute;left:47294;top:11430;width:14805;height:4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<v:textbox>
                      <w:txbxContent>
                        <w:p w14:paraId="7619D6A2" w14:textId="10EA9B1C" w:rsidR="00C822B9" w:rsidRPr="00C822B9" w:rsidRDefault="00C822B9" w:rsidP="001A0A3E">
                          <w:pPr>
                            <w:pStyle w:val="ECEtitre"/>
                            <w:jc w:val="left"/>
                            <w:rPr>
                              <w:b w:val="0"/>
                              <w:u w:val="none"/>
                            </w:rPr>
                          </w:pPr>
                          <w:r w:rsidRPr="00911F2E">
                            <w:rPr>
                              <w:b w:val="0"/>
                              <w:u w:val="none"/>
                            </w:rPr>
                            <w:t xml:space="preserve">Solution </w:t>
                          </w:r>
                          <w:r>
                            <w:rPr>
                              <w:b w:val="0"/>
                              <w:u w:val="none"/>
                            </w:rPr>
                            <w:t>contenant des ions zinc Zn</w:t>
                          </w:r>
                          <w:r w:rsidRPr="00C822B9">
                            <w:rPr>
                              <w:b w:val="0"/>
                              <w:u w:val="none"/>
                              <w:vertAlign w:val="superscript"/>
                            </w:rPr>
                            <w:t>2+</w:t>
                          </w:r>
                          <w:r w:rsidRPr="00C822B9">
                            <w:rPr>
                              <w:b w:val="0"/>
                              <w:u w:val="none"/>
                              <w:vertAlign w:val="subscript"/>
                            </w:rPr>
                            <w:t>(</w:t>
                          </w:r>
                          <w:proofErr w:type="spellStart"/>
                          <w:r w:rsidRPr="00C822B9">
                            <w:rPr>
                              <w:b w:val="0"/>
                              <w:u w:val="none"/>
                              <w:vertAlign w:val="subscript"/>
                            </w:rPr>
                            <w:t>aq</w:t>
                          </w:r>
                          <w:proofErr w:type="spellEnd"/>
                          <w:r w:rsidRPr="00C822B9">
                            <w:rPr>
                              <w:b w:val="0"/>
                              <w:u w:val="none"/>
                              <w:vertAlign w:val="subscript"/>
                            </w:rPr>
                            <w:t>).</w:t>
                          </w:r>
                        </w:p>
                      </w:txbxContent>
                    </v:textbox>
                  </v:shape>
                  <v:shape id="Zone de texte 16" o:spid="_x0000_s1039" type="#_x0000_t202" style="position:absolute;left:46733;top:3302;width:13444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" fillcolor="window" stroked="f" strokeweight=".5pt">
                    <v:textbox>
                      <w:txbxContent>
                        <w:p w14:paraId="7867B073" w14:textId="78877D71" w:rsidR="00B170F9" w:rsidRDefault="009C2FCF" w:rsidP="001A0A3E">
                          <w:pPr>
                            <w:pStyle w:val="ECEtitre"/>
                            <w:jc w:val="left"/>
                          </w:pPr>
                          <w:r>
                            <w:rPr>
                              <w:b w:val="0"/>
                              <w:u w:val="none"/>
                            </w:rPr>
                            <w:t>É</w:t>
                          </w:r>
                          <w:r w:rsidR="00B54792">
                            <w:rPr>
                              <w:b w:val="0"/>
                              <w:u w:val="none"/>
                            </w:rPr>
                            <w:t>lectrode de</w:t>
                          </w:r>
                          <w:r w:rsidR="00B170F9">
                            <w:rPr>
                              <w:b w:val="0"/>
                              <w:u w:val="none"/>
                            </w:rPr>
                            <w:t xml:space="preserve"> zinc</w:t>
                          </w:r>
                          <w:r w:rsidR="00CD3C1B">
                            <w:rPr>
                              <w:b w:val="0"/>
                              <w:u w:val="none"/>
                            </w:rPr>
                            <w:t xml:space="preserve"> : </w:t>
                          </w:r>
                          <w:r w:rsidR="00CD3C1B" w:rsidRPr="00CD3C1B">
                            <w:rPr>
                              <w:u w:val="none"/>
                            </w:rPr>
                            <w:t xml:space="preserve">anode </w:t>
                          </w:r>
                          <w:r w:rsidR="00B170F9">
                            <w:rPr>
                              <w:b w:val="0"/>
                              <w:u w:val="none"/>
                            </w:rPr>
                            <w:t xml:space="preserve">  </w:t>
                          </w:r>
                          <w:r w:rsidR="00B170F9" w:rsidRPr="00911F2E">
                            <w:rPr>
                              <w:b w:val="0"/>
                              <w:u w:val="none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Zone de texte 17" o:spid="_x0000_s1040" type="#_x0000_t202" style="position:absolute;left:26873;width:10363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  <v:textbox>
                      <w:txbxContent>
                        <w:p w14:paraId="56A840C2" w14:textId="77777777" w:rsidR="00D66DDC" w:rsidRDefault="00D66DDC" w:rsidP="00D66DDC">
                          <w:pPr>
                            <w:pStyle w:val="ECEtitre"/>
                          </w:pPr>
                          <w:r>
                            <w:rPr>
                              <w:b w:val="0"/>
                              <w:u w:val="none"/>
                            </w:rPr>
                            <w:t xml:space="preserve">Pont salin </w:t>
                          </w:r>
                          <w:r w:rsidRPr="00911F2E">
                            <w:rPr>
                              <w:b w:val="0"/>
                              <w:u w:val="none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0" o:spid="_x0000_s1041" type="#_x0000_t32" style="position:absolute;left:15138;top:15087;width:47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" strokecolor="black [3040]">
                    <v:stroke endarrow="block"/>
                  </v:shape>
                  <v:shape id="Connecteur droit avec flèche 21" o:spid="_x0000_s1042" type="#_x0000_t32" style="position:absolute;left:43637;top:5435;width:304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" strokecolor="black [3040]">
                    <v:stroke endarrow="block"/>
                  </v:shape>
                  <v:shape id="Connecteur droit avec flèche 22" o:spid="_x0000_s1043" type="#_x0000_t32" style="position:absolute;left:43332;top:15138;width:4801;height: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" strokecolor="black [3040]">
                    <v:stroke endarrow="block"/>
                  </v:shape>
                  <v:shape id="Connecteur droit avec flèche 23" o:spid="_x0000_s1044" type="#_x0000_t32" style="position:absolute;left:13766;top:6197;width:52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" strokecolor="black [3040]">
                    <v:stroke endarrow="block"/>
                  </v:shape>
                  <v:shape id="Connecteur droit avec flèche 24" o:spid="_x0000_s1045" type="#_x0000_t32" style="position:absolute;left:30327;top:2082;width:1579;height:21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" strokecolor="black [3040]">
                    <v:stroke endarrow="block"/>
                  </v:shape>
                </v:group>
                <w10:wrap anchorx="margin"/>
              </v:group>
            </w:pict>
          </mc:Fallback>
        </mc:AlternateContent>
      </w:r>
    </w:p>
    <w:p w14:paraId="49064154" w14:textId="77777777" w:rsidR="00E53EB8" w:rsidRDefault="00E53EB8" w:rsidP="003A114B">
      <w:pPr>
        <w:pStyle w:val="ECEcorps"/>
      </w:pPr>
    </w:p>
    <w:p w14:paraId="100518BF" w14:textId="77777777" w:rsidR="00E53EB8" w:rsidRDefault="00E53EB8" w:rsidP="003A114B">
      <w:pPr>
        <w:pStyle w:val="ECEcorps"/>
      </w:pPr>
    </w:p>
    <w:p w14:paraId="2E931A13" w14:textId="77777777" w:rsidR="00E53EB8" w:rsidRDefault="00E53EB8" w:rsidP="003A114B">
      <w:pPr>
        <w:pStyle w:val="ECEcorps"/>
      </w:pPr>
    </w:p>
    <w:p w14:paraId="5C5C17B4" w14:textId="77777777" w:rsidR="00E53EB8" w:rsidRDefault="00E53EB8" w:rsidP="003A114B">
      <w:pPr>
        <w:pStyle w:val="ECEcorps"/>
      </w:pPr>
    </w:p>
    <w:p w14:paraId="54063532" w14:textId="77777777" w:rsidR="00E53EB8" w:rsidRDefault="00E53EB8" w:rsidP="003A114B">
      <w:pPr>
        <w:pStyle w:val="ECEcorps"/>
      </w:pPr>
    </w:p>
    <w:p w14:paraId="0D33B315" w14:textId="77777777" w:rsidR="00E53EB8" w:rsidRDefault="00E53EB8" w:rsidP="003A114B">
      <w:pPr>
        <w:pStyle w:val="ECEcorps"/>
      </w:pPr>
    </w:p>
    <w:p w14:paraId="1369E008" w14:textId="77777777" w:rsidR="00E53EB8" w:rsidRDefault="00E53EB8" w:rsidP="003A114B">
      <w:pPr>
        <w:pStyle w:val="ECEcorps"/>
      </w:pPr>
    </w:p>
    <w:p w14:paraId="5FC45D9C" w14:textId="77777777" w:rsidR="00E53EB8" w:rsidRDefault="00E53EB8" w:rsidP="003A114B">
      <w:pPr>
        <w:pStyle w:val="ECEcorps"/>
      </w:pPr>
    </w:p>
    <w:p w14:paraId="0B480730" w14:textId="77777777" w:rsidR="00E53EB8" w:rsidRDefault="00E53EB8" w:rsidP="003A114B">
      <w:pPr>
        <w:pStyle w:val="ECEcorps"/>
      </w:pPr>
    </w:p>
    <w:p w14:paraId="654863EC" w14:textId="77777777" w:rsidR="00AB4AF7" w:rsidRDefault="00AB4AF7" w:rsidP="003A114B">
      <w:pPr>
        <w:pStyle w:val="ECEcorps"/>
      </w:pPr>
    </w:p>
    <w:p w14:paraId="252E4A60" w14:textId="77777777" w:rsidR="007E7114" w:rsidRDefault="007E7114" w:rsidP="007E7114">
      <w:pPr>
        <w:pStyle w:val="ECEcorps"/>
      </w:pPr>
    </w:p>
    <w:p w14:paraId="7BE7FF17" w14:textId="77777777" w:rsidR="007E7114" w:rsidRPr="007E7114" w:rsidRDefault="007E7114" w:rsidP="007E7114">
      <w:pPr>
        <w:pStyle w:val="ECEcorps"/>
      </w:pPr>
    </w:p>
    <w:p w14:paraId="0E321ABB" w14:textId="12D0CE67" w:rsidR="003A114B" w:rsidRPr="00136091" w:rsidRDefault="00A631A9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Force électromotri</w:t>
      </w:r>
      <w:r w:rsidR="001051B8">
        <w:rPr>
          <w:sz w:val="24"/>
          <w:szCs w:val="24"/>
        </w:rPr>
        <w:t>ce d’un générateur</w:t>
      </w:r>
    </w:p>
    <w:p w14:paraId="333837B3" w14:textId="77777777" w:rsidR="00B54792" w:rsidRDefault="00B54792" w:rsidP="00E26870">
      <w:pPr>
        <w:pStyle w:val="ECEcorps"/>
      </w:pPr>
    </w:p>
    <w:p w14:paraId="0EBD979C" w14:textId="06DDDC38" w:rsidR="00B54792" w:rsidRDefault="006672AB" w:rsidP="00B54792">
      <w:pPr>
        <w:rPr>
          <w:rFonts w:ascii="Tahoma" w:hAnsi="Tahoma" w:cs="Tahoma"/>
        </w:rPr>
      </w:pPr>
      <w:r>
        <w:rPr>
          <w:color w:val="auto"/>
        </w:rPr>
        <w:t xml:space="preserve">La </w:t>
      </w:r>
      <w:r w:rsidR="00FB64AF">
        <w:rPr>
          <w:color w:val="auto"/>
        </w:rPr>
        <w:t>tension à vide</w:t>
      </w:r>
      <w:r w:rsidR="00BD4144" w:rsidRPr="00BD4144">
        <w:rPr>
          <w:color w:val="auto"/>
        </w:rPr>
        <w:t xml:space="preserve"> </w:t>
      </w:r>
      <w:r w:rsidR="001051B8">
        <w:rPr>
          <w:color w:val="auto"/>
        </w:rPr>
        <w:t xml:space="preserve">d’un générateur </w:t>
      </w:r>
      <w:r w:rsidR="00BD4144" w:rsidRPr="00BD4144">
        <w:rPr>
          <w:color w:val="auto"/>
        </w:rPr>
        <w:t xml:space="preserve">est la </w:t>
      </w:r>
      <w:r w:rsidR="00BD4BA3">
        <w:rPr>
          <w:color w:val="auto"/>
        </w:rPr>
        <w:t>tension aux bornes</w:t>
      </w:r>
      <w:r w:rsidR="001051B8">
        <w:rPr>
          <w:color w:val="auto"/>
        </w:rPr>
        <w:t xml:space="preserve"> du générateur de tension</w:t>
      </w:r>
      <w:r w:rsidR="00BD4BA3">
        <w:rPr>
          <w:color w:val="auto"/>
        </w:rPr>
        <w:t>, en circuit ouvert</w:t>
      </w:r>
      <w:r w:rsidR="00BD4144" w:rsidRPr="00BD4144">
        <w:rPr>
          <w:color w:val="auto"/>
        </w:rPr>
        <w:t xml:space="preserve">. </w:t>
      </w:r>
      <w:r w:rsidR="00B54792">
        <w:rPr>
          <w:rFonts w:ascii="Tahoma" w:hAnsi="Tahoma" w:cs="Tahoma"/>
        </w:rPr>
        <w:t>C’est par définition une grandeur positiv</w:t>
      </w:r>
      <w:r w:rsidR="00B54792" w:rsidRPr="0093166E">
        <w:rPr>
          <w:rFonts w:ascii="Tahoma" w:hAnsi="Tahoma" w:cs="Tahoma"/>
          <w:color w:val="auto"/>
        </w:rPr>
        <w:t xml:space="preserve">e, </w:t>
      </w:r>
      <w:r w:rsidR="00624941">
        <w:rPr>
          <w:rFonts w:ascii="Tahoma" w:hAnsi="Tahoma" w:cs="Tahoma"/>
        </w:rPr>
        <w:t xml:space="preserve">notée ici </w:t>
      </w:r>
      <w:r w:rsidR="00624941" w:rsidRPr="009C2FCF">
        <w:rPr>
          <w:rFonts w:ascii="Tahoma" w:hAnsi="Tahoma" w:cs="Tahoma"/>
          <w:i/>
          <w:iCs/>
        </w:rPr>
        <w:t>U</w:t>
      </w:r>
      <w:r w:rsidR="00B54792" w:rsidRPr="0043732B">
        <w:rPr>
          <w:rFonts w:ascii="Tahoma" w:hAnsi="Tahoma" w:cs="Tahoma"/>
        </w:rPr>
        <w:t xml:space="preserve"> et s’exprimant en </w:t>
      </w:r>
      <w:r w:rsidR="009C2FCF">
        <w:rPr>
          <w:rFonts w:ascii="Tahoma" w:hAnsi="Tahoma" w:cs="Tahoma"/>
        </w:rPr>
        <w:t>v</w:t>
      </w:r>
      <w:r w:rsidR="00B54792" w:rsidRPr="0043732B">
        <w:rPr>
          <w:rFonts w:ascii="Tahoma" w:hAnsi="Tahoma" w:cs="Tahoma"/>
        </w:rPr>
        <w:t>olt (V</w:t>
      </w:r>
      <w:r>
        <w:rPr>
          <w:rFonts w:ascii="Tahoma" w:hAnsi="Tahoma" w:cs="Tahoma"/>
        </w:rPr>
        <w:t>).</w:t>
      </w:r>
    </w:p>
    <w:p w14:paraId="68A62139" w14:textId="77777777" w:rsidR="00624941" w:rsidRDefault="00624941" w:rsidP="001C5443">
      <w:pPr>
        <w:pStyle w:val="ECEcorps"/>
        <w:jc w:val="left"/>
      </w:pPr>
    </w:p>
    <w:p w14:paraId="2062B9B6" w14:textId="33C3B639" w:rsidR="00A631A9" w:rsidRDefault="00FB64AF" w:rsidP="0022608B">
      <w:pPr>
        <w:pStyle w:val="ECEcorps"/>
      </w:pPr>
      <w:r>
        <w:t>La détermination de la tension à vide</w:t>
      </w:r>
      <w:r w:rsidRPr="00BD4144">
        <w:t xml:space="preserve"> </w:t>
      </w:r>
      <w:r w:rsidR="00A631A9">
        <w:t>d’un générateur électrochimique</w:t>
      </w:r>
      <w:r>
        <w:t xml:space="preserve"> peut se faire soit par</w:t>
      </w:r>
      <w:r w:rsidR="001C5443">
        <w:t xml:space="preserve"> mesure à l’</w:t>
      </w:r>
      <w:r>
        <w:t>aide d’un voltmètre, soit par</w:t>
      </w:r>
      <w:r w:rsidR="001C5443">
        <w:t xml:space="preserve"> </w:t>
      </w:r>
      <w:r w:rsidR="00BE27B1">
        <w:t>calcul</w:t>
      </w:r>
      <w:r w:rsidR="001C5443">
        <w:t xml:space="preserve"> </w:t>
      </w:r>
      <w:r w:rsidR="00A631A9">
        <w:t>théorique.</w:t>
      </w:r>
    </w:p>
    <w:p w14:paraId="2221A8DC" w14:textId="77777777" w:rsidR="003A114B" w:rsidRDefault="003A114B" w:rsidP="00E26870">
      <w:pPr>
        <w:pStyle w:val="ECEcorps"/>
      </w:pPr>
    </w:p>
    <w:p w14:paraId="0057B653" w14:textId="77777777" w:rsidR="00B6138C" w:rsidRDefault="00B6138C" w:rsidP="00B6138C">
      <w:pPr>
        <w:pStyle w:val="ECEtitre"/>
      </w:pPr>
      <w:r>
        <w:rPr>
          <w:sz w:val="24"/>
          <w:szCs w:val="24"/>
        </w:rPr>
        <w:t xml:space="preserve">Réaction entre le </w:t>
      </w:r>
      <w:proofErr w:type="spellStart"/>
      <w:r>
        <w:rPr>
          <w:sz w:val="24"/>
          <w:szCs w:val="24"/>
        </w:rPr>
        <w:t>diiode</w:t>
      </w:r>
      <w:proofErr w:type="spellEnd"/>
      <w:r>
        <w:rPr>
          <w:sz w:val="24"/>
          <w:szCs w:val="24"/>
        </w:rPr>
        <w:t xml:space="preserve"> et l’ion thiosulfate (S</w:t>
      </w:r>
      <w:r w:rsidRPr="00B613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Pr="00B6138C">
        <w:rPr>
          <w:sz w:val="24"/>
          <w:szCs w:val="24"/>
          <w:vertAlign w:val="subscript"/>
        </w:rPr>
        <w:t>3</w:t>
      </w:r>
      <w:r w:rsidRPr="00B6138C"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>)</w:t>
      </w:r>
    </w:p>
    <w:p w14:paraId="3FFA3CAF" w14:textId="77777777" w:rsidR="00B6138C" w:rsidRDefault="00B6138C" w:rsidP="00B6138C">
      <w:pPr>
        <w:pStyle w:val="ECEcorps"/>
      </w:pPr>
    </w:p>
    <w:p w14:paraId="7DF6D7B2" w14:textId="6EEE7A11" w:rsidR="00763A95" w:rsidRDefault="00763A95" w:rsidP="00B6138C">
      <w:pPr>
        <w:pStyle w:val="ECEcorps"/>
      </w:pPr>
      <w:r>
        <w:t xml:space="preserve">La </w:t>
      </w:r>
      <w:r w:rsidR="005328E0">
        <w:t>transformation</w:t>
      </w:r>
      <w:r>
        <w:t xml:space="preserve"> chimique qui a lieu en solution aqueuse entre les ions thiosulfate S</w:t>
      </w:r>
      <w:r w:rsidRPr="00763A95">
        <w:rPr>
          <w:vertAlign w:val="subscript"/>
        </w:rPr>
        <w:t>2</w:t>
      </w:r>
      <w:r>
        <w:t>O</w:t>
      </w:r>
      <w:r w:rsidRPr="00763A95">
        <w:rPr>
          <w:vertAlign w:val="subscript"/>
        </w:rPr>
        <w:t>3</w:t>
      </w:r>
      <w:r w:rsidRPr="00763A95">
        <w:rPr>
          <w:vertAlign w:val="superscript"/>
        </w:rPr>
        <w:t>2-</w:t>
      </w:r>
      <w:r>
        <w:t xml:space="preserve"> et le </w:t>
      </w:r>
      <w:proofErr w:type="spellStart"/>
      <w:r>
        <w:t>diiode</w:t>
      </w:r>
      <w:proofErr w:type="spellEnd"/>
      <w:r>
        <w:t xml:space="preserve"> I</w:t>
      </w:r>
      <w:r w:rsidRPr="00763A95">
        <w:rPr>
          <w:vertAlign w:val="subscript"/>
        </w:rPr>
        <w:t>2</w:t>
      </w:r>
      <w:r w:rsidR="00FD10FE">
        <w:t xml:space="preserve"> </w:t>
      </w:r>
      <w:r>
        <w:t xml:space="preserve">est rapide, totale et unique. </w:t>
      </w:r>
      <w:r w:rsidR="00E4406B">
        <w:t xml:space="preserve">Elle est modélisée par la réaction </w:t>
      </w:r>
      <w:r w:rsidR="00BD4BA3">
        <w:t xml:space="preserve">chimique </w:t>
      </w:r>
      <w:r w:rsidR="00E4406B">
        <w:t>d’équation</w:t>
      </w:r>
      <w:r w:rsidR="00BD4BA3">
        <w:t> </w:t>
      </w:r>
      <w:r w:rsidR="00E4406B">
        <w:t>:</w:t>
      </w:r>
    </w:p>
    <w:p w14:paraId="01BDB2E4" w14:textId="77777777" w:rsidR="00763A95" w:rsidRDefault="00763A95" w:rsidP="00B6138C">
      <w:pPr>
        <w:pStyle w:val="ECEcorps"/>
      </w:pPr>
    </w:p>
    <w:p w14:paraId="6584859B" w14:textId="79DEF147" w:rsidR="00B6138C" w:rsidRPr="0022608B" w:rsidRDefault="00B6138C" w:rsidP="00B6138C">
      <w:pPr>
        <w:pStyle w:val="ECEcorps"/>
        <w:jc w:val="center"/>
      </w:pPr>
      <w:r w:rsidRPr="0022608B">
        <w:t>I</w:t>
      </w:r>
      <w:r w:rsidRPr="0022608B">
        <w:rPr>
          <w:vertAlign w:val="subscript"/>
        </w:rPr>
        <w:t>2(</w:t>
      </w:r>
      <w:proofErr w:type="spellStart"/>
      <w:r w:rsidRPr="0022608B">
        <w:rPr>
          <w:vertAlign w:val="subscript"/>
        </w:rPr>
        <w:t>aq</w:t>
      </w:r>
      <w:proofErr w:type="spellEnd"/>
      <w:r w:rsidRPr="0022608B">
        <w:rPr>
          <w:vertAlign w:val="subscript"/>
        </w:rPr>
        <w:t>)</w:t>
      </w:r>
      <w:r w:rsidRPr="0022608B">
        <w:t> + 2 S</w:t>
      </w:r>
      <w:r w:rsidRPr="0022608B">
        <w:rPr>
          <w:vertAlign w:val="subscript"/>
        </w:rPr>
        <w:t>2</w:t>
      </w:r>
      <w:r w:rsidRPr="0022608B">
        <w:t>O</w:t>
      </w:r>
      <w:r w:rsidRPr="0022608B">
        <w:rPr>
          <w:vertAlign w:val="subscript"/>
        </w:rPr>
        <w:t>3</w:t>
      </w:r>
      <w:r w:rsidRPr="0022608B">
        <w:rPr>
          <w:vertAlign w:val="superscript"/>
        </w:rPr>
        <w:t>2</w:t>
      </w:r>
      <w:r w:rsidR="0093166E" w:rsidRPr="0093166E">
        <w:rPr>
          <w:b/>
          <w:vertAlign w:val="superscript"/>
        </w:rPr>
        <w:t>−</w:t>
      </w:r>
      <w:r w:rsidRPr="0022608B">
        <w:rPr>
          <w:vertAlign w:val="superscript"/>
        </w:rPr>
        <w:t xml:space="preserve"> </w:t>
      </w:r>
      <w:r w:rsidRPr="0022608B">
        <w:rPr>
          <w:vertAlign w:val="subscript"/>
        </w:rPr>
        <w:t>(</w:t>
      </w:r>
      <w:proofErr w:type="spellStart"/>
      <w:r w:rsidRPr="0022608B">
        <w:rPr>
          <w:vertAlign w:val="subscript"/>
        </w:rPr>
        <w:t>aq</w:t>
      </w:r>
      <w:proofErr w:type="spellEnd"/>
      <w:r w:rsidRPr="0022608B">
        <w:rPr>
          <w:vertAlign w:val="subscript"/>
        </w:rPr>
        <w:t>)</w:t>
      </w:r>
      <w:r w:rsidRPr="0022608B">
        <w:t> </w:t>
      </w:r>
      <w:r w:rsidR="00FD10FE" w:rsidRPr="0022608B">
        <w:t>→</w:t>
      </w:r>
      <w:r w:rsidRPr="0022608B">
        <w:t xml:space="preserve"> S</w:t>
      </w:r>
      <w:r w:rsidRPr="0022608B">
        <w:rPr>
          <w:vertAlign w:val="subscript"/>
        </w:rPr>
        <w:t>4</w:t>
      </w:r>
      <w:r w:rsidRPr="0022608B">
        <w:t>O</w:t>
      </w:r>
      <w:r w:rsidRPr="0022608B">
        <w:rPr>
          <w:vertAlign w:val="subscript"/>
        </w:rPr>
        <w:t>6</w:t>
      </w:r>
      <w:r w:rsidRPr="0022608B">
        <w:rPr>
          <w:vertAlign w:val="superscript"/>
        </w:rPr>
        <w:t>2</w:t>
      </w:r>
      <w:r w:rsidR="0093166E" w:rsidRPr="0093166E">
        <w:rPr>
          <w:b/>
          <w:vertAlign w:val="superscript"/>
        </w:rPr>
        <w:t>−</w:t>
      </w:r>
      <w:r w:rsidR="0093166E" w:rsidRPr="0022608B">
        <w:rPr>
          <w:vertAlign w:val="subscript"/>
        </w:rPr>
        <w:t xml:space="preserve"> </w:t>
      </w:r>
      <w:r w:rsidRPr="0022608B">
        <w:rPr>
          <w:vertAlign w:val="subscript"/>
        </w:rPr>
        <w:t>(</w:t>
      </w:r>
      <w:proofErr w:type="spellStart"/>
      <w:r w:rsidRPr="0022608B">
        <w:rPr>
          <w:vertAlign w:val="subscript"/>
        </w:rPr>
        <w:t>aq</w:t>
      </w:r>
      <w:proofErr w:type="spellEnd"/>
      <w:r w:rsidRPr="0022608B">
        <w:rPr>
          <w:vertAlign w:val="subscript"/>
        </w:rPr>
        <w:t>) </w:t>
      </w:r>
      <w:r w:rsidRPr="0022608B">
        <w:t>+ 2 I</w:t>
      </w:r>
      <w:r w:rsidR="0093166E" w:rsidRPr="0093166E">
        <w:rPr>
          <w:b/>
          <w:vertAlign w:val="superscript"/>
        </w:rPr>
        <w:t>−</w:t>
      </w:r>
      <w:r w:rsidR="0093166E" w:rsidRPr="0022608B">
        <w:rPr>
          <w:vertAlign w:val="subscript"/>
        </w:rPr>
        <w:t xml:space="preserve"> </w:t>
      </w:r>
      <w:r w:rsidRPr="0022608B">
        <w:rPr>
          <w:vertAlign w:val="subscript"/>
        </w:rPr>
        <w:t>(</w:t>
      </w:r>
      <w:proofErr w:type="spellStart"/>
      <w:r w:rsidRPr="0022608B">
        <w:rPr>
          <w:vertAlign w:val="subscript"/>
        </w:rPr>
        <w:t>aq</w:t>
      </w:r>
      <w:proofErr w:type="spellEnd"/>
      <w:r w:rsidRPr="0022608B">
        <w:rPr>
          <w:vertAlign w:val="subscript"/>
        </w:rPr>
        <w:t>)</w:t>
      </w:r>
    </w:p>
    <w:p w14:paraId="28066EAB" w14:textId="77777777" w:rsidR="009C2FF1" w:rsidRPr="0022608B" w:rsidRDefault="009C2FF1" w:rsidP="00B6138C">
      <w:pPr>
        <w:pStyle w:val="ECEcorps"/>
      </w:pPr>
    </w:p>
    <w:p w14:paraId="19D05B0F" w14:textId="09D7B0C0" w:rsidR="00B6138C" w:rsidRDefault="00BD4BA3" w:rsidP="00B6138C">
      <w:pPr>
        <w:pStyle w:val="ECEcorps"/>
      </w:pPr>
      <w:r>
        <w:t xml:space="preserve">Parmi les espèces mises en jeu dans cette transformation, </w:t>
      </w:r>
      <w:r w:rsidR="0022608B">
        <w:t>s</w:t>
      </w:r>
      <w:r w:rsidR="00E4406B">
        <w:t xml:space="preserve">eul le </w:t>
      </w:r>
      <w:proofErr w:type="spellStart"/>
      <w:r w:rsidR="00E4406B">
        <w:t>diiode</w:t>
      </w:r>
      <w:proofErr w:type="spellEnd"/>
      <w:r w:rsidR="00E4406B">
        <w:t xml:space="preserve"> est coloré.</w:t>
      </w:r>
    </w:p>
    <w:p w14:paraId="6942061E" w14:textId="77777777" w:rsidR="009C2FF1" w:rsidRPr="009C2FF1" w:rsidRDefault="009C2FF1" w:rsidP="00B6138C">
      <w:pPr>
        <w:pStyle w:val="ECEcorps"/>
      </w:pPr>
    </w:p>
    <w:p w14:paraId="24F1AB87" w14:textId="77777777" w:rsidR="00C60969" w:rsidRPr="00136091" w:rsidRDefault="00C60969" w:rsidP="00C609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>Données utiles</w:t>
      </w:r>
      <w:r w:rsidRPr="00136091">
        <w:rPr>
          <w:sz w:val="24"/>
          <w:szCs w:val="24"/>
          <w:u w:val="none"/>
        </w:rPr>
        <w:t xml:space="preserve"> </w:t>
      </w:r>
    </w:p>
    <w:p w14:paraId="664E32D5" w14:textId="77777777" w:rsidR="002F1887" w:rsidRDefault="002F1887" w:rsidP="00C60969">
      <w:pPr>
        <w:pStyle w:val="ECEcorps"/>
      </w:pPr>
    </w:p>
    <w:p w14:paraId="6100F895" w14:textId="36DFABE6" w:rsidR="002F1887" w:rsidRDefault="002F1887" w:rsidP="00C60969">
      <w:pPr>
        <w:pStyle w:val="ECEcorps"/>
      </w:pPr>
      <w:r>
        <w:t>Concentra</w:t>
      </w:r>
      <w:r w:rsidR="00A631A9">
        <w:t>tions des ions utilisés dans le générateur</w:t>
      </w:r>
      <w:r w:rsidR="008D3DAE">
        <w:t> :</w:t>
      </w:r>
    </w:p>
    <w:p w14:paraId="7D4D58D9" w14:textId="4126C39C" w:rsidR="00BE27B1" w:rsidRPr="00585877" w:rsidRDefault="0064088A" w:rsidP="008D3DAE">
      <w:pPr>
        <w:pStyle w:val="ECEcorps"/>
        <w:numPr>
          <w:ilvl w:val="0"/>
          <w:numId w:val="14"/>
        </w:numPr>
      </w:pPr>
      <w:r>
        <w:t>Concentration en quantité de matière des ions</w:t>
      </w:r>
      <w:r w:rsidR="00BE27B1">
        <w:t xml:space="preserve"> zinc </w:t>
      </w:r>
      <w:r>
        <w:t>Zn</w:t>
      </w:r>
      <w:r w:rsidRPr="0064088A">
        <w:rPr>
          <w:vertAlign w:val="superscript"/>
        </w:rPr>
        <w:t>2+</w:t>
      </w:r>
      <w:r>
        <w:t xml:space="preserve"> : </w:t>
      </w:r>
      <w:r w:rsidR="005D0FB9" w:rsidRPr="001051B8">
        <w:rPr>
          <w:iCs/>
        </w:rPr>
        <w:t>[Zn</w:t>
      </w:r>
      <w:r w:rsidR="005D0FB9" w:rsidRPr="001051B8">
        <w:rPr>
          <w:iCs/>
          <w:vertAlign w:val="superscript"/>
        </w:rPr>
        <w:t>2+</w:t>
      </w:r>
      <w:r w:rsidR="005D0FB9" w:rsidRPr="001051B8">
        <w:rPr>
          <w:iCs/>
        </w:rPr>
        <w:t>]</w:t>
      </w:r>
      <w:r w:rsidR="005D0FB9">
        <w:t xml:space="preserve"> = 1,0</w:t>
      </w:r>
      <w:r w:rsidR="009C2FCF">
        <w:rPr>
          <w:rFonts w:ascii="Cambria Math" w:hAnsi="Cambria Math"/>
        </w:rPr>
        <w:t>⨯</w:t>
      </w:r>
      <w:r w:rsidR="005D0FB9">
        <w:t>10</w:t>
      </w:r>
      <w:r w:rsidR="0093166E" w:rsidRPr="0093166E">
        <w:rPr>
          <w:b/>
          <w:vertAlign w:val="superscript"/>
        </w:rPr>
        <w:t>−</w:t>
      </w:r>
      <w:r w:rsidR="005D0FB9" w:rsidRPr="00BE27B1">
        <w:rPr>
          <w:vertAlign w:val="superscript"/>
        </w:rPr>
        <w:t>1</w:t>
      </w:r>
      <w:r w:rsidR="005D0FB9">
        <w:t xml:space="preserve"> mol</w:t>
      </w:r>
      <w:r w:rsidR="009C2FCF">
        <w:t>·</w:t>
      </w:r>
      <w:r w:rsidR="005D0FB9">
        <w:t>L</w:t>
      </w:r>
      <w:r w:rsidR="0093166E" w:rsidRPr="0093166E">
        <w:rPr>
          <w:b/>
          <w:vertAlign w:val="superscript"/>
        </w:rPr>
        <w:t>−</w:t>
      </w:r>
      <w:r w:rsidR="00BE27B1" w:rsidRPr="00BE27B1">
        <w:rPr>
          <w:vertAlign w:val="superscript"/>
        </w:rPr>
        <w:t>1</w:t>
      </w:r>
      <w:r w:rsidR="00585877">
        <w:t>.</w:t>
      </w:r>
    </w:p>
    <w:p w14:paraId="1B566C2E" w14:textId="4DF34D3B" w:rsidR="00BE27B1" w:rsidRPr="0022608B" w:rsidRDefault="00BE27B1" w:rsidP="008D3DAE">
      <w:pPr>
        <w:pStyle w:val="ECEcorps"/>
        <w:numPr>
          <w:ilvl w:val="0"/>
          <w:numId w:val="14"/>
        </w:numPr>
      </w:pPr>
      <w:r>
        <w:t>Concentration en quantité de matière des ions iodure I</w:t>
      </w:r>
      <w:r w:rsidR="0093166E" w:rsidRPr="0093166E">
        <w:rPr>
          <w:b/>
          <w:vertAlign w:val="superscript"/>
        </w:rPr>
        <w:t>−</w:t>
      </w:r>
      <w:r w:rsidR="00EC2392">
        <w:t xml:space="preserve"> </w:t>
      </w:r>
      <w:r w:rsidRPr="001051B8">
        <w:t xml:space="preserve">: </w:t>
      </w:r>
      <w:r w:rsidRPr="001051B8">
        <w:rPr>
          <w:iCs/>
        </w:rPr>
        <w:t>[I</w:t>
      </w:r>
      <w:r w:rsidR="0093166E" w:rsidRPr="0093166E">
        <w:rPr>
          <w:b/>
          <w:vertAlign w:val="superscript"/>
        </w:rPr>
        <w:t>−</w:t>
      </w:r>
      <w:r w:rsidRPr="001051B8">
        <w:rPr>
          <w:iCs/>
        </w:rPr>
        <w:t>]</w:t>
      </w:r>
      <w:r>
        <w:t xml:space="preserve"> = </w:t>
      </w:r>
      <w:r w:rsidR="00624941">
        <w:t>1</w:t>
      </w:r>
      <w:r>
        <w:t>,0</w:t>
      </w:r>
      <w:r w:rsidR="009C2FCF">
        <w:rPr>
          <w:rFonts w:ascii="Cambria Math" w:hAnsi="Cambria Math"/>
        </w:rPr>
        <w:t>⨯</w:t>
      </w:r>
      <w:r>
        <w:t>10</w:t>
      </w:r>
      <w:r w:rsidRPr="00BE27B1">
        <w:rPr>
          <w:vertAlign w:val="superscript"/>
        </w:rPr>
        <w:t>-</w:t>
      </w:r>
      <w:r w:rsidR="00624941">
        <w:rPr>
          <w:vertAlign w:val="superscript"/>
        </w:rPr>
        <w:t>1</w:t>
      </w:r>
      <w:r>
        <w:t xml:space="preserve"> mol</w:t>
      </w:r>
      <w:r w:rsidR="009C2FCF">
        <w:t>·</w:t>
      </w:r>
      <w:r w:rsidRPr="0022608B">
        <w:t>L</w:t>
      </w:r>
      <w:r w:rsidRPr="0022608B">
        <w:rPr>
          <w:vertAlign w:val="superscript"/>
        </w:rPr>
        <w:t>-1</w:t>
      </w:r>
      <w:r w:rsidR="00585877" w:rsidRPr="0022608B">
        <w:t>.</w:t>
      </w:r>
    </w:p>
    <w:p w14:paraId="5D80D130" w14:textId="77777777" w:rsidR="00585877" w:rsidRPr="0022608B" w:rsidRDefault="00585877" w:rsidP="00C60969">
      <w:pPr>
        <w:pStyle w:val="ECEcorps"/>
      </w:pPr>
    </w:p>
    <w:p w14:paraId="31E60C49" w14:textId="0E7C9C0F" w:rsidR="00C60969" w:rsidRPr="00624941" w:rsidRDefault="002F1887" w:rsidP="00C60969">
      <w:pPr>
        <w:pStyle w:val="ECEcorps"/>
        <w:rPr>
          <w:vertAlign w:val="subscript"/>
          <w:lang w:val="pt-PT"/>
        </w:rPr>
      </w:pPr>
      <w:r w:rsidRPr="00624941">
        <w:rPr>
          <w:lang w:val="pt-PT"/>
        </w:rPr>
        <w:t xml:space="preserve">Masse molaire </w:t>
      </w:r>
      <w:r w:rsidR="00BD4BA3">
        <w:rPr>
          <w:lang w:val="pt-PT"/>
        </w:rPr>
        <w:t xml:space="preserve">moléculaire </w:t>
      </w:r>
      <w:r w:rsidRPr="00624941">
        <w:rPr>
          <w:lang w:val="pt-PT"/>
        </w:rPr>
        <w:t xml:space="preserve">du thiosulfate de sodium </w:t>
      </w:r>
      <w:r w:rsidR="003D59FE" w:rsidRPr="00624941">
        <w:rPr>
          <w:lang w:val="pt-PT"/>
        </w:rPr>
        <w:t xml:space="preserve">pentahydraté </w:t>
      </w:r>
      <w:r w:rsidR="00585877" w:rsidRPr="00624941">
        <w:rPr>
          <w:lang w:val="pt-PT"/>
        </w:rPr>
        <w:t>Na</w:t>
      </w:r>
      <w:r w:rsidR="00585877" w:rsidRPr="00624941">
        <w:rPr>
          <w:vertAlign w:val="subscript"/>
          <w:lang w:val="pt-PT"/>
        </w:rPr>
        <w:t>2</w:t>
      </w:r>
      <w:r w:rsidR="00585877" w:rsidRPr="00624941">
        <w:rPr>
          <w:lang w:val="pt-PT"/>
        </w:rPr>
        <w:t>S</w:t>
      </w:r>
      <w:r w:rsidR="00585877" w:rsidRPr="00624941">
        <w:rPr>
          <w:vertAlign w:val="subscript"/>
          <w:lang w:val="pt-PT"/>
        </w:rPr>
        <w:t>2</w:t>
      </w:r>
      <w:r w:rsidR="00585877" w:rsidRPr="00624941">
        <w:rPr>
          <w:lang w:val="pt-PT"/>
        </w:rPr>
        <w:t>O</w:t>
      </w:r>
      <w:r w:rsidR="00585877" w:rsidRPr="00624941">
        <w:rPr>
          <w:vertAlign w:val="subscript"/>
          <w:lang w:val="pt-PT"/>
        </w:rPr>
        <w:t>3</w:t>
      </w:r>
      <w:r w:rsidR="003D59FE" w:rsidRPr="00624941">
        <w:rPr>
          <w:lang w:val="pt-PT"/>
        </w:rPr>
        <w:t>(H</w:t>
      </w:r>
      <w:r w:rsidR="003D59FE" w:rsidRPr="00624941">
        <w:rPr>
          <w:vertAlign w:val="subscript"/>
          <w:lang w:val="pt-PT"/>
        </w:rPr>
        <w:t>2</w:t>
      </w:r>
      <w:r w:rsidR="003D59FE" w:rsidRPr="00624941">
        <w:rPr>
          <w:lang w:val="pt-PT"/>
        </w:rPr>
        <w:t>O)</w:t>
      </w:r>
      <w:r w:rsidR="00050559" w:rsidRPr="00624941">
        <w:rPr>
          <w:vertAlign w:val="subscript"/>
          <w:lang w:val="pt-PT"/>
        </w:rPr>
        <w:t>5</w:t>
      </w:r>
      <w:r w:rsidR="00585877" w:rsidRPr="00624941">
        <w:rPr>
          <w:lang w:val="pt-PT"/>
        </w:rPr>
        <w:t xml:space="preserve"> </w:t>
      </w:r>
      <w:r w:rsidR="00BB3956">
        <w:rPr>
          <w:lang w:val="pt-PT"/>
        </w:rPr>
        <w:t xml:space="preserve">: </w:t>
      </w:r>
      <w:r w:rsidR="00585877" w:rsidRPr="009C2FCF">
        <w:rPr>
          <w:i/>
          <w:iCs/>
          <w:lang w:val="pt-PT"/>
        </w:rPr>
        <w:t>M</w:t>
      </w:r>
      <w:r w:rsidR="009C2FCF">
        <w:rPr>
          <w:lang w:val="pt-PT"/>
        </w:rPr>
        <w:t xml:space="preserve"> </w:t>
      </w:r>
      <w:r w:rsidR="00585877" w:rsidRPr="00624941">
        <w:rPr>
          <w:lang w:val="pt-PT"/>
        </w:rPr>
        <w:t>=</w:t>
      </w:r>
      <w:r w:rsidR="009C2FCF">
        <w:rPr>
          <w:lang w:val="pt-PT"/>
        </w:rPr>
        <w:t xml:space="preserve"> </w:t>
      </w:r>
      <w:r w:rsidR="00050559" w:rsidRPr="00624941">
        <w:rPr>
          <w:lang w:val="pt-PT"/>
        </w:rPr>
        <w:t>248,2</w:t>
      </w:r>
      <w:r w:rsidR="00585877" w:rsidRPr="00624941">
        <w:rPr>
          <w:lang w:val="pt-PT"/>
        </w:rPr>
        <w:t xml:space="preserve"> g·mol</w:t>
      </w:r>
      <w:r w:rsidR="0093166E" w:rsidRPr="0093166E">
        <w:rPr>
          <w:b/>
          <w:vertAlign w:val="superscript"/>
        </w:rPr>
        <w:t>−</w:t>
      </w:r>
      <w:r w:rsidR="00585877" w:rsidRPr="00624941">
        <w:rPr>
          <w:vertAlign w:val="superscript"/>
          <w:lang w:val="pt-PT"/>
        </w:rPr>
        <w:t>1</w:t>
      </w:r>
      <w:r w:rsidR="00585877" w:rsidRPr="00624941">
        <w:rPr>
          <w:vertAlign w:val="subscript"/>
          <w:lang w:val="pt-PT"/>
        </w:rPr>
        <w:t>.</w:t>
      </w:r>
    </w:p>
    <w:p w14:paraId="61720AEF" w14:textId="77777777" w:rsidR="003D59FE" w:rsidRPr="00624941" w:rsidRDefault="003D59FE" w:rsidP="003D59FE">
      <w:pPr>
        <w:pStyle w:val="ECEcorps"/>
        <w:rPr>
          <w:lang w:val="pt-PT"/>
        </w:rPr>
      </w:pPr>
    </w:p>
    <w:p w14:paraId="3B839AA0" w14:textId="7777777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14:paraId="42CFCA4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8911EE7" w14:textId="71CB8E20" w:rsidR="00E26870" w:rsidRPr="00452138" w:rsidRDefault="00687422" w:rsidP="00E26870">
      <w:pPr>
        <w:pStyle w:val="ECEpartie"/>
        <w:numPr>
          <w:ilvl w:val="0"/>
          <w:numId w:val="6"/>
        </w:numPr>
      </w:pPr>
      <w:bookmarkStart w:id="5" w:name="_Toc482638814"/>
      <w:bookmarkStart w:id="6" w:name="_Toc500182691"/>
      <w:bookmarkStart w:id="7" w:name="_Hlk113367171"/>
      <w:r>
        <w:t xml:space="preserve">Détermination expérimentale de la </w:t>
      </w:r>
      <w:r w:rsidR="00185F94">
        <w:t>tension</w:t>
      </w:r>
      <w:r w:rsidR="00A631A9">
        <w:t xml:space="preserve"> </w:t>
      </w:r>
      <w:r w:rsidR="00FB64AF">
        <w:t xml:space="preserve">à vide </w:t>
      </w:r>
      <w:r w:rsidR="001051B8">
        <w:t xml:space="preserve">aux bornes </w:t>
      </w:r>
      <w:r w:rsidR="00A631A9">
        <w:t>du générateur électrochimique</w:t>
      </w:r>
      <w:r w:rsidR="00E26870" w:rsidRPr="00452138">
        <w:t xml:space="preserve"> </w:t>
      </w:r>
      <w:r w:rsidR="00E26870" w:rsidRPr="00FF78A1">
        <w:rPr>
          <w:b w:val="0"/>
          <w:bCs/>
        </w:rPr>
        <w:t>(</w:t>
      </w:r>
      <w:r w:rsidR="00373C07">
        <w:rPr>
          <w:b w:val="0"/>
          <w:bCs/>
        </w:rPr>
        <w:t>10</w:t>
      </w:r>
      <w:r w:rsidR="00E26870" w:rsidRPr="00FF78A1">
        <w:rPr>
          <w:b w:val="0"/>
          <w:bCs/>
        </w:rPr>
        <w:t xml:space="preserve"> minutes conseillées)</w:t>
      </w:r>
      <w:bookmarkEnd w:id="5"/>
      <w:bookmarkEnd w:id="6"/>
    </w:p>
    <w:bookmarkEnd w:id="7"/>
    <w:p w14:paraId="325B5478" w14:textId="77777777" w:rsidR="00E26870" w:rsidRDefault="00E26870" w:rsidP="00E26870">
      <w:pPr>
        <w:pStyle w:val="ECEcorps"/>
      </w:pPr>
    </w:p>
    <w:p w14:paraId="74C43D2F" w14:textId="13E1AA22" w:rsidR="00687422" w:rsidRDefault="009C2FCF" w:rsidP="001051B8">
      <w:pPr>
        <w:pStyle w:val="ECEcorps"/>
      </w:pPr>
      <w:r>
        <w:t>À</w:t>
      </w:r>
      <w:r w:rsidR="0011379C">
        <w:t xml:space="preserve"> l’aide du matériel mis à disposition, mesurer la </w:t>
      </w:r>
      <w:r w:rsidR="00624941">
        <w:t xml:space="preserve">tension </w:t>
      </w:r>
      <w:r w:rsidR="00FB64AF">
        <w:t>à vide</w:t>
      </w:r>
      <w:r w:rsidR="0093166E">
        <w:t xml:space="preserve"> </w:t>
      </w:r>
      <w:r w:rsidR="00624941">
        <w:t>aux bornes</w:t>
      </w:r>
      <w:r w:rsidR="00A631A9">
        <w:t xml:space="preserve"> du dispositif déposé</w:t>
      </w:r>
      <w:r w:rsidR="0011379C">
        <w:t xml:space="preserve"> sur </w:t>
      </w:r>
      <w:r w:rsidR="001051B8">
        <w:t>la paillasse</w:t>
      </w:r>
      <w:r w:rsidR="0011379C">
        <w:t>.</w:t>
      </w:r>
    </w:p>
    <w:p w14:paraId="7924C751" w14:textId="77777777" w:rsidR="002071EC" w:rsidRDefault="002071EC" w:rsidP="00E26870">
      <w:pPr>
        <w:pStyle w:val="ECEcorps"/>
      </w:pPr>
    </w:p>
    <w:p w14:paraId="05F60D3F" w14:textId="52986BC9" w:rsidR="0011379C" w:rsidRDefault="001051B8" w:rsidP="009C2FCF">
      <w:pPr>
        <w:pStyle w:val="ECEcorps"/>
        <w:jc w:val="center"/>
      </w:pPr>
      <w:r>
        <w:t>Noter</w:t>
      </w:r>
      <w:r w:rsidR="002071EC">
        <w:t xml:space="preserve"> la </w:t>
      </w:r>
      <w:r w:rsidR="00624941">
        <w:t xml:space="preserve">valeur de la </w:t>
      </w:r>
      <w:r w:rsidR="00A631A9">
        <w:t>tension</w:t>
      </w:r>
      <w:r w:rsidR="002071EC">
        <w:t> </w:t>
      </w:r>
      <w:r>
        <w:t xml:space="preserve">obtenue </w:t>
      </w:r>
      <w:r w:rsidR="002071EC">
        <w:t>:</w:t>
      </w:r>
      <w:r w:rsidR="009C2FCF">
        <w:t xml:space="preserve"> </w:t>
      </w:r>
      <w:r w:rsidR="00624941" w:rsidRPr="009C2FCF">
        <w:rPr>
          <w:i/>
          <w:iCs/>
        </w:rPr>
        <w:t>U</w:t>
      </w:r>
      <w:r w:rsidR="0011379C">
        <w:t xml:space="preserve"> =……………………………</w:t>
      </w:r>
    </w:p>
    <w:p w14:paraId="4B66D160" w14:textId="77777777" w:rsidR="002071EC" w:rsidRDefault="002071EC" w:rsidP="006672AB">
      <w:pPr>
        <w:pStyle w:val="ECEcorps"/>
        <w:jc w:val="center"/>
      </w:pPr>
    </w:p>
    <w:p w14:paraId="75B13B12" w14:textId="00E73B7F" w:rsidR="001051B8" w:rsidRPr="003C13F9" w:rsidRDefault="007D071F" w:rsidP="001051B8">
      <w:pPr>
        <w:pStyle w:val="ECEpartie"/>
      </w:pPr>
      <w:bookmarkStart w:id="8" w:name="_Toc482638815"/>
      <w:bookmarkStart w:id="9" w:name="_Toc500182692"/>
      <w:bookmarkStart w:id="10" w:name="_Hlk113367565"/>
      <w:r>
        <w:t xml:space="preserve">Titrage du </w:t>
      </w:r>
      <w:proofErr w:type="spellStart"/>
      <w:r>
        <w:t>diiode</w:t>
      </w:r>
      <w:proofErr w:type="spellEnd"/>
      <w:r w:rsidR="001051B8" w:rsidRPr="003C13F9">
        <w:t xml:space="preserve"> </w:t>
      </w:r>
      <w:r w:rsidR="001051B8" w:rsidRPr="00FF78A1">
        <w:rPr>
          <w:b w:val="0"/>
          <w:bCs/>
        </w:rPr>
        <w:t>(</w:t>
      </w:r>
      <w:r w:rsidR="001051B8">
        <w:rPr>
          <w:b w:val="0"/>
          <w:bCs/>
        </w:rPr>
        <w:t>30</w:t>
      </w:r>
      <w:r w:rsidR="001051B8" w:rsidRPr="00FF78A1">
        <w:rPr>
          <w:b w:val="0"/>
          <w:bCs/>
        </w:rPr>
        <w:t xml:space="preserve"> minutes conseillées)</w:t>
      </w:r>
      <w:bookmarkEnd w:id="8"/>
      <w:bookmarkEnd w:id="9"/>
    </w:p>
    <w:bookmarkEnd w:id="10"/>
    <w:p w14:paraId="63AFCF60" w14:textId="77777777" w:rsidR="001051B8" w:rsidRDefault="001051B8" w:rsidP="001051B8">
      <w:pPr>
        <w:pStyle w:val="ECEcorps"/>
      </w:pPr>
    </w:p>
    <w:p w14:paraId="0FD4BBD3" w14:textId="0569E02C" w:rsidR="00F9714D" w:rsidRDefault="00456342" w:rsidP="001051B8">
      <w:pPr>
        <w:pStyle w:val="ECEcorps"/>
      </w:pPr>
      <w:r>
        <w:t>Pour calcul</w:t>
      </w:r>
      <w:r w:rsidR="001051B8">
        <w:t xml:space="preserve">er la valeur théorique de la </w:t>
      </w:r>
      <w:r w:rsidR="00185F94">
        <w:t>tension</w:t>
      </w:r>
      <w:r w:rsidR="001051B8">
        <w:t xml:space="preserve"> </w:t>
      </w:r>
      <w:r w:rsidR="001051B8" w:rsidRPr="009C2FCF">
        <w:rPr>
          <w:i/>
          <w:iCs/>
        </w:rPr>
        <w:t>U</w:t>
      </w:r>
      <w:r w:rsidR="00185F94">
        <w:t xml:space="preserve">, </w:t>
      </w:r>
      <w:r w:rsidR="001051B8">
        <w:t>il faut</w:t>
      </w:r>
      <w:r>
        <w:t xml:space="preserve"> déterminer la concentration en </w:t>
      </w:r>
      <w:proofErr w:type="spellStart"/>
      <w:r>
        <w:t>diiode</w:t>
      </w:r>
      <w:proofErr w:type="spellEnd"/>
      <w:r>
        <w:t xml:space="preserve"> I</w:t>
      </w:r>
      <w:r w:rsidRPr="00B8393D">
        <w:rPr>
          <w:vertAlign w:val="subscript"/>
        </w:rPr>
        <w:t>2</w:t>
      </w:r>
      <w:r>
        <w:t xml:space="preserve"> présent dans la solution utilisée. </w:t>
      </w:r>
    </w:p>
    <w:p w14:paraId="49C9A64A" w14:textId="77777777" w:rsidR="0093166E" w:rsidRDefault="0093166E" w:rsidP="001051B8">
      <w:pPr>
        <w:pStyle w:val="ECEcorps"/>
      </w:pPr>
    </w:p>
    <w:p w14:paraId="33452247" w14:textId="77777777" w:rsidR="0093166E" w:rsidRDefault="001051B8" w:rsidP="001051B8">
      <w:pPr>
        <w:pStyle w:val="ECEcorps"/>
      </w:pPr>
      <w:r>
        <w:lastRenderedPageBreak/>
        <w:t xml:space="preserve">2.1. </w:t>
      </w:r>
      <w:r w:rsidR="00456342">
        <w:t>Le titrage sera réalisé avec une solution de thiosulfate de sodium</w:t>
      </w:r>
      <w:r w:rsidR="0022608B">
        <w:t xml:space="preserve">, de concentration en quantité de matière </w:t>
      </w:r>
    </w:p>
    <w:p w14:paraId="7D57205A" w14:textId="0273E5D7" w:rsidR="0022608B" w:rsidRDefault="0022608B" w:rsidP="001051B8">
      <w:pPr>
        <w:pStyle w:val="ECEcorps"/>
      </w:pPr>
      <w:r w:rsidRPr="009C2FCF">
        <w:rPr>
          <w:i/>
          <w:iCs/>
        </w:rPr>
        <w:t>C</w:t>
      </w:r>
      <w:r>
        <w:t xml:space="preserve"> = 5,0</w:t>
      </w:r>
      <w:r>
        <w:rPr>
          <w:rFonts w:ascii="Cambria Math" w:hAnsi="Cambria Math"/>
        </w:rPr>
        <w:t>⨯</w:t>
      </w:r>
      <w:r>
        <w:t>10</w:t>
      </w:r>
      <w:r w:rsidRPr="00456342">
        <w:rPr>
          <w:vertAlign w:val="superscript"/>
        </w:rPr>
        <w:t>-</w:t>
      </w:r>
      <w:r>
        <w:rPr>
          <w:vertAlign w:val="superscript"/>
        </w:rPr>
        <w:t>2</w:t>
      </w:r>
      <w:r>
        <w:t xml:space="preserve"> mol·L</w:t>
      </w:r>
      <w:r w:rsidRPr="00456342">
        <w:rPr>
          <w:vertAlign w:val="superscript"/>
        </w:rPr>
        <w:t>-</w:t>
      </w:r>
      <w:proofErr w:type="gramStart"/>
      <w:r w:rsidRPr="00456342">
        <w:rPr>
          <w:vertAlign w:val="superscript"/>
        </w:rPr>
        <w:t>1</w:t>
      </w:r>
      <w:r>
        <w:t xml:space="preserve"> .</w:t>
      </w:r>
      <w:proofErr w:type="gramEnd"/>
      <w:r>
        <w:t xml:space="preserve"> </w:t>
      </w:r>
    </w:p>
    <w:p w14:paraId="62098FAE" w14:textId="77777777" w:rsidR="001051B8" w:rsidRDefault="001051B8" w:rsidP="001051B8">
      <w:pPr>
        <w:pStyle w:val="ECEcorps"/>
      </w:pPr>
    </w:p>
    <w:p w14:paraId="30E7668E" w14:textId="0BF44FD6" w:rsidR="00F9714D" w:rsidRDefault="0022608B" w:rsidP="001051B8">
      <w:pPr>
        <w:pStyle w:val="ECEcorps"/>
      </w:pPr>
      <w:r>
        <w:t xml:space="preserve">Calculer la masse de thiosulfate de sodium </w:t>
      </w:r>
      <w:proofErr w:type="spellStart"/>
      <w:r>
        <w:t>pentahydraté</w:t>
      </w:r>
      <w:proofErr w:type="spellEnd"/>
      <w:r>
        <w:t xml:space="preserve"> à peser pour préparer</w:t>
      </w:r>
      <w:r w:rsidR="001051B8">
        <w:t>,</w:t>
      </w:r>
      <w:r>
        <w:t xml:space="preserve"> par dissolution, un volume </w:t>
      </w:r>
      <w:r w:rsidRPr="00FB64AF">
        <w:rPr>
          <w:i/>
        </w:rPr>
        <w:t>V</w:t>
      </w:r>
      <w:r w:rsidR="001051B8">
        <w:t> = 100,0 </w:t>
      </w:r>
      <w:proofErr w:type="spellStart"/>
      <w:r>
        <w:t>mL</w:t>
      </w:r>
      <w:proofErr w:type="spellEnd"/>
      <w:r>
        <w:t xml:space="preserve"> de solution</w:t>
      </w:r>
      <w:r w:rsidR="001051B8" w:rsidRPr="001051B8">
        <w:t xml:space="preserve"> </w:t>
      </w:r>
      <w:r w:rsidR="001051B8">
        <w:t>de thiosulfate de sodium à la concentration souhaitée</w:t>
      </w:r>
      <w:r>
        <w:t xml:space="preserve">. </w:t>
      </w:r>
    </w:p>
    <w:p w14:paraId="08735F27" w14:textId="77777777" w:rsidR="00C37149" w:rsidRDefault="00C37149" w:rsidP="00C37149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4D15FD8F" w14:textId="77777777" w:rsidR="00C37149" w:rsidRDefault="00C37149" w:rsidP="00C37149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5FAD3F19" w14:textId="77777777" w:rsidR="007372BA" w:rsidRPr="00A436E8" w:rsidRDefault="007372BA" w:rsidP="00E26870">
      <w:pPr>
        <w:pStyle w:val="ECEcorps"/>
      </w:pPr>
    </w:p>
    <w:p w14:paraId="145A8E5B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1821430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113FE97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71AD647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B9B192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18503405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F14B35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831D87D" w14:textId="77777777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5B4B2E37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E38E904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7E85724" w14:textId="77777777" w:rsidR="00E26870" w:rsidRPr="00D742A9" w:rsidRDefault="00DE7399" w:rsidP="00E26870">
      <w:pPr>
        <w:pStyle w:val="ECEcorps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C43567E" wp14:editId="567B355E">
                <wp:simplePos x="0" y="0"/>
                <wp:positionH relativeFrom="column">
                  <wp:posOffset>2815065</wp:posOffset>
                </wp:positionH>
                <wp:positionV relativeFrom="paragraph">
                  <wp:posOffset>136387</wp:posOffset>
                </wp:positionV>
                <wp:extent cx="3299460" cy="3483696"/>
                <wp:effectExtent l="0" t="0" r="1524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9460" cy="3483696"/>
                          <a:chOff x="0" y="0"/>
                          <a:chExt cx="2964180" cy="3483696"/>
                        </a:xfrm>
                      </wpg:grpSpPr>
                      <wpg:grpSp>
                        <wpg:cNvPr id="25" name="Groupe 25"/>
                        <wpg:cNvGrpSpPr>
                          <a:grpSpLocks/>
                        </wpg:cNvGrpSpPr>
                        <wpg:grpSpPr bwMode="auto">
                          <a:xfrm>
                            <a:off x="1772920" y="2250440"/>
                            <a:ext cx="1191260" cy="1019810"/>
                            <a:chOff x="0" y="0"/>
                            <a:chExt cx="20000" cy="20000"/>
                          </a:xfrm>
                        </wpg:grpSpPr>
                        <wps:wsp>
                          <wps:cNvPr id="26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6" y="12516"/>
                              <a:ext cx="12324" cy="74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55" y="1682"/>
                              <a:ext cx="11" cy="9352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111" y="374"/>
                              <a:ext cx="11" cy="10660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74" y="12142"/>
                              <a:ext cx="5128" cy="13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rc 7"/>
                          <wps:cNvSpPr>
                            <a:spLocks/>
                          </wps:cNvSpPr>
                          <wps:spPr bwMode="auto">
                            <a:xfrm flipH="1" flipV="1">
                              <a:off x="9755" y="10648"/>
                              <a:ext cx="1290" cy="150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rc 8"/>
                          <wps:cNvSpPr>
                            <a:spLocks/>
                          </wps:cNvSpPr>
                          <wps:spPr bwMode="auto">
                            <a:xfrm flipV="1">
                              <a:off x="15832" y="10648"/>
                              <a:ext cx="1290" cy="150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rc 9"/>
                          <wps:cNvSpPr>
                            <a:spLocks/>
                          </wps:cNvSpPr>
                          <wps:spPr bwMode="auto">
                            <a:xfrm>
                              <a:off x="9115" y="0"/>
                              <a:ext cx="651" cy="1694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15" y="6725"/>
                              <a:ext cx="7047" cy="12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54" y="10648"/>
                              <a:ext cx="2729" cy="113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433" y="10461"/>
                              <a:ext cx="11" cy="1693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" name="Freeform 13"/>
                          <wps:cNvSpPr>
                            <a:spLocks/>
                          </wps:cNvSpPr>
                          <wps:spPr bwMode="auto">
                            <a:xfrm>
                              <a:off x="0" y="17186"/>
                              <a:ext cx="7527" cy="1320"/>
                            </a:xfrm>
                            <a:custGeom>
                              <a:avLst/>
                              <a:gdLst>
                                <a:gd name="T0" fmla="*/ 0 w 20000"/>
                                <a:gd name="T1" fmla="*/ 8491 h 20000"/>
                                <a:gd name="T2" fmla="*/ 0 w 20000"/>
                                <a:gd name="T3" fmla="*/ 5660 h 20000"/>
                                <a:gd name="T4" fmla="*/ 1700 w 20000"/>
                                <a:gd name="T5" fmla="*/ 5660 h 20000"/>
                                <a:gd name="T6" fmla="*/ 2550 w 20000"/>
                                <a:gd name="T7" fmla="*/ 2830 h 20000"/>
                                <a:gd name="T8" fmla="*/ 5524 w 20000"/>
                                <a:gd name="T9" fmla="*/ 2830 h 20000"/>
                                <a:gd name="T10" fmla="*/ 5949 w 20000"/>
                                <a:gd name="T11" fmla="*/ 0 h 20000"/>
                                <a:gd name="T12" fmla="*/ 12323 w 20000"/>
                                <a:gd name="T13" fmla="*/ 0 h 20000"/>
                                <a:gd name="T14" fmla="*/ 12323 w 20000"/>
                                <a:gd name="T15" fmla="*/ 2830 h 20000"/>
                                <a:gd name="T16" fmla="*/ 12748 w 20000"/>
                                <a:gd name="T17" fmla="*/ 2830 h 20000"/>
                                <a:gd name="T18" fmla="*/ 12748 w 20000"/>
                                <a:gd name="T19" fmla="*/ 5660 h 20000"/>
                                <a:gd name="T20" fmla="*/ 13173 w 20000"/>
                                <a:gd name="T21" fmla="*/ 5660 h 20000"/>
                                <a:gd name="T22" fmla="*/ 14023 w 20000"/>
                                <a:gd name="T23" fmla="*/ 8491 h 20000"/>
                                <a:gd name="T24" fmla="*/ 14023 w 20000"/>
                                <a:gd name="T25" fmla="*/ 11321 h 20000"/>
                                <a:gd name="T26" fmla="*/ 14448 w 20000"/>
                                <a:gd name="T27" fmla="*/ 11321 h 20000"/>
                                <a:gd name="T28" fmla="*/ 14448 w 20000"/>
                                <a:gd name="T29" fmla="*/ 14151 h 20000"/>
                                <a:gd name="T30" fmla="*/ 16147 w 20000"/>
                                <a:gd name="T31" fmla="*/ 14151 h 20000"/>
                                <a:gd name="T32" fmla="*/ 16572 w 20000"/>
                                <a:gd name="T33" fmla="*/ 16981 h 20000"/>
                                <a:gd name="T34" fmla="*/ 16997 w 20000"/>
                                <a:gd name="T35" fmla="*/ 16981 h 20000"/>
                                <a:gd name="T36" fmla="*/ 16997 w 20000"/>
                                <a:gd name="T37" fmla="*/ 19811 h 20000"/>
                                <a:gd name="T38" fmla="*/ 19972 w 20000"/>
                                <a:gd name="T39" fmla="*/ 19811 h 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0000" h="20000">
                                  <a:moveTo>
                                    <a:pt x="0" y="8491"/>
                                  </a:moveTo>
                                  <a:lnTo>
                                    <a:pt x="0" y="5660"/>
                                  </a:lnTo>
                                  <a:lnTo>
                                    <a:pt x="1700" y="5660"/>
                                  </a:lnTo>
                                  <a:lnTo>
                                    <a:pt x="2550" y="2830"/>
                                  </a:lnTo>
                                  <a:lnTo>
                                    <a:pt x="5524" y="2830"/>
                                  </a:lnTo>
                                  <a:lnTo>
                                    <a:pt x="5949" y="0"/>
                                  </a:lnTo>
                                  <a:lnTo>
                                    <a:pt x="12323" y="0"/>
                                  </a:lnTo>
                                  <a:lnTo>
                                    <a:pt x="12323" y="2830"/>
                                  </a:lnTo>
                                  <a:lnTo>
                                    <a:pt x="12748" y="2830"/>
                                  </a:lnTo>
                                  <a:lnTo>
                                    <a:pt x="12748" y="5660"/>
                                  </a:lnTo>
                                  <a:lnTo>
                                    <a:pt x="13173" y="5660"/>
                                  </a:lnTo>
                                  <a:lnTo>
                                    <a:pt x="14023" y="8491"/>
                                  </a:lnTo>
                                  <a:lnTo>
                                    <a:pt x="14023" y="11321"/>
                                  </a:lnTo>
                                  <a:lnTo>
                                    <a:pt x="14448" y="11321"/>
                                  </a:lnTo>
                                  <a:lnTo>
                                    <a:pt x="14448" y="14151"/>
                                  </a:lnTo>
                                  <a:lnTo>
                                    <a:pt x="16147" y="14151"/>
                                  </a:lnTo>
                                  <a:lnTo>
                                    <a:pt x="16572" y="16981"/>
                                  </a:lnTo>
                                  <a:lnTo>
                                    <a:pt x="16997" y="16981"/>
                                  </a:lnTo>
                                  <a:lnTo>
                                    <a:pt x="16997" y="19811"/>
                                  </a:lnTo>
                                  <a:lnTo>
                                    <a:pt x="19972" y="1981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14"/>
                          <wps:cNvSpPr>
                            <a:spLocks/>
                          </wps:cNvSpPr>
                          <wps:spPr bwMode="auto">
                            <a:xfrm>
                              <a:off x="11" y="17933"/>
                              <a:ext cx="7526" cy="1320"/>
                            </a:xfrm>
                            <a:custGeom>
                              <a:avLst/>
                              <a:gdLst>
                                <a:gd name="T0" fmla="*/ 0 w 20000"/>
                                <a:gd name="T1" fmla="*/ 8491 h 20000"/>
                                <a:gd name="T2" fmla="*/ 0 w 20000"/>
                                <a:gd name="T3" fmla="*/ 5660 h 20000"/>
                                <a:gd name="T4" fmla="*/ 1700 w 20000"/>
                                <a:gd name="T5" fmla="*/ 5660 h 20000"/>
                                <a:gd name="T6" fmla="*/ 2550 w 20000"/>
                                <a:gd name="T7" fmla="*/ 2830 h 20000"/>
                                <a:gd name="T8" fmla="*/ 5524 w 20000"/>
                                <a:gd name="T9" fmla="*/ 2830 h 20000"/>
                                <a:gd name="T10" fmla="*/ 5949 w 20000"/>
                                <a:gd name="T11" fmla="*/ 0 h 20000"/>
                                <a:gd name="T12" fmla="*/ 12323 w 20000"/>
                                <a:gd name="T13" fmla="*/ 0 h 20000"/>
                                <a:gd name="T14" fmla="*/ 12323 w 20000"/>
                                <a:gd name="T15" fmla="*/ 2830 h 20000"/>
                                <a:gd name="T16" fmla="*/ 12748 w 20000"/>
                                <a:gd name="T17" fmla="*/ 2830 h 20000"/>
                                <a:gd name="T18" fmla="*/ 12748 w 20000"/>
                                <a:gd name="T19" fmla="*/ 5660 h 20000"/>
                                <a:gd name="T20" fmla="*/ 13173 w 20000"/>
                                <a:gd name="T21" fmla="*/ 5660 h 20000"/>
                                <a:gd name="T22" fmla="*/ 14023 w 20000"/>
                                <a:gd name="T23" fmla="*/ 8491 h 20000"/>
                                <a:gd name="T24" fmla="*/ 14023 w 20000"/>
                                <a:gd name="T25" fmla="*/ 11321 h 20000"/>
                                <a:gd name="T26" fmla="*/ 14448 w 20000"/>
                                <a:gd name="T27" fmla="*/ 11321 h 20000"/>
                                <a:gd name="T28" fmla="*/ 14448 w 20000"/>
                                <a:gd name="T29" fmla="*/ 14151 h 20000"/>
                                <a:gd name="T30" fmla="*/ 16147 w 20000"/>
                                <a:gd name="T31" fmla="*/ 14151 h 20000"/>
                                <a:gd name="T32" fmla="*/ 16572 w 20000"/>
                                <a:gd name="T33" fmla="*/ 16981 h 20000"/>
                                <a:gd name="T34" fmla="*/ 16997 w 20000"/>
                                <a:gd name="T35" fmla="*/ 16981 h 20000"/>
                                <a:gd name="T36" fmla="*/ 16997 w 20000"/>
                                <a:gd name="T37" fmla="*/ 19811 h 20000"/>
                                <a:gd name="T38" fmla="*/ 19972 w 20000"/>
                                <a:gd name="T39" fmla="*/ 19811 h 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0000" h="20000">
                                  <a:moveTo>
                                    <a:pt x="0" y="8491"/>
                                  </a:moveTo>
                                  <a:lnTo>
                                    <a:pt x="0" y="5660"/>
                                  </a:lnTo>
                                  <a:lnTo>
                                    <a:pt x="1700" y="5660"/>
                                  </a:lnTo>
                                  <a:lnTo>
                                    <a:pt x="2550" y="2830"/>
                                  </a:lnTo>
                                  <a:lnTo>
                                    <a:pt x="5524" y="2830"/>
                                  </a:lnTo>
                                  <a:lnTo>
                                    <a:pt x="5949" y="0"/>
                                  </a:lnTo>
                                  <a:lnTo>
                                    <a:pt x="12323" y="0"/>
                                  </a:lnTo>
                                  <a:lnTo>
                                    <a:pt x="12323" y="2830"/>
                                  </a:lnTo>
                                  <a:lnTo>
                                    <a:pt x="12748" y="2830"/>
                                  </a:lnTo>
                                  <a:lnTo>
                                    <a:pt x="12748" y="5660"/>
                                  </a:lnTo>
                                  <a:lnTo>
                                    <a:pt x="13173" y="5660"/>
                                  </a:lnTo>
                                  <a:lnTo>
                                    <a:pt x="14023" y="8491"/>
                                  </a:lnTo>
                                  <a:lnTo>
                                    <a:pt x="14023" y="11321"/>
                                  </a:lnTo>
                                  <a:lnTo>
                                    <a:pt x="14448" y="11321"/>
                                  </a:lnTo>
                                  <a:lnTo>
                                    <a:pt x="14448" y="14151"/>
                                  </a:lnTo>
                                  <a:lnTo>
                                    <a:pt x="16147" y="14151"/>
                                  </a:lnTo>
                                  <a:lnTo>
                                    <a:pt x="16572" y="16981"/>
                                  </a:lnTo>
                                  <a:lnTo>
                                    <a:pt x="16997" y="16981"/>
                                  </a:lnTo>
                                  <a:lnTo>
                                    <a:pt x="16997" y="19811"/>
                                  </a:lnTo>
                                  <a:lnTo>
                                    <a:pt x="19972" y="1981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e 41"/>
                        <wpg:cNvGrpSpPr>
                          <a:grpSpLocks/>
                        </wpg:cNvGrpSpPr>
                        <wpg:grpSpPr bwMode="auto">
                          <a:xfrm>
                            <a:off x="2463800" y="0"/>
                            <a:ext cx="223157" cy="2302329"/>
                            <a:chOff x="18" y="0"/>
                            <a:chExt cx="19894" cy="20000"/>
                          </a:xfrm>
                        </wpg:grpSpPr>
                        <wps:wsp>
                          <wps:cNvPr id="42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4" y="204"/>
                              <a:ext cx="58" cy="18187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48" y="204"/>
                              <a:ext cx="58" cy="18187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" y="0"/>
                              <a:ext cx="3364" cy="208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548" y="0"/>
                              <a:ext cx="3364" cy="208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46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9066" y="1430"/>
                              <a:ext cx="7540" cy="15988"/>
                              <a:chOff x="1977" y="552"/>
                              <a:chExt cx="130" cy="3997"/>
                            </a:xfrm>
                          </wpg:grpSpPr>
                          <wpg:grpSp>
                            <wpg:cNvPr id="47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77" y="552"/>
                                <a:ext cx="130" cy="3179"/>
                                <a:chOff x="1977" y="552"/>
                                <a:chExt cx="130" cy="3179"/>
                              </a:xfrm>
                            </wpg:grpSpPr>
                            <wpg:grpSp>
                              <wpg:cNvPr id="48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77" y="552"/>
                                  <a:ext cx="125" cy="1545"/>
                                  <a:chOff x="1977" y="552"/>
                                  <a:chExt cx="125" cy="1545"/>
                                </a:xfrm>
                              </wpg:grpSpPr>
                              <wpg:grpSp>
                                <wpg:cNvPr id="49" name="Group 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77" y="552"/>
                                    <a:ext cx="121" cy="728"/>
                                    <a:chOff x="1977" y="552"/>
                                    <a:chExt cx="121" cy="728"/>
                                  </a:xfrm>
                                </wpg:grpSpPr>
                                <wpg:grpSp>
                                  <wpg:cNvPr id="50" name="Group 2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77" y="552"/>
                                      <a:ext cx="118" cy="319"/>
                                      <a:chOff x="1977" y="552"/>
                                      <a:chExt cx="118" cy="319"/>
                                    </a:xfrm>
                                  </wpg:grpSpPr>
                                  <wpg:grpSp>
                                    <wpg:cNvPr id="51" name="Group 2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77" y="552"/>
                                        <a:ext cx="116" cy="115"/>
                                        <a:chOff x="1977" y="552"/>
                                        <a:chExt cx="116" cy="115"/>
                                      </a:xfrm>
                                    </wpg:grpSpPr>
                                    <wps:wsp>
                                      <wps:cNvPr id="52" name="Line 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77" y="552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3" name="Line 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78" y="666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54" name="Group 2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79" y="756"/>
                                        <a:ext cx="116" cy="115"/>
                                        <a:chOff x="1979" y="779"/>
                                        <a:chExt cx="116" cy="115"/>
                                      </a:xfrm>
                                    </wpg:grpSpPr>
                                    <wps:wsp>
                                      <wps:cNvPr id="55" name="Line 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79" y="779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6" name="Line 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0" y="893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57" name="Group 3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0" y="961"/>
                                      <a:ext cx="118" cy="319"/>
                                      <a:chOff x="1980" y="1008"/>
                                      <a:chExt cx="118" cy="319"/>
                                    </a:xfrm>
                                  </wpg:grpSpPr>
                                  <wpg:grpSp>
                                    <wpg:cNvPr id="58" name="Group 3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0" y="1008"/>
                                        <a:ext cx="116" cy="114"/>
                                        <a:chOff x="1980" y="1008"/>
                                        <a:chExt cx="116" cy="114"/>
                                      </a:xfrm>
                                    </wpg:grpSpPr>
                                    <wps:wsp>
                                      <wps:cNvPr id="59" name="Line 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0" y="1008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0" name="Line 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1" y="1121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61" name="Group 3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2" y="1212"/>
                                        <a:ext cx="116" cy="115"/>
                                        <a:chOff x="1982" y="1236"/>
                                        <a:chExt cx="116" cy="115"/>
                                      </a:xfrm>
                                    </wpg:grpSpPr>
                                    <wps:wsp>
                                      <wps:cNvPr id="62" name="Line 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2" y="1236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3" name="Line 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3" y="1350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64" name="Group 3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1" y="1369"/>
                                    <a:ext cx="121" cy="728"/>
                                    <a:chOff x="1981" y="1463"/>
                                    <a:chExt cx="121" cy="728"/>
                                  </a:xfrm>
                                </wpg:grpSpPr>
                                <wpg:grpSp>
                                  <wpg:cNvPr id="65" name="Group 3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1" y="1463"/>
                                      <a:ext cx="118" cy="319"/>
                                      <a:chOff x="1981" y="1464"/>
                                      <a:chExt cx="118" cy="319"/>
                                    </a:xfrm>
                                  </wpg:grpSpPr>
                                  <wpg:grpSp>
                                    <wpg:cNvPr id="66" name="Group 4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1" y="1464"/>
                                        <a:ext cx="116" cy="115"/>
                                        <a:chOff x="1981" y="1463"/>
                                        <a:chExt cx="116" cy="115"/>
                                      </a:xfrm>
                                    </wpg:grpSpPr>
                                    <wps:wsp>
                                      <wps:cNvPr id="67" name="Line 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1" y="1463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6" name="Line 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2" y="1577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87" name="Group 4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3" y="1669"/>
                                        <a:ext cx="116" cy="114"/>
                                        <a:chOff x="1983" y="1692"/>
                                        <a:chExt cx="116" cy="114"/>
                                      </a:xfrm>
                                    </wpg:grpSpPr>
                                    <wps:wsp>
                                      <wps:cNvPr id="88" name="Line 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3" y="1692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" name="Line 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4" y="1805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08" name="Group 4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4" y="1872"/>
                                      <a:ext cx="118" cy="319"/>
                                      <a:chOff x="1984" y="1920"/>
                                      <a:chExt cx="118" cy="319"/>
                                    </a:xfrm>
                                  </wpg:grpSpPr>
                                  <wpg:grpSp>
                                    <wpg:cNvPr id="109" name="Group 4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4" y="1920"/>
                                        <a:ext cx="116" cy="115"/>
                                        <a:chOff x="1984" y="1920"/>
                                        <a:chExt cx="116" cy="115"/>
                                      </a:xfrm>
                                    </wpg:grpSpPr>
                                    <wps:wsp>
                                      <wps:cNvPr id="110" name="Line 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4" y="1920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1" name="Line 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5" y="2034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12" name="Group 5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6" y="2124"/>
                                        <a:ext cx="116" cy="115"/>
                                        <a:chOff x="1986" y="2147"/>
                                        <a:chExt cx="116" cy="115"/>
                                      </a:xfrm>
                                    </wpg:grpSpPr>
                                    <wps:wsp>
                                      <wps:cNvPr id="113" name="Line 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6" y="2147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4" name="Line 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7" y="2261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115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82" y="2186"/>
                                  <a:ext cx="125" cy="1545"/>
                                  <a:chOff x="1982" y="2375"/>
                                  <a:chExt cx="125" cy="1545"/>
                                </a:xfrm>
                              </wpg:grpSpPr>
                              <wpg:grpSp>
                                <wpg:cNvPr id="116" name="Group 5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2" y="2375"/>
                                    <a:ext cx="121" cy="728"/>
                                    <a:chOff x="1982" y="2375"/>
                                    <a:chExt cx="121" cy="728"/>
                                  </a:xfrm>
                                </wpg:grpSpPr>
                                <wpg:grpSp>
                                  <wpg:cNvPr id="117" name="Group 5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2" y="2375"/>
                                      <a:ext cx="118" cy="320"/>
                                      <a:chOff x="1982" y="2376"/>
                                      <a:chExt cx="118" cy="320"/>
                                    </a:xfrm>
                                  </wpg:grpSpPr>
                                  <wpg:grpSp>
                                    <wpg:cNvPr id="118" name="Group 5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2" y="2376"/>
                                        <a:ext cx="116" cy="115"/>
                                        <a:chOff x="1982" y="2375"/>
                                        <a:chExt cx="116" cy="115"/>
                                      </a:xfrm>
                                    </wpg:grpSpPr>
                                    <wps:wsp>
                                      <wps:cNvPr id="119" name="Line 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2" y="2375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0" name="Line 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3" y="2489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21" name="Group 5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4" y="2581"/>
                                        <a:ext cx="116" cy="115"/>
                                        <a:chOff x="1984" y="2604"/>
                                        <a:chExt cx="116" cy="115"/>
                                      </a:xfrm>
                                    </wpg:grpSpPr>
                                    <wps:wsp>
                                      <wps:cNvPr id="122" name="Line 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4" y="2604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3" name="Line 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5" y="2718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24" name="Group 6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5" y="2784"/>
                                      <a:ext cx="118" cy="319"/>
                                      <a:chOff x="1985" y="2832"/>
                                      <a:chExt cx="118" cy="319"/>
                                    </a:xfrm>
                                  </wpg:grpSpPr>
                                  <wpg:grpSp>
                                    <wpg:cNvPr id="125" name="Group 6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5" y="2832"/>
                                        <a:ext cx="116" cy="115"/>
                                        <a:chOff x="1985" y="2832"/>
                                        <a:chExt cx="116" cy="115"/>
                                      </a:xfrm>
                                    </wpg:grpSpPr>
                                    <wps:wsp>
                                      <wps:cNvPr id="126" name="Line 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5" y="2832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7" name="Line 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6" y="2946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28" name="Group 6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7" y="3036"/>
                                        <a:ext cx="116" cy="115"/>
                                        <a:chOff x="1987" y="3059"/>
                                        <a:chExt cx="116" cy="115"/>
                                      </a:xfrm>
                                    </wpg:grpSpPr>
                                    <wps:wsp>
                                      <wps:cNvPr id="129" name="Line 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7" y="3059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0" name="Line 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8" y="3173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131" name="Group 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6" y="3193"/>
                                    <a:ext cx="121" cy="727"/>
                                    <a:chOff x="1986" y="3288"/>
                                    <a:chExt cx="121" cy="727"/>
                                  </a:xfrm>
                                </wpg:grpSpPr>
                                <wpg:grpSp>
                                  <wpg:cNvPr id="132" name="Group 7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6" y="3288"/>
                                      <a:ext cx="118" cy="319"/>
                                      <a:chOff x="1986" y="3288"/>
                                      <a:chExt cx="118" cy="319"/>
                                    </a:xfrm>
                                  </wpg:grpSpPr>
                                  <wpg:grpSp>
                                    <wpg:cNvPr id="133" name="Group 7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6" y="3288"/>
                                        <a:ext cx="116" cy="115"/>
                                        <a:chOff x="1986" y="3289"/>
                                        <a:chExt cx="116" cy="115"/>
                                      </a:xfrm>
                                    </wpg:grpSpPr>
                                    <wps:wsp>
                                      <wps:cNvPr id="134" name="Line 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6" y="3289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5" name="Line 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7" y="3403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36" name="Group 7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8" y="3492"/>
                                        <a:ext cx="116" cy="115"/>
                                        <a:chOff x="1988" y="3516"/>
                                        <a:chExt cx="116" cy="115"/>
                                      </a:xfrm>
                                    </wpg:grpSpPr>
                                    <wps:wsp>
                                      <wps:cNvPr id="137" name="Line 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8" y="3516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8" name="Line 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9" y="3630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39" name="Group 7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9" y="3696"/>
                                      <a:ext cx="118" cy="319"/>
                                      <a:chOff x="1989" y="3743"/>
                                      <a:chExt cx="118" cy="319"/>
                                    </a:xfrm>
                                  </wpg:grpSpPr>
                                  <wpg:grpSp>
                                    <wpg:cNvPr id="140" name="Group 7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89" y="3743"/>
                                        <a:ext cx="116" cy="115"/>
                                        <a:chOff x="1989" y="3743"/>
                                        <a:chExt cx="116" cy="115"/>
                                      </a:xfrm>
                                    </wpg:grpSpPr>
                                    <wps:wsp>
                                      <wps:cNvPr id="141" name="Line 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89" y="3743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2" name="Line 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90" y="3857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43" name="Group 8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91" y="3948"/>
                                        <a:ext cx="116" cy="114"/>
                                        <a:chOff x="1991" y="3972"/>
                                        <a:chExt cx="116" cy="114"/>
                                      </a:xfrm>
                                    </wpg:grpSpPr>
                                    <wps:wsp>
                                      <wps:cNvPr id="144" name="Line 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91" y="3972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5" name="Line 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992" y="4085"/>
                                          <a:ext cx="115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  <wpg:grpSp>
                            <wpg:cNvPr id="146" name="Group 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83" y="3821"/>
                                <a:ext cx="121" cy="728"/>
                                <a:chOff x="1983" y="4200"/>
                                <a:chExt cx="121" cy="728"/>
                              </a:xfrm>
                            </wpg:grpSpPr>
                            <wpg:grpSp>
                              <wpg:cNvPr id="147" name="Group 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83" y="4200"/>
                                  <a:ext cx="118" cy="319"/>
                                  <a:chOff x="1983" y="4200"/>
                                  <a:chExt cx="118" cy="319"/>
                                </a:xfrm>
                              </wpg:grpSpPr>
                              <wpg:grpSp>
                                <wpg:cNvPr id="148" name="Group 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3" y="4200"/>
                                    <a:ext cx="116" cy="115"/>
                                    <a:chOff x="1983" y="4200"/>
                                    <a:chExt cx="116" cy="115"/>
                                  </a:xfrm>
                                </wpg:grpSpPr>
                                <wps:wsp>
                                  <wps:cNvPr id="149" name="Line 8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3" y="4200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0" name="Line 8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4" y="4314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1" name="Group 8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5" y="4404"/>
                                    <a:ext cx="116" cy="115"/>
                                    <a:chOff x="1985" y="4427"/>
                                    <a:chExt cx="116" cy="115"/>
                                  </a:xfrm>
                                </wpg:grpSpPr>
                                <wps:wsp>
                                  <wps:cNvPr id="152" name="Line 9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5" y="4427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" name="Line 9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6" y="4541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54" name="Group 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86" y="4609"/>
                                  <a:ext cx="118" cy="319"/>
                                  <a:chOff x="1986" y="4656"/>
                                  <a:chExt cx="118" cy="319"/>
                                </a:xfrm>
                              </wpg:grpSpPr>
                              <wpg:grpSp>
                                <wpg:cNvPr id="155" name="Group 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6" y="4656"/>
                                    <a:ext cx="116" cy="114"/>
                                    <a:chOff x="1986" y="4656"/>
                                    <a:chExt cx="116" cy="114"/>
                                  </a:xfrm>
                                </wpg:grpSpPr>
                                <wps:wsp>
                                  <wps:cNvPr id="156" name="Line 9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6" y="4656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7" name="Line 9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7" y="4769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8" name="Group 9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88" y="4860"/>
                                    <a:ext cx="116" cy="115"/>
                                    <a:chOff x="1988" y="4884"/>
                                    <a:chExt cx="116" cy="115"/>
                                  </a:xfrm>
                                </wpg:grpSpPr>
                                <wps:wsp>
                                  <wps:cNvPr id="159" name="Line 9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8" y="4884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0" name="Line 9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9" y="4998"/>
                                      <a:ext cx="115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61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4" y="18387"/>
                              <a:ext cx="4582" cy="294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1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96" y="18384"/>
                              <a:ext cx="4872" cy="293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42" y="18652"/>
                              <a:ext cx="928" cy="1348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1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458" y="18652"/>
                              <a:ext cx="928" cy="1348"/>
                            </a:xfrm>
                            <a:prstGeom prst="line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8" y="19161"/>
                              <a:ext cx="11368" cy="1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Oval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78" y="18839"/>
                              <a:ext cx="3538" cy="8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Oval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4" y="1125"/>
                              <a:ext cx="11658" cy="3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8" y="753"/>
                              <a:ext cx="11774" cy="5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cap="flat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9" name="Zone de texte 169"/>
                        <wps:cNvSpPr txBox="1"/>
                        <wps:spPr>
                          <a:xfrm>
                            <a:off x="0" y="1214120"/>
                            <a:ext cx="2116817" cy="5606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4B95E2" w14:textId="77777777" w:rsidR="0012240B" w:rsidRDefault="005D621B">
                              <w:r>
                                <w:t>Burette contenant la s</w:t>
                              </w:r>
                              <w:r w:rsidR="009F7A55">
                                <w:t>olution de thiosulfate de sodium</w:t>
                              </w:r>
                              <w:r>
                                <w:t xml:space="preserve"> à</w:t>
                              </w:r>
                              <w:r w:rsidR="00B8393D">
                                <w:t xml:space="preserve"> </w:t>
                              </w:r>
                            </w:p>
                            <w:p w14:paraId="75C1D784" w14:textId="508E253B" w:rsidR="009F7A55" w:rsidRDefault="00B8393D">
                              <w:r w:rsidRPr="009C2FCF">
                                <w:rPr>
                                  <w:i/>
                                  <w:iCs/>
                                </w:rPr>
                                <w:t>C</w:t>
                              </w:r>
                              <w:r w:rsidR="009C2FCF">
                                <w:t xml:space="preserve"> </w:t>
                              </w:r>
                              <w:r>
                                <w:t xml:space="preserve">= </w:t>
                              </w:r>
                              <w:r w:rsidR="006672AB">
                                <w:t>5,0</w:t>
                              </w:r>
                              <w:r w:rsidR="009C2FCF">
                                <w:rPr>
                                  <w:rFonts w:ascii="Cambria Math" w:hAnsi="Cambria Math"/>
                                </w:rPr>
                                <w:t>⨯</w:t>
                              </w:r>
                              <w:r>
                                <w:t>10</w:t>
                              </w:r>
                              <w:r w:rsidRPr="00456342">
                                <w:rPr>
                                  <w:vertAlign w:val="superscript"/>
                                </w:rPr>
                                <w:t>-</w:t>
                              </w:r>
                              <w:r w:rsidR="006672AB">
                                <w:rPr>
                                  <w:vertAlign w:val="superscript"/>
                                </w:rPr>
                                <w:t>2</w:t>
                              </w:r>
                              <w:r>
                                <w:t xml:space="preserve"> mol</w:t>
                              </w:r>
                              <w:r w:rsidR="009C2FCF">
                                <w:t>·</w:t>
                              </w:r>
                              <w:r>
                                <w:t>L</w:t>
                              </w:r>
                              <w:r w:rsidRPr="00456342">
                                <w:rPr>
                                  <w:vertAlign w:val="superscript"/>
                                </w:rPr>
                                <w:t>-1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Connecteur droit avec flèche 170"/>
                        <wps:cNvCnPr/>
                        <wps:spPr>
                          <a:xfrm flipV="1">
                            <a:off x="2148840" y="1325880"/>
                            <a:ext cx="404422" cy="83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Zone de texte 171"/>
                        <wps:cNvSpPr txBox="1"/>
                        <wps:spPr>
                          <a:xfrm>
                            <a:off x="20320" y="2026820"/>
                            <a:ext cx="2057400" cy="10582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C6F340" w14:textId="65FADAE9" w:rsidR="00B8393D" w:rsidRDefault="005D621B" w:rsidP="00B8393D">
                              <w:pPr>
                                <w:pStyle w:val="ECEtitre"/>
                                <w:rPr>
                                  <w:b w:val="0"/>
                                  <w:u w:val="none"/>
                                </w:rPr>
                              </w:pPr>
                              <w:r>
                                <w:rPr>
                                  <w:b w:val="0"/>
                                  <w:u w:val="none"/>
                                </w:rPr>
                                <w:t xml:space="preserve">Bécher </w:t>
                              </w:r>
                              <w:r w:rsidR="00305641">
                                <w:rPr>
                                  <w:b w:val="0"/>
                                  <w:u w:val="none"/>
                                </w:rPr>
                                <w:t xml:space="preserve">de 50 </w:t>
                              </w:r>
                              <w:proofErr w:type="spellStart"/>
                              <w:r w:rsidR="00305641">
                                <w:rPr>
                                  <w:b w:val="0"/>
                                  <w:u w:val="none"/>
                                </w:rPr>
                                <w:t>mL</w:t>
                              </w:r>
                              <w:proofErr w:type="spellEnd"/>
                              <w:r w:rsidR="00305641">
                                <w:rPr>
                                  <w:b w:val="0"/>
                                  <w:u w:val="none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u w:val="none"/>
                                </w:rPr>
                                <w:t xml:space="preserve">contenant </w:t>
                              </w:r>
                              <w:r w:rsidR="00046A68">
                                <w:rPr>
                                  <w:b w:val="0"/>
                                  <w:u w:val="none"/>
                                </w:rPr>
                                <w:t>V</w:t>
                              </w:r>
                              <w:r w:rsidR="009C2FCF">
                                <w:rPr>
                                  <w:b w:val="0"/>
                                  <w:u w:val="none"/>
                                </w:rPr>
                                <w:t> </w:t>
                              </w:r>
                              <w:r w:rsidR="00046A68">
                                <w:rPr>
                                  <w:b w:val="0"/>
                                  <w:u w:val="none"/>
                                </w:rPr>
                                <w:t>=</w:t>
                              </w:r>
                              <w:r w:rsidR="009C2FCF">
                                <w:rPr>
                                  <w:b w:val="0"/>
                                  <w:u w:val="none"/>
                                </w:rPr>
                                <w:t> </w:t>
                              </w:r>
                              <w:r w:rsidR="00624941">
                                <w:rPr>
                                  <w:b w:val="0"/>
                                  <w:u w:val="none"/>
                                </w:rPr>
                                <w:t>5</w:t>
                              </w:r>
                              <w:r w:rsidR="00B8393D">
                                <w:rPr>
                                  <w:b w:val="0"/>
                                  <w:u w:val="none"/>
                                </w:rPr>
                                <w:t>,0</w:t>
                              </w:r>
                              <w:r w:rsidR="00D557E8">
                                <w:rPr>
                                  <w:b w:val="0"/>
                                  <w:u w:val="none"/>
                                </w:rPr>
                                <w:t> </w:t>
                              </w:r>
                              <w:proofErr w:type="spellStart"/>
                              <w:r w:rsidR="00B8393D">
                                <w:rPr>
                                  <w:b w:val="0"/>
                                  <w:u w:val="none"/>
                                </w:rPr>
                                <w:t>mL</w:t>
                              </w:r>
                              <w:proofErr w:type="spellEnd"/>
                              <w:r w:rsidR="00B8393D">
                                <w:rPr>
                                  <w:b w:val="0"/>
                                  <w:u w:val="none"/>
                                </w:rPr>
                                <w:t xml:space="preserve"> de s</w:t>
                              </w:r>
                              <w:r w:rsidR="00B8393D" w:rsidRPr="00911F2E">
                                <w:rPr>
                                  <w:b w:val="0"/>
                                  <w:u w:val="none"/>
                                </w:rPr>
                                <w:t xml:space="preserve">olution </w:t>
                              </w:r>
                              <w:r w:rsidR="00A52187">
                                <w:rPr>
                                  <w:b w:val="0"/>
                                  <w:u w:val="none"/>
                                </w:rPr>
                                <w:t>de</w:t>
                              </w:r>
                              <w:r w:rsidR="00B8393D">
                                <w:rPr>
                                  <w:b w:val="0"/>
                                  <w:u w:val="none"/>
                                </w:rPr>
                                <w:t xml:space="preserve"> </w:t>
                              </w:r>
                              <w:proofErr w:type="spellStart"/>
                              <w:r w:rsidR="00B8393D">
                                <w:rPr>
                                  <w:b w:val="0"/>
                                  <w:u w:val="none"/>
                                </w:rPr>
                                <w:t>diiode</w:t>
                              </w:r>
                              <w:proofErr w:type="spellEnd"/>
                              <w:r w:rsidR="00B8393D">
                                <w:rPr>
                                  <w:b w:val="0"/>
                                  <w:u w:val="none"/>
                                </w:rPr>
                                <w:t xml:space="preserve"> I</w:t>
                              </w:r>
                              <w:r w:rsidR="00B8393D">
                                <w:rPr>
                                  <w:b w:val="0"/>
                                  <w:u w:val="none"/>
                                  <w:vertAlign w:val="subscript"/>
                                </w:rPr>
                                <w:t>2 (</w:t>
                              </w:r>
                              <w:proofErr w:type="spellStart"/>
                              <w:r w:rsidR="00B8393D">
                                <w:rPr>
                                  <w:b w:val="0"/>
                                  <w:u w:val="none"/>
                                  <w:vertAlign w:val="subscript"/>
                                </w:rPr>
                                <w:t>aq</w:t>
                              </w:r>
                              <w:proofErr w:type="spellEnd"/>
                              <w:r w:rsidR="00B8393D">
                                <w:rPr>
                                  <w:b w:val="0"/>
                                  <w:u w:val="none"/>
                                  <w:vertAlign w:val="subscript"/>
                                </w:rPr>
                                <w:t>)</w:t>
                              </w:r>
                              <w:r w:rsidR="00B8393D">
                                <w:rPr>
                                  <w:b w:val="0"/>
                                  <w:u w:val="none"/>
                                </w:rPr>
                                <w:t xml:space="preserve"> et des ions iodures I</w:t>
                              </w:r>
                              <w:r w:rsidR="00B8393D" w:rsidRPr="00C822B9">
                                <w:rPr>
                                  <w:b w:val="0"/>
                                  <w:u w:val="none"/>
                                  <w:vertAlign w:val="superscript"/>
                                </w:rPr>
                                <w:t>-</w:t>
                              </w:r>
                              <w:r w:rsidR="00B8393D">
                                <w:rPr>
                                  <w:b w:val="0"/>
                                  <w:u w:val="none"/>
                                </w:rPr>
                                <w:t>(</w:t>
                              </w:r>
                              <w:proofErr w:type="spellStart"/>
                              <w:r w:rsidR="00B8393D">
                                <w:rPr>
                                  <w:b w:val="0"/>
                                  <w:u w:val="none"/>
                                </w:rPr>
                                <w:t>aq</w:t>
                              </w:r>
                              <w:proofErr w:type="spellEnd"/>
                              <w:r w:rsidR="00B8393D">
                                <w:rPr>
                                  <w:b w:val="0"/>
                                  <w:u w:val="none"/>
                                </w:rPr>
                                <w:t>).</w:t>
                              </w:r>
                            </w:p>
                            <w:p w14:paraId="706EAC53" w14:textId="134D44D6" w:rsidR="00B8393D" w:rsidRPr="00B8393D" w:rsidRDefault="00B8393D" w:rsidP="00B8393D">
                              <w:pPr>
                                <w:pStyle w:val="ECEcorps"/>
                              </w:pPr>
                              <w:r>
                                <w:t>+</w:t>
                              </w:r>
                              <w:r w:rsidR="00A52187">
                                <w:t xml:space="preserve"> quelques gouttes de </w:t>
                              </w:r>
                              <w:proofErr w:type="spellStart"/>
                              <w:r w:rsidR="00A52187">
                                <w:t>thiodène</w:t>
                              </w:r>
                              <w:proofErr w:type="spellEnd"/>
                              <w:r w:rsidR="00344F46">
                                <w:t xml:space="preserve"> quand la solution devient jaune </w:t>
                              </w:r>
                              <w:r w:rsidR="00CD1CBB">
                                <w:t>clair</w:t>
                              </w:r>
                              <w:r w:rsidR="00A52187">
                                <w:t xml:space="preserve">. </w:t>
                              </w:r>
                            </w:p>
                            <w:p w14:paraId="60D5D054" w14:textId="77777777" w:rsidR="00B8393D" w:rsidRDefault="00B8393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Connecteur droit avec flèche 172"/>
                        <wps:cNvCnPr/>
                        <wps:spPr>
                          <a:xfrm>
                            <a:off x="2082800" y="2656840"/>
                            <a:ext cx="280324" cy="16872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Zone de texte 173"/>
                        <wps:cNvSpPr txBox="1"/>
                        <wps:spPr>
                          <a:xfrm>
                            <a:off x="10160" y="3210046"/>
                            <a:ext cx="1752146" cy="273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1537C16" w14:textId="77777777" w:rsidR="00A52187" w:rsidRDefault="00A52187">
                              <w:r>
                                <w:t>Agitateur magnétique</w:t>
                              </w:r>
                              <w:r w:rsidR="00344F46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Connecteur droit avec flèche 174"/>
                        <wps:cNvCnPr/>
                        <wps:spPr>
                          <a:xfrm flipV="1">
                            <a:off x="1772920" y="3200400"/>
                            <a:ext cx="462280" cy="1219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2C43567E" id="Groupe 6" o:spid="_x0000_s1046" style="position:absolute;left:0;text-align:left;margin-left:221.65pt;margin-top:10.75pt;width:259.8pt;height:274.3pt;z-index:251699200;mso-width-relative:margin;mso-height-relative:margin" coordsize="29641,34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">
                <v:group id="Groupe 25" o:spid="_x0000_s1047" style="position:absolute;left:17729;top:22504;width:11912;height:10198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3" o:spid="_x0000_s1048" style="position:absolute;left:7676;top:12516;width:12324;height:7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  <v:line id="Line 4" o:spid="_x0000_s1049" style="position:absolute;visibility:visible;mso-wrap-style:square" from="9755,1682" to="9766,11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">
                    <v:stroke startarrowwidth="narrow" startarrowlength="short" endarrowwidth="narrow" endarrowlength="short"/>
                  </v:line>
                  <v:line id="Line 5" o:spid="_x0000_s1050" style="position:absolute;visibility:visible;mso-wrap-style:square" from="17111,374" to="17122,11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">
                    <v:stroke startarrowwidth="narrow" startarrowlength="short" endarrowwidth="narrow" endarrowlength="short"/>
                  </v:line>
                  <v:line id="Line 6" o:spid="_x0000_s1051" style="position:absolute;visibility:visible;mso-wrap-style:square" from="10874,12142" to="16002,1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">
                    <v:stroke startarrowwidth="narrow" startarrowlength="short" endarrowwidth="narrow" endarrowlength="short"/>
                  </v:line>
                  <v:shape id="Arc 7" o:spid="_x0000_s1052" style="position:absolute;left:9755;top:10648;width:1290;height:150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" path="m,nfc11929,,21600,9670,21600,21600em,nsc11929,,21600,9670,21600,21600l,21600,,xe">
                    <v:path arrowok="t" o:extrusionok="f" o:connecttype="custom" o:connectlocs="0,0;1290,1507;0,1507" o:connectangles="0,0,0"/>
                  </v:shape>
                  <v:shape id="Arc 8" o:spid="_x0000_s1053" style="position:absolute;left:15832;top:10648;width:1290;height:1507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" path="m,nfc11929,,21600,9670,21600,21600em,nsc11929,,21600,9670,21600,21600l,21600,,xe">
                    <v:path arrowok="t" o:extrusionok="f" o:connecttype="custom" o:connectlocs="0,0;1290,1507;0,1507" o:connectangles="0,0,0"/>
                  </v:shape>
                  <v:shape id="Arc 9" o:spid="_x0000_s1054" style="position:absolute;left:9115;width:651;height:169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" path="m,nfc11929,,21600,9670,21600,21600em,nsc11929,,21600,9670,21600,21600l,21600,,xe">
                    <v:path arrowok="t" o:extrusionok="f" o:connecttype="custom" o:connectlocs="0,0;651,1694;0,1694" o:connectangles="0,0,0"/>
                  </v:shape>
                  <v:line id="Line 10" o:spid="_x0000_s1055" style="position:absolute;visibility:visible;mso-wrap-style:square" from="9915,6725" to="16962,6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">
                    <v:stroke startarrowwidth="narrow" startarrowlength="short" endarrowwidth="narrow" endarrowlength="short"/>
                  </v:line>
                  <v:rect id="Rectangle 11" o:spid="_x0000_s1056" style="position:absolute;left:12154;top:10648;width:2729;height:1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  <v:line id="Line 12" o:spid="_x0000_s1057" style="position:absolute;visibility:visible;mso-wrap-style:square" from="13433,10461" to="13444,12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">
                    <v:stroke startarrowwidth="narrow" startarrowlength="short" endarrowwidth="narrow" endarrowlength="short"/>
                  </v:line>
                  <v:shape id="Freeform 13" o:spid="_x0000_s1058" style="position:absolute;top:17186;width:7527;height:132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" path="m,8491l,5660r1700,l2550,2830r2974,l5949,r6374,l12323,2830r425,l12748,5660r425,l14023,8491r,2830l14448,11321r,2830l16147,14151r425,2830l16997,16981r,2830l19972,19811e">
                    <v:stroke startarrowwidth="narrow" startarrowlength="short" endarrowwidth="narrow" endarrowlength="short"/>
                    <v:path arrowok="t" o:connecttype="custom" o:connectlocs="0,560;0,374;640,374;960,187;2079,187;2239,0;4638,0;4638,187;4798,187;4798,374;4958,374;5278,560;5278,747;5438,747;5438,934;6077,934;6237,1121;6397,1121;6397,1308;7516,1308" o:connectangles="0,0,0,0,0,0,0,0,0,0,0,0,0,0,0,0,0,0,0,0"/>
                  </v:shape>
                  <v:shape id="Freeform 14" o:spid="_x0000_s1059" style="position:absolute;left:11;top:17933;width:7526;height:132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" path="m,8491l,5660r1700,l2550,2830r2974,l5949,r6374,l12323,2830r425,l12748,5660r425,l14023,8491r,2830l14448,11321r,2830l16147,14151r425,2830l16997,16981r,2830l19972,19811e">
                    <v:stroke startarrowwidth="narrow" startarrowlength="short" endarrowwidth="narrow" endarrowlength="short"/>
                    <v:path arrowok="t" o:connecttype="custom" o:connectlocs="0,560;0,374;640,374;960,187;2079,187;2239,0;4637,0;4637,187;4797,187;4797,374;4957,374;5277,560;5277,747;5437,747;5437,934;6076,934;6236,1121;6396,1121;6396,1308;7515,1308" o:connectangles="0,0,0,0,0,0,0,0,0,0,0,0,0,0,0,0,0,0,0,0"/>
                  </v:shape>
                </v:group>
                <v:group id="Groupe 41" o:spid="_x0000_s1060" style="position:absolute;left:24638;width:2231;height:23023" coordorigin="18" coordsize="19894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line id="Line 16" o:spid="_x0000_s1061" style="position:absolute;visibility:visible;mso-wrap-style:square" from="3324,204" to="3382,18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">
                    <v:stroke startarrowwidth="narrow" startarrowlength="short" endarrowwidth="narrow" endarrowlength="short"/>
                  </v:line>
                  <v:line id="Line 17" o:spid="_x0000_s1062" style="position:absolute;visibility:visible;mso-wrap-style:square" from="16548,204" to="16606,18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">
                    <v:stroke startarrowwidth="narrow" startarrowlength="short" endarrowwidth="narrow" endarrowlength="short"/>
                  </v:line>
                  <v:line id="Line 18" o:spid="_x0000_s1063" style="position:absolute;visibility:visible;mso-wrap-style:square" from="18,0" to="3382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">
                    <v:stroke startarrowwidth="narrow" startarrowlength="short" endarrowwidth="narrow" endarrowlength="short"/>
                  </v:line>
                  <v:line id="Line 19" o:spid="_x0000_s1064" style="position:absolute;flip:x;visibility:visible;mso-wrap-style:square" from="16548,0" to="19912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">
                    <v:stroke startarrowwidth="narrow" startarrowlength="short" endarrowwidth="narrow" endarrowlength="short"/>
                  </v:line>
                  <v:group id="Group 20" o:spid="_x0000_s1065" style="position:absolute;left:9066;top:1430;width:7540;height:15988" coordorigin="1977,552" coordsize="130,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group id="Group 21" o:spid="_x0000_s1066" style="position:absolute;left:1977;top:552;width:130;height:3179" coordorigin="1977,552" coordsize="130,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Group 22" o:spid="_x0000_s1067" style="position:absolute;left:1977;top:552;width:125;height:1545" coordorigin="1977,552" coordsize="125,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group id="Group 23" o:spid="_x0000_s1068" style="position:absolute;left:1977;top:552;width:121;height:728" coordorigin="1977,552" coordsize="121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<v:group id="Group 24" o:spid="_x0000_s1069" style="position:absolute;left:1977;top:552;width:118;height:319" coordorigin="1977,552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group id="Group 25" o:spid="_x0000_s1070" style="position:absolute;left:1977;top:552;width:116;height:115" coordorigin="1977,552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<v:line id="Line 26" o:spid="_x0000_s1071" style="position:absolute;visibility:visible;mso-wrap-style:square" from="1977,552" to="2092,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">
                                <v:stroke startarrowwidth="narrow" startarrowlength="short" endarrowwidth="narrow" endarrowlength="short"/>
                              </v:line>
                              <v:line id="Line 27" o:spid="_x0000_s1072" style="position:absolute;visibility:visible;mso-wrap-style:square" from="1978,666" to="2093,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">
                                <v:stroke startarrowwidth="narrow" startarrowlength="short" endarrowwidth="narrow" endarrowlength="short"/>
                              </v:line>
                            </v:group>
                            <v:group id="Group 28" o:spid="_x0000_s1073" style="position:absolute;left:1979;top:756;width:116;height:115" coordorigin="1979,779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<v:line id="Line 29" o:spid="_x0000_s1074" style="position:absolute;visibility:visible;mso-wrap-style:square" from="1979,779" to="2094,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  <v:line id="Line 30" o:spid="_x0000_s1075" style="position:absolute;visibility:visible;mso-wrap-style:square" from="1980,893" to="2095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  <v:group id="Group 31" o:spid="_x0000_s1076" style="position:absolute;left:1980;top:961;width:118;height:319" coordorigin="1980,1008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<v:group id="Group 32" o:spid="_x0000_s1077" style="position:absolute;left:1980;top:1008;width:116;height:114" coordorigin="1980,1008" coordsize="11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<v:line id="Line 33" o:spid="_x0000_s1078" style="position:absolute;visibility:visible;mso-wrap-style:square" from="1980,1008" to="2095,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">
                                <v:stroke startarrowwidth="narrow" startarrowlength="short" endarrowwidth="narrow" endarrowlength="short"/>
                              </v:line>
                              <v:line id="Line 34" o:spid="_x0000_s1079" style="position:absolute;visibility:visible;mso-wrap-style:square" from="1981,1121" to="2096,1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</v:group>
                            <v:group id="Group 35" o:spid="_x0000_s1080" style="position:absolute;left:1982;top:1212;width:116;height:115" coordorigin="1982,1236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  <v:line id="Line 36" o:spid="_x0000_s1081" style="position:absolute;visibility:visible;mso-wrap-style:square" from="1982,1236" to="2097,1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  <v:line id="Line 37" o:spid="_x0000_s1082" style="position:absolute;visibility:visible;mso-wrap-style:square" from="1983,1350" to="2098,1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</v:group>
                        <v:group id="Group 38" o:spid="_x0000_s1083" style="position:absolute;left:1981;top:1369;width:121;height:728" coordorigin="1981,1463" coordsize="121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  <v:group id="Group 39" o:spid="_x0000_s1084" style="position:absolute;left:1981;top:1463;width:118;height:319" coordorigin="1981,1464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group id="Group 40" o:spid="_x0000_s1085" style="position:absolute;left:1981;top:1464;width:116;height:115" coordorigin="1981,1463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  <v:line id="Line 41" o:spid="_x0000_s1086" style="position:absolute;visibility:visible;mso-wrap-style:square" from="1981,1463" to="2096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">
                                <v:stroke startarrowwidth="narrow" startarrowlength="short" endarrowwidth="narrow" endarrowlength="short"/>
                              </v:line>
                              <v:line id="Line 42" o:spid="_x0000_s1087" style="position:absolute;visibility:visible;mso-wrap-style:square" from="1982,1577" to="2097,1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</v:group>
                            <v:group id="Group 43" o:spid="_x0000_s1088" style="position:absolute;left:1983;top:1669;width:116;height:114" coordorigin="1983,1692" coordsize="11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        <v:line id="Line 44" o:spid="_x0000_s1089" style="position:absolute;visibility:visible;mso-wrap-style:square" from="1983,1692" to="2098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">
                                <v:stroke startarrowwidth="narrow" startarrowlength="short" endarrowwidth="narrow" endarrowlength="short"/>
                              </v:line>
                              <v:line id="Line 45" o:spid="_x0000_s1090" style="position:absolute;visibility:visible;mso-wrap-style:square" from="1984,1805" to="2099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  <v:group id="Group 46" o:spid="_x0000_s1091" style="position:absolute;left:1984;top:1872;width:118;height:319" coordorigin="1984,1920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  <v:group id="Group 47" o:spid="_x0000_s1092" style="position:absolute;left:1984;top:1920;width:116;height:115" coordorigin="1984,1920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      <v:line id="Line 48" o:spid="_x0000_s1093" style="position:absolute;visibility:visible;mso-wrap-style:square" from="1984,1920" to="2099,1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  <v:line id="Line 49" o:spid="_x0000_s1094" style="position:absolute;visibility:visible;mso-wrap-style:square" from="1985,2034" to="2100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">
                                <v:stroke startarrowwidth="narrow" startarrowlength="short" endarrowwidth="narrow" endarrowlength="short"/>
                              </v:line>
                            </v:group>
                            <v:group id="Group 50" o:spid="_x0000_s1095" style="position:absolute;left:1986;top:2124;width:116;height:115" coordorigin="1986,2147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        <v:line id="Line 51" o:spid="_x0000_s1096" style="position:absolute;visibility:visible;mso-wrap-style:square" from="1986,2147" to="2101,2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  <v:line id="Line 52" o:spid="_x0000_s1097" style="position:absolute;visibility:visible;mso-wrap-style:square" from="1987,2261" to="2102,2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</v:group>
                      </v:group>
                      <v:group id="Group 53" o:spid="_x0000_s1098" style="position:absolute;left:1982;top:2186;width:125;height:1545" coordorigin="1982,2375" coordsize="125,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<v:group id="Group 54" o:spid="_x0000_s1099" style="position:absolute;left:1982;top:2375;width:121;height:728" coordorigin="1982,2375" coordsize="121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  <v:group id="Group 55" o:spid="_x0000_s1100" style="position:absolute;left:1982;top:2375;width:118;height:320" coordorigin="1982,2376" coordsize="118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  <v:group id="Group 56" o:spid="_x0000_s1101" style="position:absolute;left:1982;top:2376;width:116;height:115" coordorigin="1982,2375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      <v:line id="Line 57" o:spid="_x0000_s1102" style="position:absolute;visibility:visible;mso-wrap-style:square" from="1982,2375" to="2097,2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  <v:line id="Line 58" o:spid="_x0000_s1103" style="position:absolute;visibility:visible;mso-wrap-style:square" from="1983,2489" to="2098,2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</v:group>
                            <v:group id="Group 59" o:spid="_x0000_s1104" style="position:absolute;left:1984;top:2581;width:116;height:115" coordorigin="1984,2604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          <v:line id="Line 60" o:spid="_x0000_s1105" style="position:absolute;visibility:visible;mso-wrap-style:square" from="1984,2604" to="2099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  <v:line id="Line 61" o:spid="_x0000_s1106" style="position:absolute;visibility:visible;mso-wrap-style:square" from="1985,2718" to="2100,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  <v:group id="Group 62" o:spid="_x0000_s1107" style="position:absolute;left:1985;top:2784;width:118;height:319" coordorigin="1985,2832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      <v:group id="Group 63" o:spid="_x0000_s1108" style="position:absolute;left:1985;top:2832;width:116;height:115" coordorigin="1985,2832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          <v:line id="Line 64" o:spid="_x0000_s1109" style="position:absolute;visibility:visible;mso-wrap-style:square" from="1985,2832" to="2100,2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  <v:line id="Line 65" o:spid="_x0000_s1110" style="position:absolute;visibility:visible;mso-wrap-style:square" from="1986,2946" to="2101,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</v:group>
                            <v:group id="Group 66" o:spid="_x0000_s1111" style="position:absolute;left:1987;top:3036;width:116;height:115" coordorigin="1987,3059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    <v:line id="Line 67" o:spid="_x0000_s1112" style="position:absolute;visibility:visible;mso-wrap-style:square" from="1987,3059" to="2102,3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">
                                <v:stroke startarrowwidth="narrow" startarrowlength="short" endarrowwidth="narrow" endarrowlength="short"/>
                              </v:line>
                              <v:line id="Line 68" o:spid="_x0000_s1113" style="position:absolute;visibility:visible;mso-wrap-style:square" from="1988,3173" to="2103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</v:group>
                        <v:group id="Group 69" o:spid="_x0000_s1114" style="position:absolute;left:1986;top:3193;width:121;height:727" coordorigin="1986,3288" coordsize="121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    <v:group id="Group 70" o:spid="_x0000_s1115" style="position:absolute;left:1986;top:3288;width:118;height:319" coordorigin="1986,3288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      <v:group id="Group 71" o:spid="_x0000_s1116" style="position:absolute;left:1986;top:3288;width:116;height:115" coordorigin="1986,3289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        <v:line id="Line 72" o:spid="_x0000_s1117" style="position:absolute;visibility:visible;mso-wrap-style:square" from="1986,3289" to="2101,3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  <v:line id="Line 73" o:spid="_x0000_s1118" style="position:absolute;visibility:visible;mso-wrap-style:square" from="1987,3403" to="2102,3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</v:group>
                            <v:group id="Group 74" o:spid="_x0000_s1119" style="position:absolute;left:1988;top:3492;width:116;height:115" coordorigin="1988,3516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      <v:line id="Line 75" o:spid="_x0000_s1120" style="position:absolute;visibility:visible;mso-wrap-style:square" from="1988,3516" to="2103,3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">
                                <v:stroke startarrowwidth="narrow" startarrowlength="short" endarrowwidth="narrow" endarrowlength="short"/>
                              </v:line>
                              <v:line id="Line 76" o:spid="_x0000_s1121" style="position:absolute;visibility:visible;mso-wrap-style:square" from="1989,3630" to="2104,3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  <v:group id="Group 77" o:spid="_x0000_s1122" style="position:absolute;left:1989;top:3696;width:118;height:319" coordorigin="1989,3743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    <v:group id="Group 78" o:spid="_x0000_s1123" style="position:absolute;left:1989;top:3743;width:116;height:115" coordorigin="1989,3743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      <v:line id="Line 79" o:spid="_x0000_s1124" style="position:absolute;visibility:visible;mso-wrap-style:square" from="1989,3743" to="2104,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">
                                <v:stroke startarrowwidth="narrow" startarrowlength="short" endarrowwidth="narrow" endarrowlength="short"/>
                              </v:line>
                              <v:line id="Line 80" o:spid="_x0000_s1125" style="position:absolute;visibility:visible;mso-wrap-style:square" from="1990,3857" to="2105,3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</v:group>
                            <v:group id="Group 81" o:spid="_x0000_s1126" style="position:absolute;left:1991;top:3948;width:116;height:114" coordorigin="1991,3972" coordsize="11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          <v:line id="Line 82" o:spid="_x0000_s1127" style="position:absolute;visibility:visible;mso-wrap-style:square" from="1991,3972" to="2106,3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  <v:line id="Line 83" o:spid="_x0000_s1128" style="position:absolute;visibility:visible;mso-wrap-style:square" from="1992,4085" to="2107,4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</v:group>
                      </v:group>
                    </v:group>
                    <v:group id="Group 84" o:spid="_x0000_s1129" style="position:absolute;left:1983;top:3821;width:121;height:728" coordorigin="1983,4200" coordsize="121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  <v:group id="Group 85" o:spid="_x0000_s1130" style="position:absolute;left:1983;top:4200;width:118;height:319" coordorigin="1983,4200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    <v:group id="Group 86" o:spid="_x0000_s1131" style="position:absolute;left:1983;top:4200;width:116;height:115" coordorigin="1983,4200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      <v:line id="Line 87" o:spid="_x0000_s1132" style="position:absolute;visibility:visible;mso-wrap-style:square" from="1983,4200" to="2098,4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">
                            <v:stroke startarrowwidth="narrow" startarrowlength="short" endarrowwidth="narrow" endarrowlength="short"/>
                          </v:line>
                          <v:line id="Line 88" o:spid="_x0000_s1133" style="position:absolute;visibility:visible;mso-wrap-style:square" from="1984,4314" to="2099,4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">
                            <v:stroke startarrowwidth="narrow" startarrowlength="short" endarrowwidth="narrow" endarrowlength="short"/>
                          </v:line>
                        </v:group>
                        <v:group id="Group 89" o:spid="_x0000_s1134" style="position:absolute;left:1985;top:4404;width:116;height:115" coordorigin="1985,4427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  <v:line id="Line 90" o:spid="_x0000_s1135" style="position:absolute;visibility:visible;mso-wrap-style:square" from="1985,4427" to="2100,4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">
                            <v:stroke startarrowwidth="narrow" startarrowlength="short" endarrowwidth="narrow" endarrowlength="short"/>
                          </v:line>
                          <v:line id="Line 91" o:spid="_x0000_s1136" style="position:absolute;visibility:visible;mso-wrap-style:square" from="1986,4541" to="2101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">
                            <v:stroke startarrowwidth="narrow" startarrowlength="short" endarrowwidth="narrow" endarrowlength="short"/>
                          </v:line>
                        </v:group>
                      </v:group>
                      <v:group id="Group 92" o:spid="_x0000_s1137" style="position:absolute;left:1986;top:4609;width:118;height:319" coordorigin="1986,4656" coordsize="118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group id="Group 93" o:spid="_x0000_s1138" style="position:absolute;left:1986;top:4656;width:116;height:114" coordorigin="1986,4656" coordsize="11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    <v:line id="Line 94" o:spid="_x0000_s1139" style="position:absolute;visibility:visible;mso-wrap-style:square" from="1986,4656" to="2101,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">
                            <v:stroke startarrowwidth="narrow" startarrowlength="short" endarrowwidth="narrow" endarrowlength="short"/>
                          </v:line>
                          <v:line id="Line 95" o:spid="_x0000_s1140" style="position:absolute;visibility:visible;mso-wrap-style:square" from="1987,4769" to="2102,4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">
                            <v:stroke startarrowwidth="narrow" startarrowlength="short" endarrowwidth="narrow" endarrowlength="short"/>
                          </v:line>
                        </v:group>
                        <v:group id="Group 96" o:spid="_x0000_s1141" style="position:absolute;left:1988;top:4860;width:116;height:115" coordorigin="1988,4884" coordsize="11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  <v:line id="Line 97" o:spid="_x0000_s1142" style="position:absolute;visibility:visible;mso-wrap-style:square" from="1988,4884" to="2103,4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">
                            <v:stroke startarrowwidth="narrow" startarrowlength="short" endarrowwidth="narrow" endarrowlength="short"/>
                          </v:line>
                          <v:line id="Line 98" o:spid="_x0000_s1143" style="position:absolute;visibility:visible;mso-wrap-style:square" from="1989,4998" to="2104,4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">
                            <v:stroke startarrowwidth="narrow" startarrowlength="short" endarrowwidth="narrow" endarrowlength="short"/>
                          </v:line>
                        </v:group>
                      </v:group>
                    </v:group>
                  </v:group>
                  <v:line id="Line 99" o:spid="_x0000_s1144" style="position:absolute;visibility:visible;mso-wrap-style:square" from="3324,18387" to="7906,18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">
                    <v:stroke startarrowwidth="narrow" startarrowlength="short" endarrowwidth="narrow" endarrowlength="short"/>
                  </v:line>
                  <v:line id="Line 100" o:spid="_x0000_s1145" style="position:absolute;flip:x;visibility:visible;mso-wrap-style:square" from="11096,18384" to="15968,18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">
                    <v:stroke startarrowwidth="narrow" startarrowlength="short" endarrowwidth="narrow" endarrowlength="short"/>
                  </v:line>
                  <v:line id="Line 101" o:spid="_x0000_s1146" style="position:absolute;visibility:visible;mso-wrap-style:square" from="7442,18652" to="837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">
                    <v:stroke startarrowwidth="narrow" startarrowlength="short" endarrowwidth="narrow" endarrowlength="short"/>
                  </v:line>
                  <v:line id="Line 102" o:spid="_x0000_s1147" style="position:absolute;flip:x;visibility:visible;mso-wrap-style:square" from="10458,18652" to="11386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">
                    <v:stroke startarrowwidth="narrow" startarrowlength="short" endarrowwidth="narrow" endarrowlength="short"/>
                  </v:line>
                  <v:rect id="Rectangle 103" o:spid="_x0000_s1148" style="position:absolute;left:4368;top:19161;width:11368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"/>
                  <v:oval id="Oval 104" o:spid="_x0000_s1149" style="position:absolute;left:15678;top:18839;width:3538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"/>
                  <v:oval id="Oval 105" o:spid="_x0000_s1150" style="position:absolute;left:4194;top:1125;width:11658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"/>
                  <v:rect id="Rectangle 106" o:spid="_x0000_s1151" style="position:absolute;left:3788;top:753;width:11774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" stroked="f"/>
                </v:group>
                <v:shape id="Zone de texte 169" o:spid="_x0000_s1152" type="#_x0000_t202" style="position:absolute;top:12141;width:21168;height:5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" fillcolor="white [3201]" strokeweight=".5pt">
                  <v:textbox>
                    <w:txbxContent>
                      <w:p w14:paraId="334B95E2" w14:textId="77777777" w:rsidR="0012240B" w:rsidRDefault="005D621B">
                        <w:r>
                          <w:t>Burette contenant la s</w:t>
                        </w:r>
                        <w:r w:rsidR="009F7A55">
                          <w:t>olution de thiosulfate de sodium</w:t>
                        </w:r>
                        <w:r>
                          <w:t xml:space="preserve"> à</w:t>
                        </w:r>
                        <w:r w:rsidR="00B8393D">
                          <w:t xml:space="preserve"> </w:t>
                        </w:r>
                      </w:p>
                      <w:p w14:paraId="75C1D784" w14:textId="508E253B" w:rsidR="009F7A55" w:rsidRDefault="00B8393D">
                        <w:r w:rsidRPr="009C2FCF">
                          <w:rPr>
                            <w:i/>
                            <w:iCs/>
                          </w:rPr>
                          <w:t>C</w:t>
                        </w:r>
                        <w:r w:rsidR="009C2FCF">
                          <w:t xml:space="preserve"> </w:t>
                        </w:r>
                        <w:r>
                          <w:t xml:space="preserve">= </w:t>
                        </w:r>
                        <w:r w:rsidR="006672AB">
                          <w:t>5,0</w:t>
                        </w:r>
                        <w:r w:rsidR="009C2FCF">
                          <w:rPr>
                            <w:rFonts w:ascii="Cambria Math" w:hAnsi="Cambria Math"/>
                          </w:rPr>
                          <w:t>⨯</w:t>
                        </w:r>
                        <w:r>
                          <w:t>10</w:t>
                        </w:r>
                        <w:r w:rsidRPr="00456342">
                          <w:rPr>
                            <w:vertAlign w:val="superscript"/>
                          </w:rPr>
                          <w:t>-</w:t>
                        </w:r>
                        <w:r w:rsidR="006672AB">
                          <w:rPr>
                            <w:vertAlign w:val="superscript"/>
                          </w:rPr>
                          <w:t>2</w:t>
                        </w:r>
                        <w:r>
                          <w:t xml:space="preserve"> mol</w:t>
                        </w:r>
                        <w:r w:rsidR="009C2FCF">
                          <w:t>·</w:t>
                        </w:r>
                        <w:r>
                          <w:t>L</w:t>
                        </w:r>
                        <w:r w:rsidRPr="00456342">
                          <w:rPr>
                            <w:vertAlign w:val="superscript"/>
                          </w:rPr>
                          <w:t>-1</w:t>
                        </w:r>
                        <w:r>
                          <w:t>.</w:t>
                        </w:r>
                      </w:p>
                    </w:txbxContent>
                  </v:textbox>
                </v:shape>
                <v:shape id="Connecteur droit avec flèche 170" o:spid="_x0000_s1153" type="#_x0000_t32" style="position:absolute;left:21488;top:13258;width:4044;height: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" strokecolor="black [3040]">
                  <v:stroke endarrow="block"/>
                </v:shape>
                <v:shape id="Zone de texte 171" o:spid="_x0000_s1154" type="#_x0000_t202" style="position:absolute;left:203;top:20268;width:20574;height:10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" fillcolor="white [3201]" strokeweight=".5pt">
                  <v:textbox>
                    <w:txbxContent>
                      <w:p w14:paraId="49C6F340" w14:textId="65FADAE9" w:rsidR="00B8393D" w:rsidRDefault="005D621B" w:rsidP="00B8393D">
                        <w:pPr>
                          <w:pStyle w:val="ECEtitre"/>
                          <w:rPr>
                            <w:b w:val="0"/>
                            <w:u w:val="none"/>
                          </w:rPr>
                        </w:pPr>
                        <w:r>
                          <w:rPr>
                            <w:b w:val="0"/>
                            <w:u w:val="none"/>
                          </w:rPr>
                          <w:t xml:space="preserve">Bécher </w:t>
                        </w:r>
                        <w:r w:rsidR="00305641">
                          <w:rPr>
                            <w:b w:val="0"/>
                            <w:u w:val="none"/>
                          </w:rPr>
                          <w:t xml:space="preserve">de 50 mL </w:t>
                        </w:r>
                        <w:r>
                          <w:rPr>
                            <w:b w:val="0"/>
                            <w:u w:val="none"/>
                          </w:rPr>
                          <w:t xml:space="preserve">contenant </w:t>
                        </w:r>
                        <w:r w:rsidR="00046A68">
                          <w:rPr>
                            <w:b w:val="0"/>
                            <w:u w:val="none"/>
                          </w:rPr>
                          <w:t>V</w:t>
                        </w:r>
                        <w:r w:rsidR="009C2FCF">
                          <w:rPr>
                            <w:b w:val="0"/>
                            <w:u w:val="none"/>
                          </w:rPr>
                          <w:t> </w:t>
                        </w:r>
                        <w:r w:rsidR="00046A68">
                          <w:rPr>
                            <w:b w:val="0"/>
                            <w:u w:val="none"/>
                          </w:rPr>
                          <w:t>=</w:t>
                        </w:r>
                        <w:r w:rsidR="009C2FCF">
                          <w:rPr>
                            <w:b w:val="0"/>
                            <w:u w:val="none"/>
                          </w:rPr>
                          <w:t> </w:t>
                        </w:r>
                        <w:r w:rsidR="00624941">
                          <w:rPr>
                            <w:b w:val="0"/>
                            <w:u w:val="none"/>
                          </w:rPr>
                          <w:t>5</w:t>
                        </w:r>
                        <w:r w:rsidR="00B8393D">
                          <w:rPr>
                            <w:b w:val="0"/>
                            <w:u w:val="none"/>
                          </w:rPr>
                          <w:t>,0</w:t>
                        </w:r>
                        <w:r w:rsidR="00D557E8">
                          <w:rPr>
                            <w:b w:val="0"/>
                            <w:u w:val="none"/>
                          </w:rPr>
                          <w:t> </w:t>
                        </w:r>
                        <w:r w:rsidR="00B8393D">
                          <w:rPr>
                            <w:b w:val="0"/>
                            <w:u w:val="none"/>
                          </w:rPr>
                          <w:t>mL de s</w:t>
                        </w:r>
                        <w:r w:rsidR="00B8393D" w:rsidRPr="00911F2E">
                          <w:rPr>
                            <w:b w:val="0"/>
                            <w:u w:val="none"/>
                          </w:rPr>
                          <w:t xml:space="preserve">olution </w:t>
                        </w:r>
                        <w:r w:rsidR="00A52187">
                          <w:rPr>
                            <w:b w:val="0"/>
                            <w:u w:val="none"/>
                          </w:rPr>
                          <w:t>de</w:t>
                        </w:r>
                        <w:r w:rsidR="00B8393D">
                          <w:rPr>
                            <w:b w:val="0"/>
                            <w:u w:val="none"/>
                          </w:rPr>
                          <w:t xml:space="preserve"> diiode I</w:t>
                        </w:r>
                        <w:r w:rsidR="00B8393D">
                          <w:rPr>
                            <w:b w:val="0"/>
                            <w:u w:val="none"/>
                            <w:vertAlign w:val="subscript"/>
                          </w:rPr>
                          <w:t>2 (aq)</w:t>
                        </w:r>
                        <w:r w:rsidR="00B8393D">
                          <w:rPr>
                            <w:b w:val="0"/>
                            <w:u w:val="none"/>
                          </w:rPr>
                          <w:t xml:space="preserve"> et des ions iodures I</w:t>
                        </w:r>
                        <w:r w:rsidR="00B8393D" w:rsidRPr="00C822B9">
                          <w:rPr>
                            <w:b w:val="0"/>
                            <w:u w:val="none"/>
                            <w:vertAlign w:val="superscript"/>
                          </w:rPr>
                          <w:t>-</w:t>
                        </w:r>
                        <w:r w:rsidR="00B8393D">
                          <w:rPr>
                            <w:b w:val="0"/>
                            <w:u w:val="none"/>
                          </w:rPr>
                          <w:t>(aq).</w:t>
                        </w:r>
                      </w:p>
                      <w:p w14:paraId="706EAC53" w14:textId="134D44D6" w:rsidR="00B8393D" w:rsidRPr="00B8393D" w:rsidRDefault="00B8393D" w:rsidP="00B8393D">
                        <w:pPr>
                          <w:pStyle w:val="ECEcorps"/>
                        </w:pPr>
                        <w:r>
                          <w:t>+</w:t>
                        </w:r>
                        <w:r w:rsidR="00A52187">
                          <w:t xml:space="preserve"> quelques gouttes de thiodène</w:t>
                        </w:r>
                        <w:r w:rsidR="00344F46">
                          <w:t xml:space="preserve"> quand la solution devient jaune </w:t>
                        </w:r>
                        <w:r w:rsidR="00CD1CBB">
                          <w:t>clair</w:t>
                        </w:r>
                        <w:r w:rsidR="00A52187">
                          <w:t xml:space="preserve">. </w:t>
                        </w:r>
                      </w:p>
                      <w:p w14:paraId="60D5D054" w14:textId="77777777" w:rsidR="00B8393D" w:rsidRDefault="00B8393D"/>
                    </w:txbxContent>
                  </v:textbox>
                </v:shape>
                <v:shape id="Connecteur droit avec flèche 172" o:spid="_x0000_s1155" type="#_x0000_t32" style="position:absolute;left:20828;top:26568;width:2803;height:16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" strokecolor="black [3040]">
                  <v:stroke endarrow="block"/>
                </v:shape>
                <v:shape id="Zone de texte 173" o:spid="_x0000_s1156" type="#_x0000_t202" style="position:absolute;left:101;top:32100;width:1752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" fillcolor="white [3201]" strokeweight=".5pt">
                  <v:textbox>
                    <w:txbxContent>
                      <w:p w14:paraId="51537C16" w14:textId="77777777" w:rsidR="00A52187" w:rsidRDefault="00A52187">
                        <w:r>
                          <w:t>Agitateur magnétique</w:t>
                        </w:r>
                        <w:r w:rsidR="00344F46">
                          <w:t>.</w:t>
                        </w:r>
                      </w:p>
                    </w:txbxContent>
                  </v:textbox>
                </v:shape>
                <v:shape id="Connecteur droit avec flèche 174" o:spid="_x0000_s1157" type="#_x0000_t32" style="position:absolute;left:17729;top:32004;width:4623;height:12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" strokecolor="black [3040]">
                  <v:stroke endarrow="block"/>
                </v:shape>
              </v:group>
            </w:pict>
          </mc:Fallback>
        </mc:AlternateContent>
      </w:r>
    </w:p>
    <w:p w14:paraId="1F1BA1FB" w14:textId="77777777" w:rsidR="00E26870" w:rsidRDefault="00E26870" w:rsidP="00E26870">
      <w:pPr>
        <w:pStyle w:val="ECEcorps"/>
        <w:rPr>
          <w:rFonts w:eastAsia="Arial Unicode MS"/>
        </w:rPr>
      </w:pPr>
    </w:p>
    <w:p w14:paraId="0221E7AA" w14:textId="01049856" w:rsidR="007372BA" w:rsidRDefault="007372BA" w:rsidP="001051B8">
      <w:pPr>
        <w:pStyle w:val="ECEcorps"/>
        <w:numPr>
          <w:ilvl w:val="1"/>
          <w:numId w:val="18"/>
        </w:numPr>
        <w:ind w:left="426" w:hanging="284"/>
        <w:rPr>
          <w:rFonts w:eastAsia="Arial Unicode MS"/>
        </w:rPr>
      </w:pPr>
      <w:r>
        <w:rPr>
          <w:rFonts w:eastAsia="Arial Unicode MS"/>
        </w:rPr>
        <w:t xml:space="preserve">Préparer la solution </w:t>
      </w:r>
      <w:proofErr w:type="spellStart"/>
      <w:r>
        <w:rPr>
          <w:rFonts w:eastAsia="Arial Unicode MS"/>
        </w:rPr>
        <w:t>titrante</w:t>
      </w:r>
      <w:proofErr w:type="spellEnd"/>
      <w:r>
        <w:rPr>
          <w:rFonts w:eastAsia="Arial Unicode MS"/>
        </w:rPr>
        <w:t xml:space="preserve"> de thiosulfate de sodium.</w:t>
      </w:r>
    </w:p>
    <w:p w14:paraId="69C11130" w14:textId="77777777" w:rsidR="009C2FF1" w:rsidRDefault="009C2FF1" w:rsidP="00E26870">
      <w:pPr>
        <w:pStyle w:val="ECEcorps"/>
        <w:rPr>
          <w:rFonts w:eastAsia="Arial Unicode MS"/>
        </w:rPr>
      </w:pPr>
    </w:p>
    <w:p w14:paraId="2EBD53A1" w14:textId="77777777" w:rsidR="009C2FF1" w:rsidRDefault="009C2FF1" w:rsidP="00E26870">
      <w:pPr>
        <w:pStyle w:val="ECEcorps"/>
        <w:rPr>
          <w:rFonts w:eastAsia="Arial Unicode MS"/>
        </w:rPr>
      </w:pPr>
    </w:p>
    <w:p w14:paraId="303E1544" w14:textId="12064A48" w:rsidR="009F7A55" w:rsidRDefault="00A52187" w:rsidP="001051B8">
      <w:pPr>
        <w:pStyle w:val="ECEcorps"/>
        <w:numPr>
          <w:ilvl w:val="1"/>
          <w:numId w:val="18"/>
        </w:numPr>
        <w:ind w:left="426" w:hanging="284"/>
        <w:rPr>
          <w:rFonts w:eastAsia="Arial Unicode MS"/>
        </w:rPr>
      </w:pPr>
      <w:r>
        <w:rPr>
          <w:rFonts w:eastAsia="Arial Unicode MS"/>
        </w:rPr>
        <w:t>Préparer le montage du titrage</w:t>
      </w:r>
      <w:r w:rsidR="00344F46">
        <w:rPr>
          <w:rFonts w:eastAsia="Arial Unicode MS"/>
        </w:rPr>
        <w:t xml:space="preserve"> à l’aide du</w:t>
      </w:r>
      <w:r>
        <w:rPr>
          <w:rFonts w:eastAsia="Arial Unicode MS"/>
        </w:rPr>
        <w:t xml:space="preserve"> schéma ci-contre.</w:t>
      </w:r>
    </w:p>
    <w:p w14:paraId="58C29A02" w14:textId="77777777" w:rsidR="009F7A55" w:rsidRDefault="009F7A55" w:rsidP="00E26870">
      <w:pPr>
        <w:pStyle w:val="ECEcorps"/>
        <w:rPr>
          <w:rFonts w:eastAsia="Arial Unicode MS"/>
        </w:rPr>
      </w:pPr>
    </w:p>
    <w:p w14:paraId="3B5227B2" w14:textId="77777777" w:rsidR="001051B8" w:rsidRDefault="001051B8" w:rsidP="00E26870">
      <w:pPr>
        <w:pStyle w:val="ECEcorps"/>
        <w:rPr>
          <w:rFonts w:eastAsia="Arial Unicode MS"/>
        </w:rPr>
      </w:pPr>
    </w:p>
    <w:p w14:paraId="6AB18DEF" w14:textId="77777777" w:rsidR="001051B8" w:rsidRDefault="001051B8" w:rsidP="00E26870">
      <w:pPr>
        <w:pStyle w:val="ECEcorps"/>
        <w:rPr>
          <w:rFonts w:eastAsia="Arial Unicode MS"/>
        </w:rPr>
      </w:pPr>
    </w:p>
    <w:p w14:paraId="2AF470DD" w14:textId="77777777" w:rsidR="001051B8" w:rsidRDefault="001051B8" w:rsidP="00E26870">
      <w:pPr>
        <w:pStyle w:val="ECEcorps"/>
        <w:rPr>
          <w:rFonts w:eastAsia="Arial Unicode MS"/>
        </w:rPr>
      </w:pPr>
    </w:p>
    <w:p w14:paraId="5C92408F" w14:textId="77777777" w:rsidR="001051B8" w:rsidRDefault="001051B8" w:rsidP="00E26870">
      <w:pPr>
        <w:pStyle w:val="ECEcorps"/>
        <w:rPr>
          <w:rFonts w:eastAsia="Arial Unicode MS"/>
        </w:rPr>
      </w:pPr>
    </w:p>
    <w:p w14:paraId="7B253DDC" w14:textId="77777777" w:rsidR="001051B8" w:rsidRDefault="001051B8" w:rsidP="00E26870">
      <w:pPr>
        <w:pStyle w:val="ECEcorps"/>
        <w:rPr>
          <w:rFonts w:eastAsia="Arial Unicode MS"/>
        </w:rPr>
      </w:pPr>
    </w:p>
    <w:p w14:paraId="0472ABF2" w14:textId="77777777" w:rsidR="001051B8" w:rsidRDefault="001051B8" w:rsidP="00E26870">
      <w:pPr>
        <w:pStyle w:val="ECEcorps"/>
        <w:rPr>
          <w:rFonts w:eastAsia="Arial Unicode MS"/>
        </w:rPr>
      </w:pPr>
    </w:p>
    <w:p w14:paraId="3C9B236E" w14:textId="6C70734A" w:rsidR="009F7A55" w:rsidRDefault="009F7A55" w:rsidP="00E26870">
      <w:pPr>
        <w:pStyle w:val="ECEcorps"/>
        <w:rPr>
          <w:rFonts w:eastAsia="Arial Unicode MS"/>
        </w:rPr>
      </w:pPr>
    </w:p>
    <w:p w14:paraId="26AB1199" w14:textId="77777777" w:rsidR="009F7A55" w:rsidRDefault="009F7A55" w:rsidP="00E26870">
      <w:pPr>
        <w:pStyle w:val="ECEcorps"/>
        <w:rPr>
          <w:rFonts w:eastAsia="Arial Unicode MS"/>
        </w:rPr>
      </w:pPr>
    </w:p>
    <w:p w14:paraId="0BCEDDDF" w14:textId="77777777" w:rsidR="009F7A55" w:rsidRDefault="009F7A55" w:rsidP="00E26870">
      <w:pPr>
        <w:pStyle w:val="ECEcorps"/>
        <w:rPr>
          <w:rFonts w:eastAsia="Arial Unicode MS"/>
        </w:rPr>
      </w:pPr>
    </w:p>
    <w:p w14:paraId="1A226BD6" w14:textId="77777777" w:rsidR="009F7A55" w:rsidRDefault="009F7A55" w:rsidP="00E26870">
      <w:pPr>
        <w:pStyle w:val="ECEcorps"/>
        <w:rPr>
          <w:rFonts w:eastAsia="Arial Unicode MS"/>
        </w:rPr>
      </w:pPr>
    </w:p>
    <w:p w14:paraId="358FB095" w14:textId="77777777" w:rsidR="009F7A55" w:rsidRDefault="009F7A55" w:rsidP="00E26870">
      <w:pPr>
        <w:pStyle w:val="ECEcorps"/>
        <w:rPr>
          <w:rFonts w:eastAsia="Arial Unicode MS"/>
        </w:rPr>
      </w:pPr>
    </w:p>
    <w:p w14:paraId="647614AD" w14:textId="24A56CAE" w:rsidR="009F7A55" w:rsidRDefault="00FB64AF" w:rsidP="00E26870">
      <w:pPr>
        <w:pStyle w:val="ECEcorps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4726CD" wp14:editId="28F31CA1">
                <wp:simplePos x="0" y="0"/>
                <wp:positionH relativeFrom="column">
                  <wp:posOffset>5231766</wp:posOffset>
                </wp:positionH>
                <wp:positionV relativeFrom="paragraph">
                  <wp:posOffset>128270</wp:posOffset>
                </wp:positionV>
                <wp:extent cx="933450" cy="2491"/>
                <wp:effectExtent l="0" t="0" r="19050" b="3619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24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9BAA760" id="Connecteur droit 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95pt,10.1pt" to="485.4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" strokecolor="#4579b8 [3044]"/>
            </w:pict>
          </mc:Fallback>
        </mc:AlternateContent>
      </w:r>
    </w:p>
    <w:p w14:paraId="210414CE" w14:textId="77777777" w:rsidR="009F7A55" w:rsidRDefault="009F7A55" w:rsidP="00E26870">
      <w:pPr>
        <w:pStyle w:val="ECEcorps"/>
        <w:rPr>
          <w:rFonts w:eastAsia="Arial Unicode MS"/>
        </w:rPr>
      </w:pPr>
    </w:p>
    <w:p w14:paraId="349EE227" w14:textId="77777777" w:rsidR="009F7A55" w:rsidRDefault="009F7A55" w:rsidP="00E26870">
      <w:pPr>
        <w:pStyle w:val="ECEcorps"/>
        <w:rPr>
          <w:rFonts w:eastAsia="Arial Unicode MS"/>
        </w:rPr>
      </w:pPr>
    </w:p>
    <w:p w14:paraId="4E56B84D" w14:textId="77777777" w:rsidR="009F7A55" w:rsidRDefault="009F7A55" w:rsidP="00E26870">
      <w:pPr>
        <w:pStyle w:val="ECEcorps"/>
        <w:rPr>
          <w:rFonts w:eastAsia="Arial Unicode MS"/>
        </w:rPr>
      </w:pPr>
    </w:p>
    <w:p w14:paraId="6FE93C69" w14:textId="77777777" w:rsidR="009F7A55" w:rsidRDefault="009F7A55" w:rsidP="00E26870">
      <w:pPr>
        <w:pStyle w:val="ECEcorps"/>
        <w:rPr>
          <w:rFonts w:eastAsia="Arial Unicode MS"/>
        </w:rPr>
      </w:pPr>
    </w:p>
    <w:p w14:paraId="61BF6B33" w14:textId="77777777" w:rsidR="009F7A55" w:rsidRDefault="009F7A55" w:rsidP="00E26870">
      <w:pPr>
        <w:pStyle w:val="ECEcorps"/>
        <w:rPr>
          <w:rFonts w:eastAsia="Arial Unicode MS"/>
        </w:rPr>
      </w:pPr>
    </w:p>
    <w:p w14:paraId="07806277" w14:textId="2B5CDE90" w:rsidR="009F7A55" w:rsidRDefault="00FB64AF" w:rsidP="00E26870">
      <w:pPr>
        <w:pStyle w:val="ECEcorps"/>
        <w:rPr>
          <w:rFonts w:eastAsia="Arial Unicode MS"/>
        </w:rPr>
      </w:pPr>
      <w:r>
        <w:rPr>
          <w:rFonts w:eastAsia="Arial Unicode MS"/>
        </w:rPr>
        <w:t>Placer un papier blanc entre le bécher et l’agitateur magnétique.</w:t>
      </w:r>
    </w:p>
    <w:p w14:paraId="634E2806" w14:textId="77777777" w:rsidR="009F7A55" w:rsidRDefault="009F7A55" w:rsidP="00E26870">
      <w:pPr>
        <w:pStyle w:val="ECEcorps"/>
        <w:rPr>
          <w:rFonts w:eastAsia="Arial Unicode MS"/>
        </w:rPr>
      </w:pPr>
    </w:p>
    <w:p w14:paraId="13A18EA7" w14:textId="412C3695" w:rsidR="001051B8" w:rsidRDefault="0059276E" w:rsidP="0059276E">
      <w:pPr>
        <w:pStyle w:val="ECEcorps"/>
        <w:numPr>
          <w:ilvl w:val="1"/>
          <w:numId w:val="18"/>
        </w:numPr>
        <w:ind w:left="426" w:hanging="284"/>
        <w:rPr>
          <w:rFonts w:eastAsia="Arial Unicode MS"/>
        </w:rPr>
      </w:pPr>
      <w:r>
        <w:rPr>
          <w:rFonts w:eastAsia="Arial Unicode MS"/>
        </w:rPr>
        <w:t>Mise en œuvre du titrage</w:t>
      </w:r>
    </w:p>
    <w:p w14:paraId="27102553" w14:textId="77777777" w:rsidR="001051B8" w:rsidRDefault="001051B8" w:rsidP="001051B8">
      <w:pPr>
        <w:pStyle w:val="ECEcorps"/>
        <w:ind w:left="360"/>
        <w:rPr>
          <w:rFonts w:eastAsia="Arial Unicode MS"/>
        </w:rPr>
      </w:pPr>
      <w:r w:rsidRPr="009C2FCF">
        <w:rPr>
          <w:rFonts w:eastAsia="Arial Unicode MS"/>
          <w:u w:val="single"/>
        </w:rPr>
        <w:t>Indications pour le titrage</w:t>
      </w:r>
      <w:r>
        <w:rPr>
          <w:rFonts w:eastAsia="Arial Unicode MS"/>
        </w:rPr>
        <w:t> :</w:t>
      </w:r>
    </w:p>
    <w:p w14:paraId="3174A50A" w14:textId="076C8F57" w:rsidR="001051B8" w:rsidRDefault="0059276E" w:rsidP="0059276E">
      <w:pPr>
        <w:pStyle w:val="ECEcorps"/>
        <w:numPr>
          <w:ilvl w:val="0"/>
          <w:numId w:val="19"/>
        </w:numPr>
        <w:rPr>
          <w:rFonts w:eastAsia="Arial Unicode MS"/>
        </w:rPr>
      </w:pPr>
      <w:r>
        <w:rPr>
          <w:rFonts w:eastAsia="Arial Unicode MS"/>
        </w:rPr>
        <w:t>Pour atteindre l’équivalence, il faut verser</w:t>
      </w:r>
      <w:r w:rsidR="001051B8">
        <w:rPr>
          <w:rFonts w:eastAsia="Arial Unicode MS"/>
        </w:rPr>
        <w:t xml:space="preserve"> </w:t>
      </w:r>
      <w:r w:rsidR="001051B8" w:rsidRPr="00EE26C5">
        <w:rPr>
          <w:rFonts w:eastAsia="Arial Unicode MS"/>
        </w:rPr>
        <w:t xml:space="preserve">la solution </w:t>
      </w:r>
      <w:proofErr w:type="spellStart"/>
      <w:r w:rsidR="001051B8" w:rsidRPr="00EE26C5">
        <w:rPr>
          <w:rFonts w:eastAsia="Arial Unicode MS"/>
        </w:rPr>
        <w:t>titrante</w:t>
      </w:r>
      <w:proofErr w:type="spellEnd"/>
      <w:r w:rsidR="001051B8" w:rsidRPr="00EE26C5">
        <w:rPr>
          <w:rFonts w:eastAsia="Arial Unicode MS"/>
        </w:rPr>
        <w:t xml:space="preserve"> jusqu'à ce que la solution devienne jaune</w:t>
      </w:r>
      <w:r w:rsidR="001051B8">
        <w:rPr>
          <w:rFonts w:eastAsia="Arial Unicode MS"/>
        </w:rPr>
        <w:t xml:space="preserve"> clair</w:t>
      </w:r>
      <w:r w:rsidR="001051B8" w:rsidRPr="00EE26C5">
        <w:rPr>
          <w:rFonts w:eastAsia="Arial Unicode MS"/>
        </w:rPr>
        <w:t xml:space="preserve">. Ajouter alors quelques gouttes </w:t>
      </w:r>
      <w:r w:rsidR="001051B8">
        <w:rPr>
          <w:rFonts w:eastAsia="Arial Unicode MS"/>
        </w:rPr>
        <w:t xml:space="preserve">de </w:t>
      </w:r>
      <w:proofErr w:type="spellStart"/>
      <w:r w:rsidR="001051B8">
        <w:rPr>
          <w:rFonts w:eastAsia="Arial Unicode MS"/>
        </w:rPr>
        <w:t>thiodène</w:t>
      </w:r>
      <w:proofErr w:type="spellEnd"/>
      <w:r w:rsidR="001051B8">
        <w:rPr>
          <w:rFonts w:eastAsia="Arial Unicode MS"/>
        </w:rPr>
        <w:t xml:space="preserve"> ou d’empois d’amidon</w:t>
      </w:r>
      <w:r w:rsidR="001051B8" w:rsidRPr="00EE26C5">
        <w:rPr>
          <w:rFonts w:eastAsia="Arial Unicode MS"/>
        </w:rPr>
        <w:t xml:space="preserve">. Poursuivre l'ajout de solution </w:t>
      </w:r>
      <w:proofErr w:type="spellStart"/>
      <w:r w:rsidR="001051B8" w:rsidRPr="00EE26C5">
        <w:rPr>
          <w:rFonts w:eastAsia="Arial Unicode MS"/>
        </w:rPr>
        <w:t>titrante</w:t>
      </w:r>
      <w:proofErr w:type="spellEnd"/>
      <w:r w:rsidR="001051B8" w:rsidRPr="00EE26C5">
        <w:rPr>
          <w:rFonts w:eastAsia="Arial Unicode MS"/>
        </w:rPr>
        <w:t xml:space="preserve"> jusqu'à décoloration complète de la solution dans le bécher.</w:t>
      </w:r>
    </w:p>
    <w:p w14:paraId="62EC39D6" w14:textId="77777777" w:rsidR="001051B8" w:rsidRDefault="001051B8" w:rsidP="0059276E">
      <w:pPr>
        <w:pStyle w:val="ECEcorps"/>
        <w:numPr>
          <w:ilvl w:val="0"/>
          <w:numId w:val="19"/>
        </w:numPr>
      </w:pPr>
      <w:r>
        <w:t xml:space="preserve">L’équivalence est atteinte quand la solution est décolorée. </w:t>
      </w:r>
    </w:p>
    <w:p w14:paraId="3A002D4F" w14:textId="77777777" w:rsidR="001051B8" w:rsidRDefault="0022608B" w:rsidP="0059276E">
      <w:pPr>
        <w:pStyle w:val="ECEcorps"/>
        <w:numPr>
          <w:ilvl w:val="0"/>
          <w:numId w:val="19"/>
        </w:numPr>
        <w:rPr>
          <w:rFonts w:eastAsia="Arial Unicode MS"/>
        </w:rPr>
      </w:pPr>
      <w:r>
        <w:rPr>
          <w:rFonts w:eastAsia="Arial Unicode MS"/>
        </w:rPr>
        <w:t xml:space="preserve">Le volume équivalent attendu est compris entre 8,0 </w:t>
      </w:r>
      <w:proofErr w:type="spellStart"/>
      <w:r>
        <w:rPr>
          <w:rFonts w:eastAsia="Arial Unicode MS"/>
        </w:rPr>
        <w:t>mL</w:t>
      </w:r>
      <w:proofErr w:type="spellEnd"/>
      <w:r>
        <w:rPr>
          <w:rFonts w:eastAsia="Arial Unicode MS"/>
        </w:rPr>
        <w:t xml:space="preserve"> et 12,0 </w:t>
      </w:r>
      <w:proofErr w:type="spellStart"/>
      <w:r>
        <w:rPr>
          <w:rFonts w:eastAsia="Arial Unicode MS"/>
        </w:rPr>
        <w:t>mL</w:t>
      </w:r>
      <w:proofErr w:type="spellEnd"/>
      <w:r>
        <w:rPr>
          <w:rFonts w:eastAsia="Arial Unicode MS"/>
        </w:rPr>
        <w:t xml:space="preserve">. </w:t>
      </w:r>
    </w:p>
    <w:p w14:paraId="4821C139" w14:textId="77777777" w:rsidR="0059276E" w:rsidRDefault="0059276E" w:rsidP="001051B8">
      <w:pPr>
        <w:pStyle w:val="ECEcorps"/>
        <w:rPr>
          <w:rFonts w:eastAsia="Arial Unicode MS"/>
        </w:rPr>
      </w:pPr>
    </w:p>
    <w:p w14:paraId="240BAFDA" w14:textId="27F39ED9" w:rsidR="004A1C83" w:rsidRPr="0022608B" w:rsidRDefault="009C2FCF" w:rsidP="001051B8">
      <w:pPr>
        <w:pStyle w:val="ECEcorps"/>
        <w:rPr>
          <w:rFonts w:eastAsia="Arial Unicode MS"/>
        </w:rPr>
      </w:pPr>
      <w:r w:rsidRPr="0022608B">
        <w:rPr>
          <w:rFonts w:eastAsia="Arial Unicode MS"/>
        </w:rPr>
        <w:t xml:space="preserve">Mettre en </w:t>
      </w:r>
      <w:r w:rsidR="00C25148" w:rsidRPr="0022608B">
        <w:rPr>
          <w:rFonts w:eastAsia="Arial Unicode MS"/>
        </w:rPr>
        <w:t>œuvre le</w:t>
      </w:r>
      <w:r w:rsidRPr="0022608B">
        <w:rPr>
          <w:rFonts w:eastAsia="Arial Unicode MS"/>
        </w:rPr>
        <w:t xml:space="preserve"> </w:t>
      </w:r>
      <w:r w:rsidR="00C25148" w:rsidRPr="0022608B">
        <w:rPr>
          <w:rFonts w:eastAsia="Arial Unicode MS"/>
        </w:rPr>
        <w:t>titrage</w:t>
      </w:r>
      <w:r w:rsidRPr="0022608B">
        <w:rPr>
          <w:rFonts w:eastAsia="Arial Unicode MS"/>
        </w:rPr>
        <w:t xml:space="preserve"> </w:t>
      </w:r>
      <w:bookmarkStart w:id="11" w:name="_Hlk113367597"/>
      <w:r w:rsidRPr="0022608B">
        <w:rPr>
          <w:rFonts w:eastAsia="Arial Unicode MS"/>
        </w:rPr>
        <w:t>et d</w:t>
      </w:r>
      <w:r w:rsidR="00344F46" w:rsidRPr="0022608B">
        <w:rPr>
          <w:rFonts w:eastAsia="Arial Unicode MS"/>
        </w:rPr>
        <w:t>éterminer le volume à l’équivalence.</w:t>
      </w:r>
    </w:p>
    <w:p w14:paraId="7B26F334" w14:textId="77777777" w:rsidR="003F00A4" w:rsidRPr="009C2FCF" w:rsidRDefault="003F00A4" w:rsidP="003F00A4">
      <w:pPr>
        <w:pStyle w:val="ECEcorps"/>
        <w:ind w:left="720"/>
        <w:jc w:val="center"/>
        <w:rPr>
          <w:rFonts w:eastAsia="Arial Unicode MS"/>
        </w:rPr>
      </w:pPr>
      <w:proofErr w:type="spellStart"/>
      <w:r w:rsidRPr="009C2FCF">
        <w:rPr>
          <w:rFonts w:eastAsia="Arial Unicode MS"/>
          <w:i/>
          <w:iCs/>
        </w:rPr>
        <w:t>V</w:t>
      </w:r>
      <w:r w:rsidRPr="009C2FCF">
        <w:rPr>
          <w:rFonts w:eastAsia="Arial Unicode MS"/>
          <w:i/>
          <w:iCs/>
          <w:vertAlign w:val="subscript"/>
        </w:rPr>
        <w:t>éq</w:t>
      </w:r>
      <w:proofErr w:type="spellEnd"/>
      <w:r w:rsidRPr="009C2FCF">
        <w:rPr>
          <w:rFonts w:eastAsia="Arial Unicode MS"/>
        </w:rPr>
        <w:t xml:space="preserve"> = …………………………</w:t>
      </w:r>
      <w:proofErr w:type="gramStart"/>
      <w:r w:rsidRPr="009C2FCF">
        <w:rPr>
          <w:rFonts w:eastAsia="Arial Unicode MS"/>
        </w:rPr>
        <w:t>…….</w:t>
      </w:r>
      <w:proofErr w:type="gramEnd"/>
      <w:r w:rsidRPr="009C2FCF">
        <w:rPr>
          <w:rFonts w:eastAsia="Arial Unicode MS"/>
        </w:rPr>
        <w:t>.</w:t>
      </w:r>
    </w:p>
    <w:p w14:paraId="0F5F7B9D" w14:textId="4ED0BAE5" w:rsidR="003F00A4" w:rsidRDefault="003F00A4" w:rsidP="003F00A4">
      <w:pPr>
        <w:pStyle w:val="ECErponse"/>
        <w:rPr>
          <w:rFonts w:eastAsia="Arial Unicode MS"/>
        </w:rPr>
      </w:pPr>
    </w:p>
    <w:p w14:paraId="0D11DDAB" w14:textId="664AC748" w:rsidR="003F00A4" w:rsidRPr="003F00A4" w:rsidRDefault="003F00A4" w:rsidP="0059276E">
      <w:pPr>
        <w:pStyle w:val="ECEcorps"/>
        <w:numPr>
          <w:ilvl w:val="1"/>
          <w:numId w:val="18"/>
        </w:numPr>
        <w:ind w:left="426" w:hanging="284"/>
        <w:rPr>
          <w:rFonts w:eastAsia="Arial Unicode MS"/>
        </w:rPr>
      </w:pPr>
      <w:r w:rsidRPr="003F00A4">
        <w:rPr>
          <w:rFonts w:eastAsia="Arial Unicode MS"/>
        </w:rPr>
        <w:t xml:space="preserve"> Exploiter les résultats du </w:t>
      </w:r>
      <w:r w:rsidR="00C25148">
        <w:rPr>
          <w:rFonts w:eastAsia="Arial Unicode MS"/>
        </w:rPr>
        <w:t>titrage</w:t>
      </w:r>
      <w:r w:rsidRPr="003F00A4">
        <w:rPr>
          <w:rFonts w:eastAsia="Arial Unicode MS"/>
        </w:rPr>
        <w:t xml:space="preserve"> pour déterminer la concentration en</w:t>
      </w:r>
      <w:r w:rsidR="00C25148">
        <w:rPr>
          <w:rFonts w:eastAsia="Arial Unicode MS"/>
        </w:rPr>
        <w:t xml:space="preserve"> quantité de matière de</w:t>
      </w:r>
      <w:r w:rsidRPr="003F00A4">
        <w:rPr>
          <w:rFonts w:eastAsia="Arial Unicode MS"/>
        </w:rPr>
        <w:t xml:space="preserve"> </w:t>
      </w:r>
      <w:proofErr w:type="spellStart"/>
      <w:r w:rsidRPr="003F00A4">
        <w:rPr>
          <w:rFonts w:eastAsia="Arial Unicode MS"/>
        </w:rPr>
        <w:t>diiode</w:t>
      </w:r>
      <w:proofErr w:type="spellEnd"/>
      <w:r w:rsidRPr="003F00A4">
        <w:rPr>
          <w:rFonts w:eastAsia="Arial Unicode MS"/>
        </w:rPr>
        <w:t>.</w:t>
      </w:r>
    </w:p>
    <w:p w14:paraId="0171ACEF" w14:textId="77777777" w:rsidR="003F00A4" w:rsidRDefault="003F00A4" w:rsidP="003F00A4">
      <w:pPr>
        <w:pStyle w:val="ECErponse"/>
        <w:rPr>
          <w:rFonts w:eastAsia="Arial Unicode MS"/>
        </w:rPr>
      </w:pPr>
      <w:r>
        <w:rPr>
          <w:rFonts w:eastAsia="Arial Unicode MS"/>
        </w:rPr>
        <w:lastRenderedPageBreak/>
        <w:t>………………………………………………………………………………………………………………………………………</w:t>
      </w:r>
    </w:p>
    <w:p w14:paraId="01040F11" w14:textId="77777777" w:rsidR="003F00A4" w:rsidRDefault="003F00A4" w:rsidP="003F00A4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13C2A22C" w14:textId="77777777" w:rsidR="003F00A4" w:rsidRDefault="003F00A4" w:rsidP="003F00A4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bookmarkEnd w:id="11"/>
    <w:p w14:paraId="4E919C64" w14:textId="77777777" w:rsidR="00E26870" w:rsidRDefault="00E26870" w:rsidP="00E26870">
      <w:pPr>
        <w:pStyle w:val="ECEcorps"/>
        <w:rPr>
          <w:rFonts w:eastAsia="Arial Unicode MS"/>
        </w:rPr>
      </w:pPr>
    </w:p>
    <w:p w14:paraId="4329931A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65750232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CFD2011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5C3FAEE" w14:textId="77777777" w:rsidR="00E26870" w:rsidRDefault="00E26870" w:rsidP="00527A98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A7E2C44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11CFFA95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4E21BAB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4C515B" w14:textId="77777777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67D9C88D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8EFC7C8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2CCDF12" w14:textId="77777777" w:rsidR="00373C07" w:rsidRDefault="00373C07" w:rsidP="00373C07">
      <w:pPr>
        <w:pStyle w:val="ECEcorps"/>
        <w:rPr>
          <w:rFonts w:eastAsia="Arial Unicode MS"/>
        </w:rPr>
      </w:pPr>
    </w:p>
    <w:p w14:paraId="090C08AC" w14:textId="77777777" w:rsidR="00373C07" w:rsidRDefault="00373C07" w:rsidP="00373C07">
      <w:pPr>
        <w:pStyle w:val="ECEcorps"/>
        <w:rPr>
          <w:rFonts w:eastAsia="Arial Unicode MS"/>
        </w:rPr>
      </w:pPr>
    </w:p>
    <w:p w14:paraId="614502E0" w14:textId="11100B83" w:rsidR="001B75CA" w:rsidRPr="005B340C" w:rsidRDefault="00373C07" w:rsidP="003F00A4">
      <w:pPr>
        <w:pStyle w:val="ECEpartie"/>
      </w:pPr>
      <w:bookmarkStart w:id="12" w:name="_Toc482638816"/>
      <w:bookmarkStart w:id="13" w:name="_Toc500182693"/>
      <w:bookmarkStart w:id="14" w:name="_Hlk113367675"/>
      <w:r>
        <w:t xml:space="preserve">Détermination de la </w:t>
      </w:r>
      <w:r w:rsidR="00185F94">
        <w:t>tension</w:t>
      </w:r>
      <w:r>
        <w:t xml:space="preserve"> </w:t>
      </w:r>
      <w:r w:rsidR="00FB64AF">
        <w:t xml:space="preserve">à vide </w:t>
      </w:r>
      <w:r>
        <w:t>à</w:t>
      </w:r>
      <w:r w:rsidR="004F1557">
        <w:t xml:space="preserve"> partir d’une</w:t>
      </w:r>
      <w:r w:rsidR="00CD6C6C">
        <w:t xml:space="preserve"> relation </w:t>
      </w:r>
      <w:r w:rsidR="001D648A">
        <w:t xml:space="preserve">issue </w:t>
      </w:r>
      <w:r w:rsidR="004F1557">
        <w:t>des lois de la thermodynamique</w:t>
      </w:r>
      <w:r w:rsidRPr="003C13F9">
        <w:t xml:space="preserve"> </w:t>
      </w:r>
      <w:r w:rsidRPr="00FF78A1">
        <w:rPr>
          <w:b w:val="0"/>
          <w:bCs/>
        </w:rPr>
        <w:t>(</w:t>
      </w:r>
      <w:r>
        <w:rPr>
          <w:b w:val="0"/>
          <w:bCs/>
        </w:rPr>
        <w:t>20</w:t>
      </w:r>
      <w:r w:rsidRPr="00FF78A1">
        <w:rPr>
          <w:b w:val="0"/>
          <w:bCs/>
        </w:rPr>
        <w:t xml:space="preserve"> minutes conseillées)</w:t>
      </w:r>
      <w:bookmarkEnd w:id="12"/>
      <w:bookmarkEnd w:id="13"/>
      <w:bookmarkEnd w:id="14"/>
    </w:p>
    <w:p w14:paraId="4C160E23" w14:textId="58DDBBB4" w:rsidR="00A631A9" w:rsidRDefault="004F1557" w:rsidP="003F00A4">
      <w:pPr>
        <w:pStyle w:val="ECErponse"/>
        <w:numPr>
          <w:ilvl w:val="1"/>
          <w:numId w:val="17"/>
        </w:numPr>
      </w:pPr>
      <w:r>
        <w:rPr>
          <w:rFonts w:eastAsia="Arial Unicode MS"/>
        </w:rPr>
        <w:t>Déterminer</w:t>
      </w:r>
      <w:r w:rsidR="009C2FCF">
        <w:rPr>
          <w:rFonts w:eastAsia="Arial Unicode MS"/>
        </w:rPr>
        <w:t xml:space="preserve"> </w:t>
      </w:r>
      <w:r w:rsidR="001B75CA">
        <w:rPr>
          <w:rFonts w:eastAsia="Arial Unicode MS"/>
        </w:rPr>
        <w:t xml:space="preserve">la valeur de la </w:t>
      </w:r>
      <w:r w:rsidR="009C2FCF">
        <w:rPr>
          <w:rFonts w:eastAsia="Arial Unicode MS"/>
        </w:rPr>
        <w:t xml:space="preserve">tension </w:t>
      </w:r>
      <w:proofErr w:type="spellStart"/>
      <w:r w:rsidR="009C2FCF" w:rsidRPr="009C2FCF">
        <w:rPr>
          <w:rFonts w:eastAsia="Arial Unicode MS"/>
          <w:i/>
          <w:iCs/>
        </w:rPr>
        <w:t>U</w:t>
      </w:r>
      <w:r w:rsidR="0059276E" w:rsidRPr="0059276E">
        <w:rPr>
          <w:rFonts w:eastAsia="Arial Unicode MS"/>
          <w:i/>
          <w:iCs/>
          <w:vertAlign w:val="subscript"/>
        </w:rPr>
        <w:t>th</w:t>
      </w:r>
      <w:proofErr w:type="spellEnd"/>
      <w:r w:rsidR="00A631A9">
        <w:rPr>
          <w:rFonts w:eastAsia="Arial Unicode MS"/>
        </w:rPr>
        <w:t xml:space="preserve"> aux bornes du générateur électrochimique étudié</w:t>
      </w:r>
      <w:r w:rsidR="009C2FCF">
        <w:rPr>
          <w:rFonts w:eastAsia="Arial Unicode MS"/>
        </w:rPr>
        <w:t xml:space="preserve"> e</w:t>
      </w:r>
      <w:r w:rsidR="00A631A9">
        <w:rPr>
          <w:rFonts w:eastAsia="Arial Unicode MS"/>
        </w:rPr>
        <w:t>n utilisant la formule théorique suivante</w:t>
      </w:r>
      <w:r w:rsidR="00BE4248">
        <w:t> :</w:t>
      </w:r>
      <w:r w:rsidR="00A631A9">
        <w:t xml:space="preserve"> </w:t>
      </w:r>
    </w:p>
    <w:p w14:paraId="5EDC0232" w14:textId="77777777" w:rsidR="00A631A9" w:rsidRDefault="00A631A9" w:rsidP="00A631A9">
      <w:pPr>
        <w:pStyle w:val="ECEcorps"/>
        <w:jc w:val="left"/>
      </w:pPr>
    </w:p>
    <w:p w14:paraId="0529354D" w14:textId="433700DF" w:rsidR="00A631A9" w:rsidRPr="0093166E" w:rsidRDefault="0093166E" w:rsidP="00A631A9">
      <w:pPr>
        <w:pStyle w:val="ECEcorps"/>
        <w:jc w:val="left"/>
      </w:pPr>
      <m:oMathPara>
        <m:oMath>
          <m:r>
            <m:rPr>
              <m:nor/>
            </m:rPr>
            <m:t>U</m:t>
          </m:r>
          <m:r>
            <m:rPr>
              <m:nor/>
            </m:rPr>
            <w:rPr>
              <w:rFonts w:ascii="Cambria Math"/>
            </w:rPr>
            <m:t xml:space="preserve"> </m:t>
          </m:r>
          <w:bookmarkStart w:id="15" w:name="_GoBack"/>
          <w:bookmarkEnd w:id="15"/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1,30+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0,059</m:t>
              </m:r>
            </m:num>
            <m:den>
              <m:r>
                <m:rPr>
                  <m:nor/>
                </m:rPr>
                <m:t>2</m:t>
              </m:r>
            </m:den>
          </m:f>
          <m:r>
            <m:rPr>
              <m:nor/>
            </m:rPr>
            <m:t>∙log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I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</m:e>
                  </m:d>
                  <m:r>
                    <m:rPr>
                      <m:nor/>
                    </m:rPr>
                    <m:t>.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m:t>c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m:t>°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m:t>I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vertAlign w:val="superscript"/>
                                </w:rPr>
                                <m:t>-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m:t>Zn</m:t>
                          </m:r>
                        </m:e>
                        <m:sup>
                          <m:r>
                            <m:rPr>
                              <m:nor/>
                            </m:rPr>
                            <m:t>2+</m:t>
                          </m:r>
                        </m:sup>
                      </m:sSup>
                    </m:e>
                  </m:d>
                </m:den>
              </m:f>
            </m:e>
          </m:d>
        </m:oMath>
      </m:oMathPara>
    </w:p>
    <w:p w14:paraId="5DEB33A2" w14:textId="40C114D5" w:rsidR="00C25148" w:rsidRPr="00480821" w:rsidRDefault="00C25148" w:rsidP="00A631A9">
      <w:pPr>
        <w:pStyle w:val="ECEcorps"/>
        <w:jc w:val="left"/>
      </w:pPr>
      <w:r>
        <w:tab/>
      </w:r>
      <w:proofErr w:type="gramStart"/>
      <w:r>
        <w:t>avec</w:t>
      </w:r>
      <w:proofErr w:type="gramEnd"/>
      <w:r>
        <w:t xml:space="preserve"> </w:t>
      </w:r>
      <w:r w:rsidRPr="00480821">
        <w:t>c</w:t>
      </w:r>
      <w:r w:rsidR="00FB64AF">
        <w:t>°</w:t>
      </w:r>
      <w:r w:rsidR="0059276E">
        <w:rPr>
          <w:vertAlign w:val="superscript"/>
        </w:rPr>
        <w:t> </w:t>
      </w:r>
      <w:r w:rsidR="0059276E" w:rsidRPr="00BD4BA3">
        <w:t>la concentration standard</w:t>
      </w:r>
      <w:r w:rsidR="0059276E">
        <w:t xml:space="preserve"> : </w:t>
      </w:r>
      <w:r w:rsidR="0059276E" w:rsidRPr="00480821">
        <w:t>c</w:t>
      </w:r>
      <w:r w:rsidR="00FB64AF">
        <w:t>°</w:t>
      </w:r>
      <w:r w:rsidR="0059276E">
        <w:rPr>
          <w:vertAlign w:val="superscript"/>
        </w:rPr>
        <w:t> </w:t>
      </w:r>
      <w:r w:rsidR="0059276E">
        <w:t xml:space="preserve"> </w:t>
      </w:r>
      <w:r w:rsidR="00480821">
        <w:t>=</w:t>
      </w:r>
      <w:r w:rsidR="0059276E">
        <w:t> </w:t>
      </w:r>
      <w:r w:rsidR="00480821" w:rsidRPr="00480821">
        <w:t>1</w:t>
      </w:r>
      <w:r w:rsidR="00480821">
        <w:t xml:space="preserve"> mol·</w:t>
      </w:r>
      <w:r w:rsidR="00480821" w:rsidRPr="00BD4BA3">
        <w:t>L</w:t>
      </w:r>
      <w:r w:rsidR="00480821" w:rsidRPr="00BD4BA3">
        <w:rPr>
          <w:vertAlign w:val="superscript"/>
        </w:rPr>
        <w:t xml:space="preserve">-1  </w:t>
      </w:r>
    </w:p>
    <w:p w14:paraId="33142BC2" w14:textId="77777777" w:rsidR="001B75CA" w:rsidRDefault="001B75CA" w:rsidP="001B75CA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27DF8D57" w14:textId="77777777" w:rsidR="001B75CA" w:rsidRDefault="001B75CA" w:rsidP="001B75CA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463E109B" w14:textId="77777777" w:rsidR="001B75CA" w:rsidRDefault="001B75CA" w:rsidP="001B75CA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560FE785" w14:textId="62581772" w:rsidR="009C2FF1" w:rsidRDefault="009C2FF1" w:rsidP="00C37149">
      <w:pPr>
        <w:pStyle w:val="ECErponse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 xml:space="preserve">Proposer des sources d’incertitudes qui pourraient expliquer l’écart entre les </w:t>
      </w:r>
      <w:r w:rsidR="00062486">
        <w:rPr>
          <w:rFonts w:eastAsia="Arial Unicode MS"/>
        </w:rPr>
        <w:t>valeur</w:t>
      </w:r>
      <w:r w:rsidR="00FB64AF">
        <w:rPr>
          <w:rFonts w:eastAsia="Arial Unicode MS"/>
        </w:rPr>
        <w:t>s</w:t>
      </w:r>
      <w:r w:rsidR="00062486">
        <w:rPr>
          <w:rFonts w:eastAsia="Arial Unicode MS"/>
        </w:rPr>
        <w:t xml:space="preserve"> obtenues théoriquement</w:t>
      </w:r>
      <w:r w:rsidR="00FB64AF">
        <w:rPr>
          <w:rFonts w:eastAsia="Arial Unicode MS"/>
        </w:rPr>
        <w:t xml:space="preserve">, </w:t>
      </w:r>
      <w:proofErr w:type="spellStart"/>
      <w:r w:rsidR="00FB64AF" w:rsidRPr="009C2FCF">
        <w:rPr>
          <w:rFonts w:eastAsia="Arial Unicode MS"/>
          <w:i/>
          <w:iCs/>
        </w:rPr>
        <w:t>U</w:t>
      </w:r>
      <w:r w:rsidR="00FB64AF" w:rsidRPr="0059276E">
        <w:rPr>
          <w:rFonts w:eastAsia="Arial Unicode MS"/>
          <w:i/>
          <w:iCs/>
          <w:vertAlign w:val="subscript"/>
        </w:rPr>
        <w:t>th</w:t>
      </w:r>
      <w:proofErr w:type="spellEnd"/>
      <w:r w:rsidR="00FB64AF">
        <w:rPr>
          <w:rFonts w:eastAsia="Arial Unicode MS"/>
        </w:rPr>
        <w:t xml:space="preserve">, et expérimentalement, </w:t>
      </w:r>
      <w:r w:rsidR="00062486" w:rsidRPr="0059276E">
        <w:rPr>
          <w:rFonts w:eastAsia="Arial Unicode MS"/>
          <w:i/>
        </w:rPr>
        <w:t>U</w:t>
      </w:r>
      <w:r>
        <w:rPr>
          <w:rFonts w:eastAsia="Arial Unicode MS"/>
        </w:rPr>
        <w:t>.</w:t>
      </w:r>
    </w:p>
    <w:p w14:paraId="3B31B1A8" w14:textId="37BB89F2" w:rsidR="00E25916" w:rsidRDefault="00E25916" w:rsidP="00E25916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7C7959C9" w14:textId="77777777" w:rsidR="00E25916" w:rsidRDefault="00E25916" w:rsidP="00E25916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56767977" w14:textId="77777777" w:rsidR="00E25916" w:rsidRDefault="00E25916" w:rsidP="00E25916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………………………………………………………………………………………………………………………………………</w:t>
      </w:r>
    </w:p>
    <w:p w14:paraId="1A1EB767" w14:textId="77777777" w:rsidR="005B3739" w:rsidRDefault="005B3739" w:rsidP="00E25916">
      <w:pPr>
        <w:pStyle w:val="ECErponse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B50A4" w:rsidRPr="00887D9D" w14:paraId="30B48C98" w14:textId="77777777" w:rsidTr="008A381D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76EB6D9" w14:textId="77777777" w:rsidR="00FB50A4" w:rsidRPr="00887D9D" w:rsidRDefault="00FB50A4" w:rsidP="008A381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D6960CC" w14:textId="77777777" w:rsidR="00FB50A4" w:rsidRPr="00887D9D" w:rsidRDefault="00FB50A4" w:rsidP="008A381D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EB35444" w14:textId="77777777" w:rsidR="00FB50A4" w:rsidRPr="00887D9D" w:rsidRDefault="00FB50A4" w:rsidP="008A381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B50A4" w:rsidRPr="00887D9D" w14:paraId="7BA0BB95" w14:textId="77777777" w:rsidTr="008A381D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9827F88" w14:textId="77777777" w:rsidR="00FB50A4" w:rsidRPr="00887D9D" w:rsidRDefault="00FB50A4" w:rsidP="008A381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E6355DB" w14:textId="77777777" w:rsidR="00FB50A4" w:rsidRPr="00887D9D" w:rsidRDefault="00FB50A4" w:rsidP="008A381D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3E1770C" w14:textId="77777777" w:rsidR="00FB50A4" w:rsidRPr="00887D9D" w:rsidRDefault="00FB50A4" w:rsidP="008A381D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3615FCD" w14:textId="77777777" w:rsidR="001B75CA" w:rsidRDefault="001B75CA" w:rsidP="00373C07">
      <w:pPr>
        <w:pStyle w:val="ECEcorps"/>
        <w:rPr>
          <w:b/>
        </w:rPr>
      </w:pPr>
    </w:p>
    <w:p w14:paraId="51C15B3F" w14:textId="6F052161" w:rsidR="00E26870" w:rsidRPr="0022608B" w:rsidRDefault="00373C07" w:rsidP="00E26870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E26870" w:rsidRPr="0022608B" w:rsidSect="00680C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43386" w14:textId="77777777" w:rsidR="00B13C89" w:rsidRDefault="00B13C89" w:rsidP="0008058B">
      <w:r>
        <w:separator/>
      </w:r>
    </w:p>
  </w:endnote>
  <w:endnote w:type="continuationSeparator" w:id="0">
    <w:p w14:paraId="420DFA86" w14:textId="77777777" w:rsidR="00B13C89" w:rsidRDefault="00B13C89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CFE98" w14:textId="77777777" w:rsidR="004A4209" w:rsidRDefault="004A42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8CB9" w14:textId="185C5FA5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93166E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 w:rsidR="0093166E">
      <w:fldChar w:fldCharType="begin"/>
    </w:r>
    <w:r w:rsidR="0093166E">
      <w:instrText xml:space="preserve"> NUMPAGES  </w:instrText>
    </w:r>
    <w:r w:rsidR="0093166E">
      <w:fldChar w:fldCharType="separate"/>
    </w:r>
    <w:r w:rsidR="0093166E">
      <w:rPr>
        <w:noProof/>
      </w:rPr>
      <w:t>4</w:t>
    </w:r>
    <w:r w:rsidR="0093166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35323" w14:textId="77777777" w:rsidR="004A4209" w:rsidRDefault="004A42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19528" w14:textId="77777777" w:rsidR="00B13C89" w:rsidRDefault="00B13C89" w:rsidP="0008058B">
      <w:r>
        <w:separator/>
      </w:r>
    </w:p>
  </w:footnote>
  <w:footnote w:type="continuationSeparator" w:id="0">
    <w:p w14:paraId="60DB1424" w14:textId="77777777" w:rsidR="00B13C89" w:rsidRDefault="00B13C89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F0C66" w14:textId="77777777" w:rsidR="004A4209" w:rsidRDefault="004A4209">
    <w:pPr>
      <w:pStyle w:val="En-tt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A06E7" w14:textId="0F5BD658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624941">
      <w:rPr>
        <w:b/>
        <w:sz w:val="24"/>
        <w:szCs w:val="24"/>
      </w:rPr>
      <w:t>TENSION</w:t>
    </w:r>
    <w:r w:rsidR="00C64088">
      <w:rPr>
        <w:b/>
        <w:sz w:val="24"/>
        <w:szCs w:val="24"/>
      </w:rPr>
      <w:t xml:space="preserve"> </w:t>
    </w:r>
    <w:r w:rsidR="004A4209">
      <w:rPr>
        <w:b/>
        <w:sz w:val="24"/>
        <w:szCs w:val="24"/>
      </w:rPr>
      <w:t>ET TITRAGE</w:t>
    </w:r>
    <w:r w:rsidR="00C64088">
      <w:rPr>
        <w:b/>
        <w:sz w:val="24"/>
        <w:szCs w:val="24"/>
      </w:rPr>
      <w:t xml:space="preserve"> </w:t>
    </w:r>
    <w:r>
      <w:tab/>
      <w:t>Session</w:t>
    </w:r>
  </w:p>
  <w:p w14:paraId="4E178324" w14:textId="651CA3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062486">
      <w:t>4</w:t>
    </w:r>
  </w:p>
  <w:p w14:paraId="770ED0E5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9BBBF" w14:textId="77777777" w:rsidR="004A4209" w:rsidRDefault="004A4209">
    <w:pPr>
      <w:pStyle w:val="En-tt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69F2A2B"/>
    <w:multiLevelType w:val="hybridMultilevel"/>
    <w:tmpl w:val="CA9C5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B1681"/>
    <w:multiLevelType w:val="hybridMultilevel"/>
    <w:tmpl w:val="299C9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5A3F"/>
    <w:multiLevelType w:val="multilevel"/>
    <w:tmpl w:val="D43CB4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B8D009E"/>
    <w:multiLevelType w:val="hybridMultilevel"/>
    <w:tmpl w:val="42CCFDC6"/>
    <w:lvl w:ilvl="0" w:tplc="30B4D2B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905CE"/>
    <w:multiLevelType w:val="multilevel"/>
    <w:tmpl w:val="CB9CA910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A0459D0"/>
    <w:multiLevelType w:val="hybridMultilevel"/>
    <w:tmpl w:val="C5B2B990"/>
    <w:lvl w:ilvl="0" w:tplc="30B4D2B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D2BF9"/>
    <w:multiLevelType w:val="hybridMultilevel"/>
    <w:tmpl w:val="70ACD2AC"/>
    <w:lvl w:ilvl="0" w:tplc="99D4EB6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35F394C"/>
    <w:multiLevelType w:val="hybridMultilevel"/>
    <w:tmpl w:val="8C065F94"/>
    <w:lvl w:ilvl="0" w:tplc="F7E6E750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C049E0"/>
    <w:multiLevelType w:val="hybridMultilevel"/>
    <w:tmpl w:val="9BACA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 w15:restartNumberingAfterBreak="0">
    <w:nsid w:val="7805295C"/>
    <w:multiLevelType w:val="hybridMultilevel"/>
    <w:tmpl w:val="2C401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3"/>
  </w:num>
  <w:num w:numId="8">
    <w:abstractNumId w:val="13"/>
  </w:num>
  <w:num w:numId="9">
    <w:abstractNumId w:val="12"/>
  </w:num>
  <w:num w:numId="10">
    <w:abstractNumId w:val="6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  <w:num w:numId="15">
    <w:abstractNumId w:val="14"/>
  </w:num>
  <w:num w:numId="16">
    <w:abstractNumId w:val="1"/>
  </w:num>
  <w:num w:numId="17">
    <w:abstractNumId w:val="5"/>
    <w:lvlOverride w:ilvl="0">
      <w:startOverride w:val="3"/>
    </w:lvlOverride>
    <w:lvlOverride w:ilvl="1">
      <w:startOverride w:val="1"/>
    </w:lvlOverride>
  </w:num>
  <w:num w:numId="18">
    <w:abstractNumId w:val="3"/>
  </w:num>
  <w:num w:numId="1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345D"/>
    <w:rsid w:val="00036419"/>
    <w:rsid w:val="000452AF"/>
    <w:rsid w:val="00046A68"/>
    <w:rsid w:val="00050559"/>
    <w:rsid w:val="0005057E"/>
    <w:rsid w:val="0005391B"/>
    <w:rsid w:val="00060606"/>
    <w:rsid w:val="00062486"/>
    <w:rsid w:val="000730EC"/>
    <w:rsid w:val="0008058B"/>
    <w:rsid w:val="000901C3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C2C4B"/>
    <w:rsid w:val="000D3D7B"/>
    <w:rsid w:val="000D4C7E"/>
    <w:rsid w:val="000E11E8"/>
    <w:rsid w:val="000E6CD3"/>
    <w:rsid w:val="000F09CE"/>
    <w:rsid w:val="000F2199"/>
    <w:rsid w:val="000F4F58"/>
    <w:rsid w:val="000F5562"/>
    <w:rsid w:val="001051B8"/>
    <w:rsid w:val="0011379C"/>
    <w:rsid w:val="00117BB9"/>
    <w:rsid w:val="0012240B"/>
    <w:rsid w:val="001227DD"/>
    <w:rsid w:val="00127337"/>
    <w:rsid w:val="0013056C"/>
    <w:rsid w:val="00136091"/>
    <w:rsid w:val="00154171"/>
    <w:rsid w:val="00154704"/>
    <w:rsid w:val="0016025F"/>
    <w:rsid w:val="0016304D"/>
    <w:rsid w:val="00180BB9"/>
    <w:rsid w:val="00184590"/>
    <w:rsid w:val="00185C9A"/>
    <w:rsid w:val="00185F94"/>
    <w:rsid w:val="001946FD"/>
    <w:rsid w:val="00194A94"/>
    <w:rsid w:val="00195444"/>
    <w:rsid w:val="00197F7D"/>
    <w:rsid w:val="00197FD0"/>
    <w:rsid w:val="001A032B"/>
    <w:rsid w:val="001A07C5"/>
    <w:rsid w:val="001A0A3E"/>
    <w:rsid w:val="001A43AF"/>
    <w:rsid w:val="001A5F0A"/>
    <w:rsid w:val="001B5CD4"/>
    <w:rsid w:val="001B6AE5"/>
    <w:rsid w:val="001B6BCD"/>
    <w:rsid w:val="001B75CA"/>
    <w:rsid w:val="001C1B1D"/>
    <w:rsid w:val="001C388B"/>
    <w:rsid w:val="001C50C9"/>
    <w:rsid w:val="001C5443"/>
    <w:rsid w:val="001C7882"/>
    <w:rsid w:val="001D648A"/>
    <w:rsid w:val="001E36BA"/>
    <w:rsid w:val="001E6BA4"/>
    <w:rsid w:val="001E6BF0"/>
    <w:rsid w:val="001F2B63"/>
    <w:rsid w:val="001F3BEA"/>
    <w:rsid w:val="001F42A2"/>
    <w:rsid w:val="001F5398"/>
    <w:rsid w:val="001F6316"/>
    <w:rsid w:val="001F67FD"/>
    <w:rsid w:val="002071EC"/>
    <w:rsid w:val="00222333"/>
    <w:rsid w:val="0022608B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97830"/>
    <w:rsid w:val="002A04D4"/>
    <w:rsid w:val="002B2244"/>
    <w:rsid w:val="002B44A4"/>
    <w:rsid w:val="002C296B"/>
    <w:rsid w:val="002C3CC3"/>
    <w:rsid w:val="002E68C6"/>
    <w:rsid w:val="002E7086"/>
    <w:rsid w:val="002F1887"/>
    <w:rsid w:val="00301498"/>
    <w:rsid w:val="00305641"/>
    <w:rsid w:val="00305D9F"/>
    <w:rsid w:val="003106C9"/>
    <w:rsid w:val="0031113E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44F46"/>
    <w:rsid w:val="00351073"/>
    <w:rsid w:val="00356DD6"/>
    <w:rsid w:val="00366A24"/>
    <w:rsid w:val="00367552"/>
    <w:rsid w:val="00373C07"/>
    <w:rsid w:val="0037570D"/>
    <w:rsid w:val="00380A67"/>
    <w:rsid w:val="003839E3"/>
    <w:rsid w:val="003869AD"/>
    <w:rsid w:val="00392182"/>
    <w:rsid w:val="0039367C"/>
    <w:rsid w:val="00397E4F"/>
    <w:rsid w:val="003A114B"/>
    <w:rsid w:val="003B15C1"/>
    <w:rsid w:val="003B41FF"/>
    <w:rsid w:val="003B5FD3"/>
    <w:rsid w:val="003C0A55"/>
    <w:rsid w:val="003C13F9"/>
    <w:rsid w:val="003C6A7A"/>
    <w:rsid w:val="003D2DB2"/>
    <w:rsid w:val="003D59FE"/>
    <w:rsid w:val="003E2CC3"/>
    <w:rsid w:val="003F00A4"/>
    <w:rsid w:val="003F5DFB"/>
    <w:rsid w:val="00400882"/>
    <w:rsid w:val="00404795"/>
    <w:rsid w:val="00413C28"/>
    <w:rsid w:val="004143AF"/>
    <w:rsid w:val="00430881"/>
    <w:rsid w:val="004314C1"/>
    <w:rsid w:val="004470BA"/>
    <w:rsid w:val="00452138"/>
    <w:rsid w:val="00455CA0"/>
    <w:rsid w:val="00456342"/>
    <w:rsid w:val="00457661"/>
    <w:rsid w:val="0046515C"/>
    <w:rsid w:val="00476C4B"/>
    <w:rsid w:val="00480821"/>
    <w:rsid w:val="00484BB6"/>
    <w:rsid w:val="00486CC1"/>
    <w:rsid w:val="00490BE1"/>
    <w:rsid w:val="00492D03"/>
    <w:rsid w:val="00494687"/>
    <w:rsid w:val="004951F3"/>
    <w:rsid w:val="004955A9"/>
    <w:rsid w:val="00496711"/>
    <w:rsid w:val="004A1C83"/>
    <w:rsid w:val="004A4209"/>
    <w:rsid w:val="004B461A"/>
    <w:rsid w:val="004B701D"/>
    <w:rsid w:val="004B7AC0"/>
    <w:rsid w:val="004C193F"/>
    <w:rsid w:val="004C21EE"/>
    <w:rsid w:val="004C486D"/>
    <w:rsid w:val="004C63B9"/>
    <w:rsid w:val="004C7336"/>
    <w:rsid w:val="004D0274"/>
    <w:rsid w:val="004E3F39"/>
    <w:rsid w:val="004E7A99"/>
    <w:rsid w:val="004E7C5D"/>
    <w:rsid w:val="004F1557"/>
    <w:rsid w:val="004F39E2"/>
    <w:rsid w:val="004F58C7"/>
    <w:rsid w:val="004F7FE3"/>
    <w:rsid w:val="00501769"/>
    <w:rsid w:val="00511500"/>
    <w:rsid w:val="00514057"/>
    <w:rsid w:val="0051466E"/>
    <w:rsid w:val="00514CFE"/>
    <w:rsid w:val="00514F40"/>
    <w:rsid w:val="0052797B"/>
    <w:rsid w:val="00527A98"/>
    <w:rsid w:val="00531889"/>
    <w:rsid w:val="005328E0"/>
    <w:rsid w:val="0053548C"/>
    <w:rsid w:val="00535F25"/>
    <w:rsid w:val="0053639F"/>
    <w:rsid w:val="005367B5"/>
    <w:rsid w:val="005415CA"/>
    <w:rsid w:val="00545715"/>
    <w:rsid w:val="00555314"/>
    <w:rsid w:val="00565235"/>
    <w:rsid w:val="0057024A"/>
    <w:rsid w:val="00572123"/>
    <w:rsid w:val="00572EAE"/>
    <w:rsid w:val="005739A7"/>
    <w:rsid w:val="00574D92"/>
    <w:rsid w:val="005827DD"/>
    <w:rsid w:val="00585877"/>
    <w:rsid w:val="0059276E"/>
    <w:rsid w:val="00593DD4"/>
    <w:rsid w:val="005A3ADA"/>
    <w:rsid w:val="005A6352"/>
    <w:rsid w:val="005B340C"/>
    <w:rsid w:val="005B3739"/>
    <w:rsid w:val="005D0FB9"/>
    <w:rsid w:val="005D621B"/>
    <w:rsid w:val="005F3ABA"/>
    <w:rsid w:val="006017BB"/>
    <w:rsid w:val="00603814"/>
    <w:rsid w:val="0060508C"/>
    <w:rsid w:val="006220B0"/>
    <w:rsid w:val="00622A2D"/>
    <w:rsid w:val="00624941"/>
    <w:rsid w:val="006256F1"/>
    <w:rsid w:val="0064088A"/>
    <w:rsid w:val="00641949"/>
    <w:rsid w:val="00641C53"/>
    <w:rsid w:val="006672AB"/>
    <w:rsid w:val="00670A39"/>
    <w:rsid w:val="0067559A"/>
    <w:rsid w:val="00675DF7"/>
    <w:rsid w:val="00680CBA"/>
    <w:rsid w:val="00680D88"/>
    <w:rsid w:val="00687422"/>
    <w:rsid w:val="00693925"/>
    <w:rsid w:val="006A0F26"/>
    <w:rsid w:val="006A1119"/>
    <w:rsid w:val="006A4982"/>
    <w:rsid w:val="006B7E09"/>
    <w:rsid w:val="006C0504"/>
    <w:rsid w:val="006C3642"/>
    <w:rsid w:val="006E4A76"/>
    <w:rsid w:val="006E61FC"/>
    <w:rsid w:val="006F3571"/>
    <w:rsid w:val="00700289"/>
    <w:rsid w:val="00700B7B"/>
    <w:rsid w:val="00703EF9"/>
    <w:rsid w:val="007146B9"/>
    <w:rsid w:val="007171FB"/>
    <w:rsid w:val="007248BF"/>
    <w:rsid w:val="00724A84"/>
    <w:rsid w:val="00736B78"/>
    <w:rsid w:val="007372BA"/>
    <w:rsid w:val="00741025"/>
    <w:rsid w:val="007479C4"/>
    <w:rsid w:val="00750D77"/>
    <w:rsid w:val="00751CCC"/>
    <w:rsid w:val="00752C74"/>
    <w:rsid w:val="00756649"/>
    <w:rsid w:val="00762F0F"/>
    <w:rsid w:val="00763A95"/>
    <w:rsid w:val="00777A5A"/>
    <w:rsid w:val="00791883"/>
    <w:rsid w:val="007955D1"/>
    <w:rsid w:val="00795BD5"/>
    <w:rsid w:val="007A2EEC"/>
    <w:rsid w:val="007C2791"/>
    <w:rsid w:val="007C4BED"/>
    <w:rsid w:val="007D071F"/>
    <w:rsid w:val="007D2CCF"/>
    <w:rsid w:val="007D359B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212D5"/>
    <w:rsid w:val="00827238"/>
    <w:rsid w:val="00845CFB"/>
    <w:rsid w:val="00847E64"/>
    <w:rsid w:val="00864682"/>
    <w:rsid w:val="00864E21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96396"/>
    <w:rsid w:val="0089798E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3DAE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0549E"/>
    <w:rsid w:val="00910A57"/>
    <w:rsid w:val="00910ACC"/>
    <w:rsid w:val="00910B6F"/>
    <w:rsid w:val="00911F2E"/>
    <w:rsid w:val="00915AEE"/>
    <w:rsid w:val="00917147"/>
    <w:rsid w:val="0093166E"/>
    <w:rsid w:val="009362F7"/>
    <w:rsid w:val="009407A6"/>
    <w:rsid w:val="00943326"/>
    <w:rsid w:val="0094436A"/>
    <w:rsid w:val="00947964"/>
    <w:rsid w:val="009506E7"/>
    <w:rsid w:val="00953B67"/>
    <w:rsid w:val="00955A08"/>
    <w:rsid w:val="00956745"/>
    <w:rsid w:val="00961955"/>
    <w:rsid w:val="0096278E"/>
    <w:rsid w:val="009656FC"/>
    <w:rsid w:val="00965FA8"/>
    <w:rsid w:val="00975D81"/>
    <w:rsid w:val="00977D3F"/>
    <w:rsid w:val="009850FD"/>
    <w:rsid w:val="009903B6"/>
    <w:rsid w:val="009A5591"/>
    <w:rsid w:val="009B3241"/>
    <w:rsid w:val="009C268C"/>
    <w:rsid w:val="009C2FCF"/>
    <w:rsid w:val="009C2FF1"/>
    <w:rsid w:val="009D5DFA"/>
    <w:rsid w:val="009E0132"/>
    <w:rsid w:val="009E02D9"/>
    <w:rsid w:val="009E173E"/>
    <w:rsid w:val="009E1FCF"/>
    <w:rsid w:val="009F3076"/>
    <w:rsid w:val="009F43E0"/>
    <w:rsid w:val="009F7A55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0C55"/>
    <w:rsid w:val="00A436E8"/>
    <w:rsid w:val="00A446AD"/>
    <w:rsid w:val="00A4749B"/>
    <w:rsid w:val="00A52187"/>
    <w:rsid w:val="00A52B59"/>
    <w:rsid w:val="00A5619C"/>
    <w:rsid w:val="00A60B25"/>
    <w:rsid w:val="00A611F0"/>
    <w:rsid w:val="00A631A9"/>
    <w:rsid w:val="00A649FE"/>
    <w:rsid w:val="00A960AB"/>
    <w:rsid w:val="00A96E30"/>
    <w:rsid w:val="00AB1C2D"/>
    <w:rsid w:val="00AB4AF7"/>
    <w:rsid w:val="00AC1F4D"/>
    <w:rsid w:val="00AC48FD"/>
    <w:rsid w:val="00AD1605"/>
    <w:rsid w:val="00AE1C5F"/>
    <w:rsid w:val="00AF12DB"/>
    <w:rsid w:val="00AF55AA"/>
    <w:rsid w:val="00B007F5"/>
    <w:rsid w:val="00B10832"/>
    <w:rsid w:val="00B109D5"/>
    <w:rsid w:val="00B135A8"/>
    <w:rsid w:val="00B13C89"/>
    <w:rsid w:val="00B1701C"/>
    <w:rsid w:val="00B170F9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54792"/>
    <w:rsid w:val="00B6138C"/>
    <w:rsid w:val="00B63ABE"/>
    <w:rsid w:val="00B64DBE"/>
    <w:rsid w:val="00B7616B"/>
    <w:rsid w:val="00B827D4"/>
    <w:rsid w:val="00B8393D"/>
    <w:rsid w:val="00B90845"/>
    <w:rsid w:val="00BA3FD2"/>
    <w:rsid w:val="00BA7028"/>
    <w:rsid w:val="00BB3956"/>
    <w:rsid w:val="00BB5D1A"/>
    <w:rsid w:val="00BD2046"/>
    <w:rsid w:val="00BD4144"/>
    <w:rsid w:val="00BD4BA3"/>
    <w:rsid w:val="00BE2432"/>
    <w:rsid w:val="00BE27B1"/>
    <w:rsid w:val="00BE4248"/>
    <w:rsid w:val="00BF194C"/>
    <w:rsid w:val="00BF45AB"/>
    <w:rsid w:val="00BF661D"/>
    <w:rsid w:val="00C03680"/>
    <w:rsid w:val="00C03A82"/>
    <w:rsid w:val="00C06213"/>
    <w:rsid w:val="00C17467"/>
    <w:rsid w:val="00C2065A"/>
    <w:rsid w:val="00C22A4C"/>
    <w:rsid w:val="00C23E7C"/>
    <w:rsid w:val="00C24FEE"/>
    <w:rsid w:val="00C25148"/>
    <w:rsid w:val="00C3270A"/>
    <w:rsid w:val="00C37149"/>
    <w:rsid w:val="00C41B19"/>
    <w:rsid w:val="00C41C50"/>
    <w:rsid w:val="00C41EB2"/>
    <w:rsid w:val="00C453AD"/>
    <w:rsid w:val="00C467EB"/>
    <w:rsid w:val="00C53044"/>
    <w:rsid w:val="00C550C6"/>
    <w:rsid w:val="00C60133"/>
    <w:rsid w:val="00C60969"/>
    <w:rsid w:val="00C60BE5"/>
    <w:rsid w:val="00C623E7"/>
    <w:rsid w:val="00C64088"/>
    <w:rsid w:val="00C74BFD"/>
    <w:rsid w:val="00C822B9"/>
    <w:rsid w:val="00C82713"/>
    <w:rsid w:val="00CA1A4D"/>
    <w:rsid w:val="00CC3492"/>
    <w:rsid w:val="00CC57B9"/>
    <w:rsid w:val="00CC695B"/>
    <w:rsid w:val="00CD1CBB"/>
    <w:rsid w:val="00CD1F8A"/>
    <w:rsid w:val="00CD300B"/>
    <w:rsid w:val="00CD3C1B"/>
    <w:rsid w:val="00CD6C6C"/>
    <w:rsid w:val="00CE4EF5"/>
    <w:rsid w:val="00CE6AA4"/>
    <w:rsid w:val="00D0324F"/>
    <w:rsid w:val="00D073A6"/>
    <w:rsid w:val="00D20F73"/>
    <w:rsid w:val="00D271D1"/>
    <w:rsid w:val="00D32EF2"/>
    <w:rsid w:val="00D557E8"/>
    <w:rsid w:val="00D610A3"/>
    <w:rsid w:val="00D64332"/>
    <w:rsid w:val="00D658D3"/>
    <w:rsid w:val="00D66DDC"/>
    <w:rsid w:val="00D742A9"/>
    <w:rsid w:val="00D82237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3D9"/>
    <w:rsid w:val="00DD3429"/>
    <w:rsid w:val="00DE1294"/>
    <w:rsid w:val="00DE3D26"/>
    <w:rsid w:val="00DE6F64"/>
    <w:rsid w:val="00DE7399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5916"/>
    <w:rsid w:val="00E26870"/>
    <w:rsid w:val="00E310D8"/>
    <w:rsid w:val="00E34C70"/>
    <w:rsid w:val="00E3791C"/>
    <w:rsid w:val="00E438C3"/>
    <w:rsid w:val="00E4406B"/>
    <w:rsid w:val="00E46864"/>
    <w:rsid w:val="00E520C6"/>
    <w:rsid w:val="00E53EB8"/>
    <w:rsid w:val="00E56A7B"/>
    <w:rsid w:val="00E56D83"/>
    <w:rsid w:val="00E74827"/>
    <w:rsid w:val="00E749E8"/>
    <w:rsid w:val="00E81F3D"/>
    <w:rsid w:val="00E85DDA"/>
    <w:rsid w:val="00E961C1"/>
    <w:rsid w:val="00EC2392"/>
    <w:rsid w:val="00EC4179"/>
    <w:rsid w:val="00EE0587"/>
    <w:rsid w:val="00EE12CE"/>
    <w:rsid w:val="00EE26C5"/>
    <w:rsid w:val="00EE308A"/>
    <w:rsid w:val="00EE3251"/>
    <w:rsid w:val="00EF1517"/>
    <w:rsid w:val="00EF25B5"/>
    <w:rsid w:val="00F01722"/>
    <w:rsid w:val="00F07F89"/>
    <w:rsid w:val="00F10905"/>
    <w:rsid w:val="00F11BD2"/>
    <w:rsid w:val="00F14250"/>
    <w:rsid w:val="00F14501"/>
    <w:rsid w:val="00F15700"/>
    <w:rsid w:val="00F20118"/>
    <w:rsid w:val="00F31C5B"/>
    <w:rsid w:val="00F35C1A"/>
    <w:rsid w:val="00F371EF"/>
    <w:rsid w:val="00F3735F"/>
    <w:rsid w:val="00F60C94"/>
    <w:rsid w:val="00F61869"/>
    <w:rsid w:val="00F65642"/>
    <w:rsid w:val="00F66787"/>
    <w:rsid w:val="00F879D2"/>
    <w:rsid w:val="00F9714D"/>
    <w:rsid w:val="00FB14E2"/>
    <w:rsid w:val="00FB25E2"/>
    <w:rsid w:val="00FB2CA9"/>
    <w:rsid w:val="00FB50A4"/>
    <w:rsid w:val="00FB64AF"/>
    <w:rsid w:val="00FD10FE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219DB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semiHidden/>
    <w:rsid w:val="00C822B9"/>
    <w:rPr>
      <w:color w:val="808080"/>
    </w:rPr>
  </w:style>
  <w:style w:type="character" w:styleId="lev">
    <w:name w:val="Strong"/>
    <w:basedOn w:val="Policepardfaut"/>
    <w:uiPriority w:val="22"/>
    <w:qFormat/>
    <w:rsid w:val="00BD4144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BD4144"/>
    <w:rPr>
      <w:color w:val="0000FF"/>
      <w:u w:val="single"/>
    </w:rPr>
  </w:style>
  <w:style w:type="paragraph" w:styleId="Paragraphedeliste">
    <w:name w:val="List Paragraph"/>
    <w:basedOn w:val="Normal"/>
    <w:uiPriority w:val="72"/>
    <w:rsid w:val="001B75CA"/>
    <w:pPr>
      <w:ind w:left="720"/>
      <w:contextualSpacing/>
    </w:pPr>
  </w:style>
  <w:style w:type="paragraph" w:styleId="Rvision">
    <w:name w:val="Revision"/>
    <w:hidden/>
    <w:uiPriority w:val="71"/>
    <w:semiHidden/>
    <w:rsid w:val="00BD4BA3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31593E-F289-4F16-B120-1E4087FB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49</TotalTime>
  <Pages>4</Pages>
  <Words>828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9</cp:revision>
  <cp:lastPrinted>2014-07-07T13:51:00Z</cp:lastPrinted>
  <dcterms:created xsi:type="dcterms:W3CDTF">2022-11-22T09:32:00Z</dcterms:created>
  <dcterms:modified xsi:type="dcterms:W3CDTF">2023-12-05T15:05:00Z</dcterms:modified>
</cp:coreProperties>
</file>