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C1B04">
      <w:pPr>
        <w:pStyle w:val="ECEfiche"/>
        <w:pBdr>
          <w:right w:val="single" w:sz="12" w:space="0" w:color="auto"/>
        </w:pBdr>
        <w:tabs>
          <w:tab w:val="clear" w:pos="567"/>
        </w:tabs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04266FDE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3525CF">
        <w:rPr>
          <w:b/>
        </w:rPr>
        <w:t>quatre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77777777" w:rsidR="003A114B" w:rsidRPr="00545715" w:rsidRDefault="003A114B" w:rsidP="00E26870">
      <w:pPr>
        <w:pStyle w:val="ECEcorps"/>
        <w:rPr>
          <w:u w:val="single"/>
        </w:rPr>
      </w:pPr>
    </w:p>
    <w:p w14:paraId="0CCCF1DA" w14:textId="458BEA48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66F5DD" w14:textId="77777777" w:rsidR="00E26870" w:rsidRPr="00545715" w:rsidRDefault="00E26870" w:rsidP="00E26870">
      <w:pPr>
        <w:pStyle w:val="ECEcorps"/>
        <w:rPr>
          <w:u w:val="single"/>
        </w:rPr>
      </w:pPr>
    </w:p>
    <w:p w14:paraId="0122F4FB" w14:textId="2A4AD782" w:rsidR="00C60969" w:rsidRDefault="00EA508F" w:rsidP="00E26870">
      <w:pPr>
        <w:pStyle w:val="ECEcorps"/>
      </w:pPr>
      <w:r w:rsidRPr="00EA508F">
        <w:t xml:space="preserve">La </w:t>
      </w:r>
      <w:r w:rsidRPr="00F9507B">
        <w:rPr>
          <w:bCs/>
        </w:rPr>
        <w:t>lithotripsie</w:t>
      </w:r>
      <w:r w:rsidRPr="00F9507B">
        <w:t xml:space="preserve"> est</w:t>
      </w:r>
      <w:r w:rsidRPr="00EA508F">
        <w:t xml:space="preserve"> une technique se fondant sur l'utilisation d'ultrasons pour briser des calculs rénaux ou biliaires : des ondes de chocs émises à intervalle</w:t>
      </w:r>
      <w:r w:rsidR="00AD22C4">
        <w:t>s</w:t>
      </w:r>
      <w:r w:rsidRPr="00EA508F">
        <w:t xml:space="preserve"> réguliers créent localement des bulles de gaz qui s’agglomèrent pour </w:t>
      </w:r>
      <w:r w:rsidR="00F9507B">
        <w:t>détruire le</w:t>
      </w:r>
      <w:r w:rsidRPr="00EA508F">
        <w:t xml:space="preserve"> cal</w:t>
      </w:r>
      <w:r w:rsidR="00A31D67">
        <w:t>cul</w:t>
      </w:r>
      <w:r w:rsidRPr="00EA508F">
        <w:t xml:space="preserve">. Elles le désagrègent progressivement en fragments </w:t>
      </w:r>
      <w:r w:rsidR="00A31D67">
        <w:t>microscopiques</w:t>
      </w:r>
      <w:r w:rsidRPr="00EA508F">
        <w:t>, éliminés ensuite par les voies naturelles.</w:t>
      </w:r>
    </w:p>
    <w:p w14:paraId="46EAF80B" w14:textId="01CCD12C" w:rsidR="00EA508F" w:rsidRDefault="00EA508F" w:rsidP="00E26870">
      <w:pPr>
        <w:pStyle w:val="ECEcorps"/>
      </w:pPr>
    </w:p>
    <w:p w14:paraId="29814473" w14:textId="78D0CA8E" w:rsidR="00EA508F" w:rsidRDefault="00EA508F" w:rsidP="00E26870">
      <w:pPr>
        <w:pStyle w:val="ECEcorps"/>
      </w:pPr>
      <w:r>
        <w:t>Les ultrasons sont émis par des</w:t>
      </w:r>
      <w:r w:rsidR="00A31D67">
        <w:t xml:space="preserve"> dispositifs spécifiques, appelés</w:t>
      </w:r>
      <w:r>
        <w:t xml:space="preserve"> </w:t>
      </w:r>
      <w:r w:rsidR="00A31D67">
        <w:t>« </w:t>
      </w:r>
      <w:r>
        <w:t>transducteurs multi-éléments</w:t>
      </w:r>
      <w:r w:rsidR="00A31D67">
        <w:t> »</w:t>
      </w:r>
      <w:r w:rsidR="00803546">
        <w:t>. En utilisant le phénomène d’interférences</w:t>
      </w:r>
      <w:r w:rsidR="00A31D67">
        <w:t>,</w:t>
      </w:r>
      <w:r w:rsidR="00803546">
        <w:t xml:space="preserve"> </w:t>
      </w:r>
      <w:r w:rsidR="00C34FA7">
        <w:t xml:space="preserve">ils permettent de régler le point de focalisation des ondes ultrasonores en modifiant le déphasage des ondes émises par les différents </w:t>
      </w:r>
      <w:r w:rsidR="003B6A29">
        <w:t>émetteurs</w:t>
      </w:r>
      <w:r w:rsidR="00C34FA7">
        <w:t>.</w:t>
      </w:r>
    </w:p>
    <w:p w14:paraId="467A7558" w14:textId="77777777" w:rsidR="00EA508F" w:rsidRDefault="00EA508F" w:rsidP="00E26870">
      <w:pPr>
        <w:pStyle w:val="ECEcorps"/>
      </w:pPr>
    </w:p>
    <w:p w14:paraId="34F97C83" w14:textId="3845E818" w:rsidR="00C60969" w:rsidRPr="004C63B9" w:rsidRDefault="00C60969" w:rsidP="00C60969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 xml:space="preserve">Le but de cette épreuve est </w:t>
      </w:r>
      <w:r w:rsidR="008E6118">
        <w:rPr>
          <w:b/>
          <w:i/>
          <w:sz w:val="24"/>
        </w:rPr>
        <w:t>d’illustrer</w:t>
      </w:r>
      <w:r w:rsidR="00C34FA7">
        <w:rPr>
          <w:b/>
          <w:i/>
          <w:sz w:val="24"/>
        </w:rPr>
        <w:t xml:space="preserve"> comment le déphasage entre deux émetteurs ultrasonores permet de modifier la </w:t>
      </w:r>
      <w:r w:rsidR="003525CF">
        <w:rPr>
          <w:b/>
          <w:i/>
          <w:sz w:val="24"/>
        </w:rPr>
        <w:t>nature</w:t>
      </w:r>
      <w:r w:rsidR="00C34FA7">
        <w:rPr>
          <w:b/>
          <w:i/>
          <w:sz w:val="24"/>
        </w:rPr>
        <w:t xml:space="preserve"> des interférences</w:t>
      </w:r>
      <w:r w:rsidR="0002483E">
        <w:rPr>
          <w:b/>
          <w:i/>
          <w:sz w:val="24"/>
        </w:rPr>
        <w:t xml:space="preserve"> en un point donné.</w:t>
      </w:r>
    </w:p>
    <w:p w14:paraId="351D0299" w14:textId="77777777" w:rsidR="00C60969" w:rsidRDefault="00C60969" w:rsidP="00E26870">
      <w:pPr>
        <w:pStyle w:val="ECEcorps"/>
      </w:pPr>
    </w:p>
    <w:p w14:paraId="0EABE245" w14:textId="77777777"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48EE29FB" w14:textId="77777777" w:rsidR="008A13CA" w:rsidRDefault="008A13CA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46FC911" w14:textId="63623092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1F8144D7" w14:textId="77777777" w:rsidR="00C60969" w:rsidRPr="00545715" w:rsidRDefault="00C60969" w:rsidP="00E26870">
      <w:pPr>
        <w:pStyle w:val="ECEcorps"/>
      </w:pPr>
    </w:p>
    <w:p w14:paraId="5E96DC78" w14:textId="3D80A189" w:rsidR="003A114B" w:rsidRPr="00136091" w:rsidRDefault="00A779B7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Principe de fonctionnement d’un transducteur multi-éléments</w:t>
      </w:r>
      <w:r w:rsidR="003A114B" w:rsidRPr="00136091">
        <w:rPr>
          <w:sz w:val="24"/>
          <w:szCs w:val="24"/>
          <w:u w:val="none"/>
        </w:rPr>
        <w:t xml:space="preserve"> </w:t>
      </w:r>
    </w:p>
    <w:p w14:paraId="4B2F6220" w14:textId="77777777" w:rsidR="00FC22E0" w:rsidRDefault="00FC22E0" w:rsidP="00FC22E0">
      <w:pPr>
        <w:pStyle w:val="ECEcorps"/>
      </w:pPr>
    </w:p>
    <w:p w14:paraId="73D43592" w14:textId="77777777" w:rsidR="00FC22E0" w:rsidRDefault="00FC22E0" w:rsidP="00FC22E0">
      <w:pPr>
        <w:pStyle w:val="ECEcorps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5A22C6EC" wp14:editId="03363AEF">
                <wp:extent cx="4507598" cy="2262506"/>
                <wp:effectExtent l="0" t="0" r="0" b="4445"/>
                <wp:docPr id="69" name="Groupe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7598" cy="2262506"/>
                          <a:chOff x="0" y="0"/>
                          <a:chExt cx="4507598" cy="2262506"/>
                        </a:xfrm>
                      </wpg:grpSpPr>
                      <wpg:grpSp>
                        <wpg:cNvPr id="56" name="Groupe 56"/>
                        <wpg:cNvGrpSpPr/>
                        <wpg:grpSpPr>
                          <a:xfrm>
                            <a:off x="232611" y="0"/>
                            <a:ext cx="1929192" cy="1630724"/>
                            <a:chOff x="0" y="0"/>
                            <a:chExt cx="1929192" cy="1630724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1656347" y="0"/>
                              <a:ext cx="272845" cy="1630724"/>
                              <a:chOff x="0" y="0"/>
                              <a:chExt cx="272845" cy="1630724"/>
                            </a:xfrm>
                          </wpg:grpSpPr>
                          <wps:wsp>
                            <wps:cNvPr id="11" name="Rectangle 11"/>
                            <wps:cNvSpPr/>
                            <wps:spPr>
                              <a:xfrm>
                                <a:off x="0" y="0"/>
                                <a:ext cx="272845" cy="2728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0" y="271130"/>
                                <a:ext cx="27241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ctangle 13"/>
                            <wps:cNvSpPr/>
                            <wps:spPr>
                              <a:xfrm>
                                <a:off x="0" y="542260"/>
                                <a:ext cx="272845" cy="2728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0" y="813391"/>
                                <a:ext cx="27241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Rectangle 15"/>
                            <wps:cNvSpPr/>
                            <wps:spPr>
                              <a:xfrm>
                                <a:off x="0" y="1087179"/>
                                <a:ext cx="272845" cy="2728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Rectangle 16"/>
                            <wps:cNvSpPr/>
                            <wps:spPr>
                              <a:xfrm>
                                <a:off x="0" y="1358309"/>
                                <a:ext cx="27241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" name="Freeform 68"/>
                          <wps:cNvSpPr>
                            <a:spLocks/>
                          </wps:cNvSpPr>
                          <wps:spPr bwMode="auto">
                            <a:xfrm>
                              <a:off x="477252" y="36095"/>
                              <a:ext cx="983204" cy="172085"/>
                            </a:xfrm>
                            <a:custGeom>
                              <a:avLst/>
                              <a:gdLst>
                                <a:gd name="T0" fmla="*/ 0 w 4550"/>
                                <a:gd name="T1" fmla="*/ 849 h 1577"/>
                                <a:gd name="T2" fmla="*/ 364 w 4550"/>
                                <a:gd name="T3" fmla="*/ 121 h 1577"/>
                                <a:gd name="T4" fmla="*/ 1001 w 4550"/>
                                <a:gd name="T5" fmla="*/ 1577 h 1577"/>
                                <a:gd name="T6" fmla="*/ 1638 w 4550"/>
                                <a:gd name="T7" fmla="*/ 121 h 1577"/>
                                <a:gd name="T8" fmla="*/ 2275 w 4550"/>
                                <a:gd name="T9" fmla="*/ 1577 h 1577"/>
                                <a:gd name="T10" fmla="*/ 2912 w 4550"/>
                                <a:gd name="T11" fmla="*/ 121 h 1577"/>
                                <a:gd name="T12" fmla="*/ 3549 w 4550"/>
                                <a:gd name="T13" fmla="*/ 1577 h 1577"/>
                                <a:gd name="T14" fmla="*/ 4186 w 4550"/>
                                <a:gd name="T15" fmla="*/ 121 h 1577"/>
                                <a:gd name="T16" fmla="*/ 4550 w 4550"/>
                                <a:gd name="T17" fmla="*/ 1031 h 1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50" h="1577">
                                  <a:moveTo>
                                    <a:pt x="0" y="849"/>
                                  </a:moveTo>
                                  <a:cubicBezTo>
                                    <a:pt x="98" y="424"/>
                                    <a:pt x="197" y="0"/>
                                    <a:pt x="364" y="121"/>
                                  </a:cubicBezTo>
                                  <a:cubicBezTo>
                                    <a:pt x="531" y="242"/>
                                    <a:pt x="789" y="1577"/>
                                    <a:pt x="1001" y="1577"/>
                                  </a:cubicBezTo>
                                  <a:cubicBezTo>
                                    <a:pt x="1213" y="1577"/>
                                    <a:pt x="1426" y="121"/>
                                    <a:pt x="1638" y="121"/>
                                  </a:cubicBezTo>
                                  <a:cubicBezTo>
                                    <a:pt x="1850" y="121"/>
                                    <a:pt x="2063" y="1577"/>
                                    <a:pt x="2275" y="1577"/>
                                  </a:cubicBezTo>
                                  <a:cubicBezTo>
                                    <a:pt x="2487" y="1577"/>
                                    <a:pt x="2700" y="121"/>
                                    <a:pt x="2912" y="121"/>
                                  </a:cubicBezTo>
                                  <a:cubicBezTo>
                                    <a:pt x="3124" y="121"/>
                                    <a:pt x="3337" y="1577"/>
                                    <a:pt x="3549" y="1577"/>
                                  </a:cubicBezTo>
                                  <a:cubicBezTo>
                                    <a:pt x="3761" y="1577"/>
                                    <a:pt x="4019" y="212"/>
                                    <a:pt x="4186" y="121"/>
                                  </a:cubicBezTo>
                                  <a:cubicBezTo>
                                    <a:pt x="4353" y="30"/>
                                    <a:pt x="4451" y="530"/>
                                    <a:pt x="4550" y="103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Connecteur droit 18"/>
                          <wps:cNvCnPr/>
                          <wps:spPr>
                            <a:xfrm>
                              <a:off x="1455821" y="144379"/>
                              <a:ext cx="104553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" name="Freeform 737"/>
                          <wps:cNvSpPr>
                            <a:spLocks/>
                          </wps:cNvSpPr>
                          <wps:spPr bwMode="auto">
                            <a:xfrm rot="16200000">
                              <a:off x="545749" y="581843"/>
                              <a:ext cx="1354524" cy="477125"/>
                            </a:xfrm>
                            <a:custGeom>
                              <a:avLst/>
                              <a:gdLst>
                                <a:gd name="T0" fmla="*/ 0 w 849"/>
                                <a:gd name="T1" fmla="*/ 0 h 657"/>
                                <a:gd name="T2" fmla="*/ 210 w 849"/>
                                <a:gd name="T3" fmla="*/ 23 h 657"/>
                                <a:gd name="T4" fmla="*/ 435 w 849"/>
                                <a:gd name="T5" fmla="*/ 123 h 657"/>
                                <a:gd name="T6" fmla="*/ 618 w 849"/>
                                <a:gd name="T7" fmla="*/ 287 h 657"/>
                                <a:gd name="T8" fmla="*/ 813 w 849"/>
                                <a:gd name="T9" fmla="*/ 594 h 657"/>
                                <a:gd name="T10" fmla="*/ 837 w 849"/>
                                <a:gd name="T11" fmla="*/ 657 h 6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49" h="657">
                                  <a:moveTo>
                                    <a:pt x="0" y="0"/>
                                  </a:moveTo>
                                  <a:cubicBezTo>
                                    <a:pt x="69" y="1"/>
                                    <a:pt x="138" y="3"/>
                                    <a:pt x="210" y="23"/>
                                  </a:cubicBezTo>
                                  <a:cubicBezTo>
                                    <a:pt x="282" y="43"/>
                                    <a:pt x="367" y="79"/>
                                    <a:pt x="435" y="123"/>
                                  </a:cubicBezTo>
                                  <a:cubicBezTo>
                                    <a:pt x="503" y="167"/>
                                    <a:pt x="555" y="209"/>
                                    <a:pt x="618" y="287"/>
                                  </a:cubicBezTo>
                                  <a:cubicBezTo>
                                    <a:pt x="681" y="365"/>
                                    <a:pt x="777" y="532"/>
                                    <a:pt x="813" y="594"/>
                                  </a:cubicBezTo>
                                  <a:cubicBezTo>
                                    <a:pt x="849" y="656"/>
                                    <a:pt x="843" y="656"/>
                                    <a:pt x="837" y="657"/>
                                  </a:cubicBez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68"/>
                          <wps:cNvSpPr>
                            <a:spLocks/>
                          </wps:cNvSpPr>
                          <wps:spPr bwMode="auto">
                            <a:xfrm>
                              <a:off x="268705" y="308811"/>
                              <a:ext cx="983204" cy="172085"/>
                            </a:xfrm>
                            <a:custGeom>
                              <a:avLst/>
                              <a:gdLst>
                                <a:gd name="T0" fmla="*/ 0 w 4550"/>
                                <a:gd name="T1" fmla="*/ 849 h 1577"/>
                                <a:gd name="T2" fmla="*/ 364 w 4550"/>
                                <a:gd name="T3" fmla="*/ 121 h 1577"/>
                                <a:gd name="T4" fmla="*/ 1001 w 4550"/>
                                <a:gd name="T5" fmla="*/ 1577 h 1577"/>
                                <a:gd name="T6" fmla="*/ 1638 w 4550"/>
                                <a:gd name="T7" fmla="*/ 121 h 1577"/>
                                <a:gd name="T8" fmla="*/ 2275 w 4550"/>
                                <a:gd name="T9" fmla="*/ 1577 h 1577"/>
                                <a:gd name="T10" fmla="*/ 2912 w 4550"/>
                                <a:gd name="T11" fmla="*/ 121 h 1577"/>
                                <a:gd name="T12" fmla="*/ 3549 w 4550"/>
                                <a:gd name="T13" fmla="*/ 1577 h 1577"/>
                                <a:gd name="T14" fmla="*/ 4186 w 4550"/>
                                <a:gd name="T15" fmla="*/ 121 h 1577"/>
                                <a:gd name="T16" fmla="*/ 4550 w 4550"/>
                                <a:gd name="T17" fmla="*/ 1031 h 1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50" h="1577">
                                  <a:moveTo>
                                    <a:pt x="0" y="849"/>
                                  </a:moveTo>
                                  <a:cubicBezTo>
                                    <a:pt x="98" y="424"/>
                                    <a:pt x="197" y="0"/>
                                    <a:pt x="364" y="121"/>
                                  </a:cubicBezTo>
                                  <a:cubicBezTo>
                                    <a:pt x="531" y="242"/>
                                    <a:pt x="789" y="1577"/>
                                    <a:pt x="1001" y="1577"/>
                                  </a:cubicBezTo>
                                  <a:cubicBezTo>
                                    <a:pt x="1213" y="1577"/>
                                    <a:pt x="1426" y="121"/>
                                    <a:pt x="1638" y="121"/>
                                  </a:cubicBezTo>
                                  <a:cubicBezTo>
                                    <a:pt x="1850" y="121"/>
                                    <a:pt x="2063" y="1577"/>
                                    <a:pt x="2275" y="1577"/>
                                  </a:cubicBezTo>
                                  <a:cubicBezTo>
                                    <a:pt x="2487" y="1577"/>
                                    <a:pt x="2700" y="121"/>
                                    <a:pt x="2912" y="121"/>
                                  </a:cubicBezTo>
                                  <a:cubicBezTo>
                                    <a:pt x="3124" y="121"/>
                                    <a:pt x="3337" y="1577"/>
                                    <a:pt x="3549" y="1577"/>
                                  </a:cubicBezTo>
                                  <a:cubicBezTo>
                                    <a:pt x="3761" y="1577"/>
                                    <a:pt x="4019" y="212"/>
                                    <a:pt x="4186" y="121"/>
                                  </a:cubicBezTo>
                                  <a:cubicBezTo>
                                    <a:pt x="4353" y="30"/>
                                    <a:pt x="4451" y="530"/>
                                    <a:pt x="4550" y="103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Connecteur droit 22"/>
                          <wps:cNvCnPr/>
                          <wps:spPr>
                            <a:xfrm>
                              <a:off x="1247273" y="421106"/>
                              <a:ext cx="31366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Freeform 68"/>
                          <wps:cNvSpPr>
                            <a:spLocks/>
                          </wps:cNvSpPr>
                          <wps:spPr bwMode="auto">
                            <a:xfrm>
                              <a:off x="132347" y="585537"/>
                              <a:ext cx="983204" cy="172085"/>
                            </a:xfrm>
                            <a:custGeom>
                              <a:avLst/>
                              <a:gdLst>
                                <a:gd name="T0" fmla="*/ 0 w 4550"/>
                                <a:gd name="T1" fmla="*/ 849 h 1577"/>
                                <a:gd name="T2" fmla="*/ 364 w 4550"/>
                                <a:gd name="T3" fmla="*/ 121 h 1577"/>
                                <a:gd name="T4" fmla="*/ 1001 w 4550"/>
                                <a:gd name="T5" fmla="*/ 1577 h 1577"/>
                                <a:gd name="T6" fmla="*/ 1638 w 4550"/>
                                <a:gd name="T7" fmla="*/ 121 h 1577"/>
                                <a:gd name="T8" fmla="*/ 2275 w 4550"/>
                                <a:gd name="T9" fmla="*/ 1577 h 1577"/>
                                <a:gd name="T10" fmla="*/ 2912 w 4550"/>
                                <a:gd name="T11" fmla="*/ 121 h 1577"/>
                                <a:gd name="T12" fmla="*/ 3549 w 4550"/>
                                <a:gd name="T13" fmla="*/ 1577 h 1577"/>
                                <a:gd name="T14" fmla="*/ 4186 w 4550"/>
                                <a:gd name="T15" fmla="*/ 121 h 1577"/>
                                <a:gd name="T16" fmla="*/ 4550 w 4550"/>
                                <a:gd name="T17" fmla="*/ 1031 h 1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50" h="1577">
                                  <a:moveTo>
                                    <a:pt x="0" y="849"/>
                                  </a:moveTo>
                                  <a:cubicBezTo>
                                    <a:pt x="98" y="424"/>
                                    <a:pt x="197" y="0"/>
                                    <a:pt x="364" y="121"/>
                                  </a:cubicBezTo>
                                  <a:cubicBezTo>
                                    <a:pt x="531" y="242"/>
                                    <a:pt x="789" y="1577"/>
                                    <a:pt x="1001" y="1577"/>
                                  </a:cubicBezTo>
                                  <a:cubicBezTo>
                                    <a:pt x="1213" y="1577"/>
                                    <a:pt x="1426" y="121"/>
                                    <a:pt x="1638" y="121"/>
                                  </a:cubicBezTo>
                                  <a:cubicBezTo>
                                    <a:pt x="1850" y="121"/>
                                    <a:pt x="2063" y="1577"/>
                                    <a:pt x="2275" y="1577"/>
                                  </a:cubicBezTo>
                                  <a:cubicBezTo>
                                    <a:pt x="2487" y="1577"/>
                                    <a:pt x="2700" y="121"/>
                                    <a:pt x="2912" y="121"/>
                                  </a:cubicBezTo>
                                  <a:cubicBezTo>
                                    <a:pt x="3124" y="121"/>
                                    <a:pt x="3337" y="1577"/>
                                    <a:pt x="3549" y="1577"/>
                                  </a:cubicBezTo>
                                  <a:cubicBezTo>
                                    <a:pt x="3761" y="1577"/>
                                    <a:pt x="4019" y="212"/>
                                    <a:pt x="4186" y="121"/>
                                  </a:cubicBezTo>
                                  <a:cubicBezTo>
                                    <a:pt x="4353" y="30"/>
                                    <a:pt x="4451" y="530"/>
                                    <a:pt x="4550" y="103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Connecteur droit 25"/>
                          <wps:cNvCnPr/>
                          <wps:spPr>
                            <a:xfrm>
                              <a:off x="1110915" y="697832"/>
                              <a:ext cx="450111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Freeform 68"/>
                          <wps:cNvSpPr>
                            <a:spLocks/>
                          </wps:cNvSpPr>
                          <wps:spPr bwMode="auto">
                            <a:xfrm>
                              <a:off x="52136" y="858253"/>
                              <a:ext cx="983031" cy="172085"/>
                            </a:xfrm>
                            <a:custGeom>
                              <a:avLst/>
                              <a:gdLst>
                                <a:gd name="T0" fmla="*/ 0 w 4550"/>
                                <a:gd name="T1" fmla="*/ 849 h 1577"/>
                                <a:gd name="T2" fmla="*/ 364 w 4550"/>
                                <a:gd name="T3" fmla="*/ 121 h 1577"/>
                                <a:gd name="T4" fmla="*/ 1001 w 4550"/>
                                <a:gd name="T5" fmla="*/ 1577 h 1577"/>
                                <a:gd name="T6" fmla="*/ 1638 w 4550"/>
                                <a:gd name="T7" fmla="*/ 121 h 1577"/>
                                <a:gd name="T8" fmla="*/ 2275 w 4550"/>
                                <a:gd name="T9" fmla="*/ 1577 h 1577"/>
                                <a:gd name="T10" fmla="*/ 2912 w 4550"/>
                                <a:gd name="T11" fmla="*/ 121 h 1577"/>
                                <a:gd name="T12" fmla="*/ 3549 w 4550"/>
                                <a:gd name="T13" fmla="*/ 1577 h 1577"/>
                                <a:gd name="T14" fmla="*/ 4186 w 4550"/>
                                <a:gd name="T15" fmla="*/ 121 h 1577"/>
                                <a:gd name="T16" fmla="*/ 4550 w 4550"/>
                                <a:gd name="T17" fmla="*/ 1031 h 1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50" h="1577">
                                  <a:moveTo>
                                    <a:pt x="0" y="849"/>
                                  </a:moveTo>
                                  <a:cubicBezTo>
                                    <a:pt x="98" y="424"/>
                                    <a:pt x="197" y="0"/>
                                    <a:pt x="364" y="121"/>
                                  </a:cubicBezTo>
                                  <a:cubicBezTo>
                                    <a:pt x="531" y="242"/>
                                    <a:pt x="789" y="1577"/>
                                    <a:pt x="1001" y="1577"/>
                                  </a:cubicBezTo>
                                  <a:cubicBezTo>
                                    <a:pt x="1213" y="1577"/>
                                    <a:pt x="1426" y="121"/>
                                    <a:pt x="1638" y="121"/>
                                  </a:cubicBezTo>
                                  <a:cubicBezTo>
                                    <a:pt x="1850" y="121"/>
                                    <a:pt x="2063" y="1577"/>
                                    <a:pt x="2275" y="1577"/>
                                  </a:cubicBezTo>
                                  <a:cubicBezTo>
                                    <a:pt x="2487" y="1577"/>
                                    <a:pt x="2700" y="121"/>
                                    <a:pt x="2912" y="121"/>
                                  </a:cubicBezTo>
                                  <a:cubicBezTo>
                                    <a:pt x="3124" y="121"/>
                                    <a:pt x="3337" y="1577"/>
                                    <a:pt x="3549" y="1577"/>
                                  </a:cubicBezTo>
                                  <a:cubicBezTo>
                                    <a:pt x="3761" y="1577"/>
                                    <a:pt x="4019" y="212"/>
                                    <a:pt x="4186" y="121"/>
                                  </a:cubicBezTo>
                                  <a:cubicBezTo>
                                    <a:pt x="4353" y="30"/>
                                    <a:pt x="4451" y="530"/>
                                    <a:pt x="4550" y="103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Connecteur droit 28"/>
                          <wps:cNvCnPr/>
                          <wps:spPr>
                            <a:xfrm>
                              <a:off x="1026694" y="966537"/>
                              <a:ext cx="531023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Freeform 68"/>
                          <wps:cNvSpPr>
                            <a:spLocks/>
                          </wps:cNvSpPr>
                          <wps:spPr bwMode="auto">
                            <a:xfrm>
                              <a:off x="8021" y="1122948"/>
                              <a:ext cx="983204" cy="172085"/>
                            </a:xfrm>
                            <a:custGeom>
                              <a:avLst/>
                              <a:gdLst>
                                <a:gd name="T0" fmla="*/ 0 w 4550"/>
                                <a:gd name="T1" fmla="*/ 849 h 1577"/>
                                <a:gd name="T2" fmla="*/ 364 w 4550"/>
                                <a:gd name="T3" fmla="*/ 121 h 1577"/>
                                <a:gd name="T4" fmla="*/ 1001 w 4550"/>
                                <a:gd name="T5" fmla="*/ 1577 h 1577"/>
                                <a:gd name="T6" fmla="*/ 1638 w 4550"/>
                                <a:gd name="T7" fmla="*/ 121 h 1577"/>
                                <a:gd name="T8" fmla="*/ 2275 w 4550"/>
                                <a:gd name="T9" fmla="*/ 1577 h 1577"/>
                                <a:gd name="T10" fmla="*/ 2912 w 4550"/>
                                <a:gd name="T11" fmla="*/ 121 h 1577"/>
                                <a:gd name="T12" fmla="*/ 3549 w 4550"/>
                                <a:gd name="T13" fmla="*/ 1577 h 1577"/>
                                <a:gd name="T14" fmla="*/ 4186 w 4550"/>
                                <a:gd name="T15" fmla="*/ 121 h 1577"/>
                                <a:gd name="T16" fmla="*/ 4550 w 4550"/>
                                <a:gd name="T17" fmla="*/ 1031 h 1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50" h="1577">
                                  <a:moveTo>
                                    <a:pt x="0" y="849"/>
                                  </a:moveTo>
                                  <a:cubicBezTo>
                                    <a:pt x="98" y="424"/>
                                    <a:pt x="197" y="0"/>
                                    <a:pt x="364" y="121"/>
                                  </a:cubicBezTo>
                                  <a:cubicBezTo>
                                    <a:pt x="531" y="242"/>
                                    <a:pt x="789" y="1577"/>
                                    <a:pt x="1001" y="1577"/>
                                  </a:cubicBezTo>
                                  <a:cubicBezTo>
                                    <a:pt x="1213" y="1577"/>
                                    <a:pt x="1426" y="121"/>
                                    <a:pt x="1638" y="121"/>
                                  </a:cubicBezTo>
                                  <a:cubicBezTo>
                                    <a:pt x="1850" y="121"/>
                                    <a:pt x="2063" y="1577"/>
                                    <a:pt x="2275" y="1577"/>
                                  </a:cubicBezTo>
                                  <a:cubicBezTo>
                                    <a:pt x="2487" y="1577"/>
                                    <a:pt x="2700" y="121"/>
                                    <a:pt x="2912" y="121"/>
                                  </a:cubicBezTo>
                                  <a:cubicBezTo>
                                    <a:pt x="3124" y="121"/>
                                    <a:pt x="3337" y="1577"/>
                                    <a:pt x="3549" y="1577"/>
                                  </a:cubicBezTo>
                                  <a:cubicBezTo>
                                    <a:pt x="3761" y="1577"/>
                                    <a:pt x="4019" y="212"/>
                                    <a:pt x="4186" y="121"/>
                                  </a:cubicBezTo>
                                  <a:cubicBezTo>
                                    <a:pt x="4353" y="30"/>
                                    <a:pt x="4451" y="530"/>
                                    <a:pt x="4550" y="103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Connecteur droit 31"/>
                          <wps:cNvCnPr/>
                          <wps:spPr>
                            <a:xfrm>
                              <a:off x="986589" y="1231232"/>
                              <a:ext cx="57415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Freeform 68"/>
                          <wps:cNvSpPr>
                            <a:spLocks/>
                          </wps:cNvSpPr>
                          <wps:spPr bwMode="auto">
                            <a:xfrm>
                              <a:off x="0" y="1391653"/>
                              <a:ext cx="983204" cy="172085"/>
                            </a:xfrm>
                            <a:custGeom>
                              <a:avLst/>
                              <a:gdLst>
                                <a:gd name="T0" fmla="*/ 0 w 4550"/>
                                <a:gd name="T1" fmla="*/ 849 h 1577"/>
                                <a:gd name="T2" fmla="*/ 364 w 4550"/>
                                <a:gd name="T3" fmla="*/ 121 h 1577"/>
                                <a:gd name="T4" fmla="*/ 1001 w 4550"/>
                                <a:gd name="T5" fmla="*/ 1577 h 1577"/>
                                <a:gd name="T6" fmla="*/ 1638 w 4550"/>
                                <a:gd name="T7" fmla="*/ 121 h 1577"/>
                                <a:gd name="T8" fmla="*/ 2275 w 4550"/>
                                <a:gd name="T9" fmla="*/ 1577 h 1577"/>
                                <a:gd name="T10" fmla="*/ 2912 w 4550"/>
                                <a:gd name="T11" fmla="*/ 121 h 1577"/>
                                <a:gd name="T12" fmla="*/ 3549 w 4550"/>
                                <a:gd name="T13" fmla="*/ 1577 h 1577"/>
                                <a:gd name="T14" fmla="*/ 4186 w 4550"/>
                                <a:gd name="T15" fmla="*/ 121 h 1577"/>
                                <a:gd name="T16" fmla="*/ 4550 w 4550"/>
                                <a:gd name="T17" fmla="*/ 1031 h 1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50" h="1577">
                                  <a:moveTo>
                                    <a:pt x="0" y="849"/>
                                  </a:moveTo>
                                  <a:cubicBezTo>
                                    <a:pt x="98" y="424"/>
                                    <a:pt x="197" y="0"/>
                                    <a:pt x="364" y="121"/>
                                  </a:cubicBezTo>
                                  <a:cubicBezTo>
                                    <a:pt x="531" y="242"/>
                                    <a:pt x="789" y="1577"/>
                                    <a:pt x="1001" y="1577"/>
                                  </a:cubicBezTo>
                                  <a:cubicBezTo>
                                    <a:pt x="1213" y="1577"/>
                                    <a:pt x="1426" y="121"/>
                                    <a:pt x="1638" y="121"/>
                                  </a:cubicBezTo>
                                  <a:cubicBezTo>
                                    <a:pt x="1850" y="121"/>
                                    <a:pt x="2063" y="1577"/>
                                    <a:pt x="2275" y="1577"/>
                                  </a:cubicBezTo>
                                  <a:cubicBezTo>
                                    <a:pt x="2487" y="1577"/>
                                    <a:pt x="2700" y="121"/>
                                    <a:pt x="2912" y="121"/>
                                  </a:cubicBezTo>
                                  <a:cubicBezTo>
                                    <a:pt x="3124" y="121"/>
                                    <a:pt x="3337" y="1577"/>
                                    <a:pt x="3549" y="1577"/>
                                  </a:cubicBezTo>
                                  <a:cubicBezTo>
                                    <a:pt x="3761" y="1577"/>
                                    <a:pt x="4019" y="212"/>
                                    <a:pt x="4186" y="121"/>
                                  </a:cubicBezTo>
                                  <a:cubicBezTo>
                                    <a:pt x="4353" y="30"/>
                                    <a:pt x="4451" y="530"/>
                                    <a:pt x="4550" y="1031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Connecteur droit 44"/>
                          <wps:cNvCnPr/>
                          <wps:spPr>
                            <a:xfrm>
                              <a:off x="978568" y="1499937"/>
                              <a:ext cx="58301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7" name="Connecteur droit 57"/>
                        <wps:cNvCnPr/>
                        <wps:spPr>
                          <a:xfrm>
                            <a:off x="2161674" y="1495927"/>
                            <a:ext cx="144139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Connecteur droit 58"/>
                        <wps:cNvCnPr/>
                        <wps:spPr>
                          <a:xfrm>
                            <a:off x="2161674" y="1227221"/>
                            <a:ext cx="1426845" cy="2654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Connecteur droit 59"/>
                        <wps:cNvCnPr/>
                        <wps:spPr>
                          <a:xfrm>
                            <a:off x="2161674" y="950495"/>
                            <a:ext cx="1426845" cy="54562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Connecteur droit 60"/>
                        <wps:cNvCnPr/>
                        <wps:spPr>
                          <a:xfrm>
                            <a:off x="2161674" y="685800"/>
                            <a:ext cx="1426845" cy="80807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Connecteur droit 62"/>
                        <wps:cNvCnPr/>
                        <wps:spPr>
                          <a:xfrm>
                            <a:off x="2161674" y="417095"/>
                            <a:ext cx="1426845" cy="10792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Connecteur droit 63"/>
                        <wps:cNvCnPr/>
                        <wps:spPr>
                          <a:xfrm>
                            <a:off x="2161674" y="132348"/>
                            <a:ext cx="1427421" cy="134767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Ellipse 64"/>
                        <wps:cNvSpPr/>
                        <wps:spPr>
                          <a:xfrm>
                            <a:off x="3553326" y="1439779"/>
                            <a:ext cx="72981" cy="7298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1463" y="1844842"/>
                            <a:ext cx="17272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54A2D4" w14:textId="7CF7B1F4" w:rsidR="00FC22E0" w:rsidRDefault="00FC22E0" w:rsidP="00FC22E0">
                              <w:r>
                                <w:t>Emetteur multi</w:t>
                              </w:r>
                              <w:r w:rsidR="00A31D67">
                                <w:t>-</w:t>
                              </w:r>
                              <w:r>
                                <w:t>éléments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1453" y="1339516"/>
                            <a:ext cx="906145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F780DF" w14:textId="77777777" w:rsidR="00FC22E0" w:rsidRDefault="00FC22E0" w:rsidP="00FC22E0">
                              <w:r>
                                <w:t>Point focal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6" name="Connecteur droit avec flèche 66"/>
                        <wps:cNvCnPr/>
                        <wps:spPr>
                          <a:xfrm flipH="1" flipV="1">
                            <a:off x="2023311" y="1630279"/>
                            <a:ext cx="138886" cy="25163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Accolade fermante 67"/>
                        <wps:cNvSpPr/>
                        <wps:spPr>
                          <a:xfrm rot="5400000">
                            <a:off x="865439" y="897522"/>
                            <a:ext cx="222250" cy="1720850"/>
                          </a:xfrm>
                          <a:prstGeom prst="rightBrace">
                            <a:avLst>
                              <a:gd name="adj1" fmla="val 54047"/>
                              <a:gd name="adj2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40232"/>
                            <a:ext cx="1972309" cy="422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17CD65" w14:textId="5E618BF7" w:rsidR="00FC22E0" w:rsidRDefault="000C762C" w:rsidP="00FC22E0">
                              <w:r>
                                <w:t xml:space="preserve">Signaux envoyés décalés par </w:t>
                              </w:r>
                              <w:r w:rsidR="00FC22E0">
                                <w:t>chaque émetteur élémentaire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22C6EC" id="Groupe 69" o:spid="_x0000_s1026" style="width:354.95pt;height:178.15pt;mso-position-horizontal-relative:char;mso-position-vertical-relative:line" coordsize="45075,22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">
                <v:group id="Groupe 56" o:spid="_x0000_s1027" style="position:absolute;left:2326;width:19292;height:16307" coordsize="19291,16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group id="Groupe 17" o:spid="_x0000_s1028" style="position:absolute;left:16563;width:2728;height:16307" coordsize="2728,16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rect id="Rectangle 11" o:spid="_x0000_s1029" style="position:absolute;width:2728;height:2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" filled="f" strokecolor="black [3213]"/>
                    <v:rect id="Rectangle 12" o:spid="_x0000_s1030" style="position:absolute;top:2711;width:2724;height:2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" filled="f" strokecolor="black [3213]"/>
                    <v:rect id="Rectangle 13" o:spid="_x0000_s1031" style="position:absolute;top:5422;width:2728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" filled="f" strokecolor="black [3213]"/>
                    <v:rect id="Rectangle 14" o:spid="_x0000_s1032" style="position:absolute;top:8133;width:2724;height: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" filled="f" strokecolor="black [3213]"/>
                    <v:rect id="Rectangle 15" o:spid="_x0000_s1033" style="position:absolute;top:10871;width:2728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" filled="f" strokecolor="black [3213]"/>
                    <v:rect id="Rectangle 16" o:spid="_x0000_s1034" style="position:absolute;top:13583;width:2724;height:2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" filled="f" strokecolor="black [3213]"/>
                  </v:group>
                  <v:shape id="Freeform 68" o:spid="_x0000_s1035" style="position:absolute;left:4772;top:360;width:9832;height:1721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" path="m,849c98,424,197,,364,121v167,121,425,1456,637,1456c1213,1577,1426,121,1638,121v212,,425,1456,637,1456c2487,1577,2700,121,2912,121v212,,425,1456,637,1456c3761,1577,4019,212,4186,121v167,-91,265,409,364,910e" filled="f">
                    <v:path arrowok="t" o:connecttype="custom" o:connectlocs="0,92644;78656,13204;216305,172085;353953,13204;491602,172085;629251,13204;766899,172085;904548,13204;983204,112505" o:connectangles="0,0,0,0,0,0,0,0,0"/>
                  </v:shape>
                  <v:line id="Connecteur droit 18" o:spid="_x0000_s1036" style="position:absolute;visibility:visible;mso-wrap-style:square" from="14558,1443" to="15603,1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" strokecolor="black [3213]"/>
                  <v:shape id="Freeform 737" o:spid="_x0000_s1037" style="position:absolute;left:5457;top:5818;width:13545;height:4771;rotation:-90;visibility:visible;mso-wrap-style:square;v-text-anchor:top" coordsize="849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" path="m,c69,1,138,3,210,23v72,20,157,56,225,100c503,167,555,209,618,287v63,78,159,245,195,307c849,656,843,656,837,657e" filled="f">
                    <v:stroke dashstyle="dash"/>
                    <v:path arrowok="t" o:connecttype="custom" o:connectlocs="0,0;335041,16703;694014,89325;985979,208424;1297088,431373;1335379,477125" o:connectangles="0,0,0,0,0,0"/>
                  </v:shape>
                  <v:shape id="Freeform 68" o:spid="_x0000_s1038" style="position:absolute;left:2687;top:3088;width:9832;height:1720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" path="m,849c98,424,197,,364,121v167,121,425,1456,637,1456c1213,1577,1426,121,1638,121v212,,425,1456,637,1456c2487,1577,2700,121,2912,121v212,,425,1456,637,1456c3761,1577,4019,212,4186,121v167,-91,265,409,364,910e" filled="f">
                    <v:path arrowok="t" o:connecttype="custom" o:connectlocs="0,92644;78656,13204;216305,172085;353953,13204;491602,172085;629251,13204;766899,172085;904548,13204;983204,112505" o:connectangles="0,0,0,0,0,0,0,0,0"/>
                  </v:shape>
                  <v:line id="Connecteur droit 22" o:spid="_x0000_s1039" style="position:absolute;visibility:visible;mso-wrap-style:square" from="12472,4211" to="15609,4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RpxAAAANs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E3h70v8AXJ9BwAA//8DAFBLAQItABQABgAIAAAAIQDb4fbL7gAAAIUBAAATAAAAAAAAAAAA&#10;AAAAAAAAAABbQ29udGVudF9UeXBlc10ueG1sUEsBAi0AFAAGAAgAAAAhAFr0LFu/AAAAFQEAAAsA&#10;AAAAAAAAAAAAAAAAHwEAAF9yZWxzLy5yZWxzUEsBAi0AFAAGAAgAAAAhAE+5dGnEAAAA2wAAAA8A&#10;AAAAAAAAAAAAAAAABwIAAGRycy9kb3ducmV2LnhtbFBLBQYAAAAAAwADALcAAAD4AgAAAAA=&#10;" strokecolor="black [3213]"/>
                  <v:shape id="Freeform 68" o:spid="_x0000_s1040" style="position:absolute;left:1323;top:5855;width:9832;height:1721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" path="m,849c98,424,197,,364,121v167,121,425,1456,637,1456c1213,1577,1426,121,1638,121v212,,425,1456,637,1456c2487,1577,2700,121,2912,121v212,,425,1456,637,1456c3761,1577,4019,212,4186,121v167,-91,265,409,364,910e" filled="f">
                    <v:path arrowok="t" o:connecttype="custom" o:connectlocs="0,92644;78656,13204;216305,172085;353953,13204;491602,172085;629251,13204;766899,172085;904548,13204;983204,112505" o:connectangles="0,0,0,0,0,0,0,0,0"/>
                  </v:shape>
                  <v:line id="Connecteur droit 25" o:spid="_x0000_s1041" style="position:absolute;visibility:visible;mso-wrap-style:square" from="11109,6978" to="15610,6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" strokecolor="black [3213]"/>
                  <v:shape id="Freeform 68" o:spid="_x0000_s1042" style="position:absolute;left:521;top:8582;width:9830;height:1721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" path="m,849c98,424,197,,364,121v167,121,425,1456,637,1456c1213,1577,1426,121,1638,121v212,,425,1456,637,1456c2487,1577,2700,121,2912,121v212,,425,1456,637,1456c3761,1577,4019,212,4186,121v167,-91,265,409,364,910e" filled="f">
                    <v:path arrowok="t" o:connecttype="custom" o:connectlocs="0,92644;78642,13204;216267,172085;353891,13204;491516,172085;629140,13204;766764,172085;904389,13204;983031,112505" o:connectangles="0,0,0,0,0,0,0,0,0"/>
                  </v:shape>
                  <v:line id="Connecteur droit 28" o:spid="_x0000_s1043" style="position:absolute;visibility:visible;mso-wrap-style:square" from="10266,9665" to="15577,9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UODwQAAANs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OPY+CX+ALn6BQAA//8DAFBLAQItABQABgAIAAAAIQDb4fbL7gAAAIUBAAATAAAAAAAAAAAAAAAA&#10;AAAAAABbQ29udGVudF9UeXBlc10ueG1sUEsBAi0AFAAGAAgAAAAhAFr0LFu/AAAAFQEAAAsAAAAA&#10;AAAAAAAAAAAAHwEAAF9yZWxzLy5yZWxzUEsBAi0AFAAGAAgAAAAhAC5RQ4PBAAAA2wAAAA8AAAAA&#10;AAAAAAAAAAAABwIAAGRycy9kb3ducmV2LnhtbFBLBQYAAAAAAwADALcAAAD1AgAAAAA=&#10;" strokecolor="black [3213]"/>
                  <v:shape id="Freeform 68" o:spid="_x0000_s1044" style="position:absolute;left:80;top:11229;width:9832;height:1721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" path="m,849c98,424,197,,364,121v167,121,425,1456,637,1456c1213,1577,1426,121,1638,121v212,,425,1456,637,1456c2487,1577,2700,121,2912,121v212,,425,1456,637,1456c3761,1577,4019,212,4186,121v167,-91,265,409,364,910e" filled="f">
                    <v:path arrowok="t" o:connecttype="custom" o:connectlocs="0,92644;78656,13204;216305,172085;353953,13204;491602,172085;629251,13204;766899,172085;904548,13204;983204,112505" o:connectangles="0,0,0,0,0,0,0,0,0"/>
                  </v:shape>
                  <v:line id="Connecteur droit 31" o:spid="_x0000_s1045" style="position:absolute;visibility:visible;mso-wrap-style:square" from="9865,12312" to="15607,12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" strokecolor="black [3213]"/>
                  <v:shape id="Freeform 68" o:spid="_x0000_s1046" style="position:absolute;top:13916;width:9832;height:1721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" path="m,849c98,424,197,,364,121v167,121,425,1456,637,1456c1213,1577,1426,121,1638,121v212,,425,1456,637,1456c2487,1577,2700,121,2912,121v212,,425,1456,637,1456c3761,1577,4019,212,4186,121v167,-91,265,409,364,910e" filled="f">
                    <v:path arrowok="t" o:connecttype="custom" o:connectlocs="0,92644;78656,13204;216305,172085;353953,13204;491602,172085;629251,13204;766899,172085;904548,13204;983204,112505" o:connectangles="0,0,0,0,0,0,0,0,0"/>
                  </v:shape>
                  <v:line id="Connecteur droit 44" o:spid="_x0000_s1047" style="position:absolute;visibility:visible;mso-wrap-style:square" from="9785,14999" to="15615,14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" strokecolor="black [3213]"/>
                </v:group>
                <v:line id="Connecteur droit 57" o:spid="_x0000_s1048" style="position:absolute;visibility:visible;mso-wrap-style:square" from="21616,14959" to="36030,14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" strokecolor="black [3213]">
                  <v:stroke dashstyle="longDash"/>
                </v:line>
                <v:line id="Connecteur droit 58" o:spid="_x0000_s1049" style="position:absolute;visibility:visible;mso-wrap-style:square" from="21616,12272" to="35885,1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" strokecolor="black [3213]">
                  <v:stroke dashstyle="longDash"/>
                </v:line>
                <v:line id="Connecteur droit 59" o:spid="_x0000_s1050" style="position:absolute;visibility:visible;mso-wrap-style:square" from="21616,9504" to="35885,14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" strokecolor="black [3213]">
                  <v:stroke dashstyle="longDash"/>
                </v:line>
                <v:line id="Connecteur droit 60" o:spid="_x0000_s1051" style="position:absolute;visibility:visible;mso-wrap-style:square" from="21616,6858" to="35885,14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" strokecolor="black [3213]">
                  <v:stroke dashstyle="longDash"/>
                </v:line>
                <v:line id="Connecteur droit 62" o:spid="_x0000_s1052" style="position:absolute;visibility:visible;mso-wrap-style:square" from="21616,4170" to="35885,14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" strokecolor="black [3213]">
                  <v:stroke dashstyle="longDash"/>
                </v:line>
                <v:line id="Connecteur droit 63" o:spid="_x0000_s1053" style="position:absolute;visibility:visible;mso-wrap-style:square" from="21616,1323" to="35890,14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" strokecolor="black [3213]">
                  <v:stroke dashstyle="longDash"/>
                </v:line>
                <v:oval id="Ellipse 64" o:spid="_x0000_s1054" style="position:absolute;left:35533;top:14397;width:730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" fillcolor="black [3213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55" type="#_x0000_t202" style="position:absolute;left:20814;top:18448;width:1727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5454A2D4" w14:textId="7CF7B1F4" w:rsidR="00FC22E0" w:rsidRDefault="00FC22E0" w:rsidP="00FC22E0">
                        <w:r>
                          <w:t>Emetteur multi</w:t>
                        </w:r>
                        <w:r w:rsidR="00A31D67">
                          <w:t>-</w:t>
                        </w:r>
                        <w:r>
                          <w:t>éléments</w:t>
                        </w:r>
                      </w:p>
                    </w:txbxContent>
                  </v:textbox>
                </v:shape>
                <v:shape id="Zone de texte 2" o:spid="_x0000_s1056" type="#_x0000_t202" style="position:absolute;left:36014;top:13395;width:9061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4DF780DF" w14:textId="77777777" w:rsidR="00FC22E0" w:rsidRDefault="00FC22E0" w:rsidP="00FC22E0">
                        <w:r>
                          <w:t>Point focal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6" o:spid="_x0000_s1057" type="#_x0000_t32" style="position:absolute;left:20233;top:16302;width:1388;height:25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" strokecolor="black [3213]">
                  <v:stroke endarrow="block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67" o:spid="_x0000_s1058" type="#_x0000_t88" style="position:absolute;left:8654;top:8975;width:2222;height:1720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" adj="1508" strokecolor="black [3213]"/>
                <v:shape id="Zone de texte 2" o:spid="_x0000_s1059" type="#_x0000_t202" style="position:absolute;top:18402;width:19723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2B17CD65" w14:textId="5E618BF7" w:rsidR="00FC22E0" w:rsidRDefault="000C762C" w:rsidP="00FC22E0">
                        <w:r>
                          <w:t xml:space="preserve">Signaux envoyés décalés par </w:t>
                        </w:r>
                        <w:r w:rsidR="00FC22E0">
                          <w:t>chaque émetteur élémentaire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50B29A" w14:textId="16643AEE" w:rsidR="00A779B7" w:rsidRDefault="00A779B7" w:rsidP="00A779B7">
      <w:pPr>
        <w:pStyle w:val="ECEcorps"/>
      </w:pPr>
    </w:p>
    <w:p w14:paraId="25BA4ABB" w14:textId="77777777" w:rsidR="00580263" w:rsidRDefault="00580263" w:rsidP="00A779B7">
      <w:pPr>
        <w:pStyle w:val="ECEcorps"/>
      </w:pPr>
      <w:r>
        <w:t xml:space="preserve">Le transducteur est constitué de plusieurs émetteurs élémentaires d’ondes ultrasonores. </w:t>
      </w:r>
      <w:r w:rsidR="00401476">
        <w:t>O</w:t>
      </w:r>
      <w:r w:rsidR="00513BE3">
        <w:t xml:space="preserve">n peut régler le déphasage entre </w:t>
      </w:r>
      <w:r w:rsidR="00DA0710">
        <w:t>ces ondes afin qu’elles</w:t>
      </w:r>
      <w:r w:rsidR="00513BE3">
        <w:t xml:space="preserve"> </w:t>
      </w:r>
      <w:r w:rsidR="00A779B7" w:rsidRPr="00023FF8">
        <w:t>arriv</w:t>
      </w:r>
      <w:r w:rsidR="00DA0710">
        <w:t>e</w:t>
      </w:r>
      <w:r w:rsidR="00A779B7" w:rsidRPr="00023FF8">
        <w:t xml:space="preserve">nt en phase </w:t>
      </w:r>
      <w:r>
        <w:t>en</w:t>
      </w:r>
      <w:r w:rsidR="00A779B7" w:rsidRPr="00023FF8">
        <w:t xml:space="preserve"> un point focal choisi.</w:t>
      </w:r>
    </w:p>
    <w:p w14:paraId="664BCE63" w14:textId="77777777" w:rsidR="00580263" w:rsidRDefault="00580263" w:rsidP="00A779B7">
      <w:pPr>
        <w:pStyle w:val="ECEcorps"/>
      </w:pPr>
    </w:p>
    <w:p w14:paraId="65E0A079" w14:textId="76D1B64E" w:rsidR="00A779B7" w:rsidRDefault="00580263" w:rsidP="00A779B7">
      <w:pPr>
        <w:pStyle w:val="ECEcorps"/>
      </w:pPr>
      <w:r>
        <w:t>La suite de l’étude concerne les interférences obtenues avec deux émetteurs élémentaires.</w:t>
      </w:r>
    </w:p>
    <w:p w14:paraId="23C1978C" w14:textId="77777777" w:rsidR="007E7114" w:rsidRPr="007E7114" w:rsidRDefault="007E7114" w:rsidP="007E7114">
      <w:pPr>
        <w:pStyle w:val="ECEcorps"/>
      </w:pPr>
    </w:p>
    <w:p w14:paraId="1AD84FBA" w14:textId="125429BE" w:rsidR="00A31D67" w:rsidRPr="00A31D67" w:rsidRDefault="00C94CAD" w:rsidP="00A31D67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Expression mathématique d’un </w:t>
      </w:r>
      <w:r w:rsidR="00580263">
        <w:rPr>
          <w:sz w:val="24"/>
          <w:szCs w:val="24"/>
        </w:rPr>
        <w:t>signal</w:t>
      </w:r>
      <w:r>
        <w:rPr>
          <w:sz w:val="24"/>
          <w:szCs w:val="24"/>
        </w:rPr>
        <w:t xml:space="preserve"> sinusoïdal</w:t>
      </w:r>
      <w:r w:rsidR="00580263">
        <w:rPr>
          <w:sz w:val="24"/>
          <w:szCs w:val="24"/>
        </w:rPr>
        <w:t xml:space="preserve"> reçu en un point de l’espace</w:t>
      </w:r>
    </w:p>
    <w:p w14:paraId="31F68658" w14:textId="35BD030B" w:rsidR="00023FF8" w:rsidRDefault="00580263" w:rsidP="00E26870">
      <w:pPr>
        <w:pStyle w:val="ECEcorps"/>
      </w:pPr>
      <w:r>
        <w:t xml:space="preserve">Signal </w:t>
      </w:r>
      <w:r w:rsidR="009F1270">
        <w:t xml:space="preserve">1 </w:t>
      </w:r>
      <w:r>
        <w:t xml:space="preserve">issu de l’émetteur </w:t>
      </w:r>
      <w:r w:rsidR="00A71356">
        <w:t xml:space="preserve">1 :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nor/>
              </m:rPr>
              <m:t>y</m:t>
            </m:r>
          </m:e>
          <m:sub>
            <m:r>
              <m:rPr>
                <m:nor/>
              </m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i/>
              </w:rPr>
              <m:t>t</m:t>
            </m:r>
          </m:e>
        </m:d>
        <m:r>
          <m:rPr>
            <m:nor/>
          </m:rPr>
          <m:t>=</m:t>
        </m:r>
        <m:r>
          <m:rPr>
            <m:nor/>
          </m:rPr>
          <w:rPr>
            <w:i/>
          </w:rPr>
          <m:t>A</m:t>
        </m:r>
        <m:r>
          <m:rPr>
            <m:nor/>
          </m:rPr>
          <m:t>∙cos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nor/>
                  </m:rPr>
                  <m:t>2π</m:t>
                </m:r>
              </m:num>
              <m:den>
                <m:r>
                  <m:rPr>
                    <m:nor/>
                  </m:rPr>
                  <w:rPr>
                    <w:i/>
                  </w:rPr>
                  <m:t>T</m:t>
                </m:r>
              </m:den>
            </m:f>
            <m:r>
              <m:rPr>
                <m:nor/>
              </m:rPr>
              <w:rPr>
                <w:i/>
              </w:rPr>
              <m:t>t</m:t>
            </m:r>
          </m:e>
        </m:d>
      </m:oMath>
    </w:p>
    <w:p w14:paraId="7C052FDD" w14:textId="12B4F18F" w:rsidR="00A71356" w:rsidRPr="00520259" w:rsidRDefault="00A71356" w:rsidP="00A71356">
      <w:pPr>
        <w:pStyle w:val="ECEcorps"/>
      </w:pPr>
      <w:r>
        <w:t xml:space="preserve">Signal </w:t>
      </w:r>
      <w:r w:rsidR="009F1270">
        <w:t xml:space="preserve">2 </w:t>
      </w:r>
      <w:r>
        <w:t xml:space="preserve">issu de l’émetteur </w:t>
      </w:r>
      <w:r w:rsidR="00A31D67">
        <w:t>2</w:t>
      </w:r>
      <w:r>
        <w:t xml:space="preserve"> :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nor/>
              </m:rPr>
              <m:t>y</m:t>
            </m:r>
          </m:e>
          <m:sub>
            <m:r>
              <m:rPr>
                <m:nor/>
              </m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i/>
              </w:rPr>
              <m:t>t</m:t>
            </m:r>
          </m:e>
        </m:d>
        <m:r>
          <m:rPr>
            <m:nor/>
          </m:rPr>
          <m:t>=</m:t>
        </m:r>
        <m:r>
          <m:rPr>
            <m:nor/>
          </m:rPr>
          <w:rPr>
            <w:i/>
          </w:rPr>
          <m:t>A</m:t>
        </m:r>
        <m:r>
          <m:rPr>
            <m:nor/>
          </m:rPr>
          <m:t>∙cos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nor/>
                  </m:rPr>
                  <m:t>2π</m:t>
                </m:r>
              </m:num>
              <m:den>
                <m:r>
                  <m:rPr>
                    <m:nor/>
                  </m:rPr>
                  <w:rPr>
                    <w:i/>
                  </w:rPr>
                  <m:t>T</m:t>
                </m:r>
              </m:den>
            </m:f>
            <m:r>
              <m:rPr>
                <m:nor/>
              </m:rPr>
              <w:rPr>
                <w:i/>
              </w:rPr>
              <m:t>t</m:t>
            </m:r>
            <m:r>
              <m:rPr>
                <m:nor/>
              </m:rPr>
              <w:rPr>
                <w:rFonts w:ascii="Cambria Math"/>
              </w:rPr>
              <m:t>+</m:t>
            </m:r>
            <m:r>
              <m:rPr>
                <m:nor/>
              </m:rPr>
              <w:rPr>
                <w:rFonts w:ascii="Symbol" w:hAnsi="Symbol"/>
              </w:rPr>
              <m:t></m:t>
            </m:r>
          </m:e>
        </m:d>
      </m:oMath>
    </w:p>
    <w:p w14:paraId="1B427BA7" w14:textId="77777777" w:rsidR="002D4383" w:rsidRDefault="002D4383" w:rsidP="00E26870">
      <w:pPr>
        <w:pStyle w:val="ECEcorps"/>
      </w:pPr>
    </w:p>
    <w:p w14:paraId="06A24FCE" w14:textId="2F8698D2" w:rsidR="00023FF8" w:rsidRPr="00B73009" w:rsidRDefault="00C94CAD" w:rsidP="00E26870">
      <w:pPr>
        <w:pStyle w:val="ECEcorps"/>
      </w:pPr>
      <w:r w:rsidRPr="00775E07">
        <w:rPr>
          <w:i/>
        </w:rPr>
        <w:t>A</w:t>
      </w:r>
      <w:r>
        <w:t xml:space="preserve"> </w:t>
      </w:r>
      <w:r w:rsidR="009F1270">
        <w:t xml:space="preserve">étant </w:t>
      </w:r>
      <w:r>
        <w:t xml:space="preserve">l’amplitude de l’onde, </w:t>
      </w:r>
      <w:r w:rsidRPr="00775E07">
        <w:rPr>
          <w:i/>
        </w:rPr>
        <w:t>T</w:t>
      </w:r>
      <w:r>
        <w:t xml:space="preserve"> (en s) sa période et </w:t>
      </w:r>
      <w:r w:rsidR="003A76FC">
        <w:rPr>
          <w:rFonts w:ascii="Symbol" w:hAnsi="Symbol"/>
        </w:rPr>
        <w:t></w:t>
      </w:r>
      <w:r w:rsidR="005D1C00">
        <w:t xml:space="preserve"> </w:t>
      </w:r>
      <w:r>
        <w:t xml:space="preserve">(en rad) </w:t>
      </w:r>
      <w:r w:rsidR="00A71356">
        <w:t>le déphasage du signal 2 par rapport au signal 1</w:t>
      </w:r>
      <w:r w:rsidR="00B73009">
        <w:t>.</w:t>
      </w:r>
    </w:p>
    <w:p w14:paraId="015A1ACE" w14:textId="3D8000E3" w:rsidR="00023FF8" w:rsidRDefault="00023FF8" w:rsidP="00E26870">
      <w:pPr>
        <w:pStyle w:val="ECEcorps"/>
      </w:pPr>
    </w:p>
    <w:p w14:paraId="260E5DD9" w14:textId="205FB102" w:rsidR="008A13CA" w:rsidRDefault="008A13CA" w:rsidP="008A13CA">
      <w:pPr>
        <w:pStyle w:val="ECEtitre"/>
        <w:rPr>
          <w:sz w:val="24"/>
          <w:szCs w:val="24"/>
        </w:rPr>
      </w:pPr>
      <w:r w:rsidRPr="008A13CA">
        <w:rPr>
          <w:sz w:val="24"/>
          <w:szCs w:val="24"/>
        </w:rPr>
        <w:t>Représentation graphique de la somme de deux signaux sinusoïdaux</w:t>
      </w:r>
    </w:p>
    <w:p w14:paraId="4F2DFB95" w14:textId="7682BD3C" w:rsidR="00A34897" w:rsidRDefault="009F1270" w:rsidP="00A34897">
      <w:pPr>
        <w:pStyle w:val="ECEcorps"/>
      </w:pPr>
      <w:r>
        <w:t>Le</w:t>
      </w:r>
      <w:r w:rsidR="00A34897">
        <w:t xml:space="preserve"> programme </w:t>
      </w:r>
      <w:r w:rsidR="00A31D67">
        <w:t>P</w:t>
      </w:r>
      <w:r w:rsidR="00A34897">
        <w:t xml:space="preserve">ython </w:t>
      </w:r>
      <w:r>
        <w:t xml:space="preserve">qui est fourni </w:t>
      </w:r>
      <w:r w:rsidR="00A34897">
        <w:t>permet de représenter la somme de deux signaux sinusoïdaux.</w:t>
      </w:r>
    </w:p>
    <w:p w14:paraId="064B429B" w14:textId="1B75E823" w:rsidR="005D1C00" w:rsidRDefault="00D1184C" w:rsidP="00A34897">
      <w:pPr>
        <w:pStyle w:val="ECEcorps"/>
      </w:pPr>
      <w:r>
        <w:t>Le déphasage</w:t>
      </w:r>
      <w:r w:rsidR="005D1C00">
        <w:t xml:space="preserve"> </w:t>
      </w:r>
      <w:r w:rsidR="003A76FC">
        <w:rPr>
          <w:rFonts w:ascii="Symbol" w:hAnsi="Symbol"/>
        </w:rPr>
        <w:t></w:t>
      </w:r>
      <w:r>
        <w:t xml:space="preserve"> </w:t>
      </w:r>
      <w:r w:rsidR="005D1C00">
        <w:t xml:space="preserve">du deuxième signal </w:t>
      </w:r>
      <w:r>
        <w:t>par rapport au premier</w:t>
      </w:r>
      <w:r w:rsidR="00401476">
        <w:t xml:space="preserve"> </w:t>
      </w:r>
      <w:r w:rsidR="005D1C00">
        <w:t xml:space="preserve">est modifiable. </w:t>
      </w:r>
      <w:r>
        <w:t>Il</w:t>
      </w:r>
      <w:r w:rsidR="005D1C00">
        <w:t xml:space="preserve"> est nommé </w:t>
      </w:r>
      <w:r w:rsidR="00A86947">
        <w:t>« </w:t>
      </w:r>
      <w:r w:rsidR="005D1C00">
        <w:t>phi</w:t>
      </w:r>
      <w:r w:rsidR="00A86947">
        <w:t> »</w:t>
      </w:r>
      <w:r w:rsidR="005D1C00">
        <w:t xml:space="preserve"> </w:t>
      </w:r>
      <w:r w:rsidR="00A86947">
        <w:t xml:space="preserve">dans le programme </w:t>
      </w:r>
      <w:r w:rsidR="005D1C00">
        <w:t>et s’exprime, en radian</w:t>
      </w:r>
      <w:r w:rsidR="009F1270">
        <w:t>s</w:t>
      </w:r>
      <w:r w:rsidR="005D1C00">
        <w:t>, en multiple de π (</w:t>
      </w:r>
      <w:r w:rsidR="00401476">
        <w:t xml:space="preserve">qui s’écrit </w:t>
      </w:r>
      <w:r w:rsidR="005D1C00">
        <w:t>np.pi dans le programme).</w:t>
      </w:r>
    </w:p>
    <w:p w14:paraId="41F7B8BD" w14:textId="3AB880DE" w:rsidR="00A34897" w:rsidRDefault="00A34897" w:rsidP="00A34897">
      <w:pPr>
        <w:pStyle w:val="ECEcorps"/>
      </w:pPr>
      <w:r>
        <w:t xml:space="preserve">Ci-dessous </w:t>
      </w:r>
      <w:r w:rsidR="005F0D68">
        <w:t xml:space="preserve">est </w:t>
      </w:r>
      <w:r>
        <w:t xml:space="preserve">représenté </w:t>
      </w:r>
      <w:r w:rsidR="00D1184C">
        <w:t xml:space="preserve">le signal </w:t>
      </w:r>
      <w:r w:rsidR="0032013E">
        <w:t>résultant</w:t>
      </w:r>
      <w:r>
        <w:t xml:space="preserve"> </w:t>
      </w:r>
      <w:r w:rsidR="008D18C9">
        <w:t>(</w:t>
      </w:r>
      <w:r>
        <w:t xml:space="preserve">pour </w:t>
      </w:r>
      <w:r w:rsidR="005F0D68">
        <w:t>une</w:t>
      </w:r>
      <w:r>
        <w:t xml:space="preserve"> valeur </w:t>
      </w:r>
      <w:r w:rsidR="0032013E">
        <w:t xml:space="preserve">quelconque </w:t>
      </w:r>
      <w:r w:rsidR="00D1184C">
        <w:t>du déphasage phi</w:t>
      </w:r>
      <w:r w:rsidR="008D18C9">
        <w:t>)</w:t>
      </w:r>
      <w:r w:rsidR="0032013E">
        <w:t>.</w:t>
      </w:r>
    </w:p>
    <w:p w14:paraId="6E6D196C" w14:textId="62656BAD" w:rsidR="0002483E" w:rsidRDefault="00035E12" w:rsidP="00A34897">
      <w:pPr>
        <w:pStyle w:val="ECEcorps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50E1757" wp14:editId="18E81A48">
                <wp:simplePos x="0" y="0"/>
                <wp:positionH relativeFrom="column">
                  <wp:posOffset>793115</wp:posOffset>
                </wp:positionH>
                <wp:positionV relativeFrom="paragraph">
                  <wp:posOffset>72390</wp:posOffset>
                </wp:positionV>
                <wp:extent cx="3951019" cy="2863850"/>
                <wp:effectExtent l="0" t="0" r="11430" b="1270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1019" cy="2863850"/>
                          <a:chOff x="1" y="0"/>
                          <a:chExt cx="3951019" cy="2863850"/>
                        </a:xfrm>
                      </wpg:grpSpPr>
                      <wpg:grpSp>
                        <wpg:cNvPr id="23" name="Groupe 23"/>
                        <wpg:cNvGrpSpPr/>
                        <wpg:grpSpPr>
                          <a:xfrm>
                            <a:off x="1" y="0"/>
                            <a:ext cx="1681909" cy="2863850"/>
                            <a:chOff x="105509" y="-38100"/>
                            <a:chExt cx="1681946" cy="2863850"/>
                          </a:xfrm>
                        </wpg:grpSpPr>
                        <wps:wsp>
                          <wps:cNvPr id="1" name="Zone de texte 1"/>
                          <wps:cNvSpPr txBox="1"/>
                          <wps:spPr>
                            <a:xfrm>
                              <a:off x="1166388" y="2566993"/>
                              <a:ext cx="621067" cy="25240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420B2A4" w14:textId="760AAB0C" w:rsidR="0021137A" w:rsidRDefault="00A71356">
                                <w:r>
                                  <w:t>signal</w:t>
                                </w:r>
                                <w:r w:rsidR="00347357"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Connecteur droit avec flèche 2"/>
                          <wps:cNvCnPr/>
                          <wps:spPr>
                            <a:xfrm flipV="1">
                              <a:off x="1477108" y="1535723"/>
                              <a:ext cx="116693" cy="103163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Zone de texte 4"/>
                          <wps:cNvSpPr txBox="1"/>
                          <wps:spPr>
                            <a:xfrm>
                              <a:off x="105509" y="2567354"/>
                              <a:ext cx="698801" cy="25839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1C9918B" w14:textId="5B326286" w:rsidR="00347357" w:rsidRDefault="00A71356" w:rsidP="00347357">
                                <w:r>
                                  <w:t>signal</w:t>
                                </w:r>
                                <w:r w:rsidR="00347357">
                                  <w:t xml:space="preserve">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Connecteur droit avec flèche 5"/>
                          <wps:cNvCnPr/>
                          <wps:spPr>
                            <a:xfrm flipV="1">
                              <a:off x="398585" y="1295400"/>
                              <a:ext cx="978340" cy="12774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Zone de texte 7"/>
                          <wps:cNvSpPr txBox="1"/>
                          <wps:spPr>
                            <a:xfrm>
                              <a:off x="527540" y="-38100"/>
                              <a:ext cx="1066261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46DDC7F" w14:textId="12302261" w:rsidR="00347357" w:rsidRDefault="00A71356" w:rsidP="00347357">
                                <w:r>
                                  <w:t>signal</w:t>
                                </w:r>
                                <w:r w:rsidR="00347357">
                                  <w:t xml:space="preserve"> résultant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Connecteur droit avec flèche 19"/>
                          <wps:cNvCnPr/>
                          <wps:spPr>
                            <a:xfrm>
                              <a:off x="1084385" y="228600"/>
                              <a:ext cx="363073" cy="8733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" name="Rectangle 29"/>
                        <wps:cNvSpPr/>
                        <wps:spPr>
                          <a:xfrm>
                            <a:off x="3398570" y="333375"/>
                            <a:ext cx="552450" cy="330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0E1757" id="Groupe 35" o:spid="_x0000_s1060" style="position:absolute;left:0;text-align:left;margin-left:62.45pt;margin-top:5.7pt;width:311.1pt;height:225.5pt;z-index:251726848;mso-position-horizontal-relative:text;mso-position-vertical-relative:text;mso-width-relative:margin" coordorigin="" coordsize="39510,28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">
                <v:group id="Groupe 23" o:spid="_x0000_s1061" style="position:absolute;width:16819;height:28638" coordorigin="1055,-381" coordsize="16819,28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62" type="#_x0000_t202" style="position:absolute;left:11663;top:25669;width:6211;height: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  <v:textbox>
                      <w:txbxContent>
                        <w:p w14:paraId="6420B2A4" w14:textId="760AAB0C" w:rsidR="0021137A" w:rsidRDefault="00A71356">
                          <w:r>
                            <w:t>signal</w:t>
                          </w:r>
                          <w:r w:rsidR="00347357">
                            <w:t xml:space="preserve"> 1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2" o:spid="_x0000_s1063" type="#_x0000_t32" style="position:absolute;left:14771;top:15357;width:1167;height:103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" strokecolor="black [3040]">
                    <v:stroke endarrow="block"/>
                  </v:shape>
                  <v:shape id="Zone de texte 4" o:spid="_x0000_s1064" type="#_x0000_t202" style="position:absolute;left:1055;top:25673;width:6988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  <v:textbox>
                      <w:txbxContent>
                        <w:p w14:paraId="31C9918B" w14:textId="5B326286" w:rsidR="00347357" w:rsidRDefault="00A71356" w:rsidP="00347357">
                          <w:r>
                            <w:t>signal</w:t>
                          </w:r>
                          <w:r w:rsidR="00347357">
                            <w:t xml:space="preserve"> 2</w:t>
                          </w:r>
                        </w:p>
                      </w:txbxContent>
                    </v:textbox>
                  </v:shape>
                  <v:shape id="Connecteur droit avec flèche 5" o:spid="_x0000_s1065" type="#_x0000_t32" style="position:absolute;left:3985;top:12954;width:9784;height:127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" strokecolor="black [3040]">
                    <v:stroke endarrow="block"/>
                  </v:shape>
                  <v:shape id="Zone de texte 7" o:spid="_x0000_s1066" type="#_x0000_t202" style="position:absolute;left:5275;top:-381;width:1066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  <v:textbox>
                      <w:txbxContent>
                        <w:p w14:paraId="346DDC7F" w14:textId="12302261" w:rsidR="00347357" w:rsidRDefault="00A71356" w:rsidP="00347357">
                          <w:r>
                            <w:t>signal</w:t>
                          </w:r>
                          <w:r w:rsidR="00347357">
                            <w:t xml:space="preserve"> résultant</w:t>
                          </w:r>
                        </w:p>
                      </w:txbxContent>
                    </v:textbox>
                  </v:shape>
                  <v:shape id="Connecteur droit avec flèche 19" o:spid="_x0000_s1067" type="#_x0000_t32" style="position:absolute;left:10843;top:2286;width:3631;height:8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" strokecolor="black [3040]">
                    <v:stroke endarrow="block"/>
                  </v:shape>
                </v:group>
                <v:rect id="Rectangle 29" o:spid="_x0000_s1068" style="position:absolute;left:33985;top:3333;width:5525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" fillcolor="white [3212]" strokecolor="white [3212]" strokeweight="2pt"/>
              </v:group>
            </w:pict>
          </mc:Fallback>
        </mc:AlternateContent>
      </w:r>
    </w:p>
    <w:p w14:paraId="32CBDE51" w14:textId="29846618" w:rsidR="00650949" w:rsidRDefault="00650949" w:rsidP="00A34897">
      <w:pPr>
        <w:pStyle w:val="ECEcorps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650949" w14:paraId="3098CBDD" w14:textId="77777777" w:rsidTr="00650949">
        <w:tc>
          <w:tcPr>
            <w:tcW w:w="10206" w:type="dxa"/>
          </w:tcPr>
          <w:p w14:paraId="0FA463E4" w14:textId="0461AB03" w:rsidR="00650949" w:rsidRDefault="00650949" w:rsidP="00650949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5BADA2CD" wp14:editId="3FB97C85">
                  <wp:extent cx="3160138" cy="2435225"/>
                  <wp:effectExtent l="0" t="0" r="2540" b="317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 rotWithShape="1">
                          <a:blip r:embed="rId8"/>
                          <a:srcRect t="2788"/>
                          <a:stretch/>
                        </pic:blipFill>
                        <pic:spPr bwMode="auto">
                          <a:xfrm>
                            <a:off x="0" y="0"/>
                            <a:ext cx="3160800" cy="2435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</w:tr>
      <w:tr w:rsidR="00650949" w14:paraId="0788DCA7" w14:textId="77777777" w:rsidTr="00650949">
        <w:tc>
          <w:tcPr>
            <w:tcW w:w="10206" w:type="dxa"/>
          </w:tcPr>
          <w:p w14:paraId="37D87EE5" w14:textId="00AC666E" w:rsidR="00650949" w:rsidRDefault="00650949" w:rsidP="008F2676">
            <w:pPr>
              <w:pStyle w:val="ECEcorps"/>
              <w:jc w:val="center"/>
            </w:pPr>
          </w:p>
        </w:tc>
      </w:tr>
    </w:tbl>
    <w:p w14:paraId="08F165BE" w14:textId="6CE5A93F" w:rsidR="00A34897" w:rsidRDefault="00A34897" w:rsidP="00A34897">
      <w:pPr>
        <w:pStyle w:val="ECEcorps"/>
      </w:pPr>
    </w:p>
    <w:p w14:paraId="7EC59528" w14:textId="77777777" w:rsidR="00C60969" w:rsidRPr="00136091" w:rsidRDefault="00C60969" w:rsidP="00C6096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>Données utiles</w:t>
      </w:r>
      <w:r w:rsidRPr="00136091">
        <w:rPr>
          <w:sz w:val="24"/>
          <w:szCs w:val="24"/>
          <w:u w:val="none"/>
        </w:rPr>
        <w:t xml:space="preserve"> </w:t>
      </w:r>
    </w:p>
    <w:p w14:paraId="55FA6036" w14:textId="1F367456" w:rsidR="00C60969" w:rsidRPr="002C2415" w:rsidRDefault="002C2415" w:rsidP="00103C7B">
      <w:pPr>
        <w:pStyle w:val="ECEcorps"/>
        <w:numPr>
          <w:ilvl w:val="0"/>
          <w:numId w:val="13"/>
        </w:numPr>
      </w:pPr>
      <w:r>
        <w:t>Vitesse des ultrasons dans</w:t>
      </w:r>
      <w:r w:rsidR="00401476">
        <w:t xml:space="preserve"> l’air, dans</w:t>
      </w:r>
      <w:r>
        <w:t xml:space="preserve"> les conditions de l’expérience : </w:t>
      </w:r>
      <w:r w:rsidRPr="00775E07">
        <w:rPr>
          <w:i/>
        </w:rPr>
        <w:t>v</w:t>
      </w:r>
      <w:r w:rsidRPr="00775E07">
        <w:rPr>
          <w:i/>
          <w:vertAlign w:val="subscript"/>
        </w:rPr>
        <w:t>us</w:t>
      </w:r>
      <w:r w:rsidR="00377024">
        <w:rPr>
          <w:i/>
          <w:vertAlign w:val="subscript"/>
        </w:rPr>
        <w:t> </w:t>
      </w:r>
      <w:r>
        <w:t>=</w:t>
      </w:r>
      <w:r w:rsidR="00377024">
        <w:t> </w:t>
      </w:r>
      <w:r>
        <w:t>34</w:t>
      </w:r>
      <w:r w:rsidR="00650949">
        <w:t>3</w:t>
      </w:r>
      <w:r w:rsidR="004D1808">
        <w:t> </w:t>
      </w:r>
      <w:r>
        <w:t>m</w:t>
      </w:r>
      <w:r w:rsidR="00AD22C4">
        <w:t>·</w:t>
      </w:r>
      <w:r>
        <w:t>s</w:t>
      </w:r>
      <w:r w:rsidR="006520FD">
        <w:rPr>
          <w:vertAlign w:val="superscript"/>
        </w:rPr>
        <w:t>–</w:t>
      </w:r>
      <w:r>
        <w:rPr>
          <w:vertAlign w:val="superscript"/>
        </w:rPr>
        <w:t>1</w:t>
      </w:r>
      <w:r w:rsidR="009F1270">
        <w:t>.</w:t>
      </w:r>
    </w:p>
    <w:p w14:paraId="1013F28E" w14:textId="77777777" w:rsidR="00781FDA" w:rsidRDefault="00103C7B" w:rsidP="00781FDA">
      <w:pPr>
        <w:pStyle w:val="ECEtitre"/>
        <w:numPr>
          <w:ilvl w:val="0"/>
          <w:numId w:val="13"/>
        </w:numPr>
        <w:rPr>
          <w:b w:val="0"/>
          <w:u w:val="none"/>
        </w:rPr>
      </w:pPr>
      <w:r w:rsidRPr="00103C7B">
        <w:rPr>
          <w:b w:val="0"/>
          <w:u w:val="none"/>
        </w:rPr>
        <w:t>Relation</w:t>
      </w:r>
      <w:r>
        <w:rPr>
          <w:b w:val="0"/>
          <w:u w:val="none"/>
        </w:rPr>
        <w:t xml:space="preserve"> entre la fréquence </w:t>
      </w:r>
      <w:r w:rsidRPr="00103C7B">
        <w:rPr>
          <w:b w:val="0"/>
          <w:i/>
          <w:u w:val="none"/>
        </w:rPr>
        <w:t>f</w:t>
      </w:r>
      <w:r>
        <w:rPr>
          <w:b w:val="0"/>
          <w:i/>
          <w:u w:val="none"/>
        </w:rPr>
        <w:t xml:space="preserve"> </w:t>
      </w:r>
      <w:r w:rsidRPr="00103C7B">
        <w:rPr>
          <w:b w:val="0"/>
          <w:u w:val="none"/>
        </w:rPr>
        <w:t>(en Hz)</w:t>
      </w:r>
      <w:r>
        <w:rPr>
          <w:b w:val="0"/>
          <w:u w:val="none"/>
        </w:rPr>
        <w:t xml:space="preserve">, la célérité </w:t>
      </w:r>
      <w:r>
        <w:rPr>
          <w:b w:val="0"/>
          <w:i/>
          <w:u w:val="none"/>
        </w:rPr>
        <w:t xml:space="preserve">v </w:t>
      </w:r>
      <w:r w:rsidRPr="00781FDA">
        <w:rPr>
          <w:b w:val="0"/>
          <w:u w:val="none"/>
        </w:rPr>
        <w:t>(en m</w:t>
      </w:r>
      <w:r w:rsidR="00781FDA" w:rsidRPr="00781FDA">
        <w:rPr>
          <w:b w:val="0"/>
          <w:u w:val="none"/>
        </w:rPr>
        <w:t>·s</w:t>
      </w:r>
      <w:r w:rsidR="00781FDA" w:rsidRPr="00781FDA">
        <w:rPr>
          <w:b w:val="0"/>
          <w:u w:val="none"/>
          <w:vertAlign w:val="superscript"/>
        </w:rPr>
        <w:t>-1</w:t>
      </w:r>
      <w:r w:rsidR="00781FDA" w:rsidRPr="00781FDA">
        <w:rPr>
          <w:b w:val="0"/>
          <w:u w:val="none"/>
        </w:rPr>
        <w:t>)</w:t>
      </w:r>
      <w:r>
        <w:rPr>
          <w:b w:val="0"/>
          <w:u w:val="none"/>
        </w:rPr>
        <w:t>, et la longueur d’onde d’une onde</w:t>
      </w:r>
      <w:r w:rsidR="00781FDA">
        <w:rPr>
          <w:rFonts w:ascii="Symbol" w:hAnsi="Symbol"/>
          <w:b w:val="0"/>
          <w:u w:val="none"/>
        </w:rPr>
        <w:t></w:t>
      </w:r>
      <w:r w:rsidR="00781FDA">
        <w:rPr>
          <w:rFonts w:ascii="Symbol" w:hAnsi="Symbol"/>
          <w:b w:val="0"/>
          <w:u w:val="none"/>
        </w:rPr>
        <w:sym w:font="Symbol" w:char="F06C"/>
      </w:r>
      <w:r w:rsidR="00781FDA" w:rsidRPr="00781FDA">
        <w:rPr>
          <w:b w:val="0"/>
          <w:u w:val="none"/>
        </w:rPr>
        <w:t xml:space="preserve"> (en m)</w:t>
      </w:r>
      <w:r w:rsidRPr="00781FDA">
        <w:rPr>
          <w:b w:val="0"/>
          <w:u w:val="none"/>
        </w:rPr>
        <w:t> :</w:t>
      </w:r>
    </w:p>
    <w:p w14:paraId="6202AB12" w14:textId="240C0A53" w:rsidR="00D9338B" w:rsidRPr="00781FDA" w:rsidRDefault="00781FDA" w:rsidP="00781FDA">
      <w:pPr>
        <w:pStyle w:val="ECEtitre"/>
        <w:ind w:left="720"/>
        <w:jc w:val="center"/>
        <w:rPr>
          <w:b w:val="0"/>
          <w:u w:val="none"/>
        </w:rPr>
      </w:pPr>
      <m:oMathPara>
        <m:oMath>
          <m:r>
            <m:rPr>
              <m:nor/>
            </m:rPr>
            <w:rPr>
              <w:b w:val="0"/>
              <w:i/>
              <w:u w:val="none"/>
            </w:rPr>
            <m:t>v</m:t>
          </m:r>
          <m:r>
            <m:rPr>
              <m:nor/>
            </m:rPr>
            <w:rPr>
              <w:b w:val="0"/>
              <w:u w:val="none"/>
            </w:rPr>
            <m:t xml:space="preserve"> = </m:t>
          </m:r>
          <m:r>
            <m:rPr>
              <m:nor/>
            </m:rPr>
            <w:rPr>
              <w:rFonts w:ascii="Symbol" w:hAnsi="Symbol"/>
              <w:b w:val="0"/>
              <w:bCs/>
              <w:u w:val="none"/>
            </w:rPr>
            <m:t></m:t>
          </m:r>
          <m:r>
            <m:rPr>
              <m:sty m:val="bi"/>
            </m:rPr>
            <w:rPr>
              <w:rFonts w:ascii="Cambria Math" w:hAnsi="Cambria Math"/>
              <w:u w:val="none"/>
            </w:rPr>
            <m:t>∙</m:t>
          </m:r>
          <m:r>
            <m:rPr>
              <m:nor/>
            </m:rPr>
            <w:rPr>
              <w:b w:val="0"/>
              <w:i/>
              <w:u w:val="none"/>
            </w:rPr>
            <m:t>f</m:t>
          </m:r>
        </m:oMath>
      </m:oMathPara>
    </w:p>
    <w:p w14:paraId="1F664F3D" w14:textId="77777777" w:rsidR="00516524" w:rsidRDefault="00516524" w:rsidP="00E26870">
      <w:pPr>
        <w:pStyle w:val="ECEtitre"/>
        <w:rPr>
          <w:sz w:val="24"/>
          <w:szCs w:val="24"/>
        </w:rPr>
      </w:pPr>
    </w:p>
    <w:p w14:paraId="4247B53D" w14:textId="6000F28F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 xml:space="preserve">TRAVAIL À EFFECTUER 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A506452" w14:textId="5A70DFF6" w:rsidR="00E26870" w:rsidRDefault="00134F12" w:rsidP="00E26870">
      <w:pPr>
        <w:pStyle w:val="ECEpartie"/>
        <w:numPr>
          <w:ilvl w:val="0"/>
          <w:numId w:val="6"/>
        </w:numPr>
        <w:rPr>
          <w:b w:val="0"/>
          <w:bCs/>
        </w:rPr>
      </w:pPr>
      <w:bookmarkStart w:id="6" w:name="_Toc482638814"/>
      <w:bookmarkStart w:id="7" w:name="_Toc500182691"/>
      <w:r>
        <w:t>Modélisation à l’aide d’un langage de programmation</w:t>
      </w:r>
      <w:r w:rsidR="00E26870" w:rsidRPr="00452138">
        <w:t xml:space="preserve"> </w:t>
      </w:r>
      <w:r w:rsidR="00E26870" w:rsidRPr="00FF78A1">
        <w:rPr>
          <w:b w:val="0"/>
          <w:bCs/>
        </w:rPr>
        <w:t>(</w:t>
      </w:r>
      <w:r w:rsidR="00B30744">
        <w:rPr>
          <w:b w:val="0"/>
          <w:bCs/>
        </w:rPr>
        <w:t>2</w:t>
      </w:r>
      <w:r w:rsidR="00E26870" w:rsidRPr="00FF78A1">
        <w:rPr>
          <w:b w:val="0"/>
          <w:bCs/>
        </w:rPr>
        <w:t>0 minutes conseillées)</w:t>
      </w:r>
      <w:bookmarkEnd w:id="6"/>
      <w:bookmarkEnd w:id="7"/>
    </w:p>
    <w:p w14:paraId="374CBE2E" w14:textId="77777777" w:rsidR="000C762C" w:rsidRPr="000C762C" w:rsidRDefault="000C762C" w:rsidP="000C762C">
      <w:pPr>
        <w:pStyle w:val="ECEcorps"/>
      </w:pPr>
    </w:p>
    <w:p w14:paraId="2D3BD814" w14:textId="3E9A38EF" w:rsidR="004C7B41" w:rsidRDefault="00B73009" w:rsidP="00650949">
      <w:pPr>
        <w:pStyle w:val="ECEcorps"/>
      </w:pPr>
      <w:r>
        <w:t xml:space="preserve">Dans le programme </w:t>
      </w:r>
      <w:r w:rsidR="00073D37">
        <w:t>P</w:t>
      </w:r>
      <w:r>
        <w:t>ython</w:t>
      </w:r>
      <w:r w:rsidR="005D1C00">
        <w:t>,</w:t>
      </w:r>
      <w:r w:rsidR="008B39EA" w:rsidRPr="008B39EA">
        <w:t xml:space="preserve"> </w:t>
      </w:r>
      <w:r w:rsidR="00D13847">
        <w:t xml:space="preserve">ouvert sur l’ordinateur mis à </w:t>
      </w:r>
      <w:r w:rsidR="008B39EA" w:rsidRPr="008B39EA">
        <w:t>disposition</w:t>
      </w:r>
      <w:r w:rsidR="008B39EA">
        <w:t>,</w:t>
      </w:r>
      <w:r w:rsidR="005D1C00">
        <w:t xml:space="preserve"> modifier </w:t>
      </w:r>
      <w:r w:rsidR="00AA137E">
        <w:t xml:space="preserve">(sous la ligne </w:t>
      </w:r>
      <w:r w:rsidR="00073D37">
        <w:t>« </w:t>
      </w:r>
      <w:r w:rsidR="009A0908">
        <w:t xml:space="preserve">##### </w:t>
      </w:r>
      <w:r w:rsidR="009A0908" w:rsidRPr="009A0908">
        <w:rPr>
          <w:i/>
        </w:rPr>
        <w:t>partie à modifier</w:t>
      </w:r>
      <w:r w:rsidR="00073D37">
        <w:rPr>
          <w:i/>
        </w:rPr>
        <w:t> »</w:t>
      </w:r>
      <w:r w:rsidR="009A0908">
        <w:t>) l</w:t>
      </w:r>
      <w:r w:rsidR="005D1C00">
        <w:t>a valeur du déphas</w:t>
      </w:r>
      <w:r w:rsidR="0015144D">
        <w:t>age</w:t>
      </w:r>
      <w:r w:rsidR="005D1C00">
        <w:t xml:space="preserve"> phi de l’onde 2 pour obtenir </w:t>
      </w:r>
      <w:r w:rsidR="00812F3C">
        <w:t>une</w:t>
      </w:r>
      <w:r w:rsidR="005D1C00">
        <w:t xml:space="preserve"> situation d’interférence</w:t>
      </w:r>
      <w:r w:rsidR="00812F3C">
        <w:t>s</w:t>
      </w:r>
      <w:r w:rsidR="005D1C00">
        <w:t xml:space="preserve"> constructives </w:t>
      </w:r>
      <w:r w:rsidR="00812F3C">
        <w:t>puis</w:t>
      </w:r>
      <w:r w:rsidR="005D1C00">
        <w:t xml:space="preserve"> d’interférences destructives. </w:t>
      </w:r>
      <w:r w:rsidR="00A12C39">
        <w:t xml:space="preserve">Indiquer </w:t>
      </w:r>
      <w:r w:rsidR="00E25AAE">
        <w:t xml:space="preserve">ci-dessous </w:t>
      </w:r>
      <w:r w:rsidR="00A12C39">
        <w:t>les deux valeurs trouvées</w:t>
      </w:r>
      <w:r w:rsidR="00AE2FF4">
        <w:t>.</w:t>
      </w:r>
    </w:p>
    <w:p w14:paraId="0469B1A7" w14:textId="77777777" w:rsidR="00A12C39" w:rsidRPr="00B13B82" w:rsidRDefault="00A12C39" w:rsidP="00A12C39">
      <w:pPr>
        <w:pStyle w:val="ECErponse"/>
      </w:pPr>
      <w:r w:rsidRPr="00B13B82">
        <w:t>…………………………………………………………………………………………………..……….………..………………..</w:t>
      </w:r>
    </w:p>
    <w:p w14:paraId="65D10292" w14:textId="77777777" w:rsidR="00A12C39" w:rsidRPr="00B13B82" w:rsidRDefault="00A12C39" w:rsidP="00A12C39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5632E2C6" w14:textId="0CE8F4B8" w:rsidR="00073D37" w:rsidRPr="00B13B82" w:rsidRDefault="00F956E9" w:rsidP="00F956E9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43BCEF9C" w14:textId="77777777" w:rsidR="003A76FC" w:rsidRDefault="003A76FC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3341A0E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4C9C4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14F07E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D5AE64B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6939B980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7C615E7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5433F46" w14:textId="70D413BA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</w:t>
            </w:r>
          </w:p>
          <w:p w14:paraId="7FDF19BF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CEBB2DE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C7785E2" w14:textId="5046D62D" w:rsidR="00E26870" w:rsidRDefault="00E26870" w:rsidP="00E26870">
      <w:pPr>
        <w:pStyle w:val="ECEcorps"/>
      </w:pPr>
    </w:p>
    <w:p w14:paraId="48934C72" w14:textId="77777777" w:rsidR="00073D37" w:rsidRPr="00D742A9" w:rsidRDefault="00073D37" w:rsidP="00E26870">
      <w:pPr>
        <w:pStyle w:val="ECEcorps"/>
      </w:pPr>
    </w:p>
    <w:p w14:paraId="1058257E" w14:textId="46B870EC" w:rsidR="00E26870" w:rsidRPr="003C13F9" w:rsidRDefault="00C6111A" w:rsidP="00C6111A">
      <w:pPr>
        <w:pStyle w:val="ECEpartie"/>
      </w:pPr>
      <w:bookmarkStart w:id="8" w:name="_Toc482638815"/>
      <w:bookmarkStart w:id="9" w:name="_Toc500182692"/>
      <w:r>
        <w:t xml:space="preserve">Modélisation en laboratoire d’un émetteur élémentaire </w:t>
      </w:r>
      <w:r w:rsidR="00E26870" w:rsidRPr="00C6111A">
        <w:rPr>
          <w:b w:val="0"/>
          <w:bCs/>
        </w:rPr>
        <w:t>(10 minutes conseillées)</w:t>
      </w:r>
      <w:bookmarkEnd w:id="8"/>
      <w:bookmarkEnd w:id="9"/>
    </w:p>
    <w:p w14:paraId="4679F8B3" w14:textId="77777777" w:rsidR="00073D37" w:rsidRDefault="00073D37" w:rsidP="00E26870">
      <w:pPr>
        <w:pStyle w:val="ECEcorps"/>
        <w:rPr>
          <w:rFonts w:eastAsia="Arial Unicode MS"/>
        </w:rPr>
      </w:pPr>
    </w:p>
    <w:p w14:paraId="539CD8D7" w14:textId="6A2271F0" w:rsidR="00597B0C" w:rsidRDefault="00C6111A" w:rsidP="00E26870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On utilise un émetteur </w:t>
      </w:r>
      <w:r w:rsidR="00AE2FF4">
        <w:rPr>
          <w:rFonts w:eastAsia="Arial Unicode MS"/>
        </w:rPr>
        <w:t xml:space="preserve">d’onde </w:t>
      </w:r>
      <w:r>
        <w:rPr>
          <w:rFonts w:eastAsia="Arial Unicode MS"/>
        </w:rPr>
        <w:t>ultrasonore</w:t>
      </w:r>
      <w:r w:rsidR="00B60D63">
        <w:rPr>
          <w:rFonts w:eastAsia="Arial Unicode MS"/>
        </w:rPr>
        <w:t xml:space="preserve"> pour représenter un émetteur élémentaire.</w:t>
      </w:r>
    </w:p>
    <w:p w14:paraId="7C1FC701" w14:textId="77777777" w:rsidR="00073D37" w:rsidRDefault="00073D37" w:rsidP="00E26870">
      <w:pPr>
        <w:pStyle w:val="ECEcorps"/>
        <w:rPr>
          <w:rFonts w:eastAsia="Arial Unicode MS"/>
        </w:rPr>
      </w:pPr>
    </w:p>
    <w:p w14:paraId="7D8A2F4A" w14:textId="32AD253F" w:rsidR="00EE319A" w:rsidRPr="00B30744" w:rsidRDefault="00AE2FF4" w:rsidP="00B30744">
      <w:pPr>
        <w:pStyle w:val="ECEcorps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>Placer le récepteur en face d’un émetteur d’on</w:t>
      </w:r>
      <w:r w:rsidR="00E25AAE">
        <w:rPr>
          <w:rFonts w:eastAsia="Arial Unicode MS"/>
        </w:rPr>
        <w:t>de ultrasonore. Le récepteur doit être</w:t>
      </w:r>
      <w:r>
        <w:rPr>
          <w:rFonts w:eastAsia="Arial Unicode MS"/>
        </w:rPr>
        <w:t xml:space="preserve"> branché</w:t>
      </w:r>
      <w:r w:rsidR="00EE319A">
        <w:rPr>
          <w:rFonts w:eastAsia="Arial Unicode MS"/>
        </w:rPr>
        <w:t xml:space="preserve"> à un oscilloscope</w:t>
      </w:r>
      <w:r>
        <w:rPr>
          <w:rFonts w:eastAsia="Arial Unicode MS"/>
        </w:rPr>
        <w:t>.</w:t>
      </w:r>
      <w:r w:rsidR="00EE319A">
        <w:rPr>
          <w:rFonts w:eastAsia="Arial Unicode MS"/>
        </w:rPr>
        <w:t xml:space="preserve"> </w:t>
      </w:r>
      <w:r>
        <w:rPr>
          <w:rFonts w:eastAsia="Arial Unicode MS"/>
        </w:rPr>
        <w:t xml:space="preserve">Déterminer </w:t>
      </w:r>
      <w:r w:rsidR="00974798">
        <w:rPr>
          <w:rFonts w:eastAsia="Arial Unicode MS"/>
        </w:rPr>
        <w:t>la fréquence d</w:t>
      </w:r>
      <w:r w:rsidR="00EE319A">
        <w:rPr>
          <w:rFonts w:eastAsia="Arial Unicode MS"/>
        </w:rPr>
        <w:t xml:space="preserve">e </w:t>
      </w:r>
      <w:r>
        <w:rPr>
          <w:rFonts w:eastAsia="Arial Unicode MS"/>
        </w:rPr>
        <w:t>l’onde ultrasonore reçue</w:t>
      </w:r>
      <w:r w:rsidR="00EE319A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 w:rsidR="00073D37">
        <w:rPr>
          <w:rFonts w:eastAsia="Arial Unicode MS"/>
        </w:rPr>
        <w:t>On admettra que c</w:t>
      </w:r>
      <w:r>
        <w:rPr>
          <w:rFonts w:eastAsia="Arial Unicode MS"/>
        </w:rPr>
        <w:t>ette fréquence est aussi celle de l’onde ultrasonore émise.</w:t>
      </w:r>
    </w:p>
    <w:p w14:paraId="759C0862" w14:textId="77777777" w:rsidR="00B30744" w:rsidRPr="00B13B82" w:rsidRDefault="00B30744" w:rsidP="00B30744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7DFA9541" w14:textId="77777777" w:rsidR="00B30744" w:rsidRPr="00B13B82" w:rsidRDefault="00B30744" w:rsidP="00B30744">
      <w:pPr>
        <w:pStyle w:val="ECErponse"/>
      </w:pPr>
      <w:r w:rsidRPr="00B13B82">
        <w:t>…………………………………………………………………………………………………..……….………..………………..</w:t>
      </w:r>
    </w:p>
    <w:p w14:paraId="113CCFFC" w14:textId="77777777" w:rsidR="00B30744" w:rsidRPr="00B13B82" w:rsidRDefault="00B30744" w:rsidP="00B30744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0073A269" w14:textId="77777777" w:rsidR="00B30744" w:rsidRDefault="00B30744" w:rsidP="00B30744">
      <w:pPr>
        <w:pStyle w:val="ECEcorps"/>
        <w:rPr>
          <w:rFonts w:eastAsia="Arial Unicode MS"/>
        </w:rPr>
      </w:pPr>
    </w:p>
    <w:p w14:paraId="2587745A" w14:textId="410A59EC" w:rsidR="00974798" w:rsidRDefault="00EE319A" w:rsidP="00974798">
      <w:pPr>
        <w:pStyle w:val="ECEcorps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>En déduire la longueur d’onde de l’onde ultrasonore</w:t>
      </w:r>
      <w:r w:rsidR="00E25AAE">
        <w:rPr>
          <w:rFonts w:eastAsia="Arial Unicode MS"/>
        </w:rPr>
        <w:t xml:space="preserve"> utilisée</w:t>
      </w:r>
      <w:r>
        <w:rPr>
          <w:rFonts w:eastAsia="Arial Unicode MS"/>
        </w:rPr>
        <w:t>.</w:t>
      </w:r>
    </w:p>
    <w:p w14:paraId="73B0BF9A" w14:textId="77777777" w:rsidR="00EE319A" w:rsidRPr="00B13B82" w:rsidRDefault="00EE319A" w:rsidP="00EE319A">
      <w:pPr>
        <w:pStyle w:val="ECErponse"/>
      </w:pPr>
      <w:r w:rsidRPr="00B13B82">
        <w:t>…………………………………………………………………………………………………..……….………..………………..</w:t>
      </w:r>
    </w:p>
    <w:p w14:paraId="5EB37A98" w14:textId="77777777" w:rsidR="00EE319A" w:rsidRPr="00B13B82" w:rsidRDefault="00EE319A" w:rsidP="00EE319A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02180D91" w14:textId="77777777" w:rsidR="00E26870" w:rsidRDefault="00E26870" w:rsidP="00E26870">
      <w:pPr>
        <w:pStyle w:val="ECEcorps"/>
        <w:rPr>
          <w:rFonts w:eastAsia="Arial Unicode MS"/>
        </w:rPr>
      </w:pPr>
    </w:p>
    <w:p w14:paraId="6FCD1A09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486FB966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6CCB7A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C6C9A2" w14:textId="77777777" w:rsidR="00E26870" w:rsidRDefault="00E26870" w:rsidP="00527A98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7321C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51BB580F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12849BD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1A1764F" w14:textId="77777777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2A447358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09B040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1A25581" w14:textId="78043F0E" w:rsidR="00516524" w:rsidRDefault="00516524" w:rsidP="00516524">
      <w:pPr>
        <w:pStyle w:val="ECEpartie"/>
        <w:numPr>
          <w:ilvl w:val="0"/>
          <w:numId w:val="0"/>
        </w:numPr>
        <w:ind w:left="360"/>
      </w:pPr>
      <w:bookmarkStart w:id="10" w:name="_Toc482638816"/>
      <w:bookmarkStart w:id="11" w:name="_Toc500182693"/>
    </w:p>
    <w:p w14:paraId="55F3F698" w14:textId="77777777" w:rsidR="00D13847" w:rsidRPr="00D13847" w:rsidRDefault="00D13847" w:rsidP="00D13847">
      <w:pPr>
        <w:pStyle w:val="ECEcorps"/>
      </w:pPr>
    </w:p>
    <w:p w14:paraId="545F6466" w14:textId="32FA913B" w:rsidR="00E26870" w:rsidRPr="003C13F9" w:rsidRDefault="00C6111A" w:rsidP="00E26870">
      <w:pPr>
        <w:pStyle w:val="ECEpartie"/>
      </w:pPr>
      <w:r>
        <w:t>Modélisation en laboratoire du décalage entre deux émetteurs élémentaires</w:t>
      </w:r>
      <w:r w:rsidRPr="00FF78A1">
        <w:rPr>
          <w:b w:val="0"/>
          <w:bCs/>
        </w:rPr>
        <w:t xml:space="preserve"> </w:t>
      </w:r>
      <w:r w:rsidR="00E26870" w:rsidRPr="00FF78A1">
        <w:rPr>
          <w:b w:val="0"/>
          <w:bCs/>
        </w:rPr>
        <w:t>(</w:t>
      </w:r>
      <w:r w:rsidR="00B30744">
        <w:rPr>
          <w:b w:val="0"/>
          <w:bCs/>
        </w:rPr>
        <w:t>3</w:t>
      </w:r>
      <w:r w:rsidR="00E26870" w:rsidRPr="00FF78A1">
        <w:rPr>
          <w:b w:val="0"/>
          <w:bCs/>
        </w:rPr>
        <w:t>0 minutes conseillées)</w:t>
      </w:r>
      <w:bookmarkEnd w:id="10"/>
      <w:bookmarkEnd w:id="11"/>
    </w:p>
    <w:p w14:paraId="6A9B8BF2" w14:textId="07A5B2B2" w:rsidR="00E26870" w:rsidRPr="00C6111A" w:rsidRDefault="00E26870" w:rsidP="00E26870">
      <w:pPr>
        <w:pStyle w:val="ECEcorps"/>
        <w:rPr>
          <w:bCs/>
        </w:rPr>
      </w:pPr>
    </w:p>
    <w:p w14:paraId="35223F18" w14:textId="77777777" w:rsidR="00CC6D47" w:rsidRDefault="00CC6D47" w:rsidP="00CC6D47">
      <w:pPr>
        <w:pStyle w:val="ECEcorps"/>
        <w:rPr>
          <w:rFonts w:eastAsia="Arial Unicode MS"/>
        </w:rPr>
      </w:pPr>
      <w:r>
        <w:rPr>
          <w:rFonts w:eastAsia="Arial Unicode MS"/>
        </w:rPr>
        <w:t>On cherche à modéliser, à l’aide de deux émetteurs d’onde ultrasonore, le décalage entre deux signaux et à observer les phénomènes d’interférences. Le décalage est obtenu en déplaçant un émetteur par rapport à l’autre :</w:t>
      </w:r>
    </w:p>
    <w:p w14:paraId="7DDB5C00" w14:textId="77777777" w:rsidR="00CC6D47" w:rsidRDefault="00CC6D47" w:rsidP="00CC6D47">
      <w:pPr>
        <w:pStyle w:val="ECEcorps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1957D92" wp14:editId="7BDE82E5">
                <wp:simplePos x="0" y="0"/>
                <wp:positionH relativeFrom="column">
                  <wp:posOffset>2084062</wp:posOffset>
                </wp:positionH>
                <wp:positionV relativeFrom="paragraph">
                  <wp:posOffset>108329</wp:posOffset>
                </wp:positionV>
                <wp:extent cx="3031490" cy="1537854"/>
                <wp:effectExtent l="0" t="0" r="0" b="5715"/>
                <wp:wrapNone/>
                <wp:docPr id="98" name="Groupe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1490" cy="1537854"/>
                          <a:chOff x="0" y="0"/>
                          <a:chExt cx="3635220" cy="1735326"/>
                        </a:xfrm>
                      </wpg:grpSpPr>
                      <wpg:grpSp>
                        <wpg:cNvPr id="96" name="Groupe 96"/>
                        <wpg:cNvGrpSpPr/>
                        <wpg:grpSpPr>
                          <a:xfrm>
                            <a:off x="0" y="0"/>
                            <a:ext cx="3635220" cy="1735326"/>
                            <a:chOff x="0" y="0"/>
                            <a:chExt cx="3635220" cy="1735326"/>
                          </a:xfrm>
                        </wpg:grpSpPr>
                        <wpg:grpSp>
                          <wpg:cNvPr id="91" name="Groupe 91"/>
                          <wpg:cNvGrpSpPr/>
                          <wpg:grpSpPr>
                            <a:xfrm>
                              <a:off x="0" y="0"/>
                              <a:ext cx="3605464" cy="1735326"/>
                              <a:chOff x="0" y="0"/>
                              <a:chExt cx="3605464" cy="1735326"/>
                            </a:xfrm>
                          </wpg:grpSpPr>
                          <wpg:grpSp>
                            <wpg:cNvPr id="86" name="Groupe 86"/>
                            <wpg:cNvGrpSpPr/>
                            <wpg:grpSpPr>
                              <a:xfrm>
                                <a:off x="0" y="0"/>
                                <a:ext cx="3605464" cy="1240269"/>
                                <a:chOff x="0" y="0"/>
                                <a:chExt cx="3605464" cy="1240269"/>
                              </a:xfrm>
                            </wpg:grpSpPr>
                            <wpg:grpSp>
                              <wpg:cNvPr id="76" name="Groupe 76"/>
                              <wpg:cNvGrpSpPr/>
                              <wpg:grpSpPr>
                                <a:xfrm>
                                  <a:off x="292768" y="132348"/>
                                  <a:ext cx="513348" cy="514363"/>
                                  <a:chOff x="0" y="0"/>
                                  <a:chExt cx="513348" cy="514363"/>
                                </a:xfrm>
                              </wpg:grpSpPr>
                              <wps:wsp>
                                <wps:cNvPr id="71" name="Rectangle 71"/>
                                <wps:cNvSpPr/>
                                <wps:spPr>
                                  <a:xfrm>
                                    <a:off x="383822" y="0"/>
                                    <a:ext cx="128270" cy="82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Rectangle 70"/>
                                <wps:cNvSpPr/>
                                <wps:spPr>
                                  <a:xfrm>
                                    <a:off x="0" y="248355"/>
                                    <a:ext cx="513348" cy="2660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Connecteur droit 72"/>
                                <wps:cNvCnPr/>
                                <wps:spPr>
                                  <a:xfrm flipH="1">
                                    <a:off x="270933" y="16933"/>
                                    <a:ext cx="11303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Connecteur droit 73"/>
                                <wps:cNvCnPr/>
                                <wps:spPr>
                                  <a:xfrm flipH="1">
                                    <a:off x="318911" y="64911"/>
                                    <a:ext cx="635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4" name="Connecteur droit 74"/>
                                <wps:cNvCnPr/>
                                <wps:spPr>
                                  <a:xfrm flipH="1">
                                    <a:off x="273756" y="11288"/>
                                    <a:ext cx="0" cy="2368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5" name="Connecteur droit 75"/>
                                <wps:cNvCnPr/>
                                <wps:spPr>
                                  <a:xfrm flipH="1">
                                    <a:off x="321733" y="59266"/>
                                    <a:ext cx="0" cy="1879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77" name="Groupe 77"/>
                              <wpg:cNvGrpSpPr/>
                              <wpg:grpSpPr>
                                <a:xfrm>
                                  <a:off x="0" y="725906"/>
                                  <a:ext cx="513348" cy="514363"/>
                                  <a:chOff x="0" y="0"/>
                                  <a:chExt cx="513348" cy="514363"/>
                                </a:xfrm>
                              </wpg:grpSpPr>
                              <wps:wsp>
                                <wps:cNvPr id="78" name="Rectangle 78"/>
                                <wps:cNvSpPr/>
                                <wps:spPr>
                                  <a:xfrm>
                                    <a:off x="383822" y="0"/>
                                    <a:ext cx="128270" cy="82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" name="Rectangle 79"/>
                                <wps:cNvSpPr/>
                                <wps:spPr>
                                  <a:xfrm>
                                    <a:off x="0" y="248355"/>
                                    <a:ext cx="513348" cy="2660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0" name="Connecteur droit 80"/>
                                <wps:cNvCnPr/>
                                <wps:spPr>
                                  <a:xfrm flipH="1">
                                    <a:off x="270933" y="16933"/>
                                    <a:ext cx="11303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1" name="Connecteur droit 81"/>
                                <wps:cNvCnPr/>
                                <wps:spPr>
                                  <a:xfrm flipH="1">
                                    <a:off x="318911" y="64911"/>
                                    <a:ext cx="635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2" name="Connecteur droit 82"/>
                                <wps:cNvCnPr/>
                                <wps:spPr>
                                  <a:xfrm flipH="1">
                                    <a:off x="273756" y="11288"/>
                                    <a:ext cx="0" cy="23685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3" name="Connecteur droit 83"/>
                                <wps:cNvCnPr/>
                                <wps:spPr>
                                  <a:xfrm flipH="1">
                                    <a:off x="321733" y="59266"/>
                                    <a:ext cx="0" cy="18796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4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6116" y="0"/>
                                  <a:ext cx="2799348" cy="358174"/>
                                </a:xfrm>
                                <a:custGeom>
                                  <a:avLst/>
                                  <a:gdLst>
                                    <a:gd name="T0" fmla="*/ 0 w 4550"/>
                                    <a:gd name="T1" fmla="*/ 849 h 1577"/>
                                    <a:gd name="T2" fmla="*/ 364 w 4550"/>
                                    <a:gd name="T3" fmla="*/ 121 h 1577"/>
                                    <a:gd name="T4" fmla="*/ 1001 w 4550"/>
                                    <a:gd name="T5" fmla="*/ 1577 h 1577"/>
                                    <a:gd name="T6" fmla="*/ 1638 w 4550"/>
                                    <a:gd name="T7" fmla="*/ 121 h 1577"/>
                                    <a:gd name="T8" fmla="*/ 2275 w 4550"/>
                                    <a:gd name="T9" fmla="*/ 1577 h 1577"/>
                                    <a:gd name="T10" fmla="*/ 2912 w 4550"/>
                                    <a:gd name="T11" fmla="*/ 121 h 1577"/>
                                    <a:gd name="T12" fmla="*/ 3549 w 4550"/>
                                    <a:gd name="T13" fmla="*/ 1577 h 1577"/>
                                    <a:gd name="T14" fmla="*/ 4186 w 4550"/>
                                    <a:gd name="T15" fmla="*/ 121 h 1577"/>
                                    <a:gd name="T16" fmla="*/ 4550 w 4550"/>
                                    <a:gd name="T17" fmla="*/ 1031 h 15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550" h="1577">
                                      <a:moveTo>
                                        <a:pt x="0" y="849"/>
                                      </a:moveTo>
                                      <a:cubicBezTo>
                                        <a:pt x="98" y="424"/>
                                        <a:pt x="197" y="0"/>
                                        <a:pt x="364" y="121"/>
                                      </a:cubicBezTo>
                                      <a:cubicBezTo>
                                        <a:pt x="531" y="242"/>
                                        <a:pt x="789" y="1577"/>
                                        <a:pt x="1001" y="1577"/>
                                      </a:cubicBezTo>
                                      <a:cubicBezTo>
                                        <a:pt x="1213" y="1577"/>
                                        <a:pt x="1426" y="121"/>
                                        <a:pt x="1638" y="121"/>
                                      </a:cubicBezTo>
                                      <a:cubicBezTo>
                                        <a:pt x="1850" y="121"/>
                                        <a:pt x="2063" y="1577"/>
                                        <a:pt x="2275" y="1577"/>
                                      </a:cubicBezTo>
                                      <a:cubicBezTo>
                                        <a:pt x="2487" y="1577"/>
                                        <a:pt x="2700" y="121"/>
                                        <a:pt x="2912" y="121"/>
                                      </a:cubicBezTo>
                                      <a:cubicBezTo>
                                        <a:pt x="3124" y="121"/>
                                        <a:pt x="3337" y="1577"/>
                                        <a:pt x="3549" y="1577"/>
                                      </a:cubicBezTo>
                                      <a:cubicBezTo>
                                        <a:pt x="3761" y="1577"/>
                                        <a:pt x="4019" y="212"/>
                                        <a:pt x="4186" y="121"/>
                                      </a:cubicBezTo>
                                      <a:cubicBezTo>
                                        <a:pt x="4353" y="30"/>
                                        <a:pt x="4451" y="530"/>
                                        <a:pt x="4550" y="10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347" y="589548"/>
                                  <a:ext cx="2799348" cy="358174"/>
                                </a:xfrm>
                                <a:custGeom>
                                  <a:avLst/>
                                  <a:gdLst>
                                    <a:gd name="T0" fmla="*/ 0 w 4550"/>
                                    <a:gd name="T1" fmla="*/ 849 h 1577"/>
                                    <a:gd name="T2" fmla="*/ 364 w 4550"/>
                                    <a:gd name="T3" fmla="*/ 121 h 1577"/>
                                    <a:gd name="T4" fmla="*/ 1001 w 4550"/>
                                    <a:gd name="T5" fmla="*/ 1577 h 1577"/>
                                    <a:gd name="T6" fmla="*/ 1638 w 4550"/>
                                    <a:gd name="T7" fmla="*/ 121 h 1577"/>
                                    <a:gd name="T8" fmla="*/ 2275 w 4550"/>
                                    <a:gd name="T9" fmla="*/ 1577 h 1577"/>
                                    <a:gd name="T10" fmla="*/ 2912 w 4550"/>
                                    <a:gd name="T11" fmla="*/ 121 h 1577"/>
                                    <a:gd name="T12" fmla="*/ 3549 w 4550"/>
                                    <a:gd name="T13" fmla="*/ 1577 h 1577"/>
                                    <a:gd name="T14" fmla="*/ 4186 w 4550"/>
                                    <a:gd name="T15" fmla="*/ 121 h 1577"/>
                                    <a:gd name="T16" fmla="*/ 4550 w 4550"/>
                                    <a:gd name="T17" fmla="*/ 1031 h 15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550" h="1577">
                                      <a:moveTo>
                                        <a:pt x="0" y="849"/>
                                      </a:moveTo>
                                      <a:cubicBezTo>
                                        <a:pt x="98" y="424"/>
                                        <a:pt x="197" y="0"/>
                                        <a:pt x="364" y="121"/>
                                      </a:cubicBezTo>
                                      <a:cubicBezTo>
                                        <a:pt x="531" y="242"/>
                                        <a:pt x="789" y="1577"/>
                                        <a:pt x="1001" y="1577"/>
                                      </a:cubicBezTo>
                                      <a:cubicBezTo>
                                        <a:pt x="1213" y="1577"/>
                                        <a:pt x="1426" y="121"/>
                                        <a:pt x="1638" y="121"/>
                                      </a:cubicBezTo>
                                      <a:cubicBezTo>
                                        <a:pt x="1850" y="121"/>
                                        <a:pt x="2063" y="1577"/>
                                        <a:pt x="2275" y="1577"/>
                                      </a:cubicBezTo>
                                      <a:cubicBezTo>
                                        <a:pt x="2487" y="1577"/>
                                        <a:pt x="2700" y="121"/>
                                        <a:pt x="2912" y="121"/>
                                      </a:cubicBezTo>
                                      <a:cubicBezTo>
                                        <a:pt x="3124" y="121"/>
                                        <a:pt x="3337" y="1577"/>
                                        <a:pt x="3549" y="1577"/>
                                      </a:cubicBezTo>
                                      <a:cubicBezTo>
                                        <a:pt x="3761" y="1577"/>
                                        <a:pt x="4019" y="212"/>
                                        <a:pt x="4186" y="121"/>
                                      </a:cubicBezTo>
                                      <a:cubicBezTo>
                                        <a:pt x="4353" y="30"/>
                                        <a:pt x="4451" y="530"/>
                                        <a:pt x="4550" y="10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7" name="Connecteur droit 87"/>
                            <wps:cNvCnPr/>
                            <wps:spPr>
                              <a:xfrm>
                                <a:off x="513347" y="1239253"/>
                                <a:ext cx="0" cy="176062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8" name="Connecteur droit 88"/>
                            <wps:cNvCnPr/>
                            <wps:spPr>
                              <a:xfrm>
                                <a:off x="806116" y="645695"/>
                                <a:ext cx="0" cy="770021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" name="Connecteur droit avec flèche 89"/>
                            <wps:cNvCnPr/>
                            <wps:spPr>
                              <a:xfrm>
                                <a:off x="511342" y="1391653"/>
                                <a:ext cx="2908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5221" y="1415715"/>
                                <a:ext cx="974090" cy="31961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E474CC" w14:textId="77777777" w:rsidR="00CC6D47" w:rsidRDefault="00CC6D47" w:rsidP="00CC6D47">
                                  <w:r>
                                    <w:t xml:space="preserve">décalage </w:t>
                                  </w:r>
                                  <w:r w:rsidRPr="00775E07">
                                    <w:rPr>
                                      <w:i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95" name="Rectangle 95"/>
                          <wps:cNvSpPr/>
                          <wps:spPr>
                            <a:xfrm>
                              <a:off x="3110710" y="0"/>
                              <a:ext cx="524510" cy="92307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0710" y="301883"/>
                            <a:ext cx="389255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1927E" w14:textId="47680B09" w:rsidR="00CC6D47" w:rsidRDefault="00CC6D47" w:rsidP="00CC6D4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1957D92" id="Groupe 98" o:spid="_x0000_s1069" style="position:absolute;left:0;text-align:left;margin-left:164.1pt;margin-top:8.55pt;width:238.7pt;height:121.1pt;z-index:251724800;mso-position-horizontal-relative:text;mso-position-vertical-relative:text;mso-width-relative:margin;mso-height-relative:margin" coordsize="36352,17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">
                <v:group id="Groupe 96" o:spid="_x0000_s1070" style="position:absolute;width:36352;height:17353" coordsize="36352,1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group id="Groupe 91" o:spid="_x0000_s1071" style="position:absolute;width:36054;height:17353" coordsize="36054,1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group id="Groupe 86" o:spid="_x0000_s1072" style="position:absolute;width:36054;height:12402" coordsize="36054,12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<v:group id="Groupe 76" o:spid="_x0000_s1073" style="position:absolute;left:2927;top:1323;width:5134;height:5144" coordsize="513348,514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rect id="Rectangle 71" o:spid="_x0000_s1074" style="position:absolute;left:383822;width:128270;height:82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" filled="f" strokecolor="black [3213]" strokeweight="1pt"/>
                        <v:rect id="Rectangle 70" o:spid="_x0000_s1075" style="position:absolute;top:248355;width:513348;height:266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M1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" filled="f" strokecolor="black [3213]" strokeweight="1pt"/>
                        <v:line id="Connecteur droit 72" o:spid="_x0000_s1076" style="position:absolute;flip:x;visibility:visible;mso-wrap-style:square" from="270933,16933" to="383963,16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" strokecolor="black [3213]" strokeweight="1pt"/>
                        <v:line id="Connecteur droit 73" o:spid="_x0000_s1077" style="position:absolute;flip:x;visibility:visible;mso-wrap-style:square" from="318911,64911" to="382411,64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" strokecolor="black [3213]" strokeweight="1pt"/>
                        <v:line id="Connecteur droit 74" o:spid="_x0000_s1078" style="position:absolute;flip:x;visibility:visible;mso-wrap-style:square" from="273756,11288" to="273756,24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" strokecolor="black [3213]" strokeweight="1pt"/>
                        <v:line id="Connecteur droit 75" o:spid="_x0000_s1079" style="position:absolute;flip:x;visibility:visible;mso-wrap-style:square" from="321733,59266" to="321733,247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" strokecolor="black [3213]" strokeweight="1pt"/>
                      </v:group>
                      <v:group id="Groupe 77" o:spid="_x0000_s1080" style="position:absolute;top:7259;width:5133;height:5143" coordsize="513348,514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<v:rect id="Rectangle 78" o:spid="_x0000_s1081" style="position:absolute;left:383822;width:128270;height:82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v8z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" filled="f" strokecolor="black [3213]" strokeweight="1pt"/>
                        <v:rect id="Rectangle 79" o:spid="_x0000_s1082" style="position:absolute;top:248355;width:513348;height:266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" filled="f" strokecolor="black [3213]" strokeweight="1pt"/>
                        <v:line id="Connecteur droit 80" o:spid="_x0000_s1083" style="position:absolute;flip:x;visibility:visible;mso-wrap-style:square" from="270933,16933" to="383963,16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" strokecolor="black [3213]" strokeweight="1pt"/>
                        <v:line id="Connecteur droit 81" o:spid="_x0000_s1084" style="position:absolute;flip:x;visibility:visible;mso-wrap-style:square" from="318911,64911" to="382411,64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" strokecolor="black [3213]" strokeweight="1pt"/>
                        <v:line id="Connecteur droit 82" o:spid="_x0000_s1085" style="position:absolute;flip:x;visibility:visible;mso-wrap-style:square" from="273756,11288" to="273756,24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" strokecolor="black [3213]" strokeweight="1pt"/>
                        <v:line id="Connecteur droit 83" o:spid="_x0000_s1086" style="position:absolute;flip:x;visibility:visible;mso-wrap-style:square" from="321733,59266" to="321733,247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" strokecolor="black [3213]" strokeweight="1pt"/>
                      </v:group>
                      <v:shape id="Freeform 68" o:spid="_x0000_s1087" style="position:absolute;left:8061;width:27993;height:3581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" path="m,849c98,424,197,,364,121v167,121,425,1456,637,1456c1213,1577,1426,121,1638,121v212,,425,1456,637,1456c2487,1577,2700,121,2912,121v212,,425,1456,637,1456c3761,1577,4019,212,4186,121v167,-91,265,409,364,910e" filled="f">
                        <v:path arrowok="t" o:connecttype="custom" o:connectlocs="0,192828;223948,27482;615857,358174;1007765,27482;1399674,358174;1791583,27482;2183491,358174;2575400,27482;2799348,234164" o:connectangles="0,0,0,0,0,0,0,0,0"/>
                      </v:shape>
                      <v:shape id="Freeform 68" o:spid="_x0000_s1088" style="position:absolute;left:5133;top:5895;width:27993;height:3582;visibility:visible;mso-wrap-style:square;v-text-anchor:top" coordsize="4550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" path="m,849c98,424,197,,364,121v167,121,425,1456,637,1456c1213,1577,1426,121,1638,121v212,,425,1456,637,1456c2487,1577,2700,121,2912,121v212,,425,1456,637,1456c3761,1577,4019,212,4186,121v167,-91,265,409,364,910e" filled="f">
                        <v:path arrowok="t" o:connecttype="custom" o:connectlocs="0,192828;223948,27482;615857,358174;1007765,27482;1399674,358174;1791583,27482;2183491,358174;2575400,27482;2799348,234164" o:connectangles="0,0,0,0,0,0,0,0,0"/>
                      </v:shape>
                    </v:group>
                    <v:line id="Connecteur droit 87" o:spid="_x0000_s1089" style="position:absolute;visibility:visible;mso-wrap-style:square" from="5133,12392" to="5133,14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" strokecolor="black [3040]">
                      <v:stroke dashstyle="dash"/>
                    </v:line>
                    <v:line id="Connecteur droit 88" o:spid="_x0000_s1090" style="position:absolute;visibility:visible;mso-wrap-style:square" from="8061,6456" to="8061,14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" strokecolor="black [3040]">
                      <v:stroke dashstyle="dash"/>
                    </v:lin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89" o:spid="_x0000_s1091" type="#_x0000_t32" style="position:absolute;left:5113;top:13916;width:29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" strokecolor="black [3213]">
                      <v:stroke startarrow="block" endarrow="block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92" type="#_x0000_t202" style="position:absolute;left:4652;top:14157;width:9741;height:3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  <v:textbox>
                        <w:txbxContent>
                          <w:p w14:paraId="4CE474CC" w14:textId="77777777" w:rsidR="00CC6D47" w:rsidRDefault="00CC6D47" w:rsidP="00CC6D47">
                            <w:proofErr w:type="gramStart"/>
                            <w:r>
                              <w:t>décalage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775E07">
                              <w:rPr>
                                <w:i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rect id="Rectangle 95" o:spid="_x0000_s1093" style="position:absolute;left:31107;width:5245;height:9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" fillcolor="white [3212]" stroked="f" strokeweight="2pt"/>
                </v:group>
                <v:shape id="Zone de texte 2" o:spid="_x0000_s1094" type="#_x0000_t202" style="position:absolute;left:31107;top:3018;width:38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2BT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VsEvj7En6A3P0CAAD//wMAUEsBAi0AFAAGAAgAAAAhANvh9svuAAAAhQEAABMAAAAAAAAAAAAA&#10;AAAAAAAAAFtDb250ZW50X1R5cGVzXS54bWxQSwECLQAUAAYACAAAACEAWvQsW78AAAAVAQAACwAA&#10;AAAAAAAAAAAAAAAfAQAAX3JlbHMvLnJlbHNQSwECLQAUAAYACAAAACEAb1tgU8MAAADbAAAADwAA&#10;AAAAAAAAAAAAAAAHAgAAZHJzL2Rvd25yZXYueG1sUEsFBgAAAAADAAMAtwAAAPcCAAAAAA==&#10;" stroked="f">
                  <v:textbox>
                    <w:txbxContent>
                      <w:p w14:paraId="7361927E" w14:textId="47680B09" w:rsidR="00CC6D47" w:rsidRDefault="00CC6D47" w:rsidP="00CC6D47"/>
                    </w:txbxContent>
                  </v:textbox>
                </v:shape>
              </v:group>
            </w:pict>
          </mc:Fallback>
        </mc:AlternateContent>
      </w:r>
    </w:p>
    <w:p w14:paraId="6365557F" w14:textId="77777777" w:rsidR="00CC6D47" w:rsidRDefault="00CC6D47" w:rsidP="00CC6D47">
      <w:pPr>
        <w:pStyle w:val="ECEcorps"/>
        <w:rPr>
          <w:rFonts w:eastAsia="Arial Unicode MS"/>
        </w:rPr>
      </w:pPr>
    </w:p>
    <w:p w14:paraId="418DDFC0" w14:textId="77777777" w:rsidR="00CC6D47" w:rsidRDefault="00CC6D47" w:rsidP="00CC6D47">
      <w:pPr>
        <w:pStyle w:val="ECEcorps"/>
        <w:rPr>
          <w:rFonts w:eastAsia="Arial Unicode MS"/>
        </w:rPr>
      </w:pPr>
    </w:p>
    <w:p w14:paraId="7ACD90D4" w14:textId="77777777" w:rsidR="00CC6D47" w:rsidRDefault="00CC6D47" w:rsidP="00CC6D47">
      <w:pPr>
        <w:pStyle w:val="ECEcorps"/>
        <w:rPr>
          <w:rFonts w:eastAsia="Arial Unicode MS"/>
        </w:rPr>
      </w:pPr>
    </w:p>
    <w:p w14:paraId="3B3A0B2E" w14:textId="77777777" w:rsidR="00CC6D47" w:rsidRDefault="00CC6D47" w:rsidP="00CC6D47">
      <w:pPr>
        <w:pStyle w:val="ECEcorps"/>
        <w:rPr>
          <w:rFonts w:eastAsia="Arial Unicode MS"/>
        </w:rPr>
      </w:pPr>
    </w:p>
    <w:p w14:paraId="3CCBA86C" w14:textId="77777777" w:rsidR="00CC6D47" w:rsidRDefault="00CC6D47" w:rsidP="00CC6D47">
      <w:pPr>
        <w:pStyle w:val="ECEcorps"/>
        <w:rPr>
          <w:rFonts w:eastAsia="Arial Unicode MS"/>
        </w:rPr>
      </w:pPr>
    </w:p>
    <w:p w14:paraId="6C09005D" w14:textId="77777777" w:rsidR="00CC6D47" w:rsidRDefault="00CC6D47" w:rsidP="00CC6D47">
      <w:pPr>
        <w:pStyle w:val="ECEcorps"/>
        <w:rPr>
          <w:rFonts w:eastAsia="Arial Unicode MS"/>
        </w:rPr>
      </w:pPr>
    </w:p>
    <w:p w14:paraId="305FD46A" w14:textId="77777777" w:rsidR="00CC6D47" w:rsidRDefault="00CC6D47" w:rsidP="00CC6D47">
      <w:pPr>
        <w:pStyle w:val="ECEcorps"/>
        <w:rPr>
          <w:rFonts w:eastAsia="Arial Unicode MS"/>
        </w:rPr>
      </w:pPr>
    </w:p>
    <w:p w14:paraId="6764BE3F" w14:textId="77777777" w:rsidR="00CC6D47" w:rsidRDefault="00CC6D47" w:rsidP="00CC6D47">
      <w:pPr>
        <w:pStyle w:val="ECEcorps"/>
        <w:rPr>
          <w:rFonts w:eastAsia="Arial Unicode MS"/>
        </w:rPr>
      </w:pPr>
    </w:p>
    <w:p w14:paraId="1EE36BA1" w14:textId="77777777" w:rsidR="00CC6D47" w:rsidRDefault="00CC6D47" w:rsidP="00CC6D47">
      <w:pPr>
        <w:pStyle w:val="ECEcorps"/>
        <w:rPr>
          <w:rFonts w:eastAsia="Arial Unicode MS"/>
        </w:rPr>
      </w:pPr>
    </w:p>
    <w:p w14:paraId="7D321204" w14:textId="77777777" w:rsidR="00CC6D47" w:rsidRDefault="00CC6D47" w:rsidP="00CC6D47">
      <w:pPr>
        <w:pStyle w:val="ECEcorps"/>
        <w:rPr>
          <w:rFonts w:eastAsia="Arial Unicode MS"/>
        </w:rPr>
      </w:pPr>
      <w:r>
        <w:rPr>
          <w:rFonts w:eastAsia="Arial Unicode MS"/>
        </w:rPr>
        <w:t>Les deux émetteurs sont branchés sur la même source et émettent le même signal ultrasonore sinusoïdal.</w:t>
      </w:r>
    </w:p>
    <w:p w14:paraId="04EA1C9E" w14:textId="77777777" w:rsidR="00CC6D47" w:rsidRDefault="00CC6D47" w:rsidP="00CC6D47">
      <w:pPr>
        <w:pStyle w:val="ECEcorps"/>
        <w:rPr>
          <w:rFonts w:eastAsia="Arial Unicode MS"/>
        </w:rPr>
      </w:pPr>
    </w:p>
    <w:p w14:paraId="245881F0" w14:textId="610891F2" w:rsidR="00CC6D47" w:rsidRPr="00856631" w:rsidRDefault="003E6BA5" w:rsidP="00CC6D47">
      <w:pPr>
        <w:pStyle w:val="ECEcorps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>Indiquer q</w:t>
      </w:r>
      <w:r w:rsidR="00CC6D47" w:rsidRPr="00856631">
        <w:rPr>
          <w:rFonts w:eastAsia="Arial Unicode MS"/>
        </w:rPr>
        <w:t xml:space="preserve">uelles sont les conditions sur le décalage </w:t>
      </w:r>
      <w:r w:rsidR="00CC6D47" w:rsidRPr="003E6BA5">
        <w:rPr>
          <w:rFonts w:eastAsia="Arial Unicode MS"/>
          <w:i/>
        </w:rPr>
        <w:t>d</w:t>
      </w:r>
      <w:r w:rsidR="00CC6D47" w:rsidRPr="00856631">
        <w:rPr>
          <w:rFonts w:eastAsia="Arial Unicode MS"/>
        </w:rPr>
        <w:t xml:space="preserve"> pour obtenir</w:t>
      </w:r>
      <w:r w:rsidR="00F35577">
        <w:rPr>
          <w:rFonts w:eastAsia="Arial Unicode MS"/>
        </w:rPr>
        <w:t>, en un</w:t>
      </w:r>
      <w:r w:rsidR="00CC6D47" w:rsidRPr="00856631">
        <w:rPr>
          <w:rFonts w:eastAsia="Arial Unicode MS"/>
        </w:rPr>
        <w:t xml:space="preserve"> point </w:t>
      </w:r>
      <w:r w:rsidR="00F35577">
        <w:rPr>
          <w:rFonts w:eastAsia="Arial Unicode MS"/>
        </w:rPr>
        <w:t>quelconque,</w:t>
      </w:r>
      <w:r w:rsidR="00CC6D47" w:rsidRPr="00856631">
        <w:rPr>
          <w:rFonts w:eastAsia="Arial Unicode MS"/>
        </w:rPr>
        <w:t xml:space="preserve"> des interférences constructives </w:t>
      </w:r>
      <w:r w:rsidR="00812F3C">
        <w:rPr>
          <w:rFonts w:eastAsia="Arial Unicode MS"/>
        </w:rPr>
        <w:t>puis</w:t>
      </w:r>
      <w:r w:rsidR="00CC6D47" w:rsidRPr="00856631">
        <w:rPr>
          <w:rFonts w:eastAsia="Arial Unicode MS"/>
        </w:rPr>
        <w:t xml:space="preserve"> destructives</w:t>
      </w:r>
      <w:r w:rsidR="00F35577">
        <w:rPr>
          <w:rFonts w:eastAsia="Arial Unicode MS"/>
        </w:rPr>
        <w:t>.</w:t>
      </w:r>
    </w:p>
    <w:p w14:paraId="727D91ED" w14:textId="77777777" w:rsidR="00CC6D47" w:rsidRPr="00B13B82" w:rsidRDefault="00CC6D47" w:rsidP="00CC6D47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565424B6" w14:textId="77777777" w:rsidR="00CC6D47" w:rsidRPr="00B13B82" w:rsidRDefault="00CC6D47" w:rsidP="00CC6D47">
      <w:pPr>
        <w:pStyle w:val="ECErponse"/>
      </w:pPr>
      <w:r w:rsidRPr="00B13B82">
        <w:t>…………………………………………………………………………………………………..……….………..………………..</w:t>
      </w:r>
    </w:p>
    <w:p w14:paraId="75113E71" w14:textId="77777777" w:rsidR="00CC6D47" w:rsidRPr="00B13B82" w:rsidRDefault="00CC6D47" w:rsidP="00CC6D47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22CFAE4C" w14:textId="77777777" w:rsidR="00856631" w:rsidRDefault="00856631" w:rsidP="00856631">
      <w:pPr>
        <w:pStyle w:val="ECEcorps"/>
        <w:ind w:left="360"/>
        <w:rPr>
          <w:rFonts w:eastAsia="Arial Unicode MS"/>
        </w:rPr>
      </w:pPr>
    </w:p>
    <w:p w14:paraId="03093B16" w14:textId="6FA84FFA" w:rsidR="00523FC2" w:rsidRDefault="00262601" w:rsidP="00C03ED8">
      <w:pPr>
        <w:pStyle w:val="ECEcorps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 xml:space="preserve">Placer les deux émetteurs côte à côte, à environ 50 cm du </w:t>
      </w:r>
      <w:r w:rsidR="00943B2B">
        <w:rPr>
          <w:rFonts w:eastAsia="Arial Unicode MS"/>
        </w:rPr>
        <w:t>récepteur,</w:t>
      </w:r>
      <w:r w:rsidR="00F3331C">
        <w:rPr>
          <w:rFonts w:eastAsia="Arial Unicode MS"/>
        </w:rPr>
        <w:t xml:space="preserve"> puis :</w:t>
      </w:r>
    </w:p>
    <w:p w14:paraId="5ED8DC57" w14:textId="5BE0F587" w:rsidR="00943B2B" w:rsidRDefault="00943B2B" w:rsidP="00392CCC">
      <w:pPr>
        <w:pStyle w:val="ECEcorps"/>
        <w:numPr>
          <w:ilvl w:val="0"/>
          <w:numId w:val="10"/>
        </w:numPr>
        <w:ind w:left="709"/>
        <w:rPr>
          <w:rFonts w:eastAsia="Arial Unicode MS"/>
        </w:rPr>
      </w:pPr>
      <w:r>
        <w:rPr>
          <w:rFonts w:eastAsia="Arial Unicode MS"/>
        </w:rPr>
        <w:t>ajuster les positions des émetteurs pour obtenir une situation d’interférences constructive</w:t>
      </w:r>
      <w:r w:rsidR="0012571E">
        <w:rPr>
          <w:rFonts w:eastAsia="Arial Unicode MS"/>
        </w:rPr>
        <w:t>s</w:t>
      </w:r>
      <w:r w:rsidR="00392CCC">
        <w:rPr>
          <w:rFonts w:eastAsia="Arial Unicode MS"/>
        </w:rPr>
        <w:t> ;</w:t>
      </w:r>
    </w:p>
    <w:p w14:paraId="2BCB0D14" w14:textId="06146D57" w:rsidR="00943B2B" w:rsidRDefault="00943B2B" w:rsidP="00392CCC">
      <w:pPr>
        <w:pStyle w:val="ECEcorps"/>
        <w:numPr>
          <w:ilvl w:val="0"/>
          <w:numId w:val="10"/>
        </w:numPr>
        <w:ind w:left="709"/>
        <w:rPr>
          <w:rFonts w:eastAsia="Arial Unicode MS"/>
        </w:rPr>
      </w:pPr>
      <w:r>
        <w:rPr>
          <w:rFonts w:eastAsia="Arial Unicode MS"/>
        </w:rPr>
        <w:t xml:space="preserve">déplacer </w:t>
      </w:r>
      <w:r w:rsidR="00E25AAE">
        <w:rPr>
          <w:rFonts w:eastAsia="Arial Unicode MS"/>
        </w:rPr>
        <w:t>délicatement</w:t>
      </w:r>
      <w:r w:rsidR="00392CCC">
        <w:rPr>
          <w:rFonts w:eastAsia="Arial Unicode MS"/>
        </w:rPr>
        <w:t xml:space="preserve"> </w:t>
      </w:r>
      <w:r>
        <w:rPr>
          <w:rFonts w:eastAsia="Arial Unicode MS"/>
        </w:rPr>
        <w:t>l’un des émetteurs vers le récepteur et observer l’évolution du signal obtenu à l’écran de l’oscilloscope</w:t>
      </w:r>
      <w:r w:rsidR="00392CCC">
        <w:rPr>
          <w:rFonts w:eastAsia="Arial Unicode MS"/>
        </w:rPr>
        <w:t> ;</w:t>
      </w:r>
    </w:p>
    <w:p w14:paraId="6065AB42" w14:textId="027762A2" w:rsidR="00392CCC" w:rsidRPr="00392CCC" w:rsidRDefault="00392CCC" w:rsidP="00D43420">
      <w:pPr>
        <w:pStyle w:val="ECEcorps"/>
        <w:numPr>
          <w:ilvl w:val="0"/>
          <w:numId w:val="10"/>
        </w:numPr>
        <w:ind w:left="709"/>
        <w:rPr>
          <w:rFonts w:eastAsia="Arial Unicode MS"/>
        </w:rPr>
      </w:pPr>
      <w:r w:rsidRPr="00392CCC">
        <w:rPr>
          <w:rFonts w:eastAsia="Arial Unicode MS"/>
        </w:rPr>
        <w:t xml:space="preserve">à partir des observations, </w:t>
      </w:r>
      <w:r w:rsidR="00A6243E">
        <w:rPr>
          <w:rFonts w:eastAsia="Arial Unicode MS"/>
        </w:rPr>
        <w:t>concevoir</w:t>
      </w:r>
      <w:r w:rsidRPr="00392CCC">
        <w:rPr>
          <w:rFonts w:eastAsia="Arial Unicode MS"/>
        </w:rPr>
        <w:t xml:space="preserve"> un protocole permettant de mesurer le plus précisément possible la longueur d’onde du signal émis.</w:t>
      </w:r>
      <w:r w:rsidR="00103C7B">
        <w:rPr>
          <w:rFonts w:eastAsia="Arial Unicode MS"/>
        </w:rPr>
        <w:t xml:space="preserve"> Ce protocole sera présenté uniquement oralement au professeur. </w:t>
      </w:r>
    </w:p>
    <w:p w14:paraId="29CFC142" w14:textId="77777777" w:rsidR="00A6243E" w:rsidRDefault="00A6243E" w:rsidP="00A6243E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6243E" w:rsidRPr="00887D9D" w14:paraId="279D91B4" w14:textId="77777777" w:rsidTr="00E90AD1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235C038" w14:textId="77777777" w:rsidR="00A6243E" w:rsidRPr="00887D9D" w:rsidRDefault="00A6243E" w:rsidP="00E90AD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31BE383" w14:textId="77777777" w:rsidR="00A6243E" w:rsidRPr="00887D9D" w:rsidRDefault="00A6243E" w:rsidP="00E90AD1">
            <w:pPr>
              <w:pStyle w:val="ECEappel"/>
              <w:framePr w:wrap="around"/>
            </w:pPr>
            <w:r w:rsidRPr="00887D9D">
              <w:t xml:space="preserve">APPEL </w:t>
            </w:r>
            <w:r>
              <w:t>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FF3D0C9" w14:textId="77777777" w:rsidR="00A6243E" w:rsidRPr="00887D9D" w:rsidRDefault="00A6243E" w:rsidP="00E90AD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6243E" w:rsidRPr="00887D9D" w14:paraId="0629022D" w14:textId="77777777" w:rsidTr="00E90AD1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2EB7956" w14:textId="77777777" w:rsidR="00A6243E" w:rsidRPr="00887D9D" w:rsidRDefault="00A6243E" w:rsidP="00E90AD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E9AB500" w14:textId="77777777" w:rsidR="00A6243E" w:rsidRPr="00887D9D" w:rsidRDefault="00A6243E" w:rsidP="00E90AD1">
            <w:pPr>
              <w:pStyle w:val="ECEappel"/>
              <w:framePr w:wrap="around"/>
            </w:pPr>
            <w:r w:rsidRPr="00887D9D">
              <w:t>Appeler le professeur</w:t>
            </w:r>
            <w:r>
              <w:t xml:space="preserve"> pour lui présenter oralement la méthode envisagée ou</w:t>
            </w:r>
            <w:r w:rsidRPr="00887D9D">
              <w:t xml:space="preserve">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01EBC43" w14:textId="77777777" w:rsidR="00A6243E" w:rsidRPr="00887D9D" w:rsidRDefault="00A6243E" w:rsidP="00E90AD1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780C014" w14:textId="38B8E735" w:rsidR="00A6243E" w:rsidRDefault="00A6243E" w:rsidP="00103C7B">
      <w:pPr>
        <w:pStyle w:val="ECErponse"/>
        <w:jc w:val="left"/>
      </w:pPr>
      <w:r>
        <w:t>Mettre en œuvre le protocole.</w:t>
      </w:r>
    </w:p>
    <w:p w14:paraId="13102AF1" w14:textId="4E9A34D0" w:rsidR="00C03ED8" w:rsidRPr="00B13B82" w:rsidRDefault="00650949" w:rsidP="00650949">
      <w:pPr>
        <w:pStyle w:val="ECErponse"/>
        <w:jc w:val="left"/>
      </w:pPr>
      <w:r>
        <w:t>Présenter le calcul permettant d’obtenir la valeur de</w:t>
      </w:r>
      <w:r w:rsidR="00516524">
        <w:t xml:space="preserve"> </w:t>
      </w:r>
      <w:r w:rsidR="00516524">
        <w:rPr>
          <w:rFonts w:ascii="Symbol" w:hAnsi="Symbol"/>
        </w:rPr>
        <w:sym w:font="Symbol" w:char="F06C"/>
      </w:r>
      <w:r>
        <w:t>.</w:t>
      </w:r>
    </w:p>
    <w:p w14:paraId="443886D9" w14:textId="77777777" w:rsidR="00F956E9" w:rsidRPr="00B13B82" w:rsidRDefault="00F956E9" w:rsidP="00F956E9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4D9250BC" w14:textId="01302606" w:rsidR="00EE319A" w:rsidRDefault="00EE319A" w:rsidP="00E26870">
      <w:pPr>
        <w:pStyle w:val="ECEcorps"/>
        <w:rPr>
          <w:bCs/>
        </w:rPr>
      </w:pPr>
    </w:p>
    <w:p w14:paraId="0A721B33" w14:textId="324207EE" w:rsidR="00E34DE0" w:rsidRDefault="00D16CA9" w:rsidP="00E34DE0">
      <w:pPr>
        <w:pStyle w:val="ECEcorps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 xml:space="preserve">Proposer </w:t>
      </w:r>
      <w:r w:rsidR="00D13847">
        <w:rPr>
          <w:rFonts w:eastAsia="Arial Unicode MS"/>
        </w:rPr>
        <w:t>d</w:t>
      </w:r>
      <w:r w:rsidR="00B32581">
        <w:rPr>
          <w:rFonts w:eastAsia="Arial Unicode MS"/>
        </w:rPr>
        <w:t xml:space="preserve">es </w:t>
      </w:r>
      <w:r w:rsidR="009F4741">
        <w:rPr>
          <w:rFonts w:eastAsia="Arial Unicode MS"/>
        </w:rPr>
        <w:t xml:space="preserve">sources </w:t>
      </w:r>
      <w:r w:rsidR="0012571E">
        <w:rPr>
          <w:rFonts w:eastAsia="Arial Unicode MS"/>
        </w:rPr>
        <w:t>d’incertitudes</w:t>
      </w:r>
      <w:r w:rsidR="008A1FA8">
        <w:rPr>
          <w:rFonts w:eastAsia="Arial Unicode MS"/>
        </w:rPr>
        <w:t xml:space="preserve"> </w:t>
      </w:r>
      <w:r w:rsidR="00824359">
        <w:rPr>
          <w:rFonts w:eastAsia="Arial Unicode MS"/>
        </w:rPr>
        <w:t xml:space="preserve">qui permettraient de justifier </w:t>
      </w:r>
      <w:r w:rsidR="00A10D06">
        <w:rPr>
          <w:rFonts w:eastAsia="Arial Unicode MS"/>
        </w:rPr>
        <w:t>l’év</w:t>
      </w:r>
      <w:r w:rsidR="00943B2B">
        <w:rPr>
          <w:rFonts w:eastAsia="Arial Unicode MS"/>
        </w:rPr>
        <w:t xml:space="preserve">entuel écart entre les </w:t>
      </w:r>
      <w:r w:rsidR="0012571E">
        <w:rPr>
          <w:rFonts w:eastAsia="Arial Unicode MS"/>
        </w:rPr>
        <w:t>deux</w:t>
      </w:r>
      <w:r w:rsidR="00943B2B">
        <w:rPr>
          <w:rFonts w:eastAsia="Arial Unicode MS"/>
        </w:rPr>
        <w:t xml:space="preserve"> valeurs obtenues </w:t>
      </w:r>
      <w:r w:rsidR="00D13847">
        <w:rPr>
          <w:rFonts w:eastAsia="Arial Unicode MS"/>
        </w:rPr>
        <w:t>pour</w:t>
      </w:r>
      <w:r w:rsidR="00824359">
        <w:rPr>
          <w:rFonts w:eastAsia="Arial Unicode MS"/>
        </w:rPr>
        <w:t xml:space="preserve"> la longueur</w:t>
      </w:r>
      <w:r w:rsidR="00DF6EBD">
        <w:rPr>
          <w:rFonts w:eastAsia="Arial Unicode MS"/>
        </w:rPr>
        <w:t xml:space="preserve"> d’onde </w:t>
      </w:r>
      <w:r w:rsidR="00943B2B">
        <w:rPr>
          <w:rFonts w:eastAsia="Arial Unicode MS"/>
        </w:rPr>
        <w:t>du signal.</w:t>
      </w:r>
    </w:p>
    <w:p w14:paraId="568A16E4" w14:textId="77777777" w:rsidR="00E34DE0" w:rsidRPr="00B13B82" w:rsidRDefault="00E34DE0" w:rsidP="00E34DE0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0A9D1ED8" w14:textId="72959894" w:rsidR="00E34DE0" w:rsidRDefault="00E34DE0" w:rsidP="00E34DE0">
      <w:pPr>
        <w:pStyle w:val="ECErponse"/>
      </w:pPr>
      <w:r w:rsidRPr="00B13B82">
        <w:t>……………………………………………………………</w:t>
      </w:r>
      <w:r>
        <w:t>…………………………………..……….………..…………………..</w:t>
      </w:r>
    </w:p>
    <w:p w14:paraId="700B6C69" w14:textId="77777777" w:rsidR="002D4383" w:rsidRDefault="002D4383" w:rsidP="00E34DE0">
      <w:pPr>
        <w:pStyle w:val="ECErponse"/>
      </w:pPr>
    </w:p>
    <w:p w14:paraId="399C7F33" w14:textId="4CED07F5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D9338B" w:rsidRPr="00337F03" w:rsidSect="00680CBA">
      <w:headerReference w:type="default" r:id="rId9"/>
      <w:footerReference w:type="default" r:id="rId10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91D6D" w14:textId="77777777" w:rsidR="00D53196" w:rsidRDefault="00D53196" w:rsidP="0008058B">
      <w:r>
        <w:separator/>
      </w:r>
    </w:p>
  </w:endnote>
  <w:endnote w:type="continuationSeparator" w:id="0">
    <w:p w14:paraId="63921D3D" w14:textId="77777777" w:rsidR="00D53196" w:rsidRDefault="00D53196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35C68396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771113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771113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CBD3E" w14:textId="77777777" w:rsidR="00D53196" w:rsidRDefault="00D53196" w:rsidP="0008058B">
      <w:r>
        <w:separator/>
      </w:r>
    </w:p>
  </w:footnote>
  <w:footnote w:type="continuationSeparator" w:id="0">
    <w:p w14:paraId="6C3011E1" w14:textId="77777777" w:rsidR="00D53196" w:rsidRDefault="00D53196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70DFAC68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EA508F">
      <w:rPr>
        <w:b/>
        <w:sz w:val="24"/>
        <w:szCs w:val="24"/>
      </w:rPr>
      <w:t>LITHOTRIPSIE </w:t>
    </w:r>
    <w:r>
      <w:tab/>
      <w:t>Session</w:t>
    </w:r>
  </w:p>
  <w:p w14:paraId="37DE348B" w14:textId="3C2E95BE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 w:rsidR="004554A1">
      <w:tab/>
    </w:r>
    <w:r>
      <w:tab/>
      <w:t>202</w:t>
    </w:r>
    <w:r w:rsidR="003A76FC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873487B"/>
    <w:multiLevelType w:val="hybridMultilevel"/>
    <w:tmpl w:val="27EE5E42"/>
    <w:lvl w:ilvl="0" w:tplc="E7B476C0">
      <w:start w:val="5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D4E85"/>
    <w:multiLevelType w:val="hybridMultilevel"/>
    <w:tmpl w:val="31283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5CE"/>
    <w:multiLevelType w:val="multilevel"/>
    <w:tmpl w:val="67F0BC2E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0F2524"/>
    <w:multiLevelType w:val="hybridMultilevel"/>
    <w:tmpl w:val="17E05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9C05AF1"/>
    <w:multiLevelType w:val="hybridMultilevel"/>
    <w:tmpl w:val="1F740F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9"/>
  </w:num>
  <w:num w:numId="8">
    <w:abstractNumId w:val="9"/>
  </w:num>
  <w:num w:numId="9">
    <w:abstractNumId w:val="8"/>
  </w:num>
  <w:num w:numId="10">
    <w:abstractNumId w:val="7"/>
  </w:num>
  <w:num w:numId="11">
    <w:abstractNumId w:val="2"/>
  </w:num>
  <w:num w:numId="12">
    <w:abstractNumId w:val="4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3FF8"/>
    <w:rsid w:val="0002483E"/>
    <w:rsid w:val="00024878"/>
    <w:rsid w:val="0003345D"/>
    <w:rsid w:val="00035E12"/>
    <w:rsid w:val="00036419"/>
    <w:rsid w:val="000452AF"/>
    <w:rsid w:val="0005057E"/>
    <w:rsid w:val="0005391B"/>
    <w:rsid w:val="00060606"/>
    <w:rsid w:val="00065579"/>
    <w:rsid w:val="000730EC"/>
    <w:rsid w:val="00073D37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C268E"/>
    <w:rsid w:val="000C762C"/>
    <w:rsid w:val="000D3D7B"/>
    <w:rsid w:val="000D4C7E"/>
    <w:rsid w:val="000E11E8"/>
    <w:rsid w:val="000E6CD3"/>
    <w:rsid w:val="000E6E7A"/>
    <w:rsid w:val="000F09CE"/>
    <w:rsid w:val="000F2199"/>
    <w:rsid w:val="000F4F58"/>
    <w:rsid w:val="000F5562"/>
    <w:rsid w:val="00103C7B"/>
    <w:rsid w:val="00111E47"/>
    <w:rsid w:val="00117BB9"/>
    <w:rsid w:val="001227DD"/>
    <w:rsid w:val="001236B1"/>
    <w:rsid w:val="0012400C"/>
    <w:rsid w:val="0012571E"/>
    <w:rsid w:val="00127337"/>
    <w:rsid w:val="0013056C"/>
    <w:rsid w:val="00134F12"/>
    <w:rsid w:val="00136091"/>
    <w:rsid w:val="0014137D"/>
    <w:rsid w:val="0015144D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1A8D"/>
    <w:rsid w:val="001E36BA"/>
    <w:rsid w:val="001E6BF0"/>
    <w:rsid w:val="001F2B63"/>
    <w:rsid w:val="001F3BEA"/>
    <w:rsid w:val="001F42A2"/>
    <w:rsid w:val="001F5398"/>
    <w:rsid w:val="001F6316"/>
    <w:rsid w:val="001F67FD"/>
    <w:rsid w:val="0021137A"/>
    <w:rsid w:val="00222333"/>
    <w:rsid w:val="0023590A"/>
    <w:rsid w:val="00235CF8"/>
    <w:rsid w:val="002402D0"/>
    <w:rsid w:val="002406F0"/>
    <w:rsid w:val="002436AD"/>
    <w:rsid w:val="002570A7"/>
    <w:rsid w:val="00262601"/>
    <w:rsid w:val="00264A3F"/>
    <w:rsid w:val="00267E4F"/>
    <w:rsid w:val="00272204"/>
    <w:rsid w:val="002739E2"/>
    <w:rsid w:val="00297830"/>
    <w:rsid w:val="002A1B7D"/>
    <w:rsid w:val="002B2244"/>
    <w:rsid w:val="002B44A4"/>
    <w:rsid w:val="002C2415"/>
    <w:rsid w:val="002C3CC3"/>
    <w:rsid w:val="002D4383"/>
    <w:rsid w:val="002E68C6"/>
    <w:rsid w:val="002E7086"/>
    <w:rsid w:val="00305D9F"/>
    <w:rsid w:val="00312F6B"/>
    <w:rsid w:val="00313B78"/>
    <w:rsid w:val="00314F87"/>
    <w:rsid w:val="003167DB"/>
    <w:rsid w:val="00317EBC"/>
    <w:rsid w:val="0032013E"/>
    <w:rsid w:val="00332943"/>
    <w:rsid w:val="00332C86"/>
    <w:rsid w:val="00335B86"/>
    <w:rsid w:val="0033731B"/>
    <w:rsid w:val="00337F03"/>
    <w:rsid w:val="00343196"/>
    <w:rsid w:val="00344874"/>
    <w:rsid w:val="00347357"/>
    <w:rsid w:val="00351073"/>
    <w:rsid w:val="003525CF"/>
    <w:rsid w:val="00356DD6"/>
    <w:rsid w:val="00366A24"/>
    <w:rsid w:val="00367552"/>
    <w:rsid w:val="0037570D"/>
    <w:rsid w:val="00377024"/>
    <w:rsid w:val="00380A67"/>
    <w:rsid w:val="003839E3"/>
    <w:rsid w:val="003869AD"/>
    <w:rsid w:val="00392182"/>
    <w:rsid w:val="00392CCC"/>
    <w:rsid w:val="0039367C"/>
    <w:rsid w:val="00397E4F"/>
    <w:rsid w:val="003A114B"/>
    <w:rsid w:val="003A2812"/>
    <w:rsid w:val="003A76FC"/>
    <w:rsid w:val="003B15C1"/>
    <w:rsid w:val="003B41FF"/>
    <w:rsid w:val="003B6A29"/>
    <w:rsid w:val="003C0A55"/>
    <w:rsid w:val="003C13F9"/>
    <w:rsid w:val="003C16AD"/>
    <w:rsid w:val="003C26A8"/>
    <w:rsid w:val="003C6A7A"/>
    <w:rsid w:val="003D2DB2"/>
    <w:rsid w:val="003E6BA5"/>
    <w:rsid w:val="003F5DFB"/>
    <w:rsid w:val="00400882"/>
    <w:rsid w:val="00401476"/>
    <w:rsid w:val="004143AF"/>
    <w:rsid w:val="00430881"/>
    <w:rsid w:val="004314C1"/>
    <w:rsid w:val="004470BA"/>
    <w:rsid w:val="00452138"/>
    <w:rsid w:val="004554A1"/>
    <w:rsid w:val="00455CA0"/>
    <w:rsid w:val="00457661"/>
    <w:rsid w:val="0046515C"/>
    <w:rsid w:val="004747BB"/>
    <w:rsid w:val="00476C4B"/>
    <w:rsid w:val="00484BB6"/>
    <w:rsid w:val="00486CC1"/>
    <w:rsid w:val="00490BE1"/>
    <w:rsid w:val="00494687"/>
    <w:rsid w:val="004951F3"/>
    <w:rsid w:val="004955A9"/>
    <w:rsid w:val="00496711"/>
    <w:rsid w:val="004B461A"/>
    <w:rsid w:val="004B4D54"/>
    <w:rsid w:val="004B701D"/>
    <w:rsid w:val="004B7AC0"/>
    <w:rsid w:val="004C193F"/>
    <w:rsid w:val="004C486D"/>
    <w:rsid w:val="004C4952"/>
    <w:rsid w:val="004C63B9"/>
    <w:rsid w:val="004C7336"/>
    <w:rsid w:val="004C7B41"/>
    <w:rsid w:val="004D1808"/>
    <w:rsid w:val="004E3F39"/>
    <w:rsid w:val="004E7A99"/>
    <w:rsid w:val="004E7C5D"/>
    <w:rsid w:val="004F39E2"/>
    <w:rsid w:val="004F58C7"/>
    <w:rsid w:val="004F7FE3"/>
    <w:rsid w:val="00501769"/>
    <w:rsid w:val="00511500"/>
    <w:rsid w:val="00513BE3"/>
    <w:rsid w:val="00514057"/>
    <w:rsid w:val="0051466E"/>
    <w:rsid w:val="00514F40"/>
    <w:rsid w:val="005164BB"/>
    <w:rsid w:val="00516524"/>
    <w:rsid w:val="00520259"/>
    <w:rsid w:val="00523FC2"/>
    <w:rsid w:val="0052797B"/>
    <w:rsid w:val="00527A98"/>
    <w:rsid w:val="00531889"/>
    <w:rsid w:val="0053548C"/>
    <w:rsid w:val="00535F25"/>
    <w:rsid w:val="0053639F"/>
    <w:rsid w:val="005367B5"/>
    <w:rsid w:val="005415CA"/>
    <w:rsid w:val="005428F6"/>
    <w:rsid w:val="00545715"/>
    <w:rsid w:val="00555314"/>
    <w:rsid w:val="00557F57"/>
    <w:rsid w:val="00572123"/>
    <w:rsid w:val="00574D92"/>
    <w:rsid w:val="00580263"/>
    <w:rsid w:val="005827DD"/>
    <w:rsid w:val="00593DD4"/>
    <w:rsid w:val="00597B0C"/>
    <w:rsid w:val="005A3ADA"/>
    <w:rsid w:val="005A6352"/>
    <w:rsid w:val="005C1B04"/>
    <w:rsid w:val="005D1C00"/>
    <w:rsid w:val="005D4170"/>
    <w:rsid w:val="005D433C"/>
    <w:rsid w:val="005F0D68"/>
    <w:rsid w:val="005F3ABA"/>
    <w:rsid w:val="006017BB"/>
    <w:rsid w:val="00603814"/>
    <w:rsid w:val="0060508C"/>
    <w:rsid w:val="006220B0"/>
    <w:rsid w:val="00622A2D"/>
    <w:rsid w:val="006256F1"/>
    <w:rsid w:val="006314F4"/>
    <w:rsid w:val="00641949"/>
    <w:rsid w:val="00641C53"/>
    <w:rsid w:val="00650949"/>
    <w:rsid w:val="00651153"/>
    <w:rsid w:val="006520FD"/>
    <w:rsid w:val="00656141"/>
    <w:rsid w:val="00670A39"/>
    <w:rsid w:val="0067559A"/>
    <w:rsid w:val="00675DF7"/>
    <w:rsid w:val="00680CBA"/>
    <w:rsid w:val="00693925"/>
    <w:rsid w:val="00694EBD"/>
    <w:rsid w:val="006A0F26"/>
    <w:rsid w:val="006A1119"/>
    <w:rsid w:val="006A2003"/>
    <w:rsid w:val="006A4982"/>
    <w:rsid w:val="006C3642"/>
    <w:rsid w:val="006E4A76"/>
    <w:rsid w:val="006E61FC"/>
    <w:rsid w:val="006F3571"/>
    <w:rsid w:val="00700289"/>
    <w:rsid w:val="00700B7B"/>
    <w:rsid w:val="00703EF9"/>
    <w:rsid w:val="00705B5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63562"/>
    <w:rsid w:val="00766CB7"/>
    <w:rsid w:val="00771113"/>
    <w:rsid w:val="00775E07"/>
    <w:rsid w:val="00777A5A"/>
    <w:rsid w:val="00781FDA"/>
    <w:rsid w:val="00791883"/>
    <w:rsid w:val="007955D1"/>
    <w:rsid w:val="00795BD5"/>
    <w:rsid w:val="007A2EEC"/>
    <w:rsid w:val="007B33F9"/>
    <w:rsid w:val="007C2791"/>
    <w:rsid w:val="007D2CCF"/>
    <w:rsid w:val="007D359B"/>
    <w:rsid w:val="007E5DC4"/>
    <w:rsid w:val="007E7114"/>
    <w:rsid w:val="007F4752"/>
    <w:rsid w:val="007F4B1B"/>
    <w:rsid w:val="008034C0"/>
    <w:rsid w:val="00803546"/>
    <w:rsid w:val="00804D53"/>
    <w:rsid w:val="0080589A"/>
    <w:rsid w:val="0081247E"/>
    <w:rsid w:val="00812F3C"/>
    <w:rsid w:val="00814D65"/>
    <w:rsid w:val="008212D5"/>
    <w:rsid w:val="00824359"/>
    <w:rsid w:val="00825115"/>
    <w:rsid w:val="00827238"/>
    <w:rsid w:val="00845CFB"/>
    <w:rsid w:val="00847E64"/>
    <w:rsid w:val="00856631"/>
    <w:rsid w:val="0086169E"/>
    <w:rsid w:val="00864E21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13CA"/>
    <w:rsid w:val="008A1FA8"/>
    <w:rsid w:val="008A206A"/>
    <w:rsid w:val="008A2C45"/>
    <w:rsid w:val="008A4322"/>
    <w:rsid w:val="008A66EA"/>
    <w:rsid w:val="008B1679"/>
    <w:rsid w:val="008B1B0C"/>
    <w:rsid w:val="008B3457"/>
    <w:rsid w:val="008B39EA"/>
    <w:rsid w:val="008C32B8"/>
    <w:rsid w:val="008C38F0"/>
    <w:rsid w:val="008C5E45"/>
    <w:rsid w:val="008C7124"/>
    <w:rsid w:val="008D18C9"/>
    <w:rsid w:val="008D2329"/>
    <w:rsid w:val="008D5BC6"/>
    <w:rsid w:val="008D5E1C"/>
    <w:rsid w:val="008D5E24"/>
    <w:rsid w:val="008E0208"/>
    <w:rsid w:val="008E58B1"/>
    <w:rsid w:val="008E6118"/>
    <w:rsid w:val="008E7248"/>
    <w:rsid w:val="008F2676"/>
    <w:rsid w:val="008F43AF"/>
    <w:rsid w:val="008F520D"/>
    <w:rsid w:val="009009D9"/>
    <w:rsid w:val="00902E0B"/>
    <w:rsid w:val="00910A57"/>
    <w:rsid w:val="00910ACC"/>
    <w:rsid w:val="00910B6F"/>
    <w:rsid w:val="00915AEE"/>
    <w:rsid w:val="00917147"/>
    <w:rsid w:val="009362F7"/>
    <w:rsid w:val="009407A6"/>
    <w:rsid w:val="00943326"/>
    <w:rsid w:val="00943B2B"/>
    <w:rsid w:val="0094436A"/>
    <w:rsid w:val="009506E7"/>
    <w:rsid w:val="00953B67"/>
    <w:rsid w:val="00955A08"/>
    <w:rsid w:val="00956745"/>
    <w:rsid w:val="00961955"/>
    <w:rsid w:val="00965FA8"/>
    <w:rsid w:val="00967FF6"/>
    <w:rsid w:val="00974798"/>
    <w:rsid w:val="00975D81"/>
    <w:rsid w:val="00977D3F"/>
    <w:rsid w:val="009850FD"/>
    <w:rsid w:val="009903B6"/>
    <w:rsid w:val="00991C32"/>
    <w:rsid w:val="009A0908"/>
    <w:rsid w:val="009A5591"/>
    <w:rsid w:val="009B0F04"/>
    <w:rsid w:val="009B3241"/>
    <w:rsid w:val="009C268C"/>
    <w:rsid w:val="009D30AF"/>
    <w:rsid w:val="009D5DFA"/>
    <w:rsid w:val="009E0132"/>
    <w:rsid w:val="009E02D9"/>
    <w:rsid w:val="009E173E"/>
    <w:rsid w:val="009E1FCF"/>
    <w:rsid w:val="009E62A4"/>
    <w:rsid w:val="009F1270"/>
    <w:rsid w:val="009F3076"/>
    <w:rsid w:val="009F43E0"/>
    <w:rsid w:val="009F4741"/>
    <w:rsid w:val="009F79CA"/>
    <w:rsid w:val="00A01302"/>
    <w:rsid w:val="00A027BC"/>
    <w:rsid w:val="00A05EB9"/>
    <w:rsid w:val="00A07EA8"/>
    <w:rsid w:val="00A10D06"/>
    <w:rsid w:val="00A12834"/>
    <w:rsid w:val="00A12C39"/>
    <w:rsid w:val="00A16872"/>
    <w:rsid w:val="00A260A0"/>
    <w:rsid w:val="00A27074"/>
    <w:rsid w:val="00A31D67"/>
    <w:rsid w:val="00A34897"/>
    <w:rsid w:val="00A35262"/>
    <w:rsid w:val="00A37761"/>
    <w:rsid w:val="00A417FD"/>
    <w:rsid w:val="00A436E8"/>
    <w:rsid w:val="00A446AD"/>
    <w:rsid w:val="00A473AE"/>
    <w:rsid w:val="00A52B59"/>
    <w:rsid w:val="00A5619C"/>
    <w:rsid w:val="00A60B25"/>
    <w:rsid w:val="00A611F0"/>
    <w:rsid w:val="00A6243E"/>
    <w:rsid w:val="00A649FE"/>
    <w:rsid w:val="00A71356"/>
    <w:rsid w:val="00A779B7"/>
    <w:rsid w:val="00A86947"/>
    <w:rsid w:val="00A960AB"/>
    <w:rsid w:val="00A96E30"/>
    <w:rsid w:val="00AA137E"/>
    <w:rsid w:val="00AB1C2D"/>
    <w:rsid w:val="00AC1F4D"/>
    <w:rsid w:val="00AC48FD"/>
    <w:rsid w:val="00AC72B3"/>
    <w:rsid w:val="00AD1605"/>
    <w:rsid w:val="00AD22C4"/>
    <w:rsid w:val="00AD5DBD"/>
    <w:rsid w:val="00AD711E"/>
    <w:rsid w:val="00AE1C5F"/>
    <w:rsid w:val="00AE2FF4"/>
    <w:rsid w:val="00AF12DB"/>
    <w:rsid w:val="00B109D5"/>
    <w:rsid w:val="00B135A8"/>
    <w:rsid w:val="00B1701C"/>
    <w:rsid w:val="00B25063"/>
    <w:rsid w:val="00B30744"/>
    <w:rsid w:val="00B32581"/>
    <w:rsid w:val="00B3421A"/>
    <w:rsid w:val="00B35967"/>
    <w:rsid w:val="00B37749"/>
    <w:rsid w:val="00B40BD5"/>
    <w:rsid w:val="00B40C58"/>
    <w:rsid w:val="00B42B36"/>
    <w:rsid w:val="00B42CED"/>
    <w:rsid w:val="00B4612A"/>
    <w:rsid w:val="00B4698B"/>
    <w:rsid w:val="00B46D6D"/>
    <w:rsid w:val="00B46EC2"/>
    <w:rsid w:val="00B60D63"/>
    <w:rsid w:val="00B63ABE"/>
    <w:rsid w:val="00B64DBE"/>
    <w:rsid w:val="00B73009"/>
    <w:rsid w:val="00B7616B"/>
    <w:rsid w:val="00B827D4"/>
    <w:rsid w:val="00B90845"/>
    <w:rsid w:val="00B94A08"/>
    <w:rsid w:val="00BA7028"/>
    <w:rsid w:val="00BB5D1A"/>
    <w:rsid w:val="00BB62AA"/>
    <w:rsid w:val="00BD03F9"/>
    <w:rsid w:val="00BD2046"/>
    <w:rsid w:val="00BD59FF"/>
    <w:rsid w:val="00BE1416"/>
    <w:rsid w:val="00BE2432"/>
    <w:rsid w:val="00BF1329"/>
    <w:rsid w:val="00BF194C"/>
    <w:rsid w:val="00BF45AB"/>
    <w:rsid w:val="00BF661D"/>
    <w:rsid w:val="00C03A82"/>
    <w:rsid w:val="00C03ED8"/>
    <w:rsid w:val="00C06213"/>
    <w:rsid w:val="00C17467"/>
    <w:rsid w:val="00C2065A"/>
    <w:rsid w:val="00C22A4C"/>
    <w:rsid w:val="00C23E7C"/>
    <w:rsid w:val="00C24978"/>
    <w:rsid w:val="00C24FEE"/>
    <w:rsid w:val="00C3270A"/>
    <w:rsid w:val="00C34FA7"/>
    <w:rsid w:val="00C41B19"/>
    <w:rsid w:val="00C41EB2"/>
    <w:rsid w:val="00C467EB"/>
    <w:rsid w:val="00C46CC9"/>
    <w:rsid w:val="00C50DF5"/>
    <w:rsid w:val="00C53044"/>
    <w:rsid w:val="00C550C6"/>
    <w:rsid w:val="00C60133"/>
    <w:rsid w:val="00C60969"/>
    <w:rsid w:val="00C60BE5"/>
    <w:rsid w:val="00C6111A"/>
    <w:rsid w:val="00C623E7"/>
    <w:rsid w:val="00C66D14"/>
    <w:rsid w:val="00C71508"/>
    <w:rsid w:val="00C74BFD"/>
    <w:rsid w:val="00C9131D"/>
    <w:rsid w:val="00C94CAD"/>
    <w:rsid w:val="00CA1A4D"/>
    <w:rsid w:val="00CB197E"/>
    <w:rsid w:val="00CC57B9"/>
    <w:rsid w:val="00CC695B"/>
    <w:rsid w:val="00CC6D47"/>
    <w:rsid w:val="00CD1F8A"/>
    <w:rsid w:val="00CD300B"/>
    <w:rsid w:val="00CE4EF5"/>
    <w:rsid w:val="00CE6AA4"/>
    <w:rsid w:val="00CF7219"/>
    <w:rsid w:val="00D0324F"/>
    <w:rsid w:val="00D073A6"/>
    <w:rsid w:val="00D1184C"/>
    <w:rsid w:val="00D13847"/>
    <w:rsid w:val="00D16CA9"/>
    <w:rsid w:val="00D20F73"/>
    <w:rsid w:val="00D32EF2"/>
    <w:rsid w:val="00D53196"/>
    <w:rsid w:val="00D610A3"/>
    <w:rsid w:val="00D64332"/>
    <w:rsid w:val="00D658D3"/>
    <w:rsid w:val="00D742A9"/>
    <w:rsid w:val="00D76305"/>
    <w:rsid w:val="00D82237"/>
    <w:rsid w:val="00D9338B"/>
    <w:rsid w:val="00D9649A"/>
    <w:rsid w:val="00D96B92"/>
    <w:rsid w:val="00D96FEA"/>
    <w:rsid w:val="00DA0710"/>
    <w:rsid w:val="00DA2084"/>
    <w:rsid w:val="00DA6E08"/>
    <w:rsid w:val="00DB6AEE"/>
    <w:rsid w:val="00DC1C63"/>
    <w:rsid w:val="00DD02A8"/>
    <w:rsid w:val="00DD3429"/>
    <w:rsid w:val="00DE04A9"/>
    <w:rsid w:val="00DE1294"/>
    <w:rsid w:val="00DE3D26"/>
    <w:rsid w:val="00DE6F64"/>
    <w:rsid w:val="00DE7B24"/>
    <w:rsid w:val="00DF3178"/>
    <w:rsid w:val="00DF427D"/>
    <w:rsid w:val="00DF5D61"/>
    <w:rsid w:val="00DF6EBD"/>
    <w:rsid w:val="00E01154"/>
    <w:rsid w:val="00E02759"/>
    <w:rsid w:val="00E137F8"/>
    <w:rsid w:val="00E14BA5"/>
    <w:rsid w:val="00E170B4"/>
    <w:rsid w:val="00E21464"/>
    <w:rsid w:val="00E2460E"/>
    <w:rsid w:val="00E25AAE"/>
    <w:rsid w:val="00E26870"/>
    <w:rsid w:val="00E310D8"/>
    <w:rsid w:val="00E34C70"/>
    <w:rsid w:val="00E34DE0"/>
    <w:rsid w:val="00E3791C"/>
    <w:rsid w:val="00E438C3"/>
    <w:rsid w:val="00E46864"/>
    <w:rsid w:val="00E520C6"/>
    <w:rsid w:val="00E56A7B"/>
    <w:rsid w:val="00E56D83"/>
    <w:rsid w:val="00E65157"/>
    <w:rsid w:val="00E74827"/>
    <w:rsid w:val="00E749E8"/>
    <w:rsid w:val="00E81F3D"/>
    <w:rsid w:val="00E85DDA"/>
    <w:rsid w:val="00E961C1"/>
    <w:rsid w:val="00EA508F"/>
    <w:rsid w:val="00EC4179"/>
    <w:rsid w:val="00ED7246"/>
    <w:rsid w:val="00EE0587"/>
    <w:rsid w:val="00EE12CE"/>
    <w:rsid w:val="00EE308A"/>
    <w:rsid w:val="00EE319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21ABA"/>
    <w:rsid w:val="00F31C5B"/>
    <w:rsid w:val="00F3331C"/>
    <w:rsid w:val="00F35577"/>
    <w:rsid w:val="00F35C1A"/>
    <w:rsid w:val="00F371EF"/>
    <w:rsid w:val="00F60C94"/>
    <w:rsid w:val="00F61869"/>
    <w:rsid w:val="00F65642"/>
    <w:rsid w:val="00F66787"/>
    <w:rsid w:val="00F879D2"/>
    <w:rsid w:val="00F9507B"/>
    <w:rsid w:val="00F956E9"/>
    <w:rsid w:val="00FB14E2"/>
    <w:rsid w:val="00FB25E2"/>
    <w:rsid w:val="00FB2CA9"/>
    <w:rsid w:val="00FC22E0"/>
    <w:rsid w:val="00FC6287"/>
    <w:rsid w:val="00FE4504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Textedelespacerserv">
    <w:name w:val="Placeholder Text"/>
    <w:basedOn w:val="Policepardfaut"/>
    <w:uiPriority w:val="99"/>
    <w:semiHidden/>
    <w:rsid w:val="00C94CAD"/>
    <w:rPr>
      <w:color w:val="808080"/>
    </w:rPr>
  </w:style>
  <w:style w:type="character" w:customStyle="1" w:styleId="CommentaireCar">
    <w:name w:val="Commentaire Car"/>
    <w:basedOn w:val="Policepardfaut"/>
    <w:link w:val="Commentaire"/>
    <w:semiHidden/>
    <w:rsid w:val="00CB197E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C2FB46-4665-4BE2-B9F1-EB553A6B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225</TotalTime>
  <Pages>4</Pages>
  <Words>866</Words>
  <Characters>5627</Characters>
  <Application>Microsoft Office Word</Application>
  <DocSecurity>0</DocSecurity>
  <Lines>170</Lines>
  <Paragraphs>95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40</cp:revision>
  <cp:lastPrinted>2014-07-07T13:51:00Z</cp:lastPrinted>
  <dcterms:created xsi:type="dcterms:W3CDTF">2021-11-09T09:46:00Z</dcterms:created>
  <dcterms:modified xsi:type="dcterms:W3CDTF">2024-03-13T07:49:00Z</dcterms:modified>
</cp:coreProperties>
</file>