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A6BCD" w14:textId="77777777" w:rsidR="005A6352" w:rsidRDefault="005A6352">
      <w:pPr>
        <w:spacing w:line="240" w:lineRule="auto"/>
        <w:jc w:val="left"/>
        <w:rPr>
          <w:color w:val="auto"/>
        </w:rPr>
      </w:pPr>
    </w:p>
    <w:p w14:paraId="56066552" w14:textId="77777777" w:rsidR="00A12834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 xml:space="preserve">BACCALAURÉAT </w:t>
      </w:r>
      <w:r w:rsidR="007146B9" w:rsidRPr="007146B9">
        <w:rPr>
          <w:b/>
          <w:sz w:val="24"/>
          <w:szCs w:val="24"/>
        </w:rPr>
        <w:t>G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N</w:t>
      </w:r>
      <w:r w:rsidR="007146B9" w:rsidRPr="007146B9">
        <w:rPr>
          <w:rFonts w:eastAsia="Arial Unicode MS"/>
          <w:b/>
          <w:sz w:val="24"/>
          <w:szCs w:val="24"/>
        </w:rPr>
        <w:t>É</w:t>
      </w:r>
      <w:r w:rsidR="007146B9" w:rsidRPr="007146B9">
        <w:rPr>
          <w:b/>
          <w:sz w:val="24"/>
          <w:szCs w:val="24"/>
        </w:rPr>
        <w:t>RAL</w:t>
      </w:r>
    </w:p>
    <w:p w14:paraId="4E69F06D" w14:textId="77777777" w:rsidR="007146B9" w:rsidRDefault="007146B9" w:rsidP="0060508C">
      <w:pPr>
        <w:pStyle w:val="ECEbordure"/>
        <w:jc w:val="center"/>
        <w:rPr>
          <w:b/>
          <w:sz w:val="24"/>
          <w:szCs w:val="24"/>
        </w:rPr>
      </w:pPr>
    </w:p>
    <w:p w14:paraId="5139662E" w14:textId="77777777" w:rsidR="007146B9" w:rsidRPr="007146B9" w:rsidRDefault="007146B9" w:rsidP="0060508C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2211D1B9" w14:textId="77777777" w:rsidR="00A12834" w:rsidRPr="0060508C" w:rsidRDefault="00A12834" w:rsidP="0060508C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20A765F9" w14:textId="77777777" w:rsidR="00A12834" w:rsidRPr="0060508C" w:rsidRDefault="00A12834" w:rsidP="0060508C">
      <w:pPr>
        <w:pStyle w:val="ECEbordure"/>
        <w:jc w:val="center"/>
      </w:pPr>
    </w:p>
    <w:p w14:paraId="50FFCB09" w14:textId="77777777" w:rsidR="00A12834" w:rsidRPr="0060508C" w:rsidRDefault="00A12834" w:rsidP="007146B9">
      <w:pPr>
        <w:pStyle w:val="ECEbordure"/>
        <w:jc w:val="center"/>
      </w:pPr>
      <w:r w:rsidRPr="0060508C">
        <w:t>Ce</w:t>
      </w:r>
      <w:r w:rsidR="00A07EA8">
        <w:t>tte</w:t>
      </w:r>
      <w:r w:rsidRPr="0060508C">
        <w:t xml:space="preserve"> </w:t>
      </w:r>
      <w:r w:rsidR="00A07EA8">
        <w:t>situation d’évaluation</w:t>
      </w:r>
      <w:r w:rsidRPr="0060508C">
        <w:t xml:space="preserve"> fait p</w:t>
      </w:r>
      <w:r w:rsidR="007146B9">
        <w:t>artie de la banque nationale.</w:t>
      </w:r>
    </w:p>
    <w:p w14:paraId="001D0059" w14:textId="77777777" w:rsidR="00A12834" w:rsidRPr="0060508C" w:rsidRDefault="00A12834" w:rsidP="0060508C">
      <w:pPr>
        <w:pStyle w:val="ECEbordure"/>
        <w:jc w:val="center"/>
      </w:pPr>
    </w:p>
    <w:p w14:paraId="73A31545" w14:textId="77777777" w:rsidR="0008058B" w:rsidRDefault="0008058B" w:rsidP="008A2C45">
      <w:pPr>
        <w:pStyle w:val="ECEcorps"/>
      </w:pPr>
    </w:p>
    <w:p w14:paraId="5273E816" w14:textId="77777777" w:rsidR="00E26870" w:rsidRPr="00244F93" w:rsidRDefault="00E26870" w:rsidP="0038245B">
      <w:pPr>
        <w:pStyle w:val="ECEfiche"/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439B6B22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09EB6350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C69DAB5" w14:textId="77777777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43F8260C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1D88176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24733EA9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4DA691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0BFBCC7D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E099A5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7437AC90" w14:textId="77777777" w:rsidR="00E26870" w:rsidRDefault="00E26870" w:rsidP="00E26870">
      <w:pPr>
        <w:pStyle w:val="ECEcorps"/>
      </w:pPr>
    </w:p>
    <w:p w14:paraId="16E401FB" w14:textId="77777777" w:rsidR="00E26870" w:rsidRDefault="00E26870" w:rsidP="00E26870">
      <w:pPr>
        <w:pStyle w:val="ECEbordure"/>
      </w:pPr>
      <w:r>
        <w:t>Ce</w:t>
      </w:r>
      <w:r w:rsidR="00A07EA8">
        <w:t>tte</w:t>
      </w:r>
      <w:r>
        <w:t xml:space="preserve"> </w:t>
      </w:r>
      <w:r w:rsidR="00A07EA8">
        <w:t>situation d’évaluation</w:t>
      </w:r>
      <w:r>
        <w:t xml:space="preserve"> </w:t>
      </w:r>
      <w:r w:rsidRPr="00966915">
        <w:t xml:space="preserve">comporte </w:t>
      </w:r>
      <w:r w:rsidR="007B1526">
        <w:rPr>
          <w:b/>
        </w:rPr>
        <w:t xml:space="preserve">quatre </w:t>
      </w:r>
      <w:r w:rsidR="00C2065A">
        <w:t xml:space="preserve">pages </w:t>
      </w:r>
      <w:r w:rsidRPr="00C17957">
        <w:t>sur lesquelles le candidat doit consigner ses réponses.</w:t>
      </w:r>
    </w:p>
    <w:p w14:paraId="442CC2CA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439999A" w14:textId="77777777" w:rsidR="00532039" w:rsidRDefault="00532039" w:rsidP="00E26870">
      <w:pPr>
        <w:pStyle w:val="ECEbordure"/>
      </w:pPr>
    </w:p>
    <w:p w14:paraId="30C650BC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43140115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717A52B9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7CC48A13" w14:textId="77777777" w:rsidR="00B135A8" w:rsidRDefault="00B135A8" w:rsidP="00E26870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  <w:r>
        <w:t xml:space="preserve"> </w:t>
      </w:r>
    </w:p>
    <w:p w14:paraId="1AF1F94F" w14:textId="77777777" w:rsidR="00E26870" w:rsidRDefault="00E26870" w:rsidP="00E26870">
      <w:pPr>
        <w:pStyle w:val="ECEcorps"/>
        <w:rPr>
          <w:u w:val="single"/>
        </w:rPr>
      </w:pPr>
    </w:p>
    <w:p w14:paraId="4FF60FA9" w14:textId="77777777" w:rsidR="003A114B" w:rsidRPr="00545715" w:rsidRDefault="003A114B" w:rsidP="00E26870">
      <w:pPr>
        <w:pStyle w:val="ECEcorps"/>
        <w:rPr>
          <w:u w:val="single"/>
        </w:rPr>
      </w:pPr>
    </w:p>
    <w:p w14:paraId="2DC39692" w14:textId="77777777" w:rsidR="00E26870" w:rsidRPr="00136091" w:rsidRDefault="007146B9" w:rsidP="00E26870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E26870" w:rsidRPr="00136091">
        <w:rPr>
          <w:sz w:val="24"/>
          <w:szCs w:val="24"/>
        </w:rPr>
        <w:t xml:space="preserve"> </w:t>
      </w:r>
      <w:r w:rsidR="00A07EA8">
        <w:rPr>
          <w:sz w:val="24"/>
          <w:szCs w:val="24"/>
        </w:rPr>
        <w:t>SITUATION D’ÉVALUATION</w:t>
      </w:r>
    </w:p>
    <w:p w14:paraId="43742027" w14:textId="77777777" w:rsidR="00E26870" w:rsidRPr="00545715" w:rsidRDefault="00E26870" w:rsidP="00E26870">
      <w:pPr>
        <w:pStyle w:val="ECEcorps"/>
        <w:rPr>
          <w:u w:val="single"/>
        </w:rPr>
      </w:pPr>
    </w:p>
    <w:p w14:paraId="59024C16" w14:textId="77777777" w:rsidR="0082279D" w:rsidRPr="005F222F" w:rsidRDefault="0082279D" w:rsidP="0082279D">
      <w:pPr>
        <w:pStyle w:val="ECEcorps"/>
        <w:rPr>
          <w:shd w:val="clear" w:color="auto" w:fill="FFFFFF"/>
        </w:rPr>
      </w:pPr>
      <w:r w:rsidRPr="000203AC">
        <w:rPr>
          <w:shd w:val="clear" w:color="auto" w:fill="FFFFFF"/>
        </w:rPr>
        <w:t>Un filtre est un circuit</w:t>
      </w:r>
      <w:r>
        <w:rPr>
          <w:shd w:val="clear" w:color="auto" w:fill="FFFFFF"/>
        </w:rPr>
        <w:t xml:space="preserve"> électrique</w:t>
      </w:r>
      <w:r w:rsidRPr="000203AC">
        <w:rPr>
          <w:shd w:val="clear" w:color="auto" w:fill="FFFFFF"/>
        </w:rPr>
        <w:t xml:space="preserve"> dont le comportement </w:t>
      </w:r>
      <w:r>
        <w:rPr>
          <w:shd w:val="clear" w:color="auto" w:fill="FFFFFF"/>
        </w:rPr>
        <w:t xml:space="preserve">dépend de la </w:t>
      </w:r>
      <w:r w:rsidRPr="005F222F">
        <w:rPr>
          <w:shd w:val="clear" w:color="auto" w:fill="FFFFFF"/>
        </w:rPr>
        <w:t xml:space="preserve">fréquence de la tension d'entrée. Il permet de privilégier ou d’éliminer certaines fréquences d’un signal.  </w:t>
      </w:r>
    </w:p>
    <w:p w14:paraId="482DD29D" w14:textId="076CE84C" w:rsidR="0082279D" w:rsidRDefault="0082279D" w:rsidP="0082279D">
      <w:pPr>
        <w:pStyle w:val="ECEcorps"/>
        <w:rPr>
          <w:shd w:val="clear" w:color="auto" w:fill="FFFFFF"/>
        </w:rPr>
      </w:pPr>
      <w:r w:rsidRPr="005F222F">
        <w:rPr>
          <w:shd w:val="clear" w:color="auto" w:fill="FFFFFF"/>
        </w:rPr>
        <w:t xml:space="preserve">Il </w:t>
      </w:r>
      <w:r>
        <w:rPr>
          <w:shd w:val="clear" w:color="auto" w:fill="FFFFFF"/>
        </w:rPr>
        <w:t xml:space="preserve">n’existe </w:t>
      </w:r>
      <w:r w:rsidRPr="005F222F">
        <w:rPr>
          <w:shd w:val="clear" w:color="auto" w:fill="FFFFFF"/>
        </w:rPr>
        <w:t>pas un système électronique qui ne fasse appel à</w:t>
      </w:r>
      <w:r w:rsidR="00A836AC">
        <w:rPr>
          <w:shd w:val="clear" w:color="auto" w:fill="FFFFFF"/>
        </w:rPr>
        <w:t xml:space="preserve"> </w:t>
      </w:r>
      <w:r w:rsidRPr="005F222F">
        <w:rPr>
          <w:shd w:val="clear" w:color="auto" w:fill="FFFFFF"/>
        </w:rPr>
        <w:t>un filtre</w:t>
      </w:r>
      <w:r w:rsidR="00A836AC" w:rsidRPr="005F222F">
        <w:rPr>
          <w:shd w:val="clear" w:color="auto" w:fill="FFFFFF"/>
        </w:rPr>
        <w:t xml:space="preserve"> au moins</w:t>
      </w:r>
      <w:r w:rsidRPr="005F222F">
        <w:rPr>
          <w:shd w:val="clear" w:color="auto" w:fill="FFFFFF"/>
        </w:rPr>
        <w:t>. La plupart en comporte en grande quantité</w:t>
      </w:r>
      <w:r w:rsidR="00F534EA">
        <w:rPr>
          <w:shd w:val="clear" w:color="auto" w:fill="FFFFFF"/>
        </w:rPr>
        <w:t xml:space="preserve"> comme par exemple </w:t>
      </w:r>
      <w:r>
        <w:rPr>
          <w:shd w:val="clear" w:color="auto" w:fill="FFFFFF"/>
        </w:rPr>
        <w:t xml:space="preserve">les </w:t>
      </w:r>
      <w:r w:rsidR="00F534EA">
        <w:rPr>
          <w:shd w:val="clear" w:color="auto" w:fill="FFFFFF"/>
        </w:rPr>
        <w:t>systèmes de traitement d’images ou</w:t>
      </w:r>
      <w:r>
        <w:rPr>
          <w:shd w:val="clear" w:color="auto" w:fill="FFFFFF"/>
        </w:rPr>
        <w:t xml:space="preserve"> de sons</w:t>
      </w:r>
      <w:r w:rsidR="00C005C2">
        <w:rPr>
          <w:shd w:val="clear" w:color="auto" w:fill="FFFFFF"/>
        </w:rPr>
        <w:t>,</w:t>
      </w:r>
      <w:r>
        <w:rPr>
          <w:shd w:val="clear" w:color="auto" w:fill="FFFFFF"/>
        </w:rPr>
        <w:t xml:space="preserve"> ou</w:t>
      </w:r>
      <w:r w:rsidR="00F534EA">
        <w:rPr>
          <w:shd w:val="clear" w:color="auto" w:fill="FFFFFF"/>
        </w:rPr>
        <w:t xml:space="preserve"> </w:t>
      </w:r>
      <w:r w:rsidR="00C005C2">
        <w:rPr>
          <w:shd w:val="clear" w:color="auto" w:fill="FFFFFF"/>
        </w:rPr>
        <w:t xml:space="preserve">encore </w:t>
      </w:r>
      <w:r w:rsidR="00F534EA">
        <w:rPr>
          <w:shd w:val="clear" w:color="auto" w:fill="FFFFFF"/>
        </w:rPr>
        <w:t>les systèmes</w:t>
      </w:r>
      <w:r>
        <w:rPr>
          <w:shd w:val="clear" w:color="auto" w:fill="FFFFFF"/>
        </w:rPr>
        <w:t xml:space="preserve"> de télécommunication.</w:t>
      </w:r>
    </w:p>
    <w:p w14:paraId="20F5BD15" w14:textId="77777777" w:rsidR="0082279D" w:rsidRDefault="0082279D" w:rsidP="0082279D">
      <w:pPr>
        <w:pStyle w:val="ECEcorps"/>
        <w:rPr>
          <w:shd w:val="clear" w:color="auto" w:fill="FFFFFF"/>
        </w:rPr>
      </w:pPr>
      <w:r w:rsidRPr="005F222F">
        <w:rPr>
          <w:shd w:val="clear" w:color="auto" w:fill="FFFFFF"/>
        </w:rPr>
        <w:t xml:space="preserve">Le filtrage est une forme de traitement de signal, obtenu en envoyant le signal à travers </w:t>
      </w:r>
      <w:r w:rsidRPr="000203AC">
        <w:rPr>
          <w:shd w:val="clear" w:color="auto" w:fill="FFFFFF"/>
        </w:rPr>
        <w:t>un ensemble de circuits électroniques</w:t>
      </w:r>
      <w:r>
        <w:rPr>
          <w:shd w:val="clear" w:color="auto" w:fill="FFFFFF"/>
        </w:rPr>
        <w:t xml:space="preserve">. </w:t>
      </w:r>
      <w:r w:rsidRPr="000203AC">
        <w:rPr>
          <w:shd w:val="clear" w:color="auto" w:fill="FFFFFF"/>
        </w:rPr>
        <w:t>Il peut s</w:t>
      </w:r>
      <w:r w:rsidR="00375D5F">
        <w:rPr>
          <w:shd w:val="clear" w:color="auto" w:fill="FFFFFF"/>
        </w:rPr>
        <w:t>’</w:t>
      </w:r>
      <w:r w:rsidRPr="000203AC">
        <w:rPr>
          <w:shd w:val="clear" w:color="auto" w:fill="FFFFFF"/>
        </w:rPr>
        <w:t>agir</w:t>
      </w:r>
      <w:r w:rsidR="006E0FFA">
        <w:rPr>
          <w:shd w:val="clear" w:color="auto" w:fill="FFFFFF"/>
        </w:rPr>
        <w:t xml:space="preserve"> </w:t>
      </w:r>
      <w:r w:rsidRPr="000203AC">
        <w:rPr>
          <w:shd w:val="clear" w:color="auto" w:fill="FFFFFF"/>
        </w:rPr>
        <w:t>:</w:t>
      </w:r>
    </w:p>
    <w:p w14:paraId="0E63A5A0" w14:textId="77777777" w:rsidR="0082279D" w:rsidRDefault="006E0FFA" w:rsidP="0082279D">
      <w:pPr>
        <w:pStyle w:val="ECEcorps"/>
        <w:numPr>
          <w:ilvl w:val="0"/>
          <w:numId w:val="10"/>
        </w:numPr>
        <w:rPr>
          <w:shd w:val="clear" w:color="auto" w:fill="FFFFFF"/>
        </w:rPr>
      </w:pPr>
      <w:r w:rsidRPr="000203AC">
        <w:rPr>
          <w:shd w:val="clear" w:color="auto" w:fill="FFFFFF"/>
        </w:rPr>
        <w:t xml:space="preserve">soit </w:t>
      </w:r>
      <w:r w:rsidR="0082279D" w:rsidRPr="000203AC">
        <w:rPr>
          <w:shd w:val="clear" w:color="auto" w:fill="FFFFFF"/>
        </w:rPr>
        <w:t>d’éliminer ou d’affaiblir des fréquences parasites indésirables</w:t>
      </w:r>
      <w:r w:rsidR="00F534EA">
        <w:rPr>
          <w:shd w:val="clear" w:color="auto" w:fill="FFFFFF"/>
        </w:rPr>
        <w:t> ;</w:t>
      </w:r>
      <w:r w:rsidR="007971D5">
        <w:rPr>
          <w:shd w:val="clear" w:color="auto" w:fill="FFFFFF"/>
        </w:rPr>
        <w:t xml:space="preserve"> </w:t>
      </w:r>
    </w:p>
    <w:p w14:paraId="1FD59A2F" w14:textId="77777777" w:rsidR="0082279D" w:rsidRDefault="006E0FFA" w:rsidP="0082279D">
      <w:pPr>
        <w:pStyle w:val="ECEcorps"/>
        <w:numPr>
          <w:ilvl w:val="0"/>
          <w:numId w:val="10"/>
        </w:numPr>
      </w:pPr>
      <w:r w:rsidRPr="000203AC">
        <w:rPr>
          <w:shd w:val="clear" w:color="auto" w:fill="FFFFFF"/>
        </w:rPr>
        <w:t xml:space="preserve">soit </w:t>
      </w:r>
      <w:r w:rsidR="0082279D" w:rsidRPr="000203AC">
        <w:rPr>
          <w:shd w:val="clear" w:color="auto" w:fill="FFFFFF"/>
        </w:rPr>
        <w:t>d’isoler dans un signal complexe la ou les bandes de fréquences utiles</w:t>
      </w:r>
      <w:r w:rsidR="0082279D" w:rsidRPr="000B2BAA">
        <w:rPr>
          <w:shd w:val="clear" w:color="auto" w:fill="FFFFFF"/>
        </w:rPr>
        <w:t>.</w:t>
      </w:r>
    </w:p>
    <w:p w14:paraId="6088B33F" w14:textId="77777777" w:rsidR="00C60969" w:rsidRDefault="00C60969" w:rsidP="00E26870">
      <w:pPr>
        <w:pStyle w:val="ECEcorps"/>
      </w:pPr>
    </w:p>
    <w:p w14:paraId="77515E3C" w14:textId="77777777" w:rsidR="0082279D" w:rsidRDefault="0082279D" w:rsidP="00E26870">
      <w:pPr>
        <w:pStyle w:val="ECEcorps"/>
      </w:pPr>
    </w:p>
    <w:p w14:paraId="079928A6" w14:textId="77777777" w:rsidR="00A720AB" w:rsidRDefault="00A720AB" w:rsidP="00E26870">
      <w:pPr>
        <w:pStyle w:val="ECEcorps"/>
      </w:pPr>
    </w:p>
    <w:p w14:paraId="19B91DBB" w14:textId="77777777" w:rsidR="0082279D" w:rsidRDefault="0082279D" w:rsidP="00C60969">
      <w:pPr>
        <w:pStyle w:val="ECEcorps"/>
        <w:rPr>
          <w:b/>
          <w:bCs/>
          <w:i/>
          <w:sz w:val="24"/>
          <w:szCs w:val="24"/>
        </w:rPr>
      </w:pPr>
      <w:r w:rsidRPr="0082279D">
        <w:rPr>
          <w:b/>
          <w:bCs/>
          <w:i/>
          <w:sz w:val="24"/>
          <w:szCs w:val="24"/>
        </w:rPr>
        <w:t xml:space="preserve">Le but de cette épreuve est d’étudier le fonctionnement d’un filtre et de déterminer </w:t>
      </w:r>
      <w:r w:rsidR="007B1526">
        <w:rPr>
          <w:b/>
          <w:bCs/>
          <w:i/>
          <w:sz w:val="24"/>
          <w:szCs w:val="24"/>
        </w:rPr>
        <w:t>quel est le type de</w:t>
      </w:r>
      <w:r w:rsidR="00A311D9">
        <w:rPr>
          <w:b/>
          <w:bCs/>
          <w:i/>
          <w:sz w:val="24"/>
          <w:szCs w:val="24"/>
        </w:rPr>
        <w:t xml:space="preserve"> filtre étudié.</w:t>
      </w:r>
    </w:p>
    <w:p w14:paraId="6DB655F7" w14:textId="77777777" w:rsidR="0082279D" w:rsidRDefault="0082279D">
      <w:pPr>
        <w:spacing w:line="240" w:lineRule="auto"/>
        <w:jc w:val="left"/>
        <w:rPr>
          <w:b/>
          <w:bCs/>
          <w:i/>
          <w:color w:val="auto"/>
          <w:sz w:val="24"/>
          <w:szCs w:val="24"/>
        </w:rPr>
      </w:pPr>
      <w:r>
        <w:rPr>
          <w:b/>
          <w:bCs/>
          <w:i/>
          <w:sz w:val="24"/>
          <w:szCs w:val="24"/>
        </w:rPr>
        <w:br w:type="page"/>
      </w:r>
    </w:p>
    <w:p w14:paraId="070CC611" w14:textId="1A2DD50D" w:rsidR="00C60969" w:rsidRPr="007146B9" w:rsidRDefault="007146B9" w:rsidP="00E26870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lastRenderedPageBreak/>
        <w:t xml:space="preserve">INFORMATIONS MISES </w:t>
      </w:r>
      <w:r w:rsidR="00A836AC">
        <w:rPr>
          <w:b/>
          <w:sz w:val="24"/>
          <w:szCs w:val="24"/>
          <w:u w:val="single"/>
        </w:rPr>
        <w:t xml:space="preserve">À </w:t>
      </w:r>
      <w:r w:rsidRPr="007146B9">
        <w:rPr>
          <w:b/>
          <w:sz w:val="24"/>
          <w:szCs w:val="24"/>
          <w:u w:val="single"/>
        </w:rPr>
        <w:t>DISPOSITION DU CANDIDAT</w:t>
      </w:r>
    </w:p>
    <w:p w14:paraId="10172BDB" w14:textId="77777777" w:rsidR="00C60969" w:rsidRPr="00545715" w:rsidRDefault="00C60969" w:rsidP="00E26870">
      <w:pPr>
        <w:pStyle w:val="ECEcorps"/>
      </w:pPr>
    </w:p>
    <w:p w14:paraId="63FA3471" w14:textId="77777777" w:rsidR="003A114B" w:rsidRPr="00842E2B" w:rsidRDefault="00534FBF" w:rsidP="00842E2B">
      <w:pPr>
        <w:pStyle w:val="ECEtitre"/>
        <w:spacing w:after="120"/>
        <w:rPr>
          <w:sz w:val="24"/>
          <w:szCs w:val="24"/>
          <w:u w:val="none"/>
        </w:rPr>
      </w:pPr>
      <w:r>
        <w:rPr>
          <w:sz w:val="24"/>
          <w:szCs w:val="24"/>
        </w:rPr>
        <w:t xml:space="preserve">Quelques </w:t>
      </w:r>
      <w:r w:rsidR="00842E2B">
        <w:rPr>
          <w:sz w:val="24"/>
          <w:szCs w:val="24"/>
        </w:rPr>
        <w:t>filtres utilisés en électronique</w:t>
      </w:r>
      <w:r w:rsidR="00255260">
        <w:rPr>
          <w:sz w:val="24"/>
          <w:szCs w:val="24"/>
          <w:u w:val="none"/>
        </w:rPr>
        <w:t> </w:t>
      </w:r>
    </w:p>
    <w:p w14:paraId="10BAC29F" w14:textId="77777777" w:rsidR="00F534EA" w:rsidRDefault="00F534EA" w:rsidP="00F534EA">
      <w:pPr>
        <w:pStyle w:val="ECEcorps"/>
        <w:rPr>
          <w:color w:val="FF0000"/>
        </w:rPr>
      </w:pPr>
      <w:r>
        <w:t xml:space="preserve">La manière la plus simple de réaliser physiquement un filtre est d'utiliser un circuit </w:t>
      </w:r>
      <w:r>
        <w:rPr>
          <w:rStyle w:val="AcronymeHTML"/>
        </w:rPr>
        <w:t>RC</w:t>
      </w:r>
      <w:r>
        <w:t xml:space="preserve">. Comme son nom l'indique, ce circuit est constitué d'un condensateur de capacité </w:t>
      </w:r>
      <w:r>
        <w:rPr>
          <w:i/>
          <w:iCs/>
        </w:rPr>
        <w:t>C</w:t>
      </w:r>
      <w:r>
        <w:t xml:space="preserve"> et d'un conducteur ohmique de résistance </w:t>
      </w:r>
      <w:r>
        <w:rPr>
          <w:i/>
          <w:iCs/>
        </w:rPr>
        <w:t>R</w:t>
      </w:r>
      <w:r>
        <w:t xml:space="preserve"> branchés en série avec le générateur de tension qui correspond à la source du signal à transmettre.</w:t>
      </w:r>
    </w:p>
    <w:p w14:paraId="67C912FE" w14:textId="77777777" w:rsidR="00F534EA" w:rsidRPr="00284934" w:rsidRDefault="00F534EA" w:rsidP="00F534EA">
      <w:pPr>
        <w:pStyle w:val="ECEcorps"/>
        <w:spacing w:before="120"/>
        <w:rPr>
          <w:b/>
          <w:bCs/>
        </w:rPr>
      </w:pPr>
      <w:r>
        <w:t xml:space="preserve">Le principe d’un filtre passe-haut est </w:t>
      </w:r>
      <w:r w:rsidRPr="00284934">
        <w:t xml:space="preserve">d'atténuer l’amplitude des signaux de fréquences inférieures à la fréquence de coupure </w:t>
      </w:r>
      <w:r w:rsidRPr="00284934">
        <w:rPr>
          <w:i/>
          <w:iCs/>
        </w:rPr>
        <w:t>f</w:t>
      </w:r>
      <w:r w:rsidRPr="00284934">
        <w:rPr>
          <w:i/>
          <w:iCs/>
          <w:vertAlign w:val="subscript"/>
        </w:rPr>
        <w:t>c</w:t>
      </w:r>
      <w:r w:rsidRPr="00284934">
        <w:t xml:space="preserve"> du filtre et ce, dans le but de </w:t>
      </w:r>
      <w:r w:rsidRPr="00284934">
        <w:rPr>
          <w:rStyle w:val="lev"/>
          <w:b w:val="0"/>
          <w:bCs w:val="0"/>
        </w:rPr>
        <w:t>conserver uniquement les signaux de hautes fréquences</w:t>
      </w:r>
      <w:r w:rsidRPr="00284934">
        <w:rPr>
          <w:b/>
          <w:bCs/>
        </w:rPr>
        <w:t xml:space="preserve">. </w:t>
      </w:r>
    </w:p>
    <w:p w14:paraId="27EA942F" w14:textId="77777777" w:rsidR="00F534EA" w:rsidRPr="00284934" w:rsidRDefault="00F534EA" w:rsidP="00F534EA">
      <w:pPr>
        <w:pStyle w:val="ECEcorps"/>
        <w:spacing w:before="120"/>
      </w:pPr>
      <w:r>
        <w:t xml:space="preserve">Le principe d’un </w:t>
      </w:r>
      <w:r w:rsidRPr="00284934">
        <w:t xml:space="preserve">filtre passe-bas est d'atténuer l’amplitude des signaux de fréquences supérieures à la fréquence de coupure </w:t>
      </w:r>
      <w:r w:rsidRPr="00284934">
        <w:rPr>
          <w:i/>
          <w:iCs/>
        </w:rPr>
        <w:t>f</w:t>
      </w:r>
      <w:r w:rsidRPr="00284934">
        <w:rPr>
          <w:i/>
          <w:iCs/>
          <w:vertAlign w:val="subscript"/>
        </w:rPr>
        <w:t>c</w:t>
      </w:r>
      <w:r w:rsidRPr="00284934">
        <w:t xml:space="preserve"> du filtre et ce, dans le but de </w:t>
      </w:r>
      <w:r w:rsidRPr="00284934">
        <w:rPr>
          <w:rStyle w:val="lev"/>
          <w:b w:val="0"/>
          <w:bCs w:val="0"/>
        </w:rPr>
        <w:t>conserver uniquement les signaux de basses fréquences</w:t>
      </w:r>
      <w:r w:rsidRPr="00284934">
        <w:rPr>
          <w:b/>
          <w:bCs/>
        </w:rPr>
        <w:t>.</w:t>
      </w:r>
    </w:p>
    <w:p w14:paraId="6D4396DA" w14:textId="77777777" w:rsidR="00F534EA" w:rsidRDefault="00F534EA" w:rsidP="00F534EA">
      <w:pPr>
        <w:pStyle w:val="ECEcorps"/>
        <w:spacing w:before="120"/>
        <w:rPr>
          <w:highlight w:val="yellow"/>
        </w:rPr>
      </w:pPr>
      <w:r>
        <w:t>Dans le montage d’un filtre passe-bas, les positions du condensateur et du conducteur ohmique sont inversées par rapport aux positions qu’ils occupent dans le montage du filtre passe-haut.</w:t>
      </w:r>
    </w:p>
    <w:p w14:paraId="54FF29D9" w14:textId="77777777" w:rsidR="007E7114" w:rsidRPr="00F534EA" w:rsidRDefault="007B1526" w:rsidP="007B1526">
      <w:pPr>
        <w:pStyle w:val="ECEcorps"/>
        <w:jc w:val="right"/>
        <w:rPr>
          <w:i/>
          <w:iCs/>
          <w:sz w:val="18"/>
        </w:rPr>
      </w:pPr>
      <w:r w:rsidRPr="00F534EA">
        <w:rPr>
          <w:i/>
          <w:iCs/>
          <w:sz w:val="18"/>
        </w:rPr>
        <w:t>D’après Wikipédia</w:t>
      </w:r>
    </w:p>
    <w:p w14:paraId="5BF53F06" w14:textId="77777777" w:rsidR="007E7114" w:rsidRPr="007B1526" w:rsidRDefault="007E7114" w:rsidP="007B1526">
      <w:pPr>
        <w:pStyle w:val="ECEcorps"/>
        <w:jc w:val="right"/>
        <w:rPr>
          <w:i/>
          <w:iCs/>
        </w:rPr>
      </w:pPr>
    </w:p>
    <w:p w14:paraId="6A7FB72C" w14:textId="77777777" w:rsidR="003A114B" w:rsidRPr="00136091" w:rsidRDefault="00F534EA" w:rsidP="00842E2B">
      <w:pPr>
        <w:pStyle w:val="ECEtitre"/>
        <w:spacing w:after="120"/>
        <w:rPr>
          <w:sz w:val="24"/>
          <w:szCs w:val="24"/>
          <w:u w:val="none"/>
        </w:rPr>
      </w:pPr>
      <w:r>
        <w:rPr>
          <w:sz w:val="24"/>
          <w:szCs w:val="24"/>
        </w:rPr>
        <w:t>F</w:t>
      </w:r>
      <w:r w:rsidR="00842E2B">
        <w:rPr>
          <w:sz w:val="24"/>
          <w:szCs w:val="24"/>
        </w:rPr>
        <w:t>réquence de coupure</w:t>
      </w:r>
      <w:r w:rsidR="00255260">
        <w:rPr>
          <w:sz w:val="24"/>
          <w:szCs w:val="24"/>
          <w:u w:val="none"/>
        </w:rPr>
        <w:t> </w:t>
      </w:r>
    </w:p>
    <w:p w14:paraId="40A305B3" w14:textId="77777777" w:rsidR="00842E2B" w:rsidRDefault="00842E2B" w:rsidP="00842E2B">
      <w:pPr>
        <w:pStyle w:val="ECEcorps"/>
      </w:pPr>
      <w:r>
        <w:t>La fréquence de coupure du filtre est la fréquence séparant les deux modes de fonctionnement idéaux du filtre : bloquant ou passant.</w:t>
      </w:r>
    </w:p>
    <w:p w14:paraId="491E8163" w14:textId="3AA01588" w:rsidR="00842E2B" w:rsidRPr="00F534EA" w:rsidRDefault="00842E2B" w:rsidP="00923D17">
      <w:pPr>
        <w:pStyle w:val="ECEcorps"/>
        <w:rPr>
          <w:sz w:val="24"/>
          <w:szCs w:val="24"/>
        </w:rPr>
      </w:pPr>
      <w:r>
        <w:t xml:space="preserve">Dans le cas d’un filtre RC, la fréquence de coupure </w:t>
      </w:r>
      <w:r>
        <w:rPr>
          <w:i/>
          <w:iCs/>
        </w:rPr>
        <w:t>f</w:t>
      </w:r>
      <w:r>
        <w:rPr>
          <w:i/>
          <w:iCs/>
          <w:vertAlign w:val="subscript"/>
        </w:rPr>
        <w:t>C</w:t>
      </w:r>
      <w:r>
        <w:t xml:space="preserve"> a pou</w:t>
      </w:r>
      <w:bookmarkStart w:id="5" w:name="_GoBack"/>
      <w:bookmarkEnd w:id="5"/>
      <w:r>
        <w:t xml:space="preserve">r expression :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nor/>
              </m:rPr>
              <w:rPr>
                <w:i/>
                <w:sz w:val="24"/>
                <w:szCs w:val="24"/>
              </w:rPr>
              <m:t>f</m:t>
            </m:r>
          </m:e>
          <m:sub>
            <m:r>
              <m:rPr>
                <m:nor/>
              </m:rPr>
              <w:rPr>
                <w:i/>
                <w:sz w:val="24"/>
                <w:szCs w:val="24"/>
              </w:rPr>
              <m:t>c</m:t>
            </m:r>
          </m:sub>
        </m:sSub>
        <m:r>
          <m:rPr>
            <m:nor/>
          </m:rPr>
          <w:rPr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sz w:val="24"/>
                <w:szCs w:val="24"/>
              </w:rPr>
              <m:t>1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2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 xml:space="preserve"> </m:t>
            </m:r>
            <m:r>
              <m:rPr>
                <m:nor/>
              </m:rP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nor/>
              </m:rPr>
              <w:rPr>
                <w:rFonts w:ascii="Cambria Math"/>
                <w:sz w:val="24"/>
                <w:szCs w:val="24"/>
              </w:rPr>
              <m:t>·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R</m:t>
            </m:r>
            <m:r>
              <m:rPr>
                <m:nor/>
              </m:rPr>
              <w:rPr>
                <w:rFonts w:ascii="Cambria Math"/>
                <w:i/>
                <w:iCs/>
                <w:sz w:val="24"/>
                <w:szCs w:val="24"/>
              </w:rPr>
              <m:t>·</m:t>
            </m:r>
            <m:r>
              <m:rPr>
                <m:nor/>
              </m:rPr>
              <w:rPr>
                <w:i/>
                <w:iCs/>
                <w:sz w:val="24"/>
                <w:szCs w:val="24"/>
              </w:rPr>
              <m:t>C</m:t>
            </m:r>
          </m:den>
        </m:f>
      </m:oMath>
      <w:r w:rsidR="00F534EA">
        <w:rPr>
          <w:sz w:val="24"/>
          <w:szCs w:val="24"/>
        </w:rPr>
        <w:t xml:space="preserve"> </w:t>
      </w:r>
    </w:p>
    <w:p w14:paraId="3256993E" w14:textId="77777777" w:rsidR="007B1526" w:rsidRDefault="007B1526" w:rsidP="00842E2B">
      <w:pPr>
        <w:pStyle w:val="ECEcorps"/>
      </w:pPr>
    </w:p>
    <w:p w14:paraId="3F41B70A" w14:textId="77777777" w:rsidR="00842E2B" w:rsidRPr="00173093" w:rsidRDefault="00F534EA" w:rsidP="00173093">
      <w:pPr>
        <w:pStyle w:val="ECEcorps"/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C</w:t>
      </w:r>
      <w:r w:rsidR="00842E2B" w:rsidRPr="00173093">
        <w:rPr>
          <w:b/>
          <w:bCs/>
          <w:sz w:val="24"/>
          <w:szCs w:val="24"/>
          <w:u w:val="single"/>
        </w:rPr>
        <w:t>ommunication téléphonique</w:t>
      </w:r>
      <w:r w:rsidR="00255260">
        <w:rPr>
          <w:b/>
          <w:bCs/>
          <w:sz w:val="24"/>
          <w:szCs w:val="24"/>
        </w:rPr>
        <w:t> </w:t>
      </w:r>
    </w:p>
    <w:p w14:paraId="5717DA77" w14:textId="77777777" w:rsidR="00C005C2" w:rsidRPr="00173093" w:rsidRDefault="00C005C2" w:rsidP="00C005C2">
      <w:pPr>
        <w:pStyle w:val="ECEcorps"/>
      </w:pPr>
      <w:r w:rsidRPr="00173093">
        <w:t>Lors d’un appel téléphonique, l’utilisateur crée, par l’intermédiaire d</w:t>
      </w:r>
      <w:r>
        <w:t>’</w:t>
      </w:r>
      <w:r w:rsidRPr="00173093">
        <w:t>u</w:t>
      </w:r>
      <w:r>
        <w:t>n</w:t>
      </w:r>
      <w:r w:rsidRPr="00173093">
        <w:t xml:space="preserve"> micro</w:t>
      </w:r>
      <w:r>
        <w:t>phone</w:t>
      </w:r>
      <w:r w:rsidRPr="00173093">
        <w:t>, un signal électrique d</w:t>
      </w:r>
      <w:r>
        <w:t xml:space="preserve">ont la </w:t>
      </w:r>
      <w:r w:rsidRPr="00173093">
        <w:t xml:space="preserve">fréquence </w:t>
      </w:r>
      <w:r>
        <w:t xml:space="preserve">est </w:t>
      </w:r>
      <w:r w:rsidRPr="00173093">
        <w:t>comprise entre 300 et 4000 Hz</w:t>
      </w:r>
      <w:r>
        <w:t>,</w:t>
      </w:r>
      <w:r w:rsidRPr="00173093">
        <w:t xml:space="preserve"> </w:t>
      </w:r>
      <w:r>
        <w:t>donc dans le</w:t>
      </w:r>
      <w:r w:rsidRPr="00173093">
        <w:t xml:space="preserve"> </w:t>
      </w:r>
      <w:r>
        <w:t>domaine des fréquences audibles</w:t>
      </w:r>
      <w:r w:rsidRPr="00173093">
        <w:t xml:space="preserve">. Une ligne téléphonique </w:t>
      </w:r>
      <w:r>
        <w:t xml:space="preserve">permet la </w:t>
      </w:r>
      <w:r w:rsidRPr="00173093">
        <w:t>trans</w:t>
      </w:r>
      <w:r>
        <w:t xml:space="preserve">mission de ces signaux. Cependant, </w:t>
      </w:r>
      <w:r w:rsidRPr="00173093">
        <w:t xml:space="preserve">on </w:t>
      </w:r>
      <w:r>
        <w:t>peut</w:t>
      </w:r>
      <w:r w:rsidRPr="00173093">
        <w:t xml:space="preserve"> également retrouve</w:t>
      </w:r>
      <w:r>
        <w:t>r</w:t>
      </w:r>
      <w:r w:rsidRPr="00173093">
        <w:t xml:space="preserve"> </w:t>
      </w:r>
      <w:r>
        <w:t>en bout de chaîne de transmission</w:t>
      </w:r>
      <w:r w:rsidRPr="00173093">
        <w:t xml:space="preserve"> des signaux supplémentaires </w:t>
      </w:r>
      <w:r>
        <w:t>de fréquences élevées, des « signaux parasites », qui sont indésirables</w:t>
      </w:r>
      <w:r w:rsidRPr="00C108D3">
        <w:t xml:space="preserve"> </w:t>
      </w:r>
      <w:r>
        <w:t xml:space="preserve">car ils </w:t>
      </w:r>
      <w:r w:rsidRPr="00173093">
        <w:t>peuvent dégrader la qualité de la communication.</w:t>
      </w:r>
      <w:r>
        <w:t xml:space="preserve"> On cherche donc à éliminer ces signaux parasites et à ne garder en bout de chaîne que </w:t>
      </w:r>
      <w:r w:rsidRPr="00173093">
        <w:t>les signaux de fréquences audibles</w:t>
      </w:r>
      <w:r>
        <w:t xml:space="preserve">. </w:t>
      </w:r>
    </w:p>
    <w:p w14:paraId="4924ED48" w14:textId="77777777" w:rsidR="00C005C2" w:rsidRPr="00173093" w:rsidRDefault="00C005C2" w:rsidP="00C005C2">
      <w:pPr>
        <w:pStyle w:val="ECEcorps"/>
      </w:pPr>
      <w:r>
        <w:t>Dans ce but, l</w:t>
      </w:r>
      <w:r w:rsidRPr="00173093">
        <w:t xml:space="preserve">'opérateur téléphonique a donc ajouté un filtre que l’on nomme </w:t>
      </w:r>
      <w:r>
        <w:t>« </w:t>
      </w:r>
      <w:r w:rsidRPr="00173093">
        <w:t>passe-bas</w:t>
      </w:r>
      <w:r>
        <w:t> », qui conserve</w:t>
      </w:r>
      <w:r w:rsidRPr="00173093">
        <w:t xml:space="preserve"> le</w:t>
      </w:r>
      <w:r>
        <w:t>s basses fréquences et élimine les hautes fréquences</w:t>
      </w:r>
      <w:r w:rsidRPr="00173093">
        <w:t>. En pratique, cela est réalisé par un condensateur placé dans les prises téléphoniques.</w:t>
      </w:r>
    </w:p>
    <w:p w14:paraId="28AFCC22" w14:textId="77777777" w:rsidR="008C5474" w:rsidRPr="0044161D" w:rsidRDefault="008C5474" w:rsidP="008C5474">
      <w:pPr>
        <w:pStyle w:val="ECEcorps"/>
        <w:jc w:val="right"/>
        <w:rPr>
          <w:i/>
          <w:iCs/>
          <w:sz w:val="18"/>
        </w:rPr>
      </w:pPr>
      <w:r w:rsidRPr="0044161D">
        <w:rPr>
          <w:i/>
          <w:iCs/>
          <w:sz w:val="18"/>
        </w:rPr>
        <w:t>D’après www4.ac-nancy-metz.fr&gt;Cours_TD_SII</w:t>
      </w:r>
    </w:p>
    <w:p w14:paraId="7B36FA2E" w14:textId="77777777" w:rsidR="00D9338B" w:rsidRDefault="00D9338B" w:rsidP="00E26870">
      <w:pPr>
        <w:pStyle w:val="ECEtitre"/>
      </w:pPr>
    </w:p>
    <w:p w14:paraId="0728C202" w14:textId="77777777" w:rsidR="00E26870" w:rsidRPr="00136091" w:rsidRDefault="00E26870" w:rsidP="00E26870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t xml:space="preserve">TRAVAIL À EFFECTUER </w:t>
      </w:r>
    </w:p>
    <w:p w14:paraId="41A76D9D" w14:textId="77777777" w:rsidR="00E26870" w:rsidRPr="00452138" w:rsidRDefault="00173093" w:rsidP="00697B01">
      <w:pPr>
        <w:pStyle w:val="ECEpartie"/>
        <w:numPr>
          <w:ilvl w:val="0"/>
          <w:numId w:val="6"/>
        </w:numPr>
        <w:spacing w:before="120"/>
        <w:ind w:left="357" w:hanging="357"/>
      </w:pPr>
      <w:bookmarkStart w:id="6" w:name="_Toc482638814"/>
      <w:bookmarkStart w:id="7" w:name="_Toc500182691"/>
      <w:r>
        <w:t>Mise en œuvre du circuit et mesures</w:t>
      </w:r>
      <w:r w:rsidR="00E26870" w:rsidRPr="00452138">
        <w:t xml:space="preserve"> </w:t>
      </w:r>
      <w:r w:rsidR="00E26870" w:rsidRPr="00173093">
        <w:rPr>
          <w:b w:val="0"/>
          <w:bCs/>
        </w:rPr>
        <w:t>(</w:t>
      </w:r>
      <w:r w:rsidRPr="00173093">
        <w:rPr>
          <w:b w:val="0"/>
          <w:bCs/>
        </w:rPr>
        <w:t>20</w:t>
      </w:r>
      <w:r w:rsidR="00E26870" w:rsidRPr="00173093">
        <w:rPr>
          <w:b w:val="0"/>
          <w:bCs/>
        </w:rPr>
        <w:t xml:space="preserve"> minutes conseillées)</w:t>
      </w:r>
      <w:bookmarkEnd w:id="6"/>
      <w:bookmarkEnd w:id="7"/>
    </w:p>
    <w:p w14:paraId="4F25044A" w14:textId="77777777" w:rsidR="00173093" w:rsidRDefault="00173093" w:rsidP="00173093">
      <w:pPr>
        <w:pStyle w:val="ECEcorps"/>
        <w:spacing w:before="120"/>
      </w:pPr>
      <w:r>
        <w:t>On se propose d’étudier le circuit électrique schématisé ci-dessous.</w:t>
      </w:r>
    </w:p>
    <w:p w14:paraId="5A226612" w14:textId="77777777" w:rsidR="00E26870" w:rsidRDefault="00E26870" w:rsidP="00E26870">
      <w:pPr>
        <w:pStyle w:val="ECEcorps"/>
      </w:pPr>
    </w:p>
    <w:p w14:paraId="74B29C8C" w14:textId="77777777" w:rsidR="00173093" w:rsidRDefault="00923D17" w:rsidP="00173093">
      <w:pPr>
        <w:pStyle w:val="ECEcorps"/>
        <w:jc w:val="center"/>
      </w:pPr>
      <w:r>
        <w:rPr>
          <w:noProof/>
          <w:color w:val="000000"/>
        </w:rPr>
      </w:r>
      <w:r>
        <w:rPr>
          <w:noProof/>
          <w:color w:val="000000"/>
        </w:rPr>
        <w:pict w14:anchorId="4B487DD5">
          <v:group id="Groupe 1" o:spid="_x0000_s1026" style="width:176.9pt;height:105.05pt;mso-position-horizontal-relative:char;mso-position-vertical-relative:line" coordorigin="-105,-317" coordsize="22464,13341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6" o:spid="_x0000_s1027" type="#_x0000_t202" style="position:absolute;left:6552;top:6501;width:5023;height:2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<v:textbox>
                <w:txbxContent>
                  <w:p w14:paraId="376FB0FC" w14:textId="77777777" w:rsidR="00173093" w:rsidRDefault="00173093" w:rsidP="00173093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G.B.F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>.</w:t>
                    </w:r>
                  </w:p>
                </w:txbxContent>
              </v:textbox>
            </v:shape>
            <v:group id="Groupe 22" o:spid="_x0000_s1028" style="position:absolute;left:-105;top:-317;width:22463;height:13341" coordorigin="-105,-317" coordsize="22464,13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<v:group id="Groupe 13" o:spid="_x0000_s1029" style="position:absolute;left:3699;top:2241;width:13373;height:10783" coordsize="13372,10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line id="Connecteur droit 1" o:spid="_x0000_s1030" style="position:absolute;visibility:visible;mso-wrap-style:square" from="1849,19" to="1849,107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" strokecolor="black [3213]"/>
                <v:line id="Connecteur droit 2" o:spid="_x0000_s1031" style="position:absolute;rotation:90;visibility:visible;mso-wrap-style:square" from="7215,5383" to="7215,16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" strokecolor="black [3213]"/>
                <v:line id="Connecteur droit 3" o:spid="_x0000_s1032" style="position:absolute;rotation:-90;visibility:visible;mso-wrap-style:square" from="4782,-2862" to="4782,2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" strokecolor="black [3213]">
                  <v:stroke endarrow="open"/>
                </v:line>
                <v:oval id="Ellipse 4" o:spid="_x0000_s1033" style="position:absolute;top:3666;width:3619;height:33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" filled="f" strokecolor="black [3213]" strokeweight=".5pt"/>
                <v:line id="Connecteur droit 5" o:spid="_x0000_s1034" style="position:absolute;rotation:90;visibility:visible;mso-wrap-style:square" from="10095,-2412" to="10095,2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" strokecolor="black [3213]"/>
                <v:line id="Connecteur droit 6" o:spid="_x0000_s1035" style="position:absolute;rotation:90;visibility:visible;mso-wrap-style:square" from="11320,1181" to="13649,1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" strokecolor="black [3213]"/>
                <v:line id="Connecteur droit 7" o:spid="_x0000_s1036" style="position:absolute;rotation:90;visibility:visible;mso-wrap-style:square" from="11366,9524" to="13770,9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" strokecolor="black [3213]"/>
                <v:line id="Connecteur droit 8" o:spid="_x0000_s1037" style="position:absolute;rotation:180;visibility:visible;mso-wrap-style:square" from="11575,2450" to="13372,2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" strokecolor="black [3213]" strokeweight="1pt"/>
                <v:line id="Connecteur droit 10" o:spid="_x0000_s1038" style="position:absolute;rotation:180;visibility:visible;mso-wrap-style:square" from="11575,3032" to="13372,3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" strokecolor="black [3213]" strokeweight="1pt"/>
                <v:line id="Connecteur droit 11" o:spid="_x0000_s1039" style="position:absolute;rotation:-90;flip:y;visibility:visible;mso-wrap-style:square" from="11317,4137" to="13633,41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" strokecolor="black [3213]"/>
                <v:rect id="Rectangle 12" o:spid="_x0000_s1040" style="position:absolute;left:11945;top:5305;width:1110;height:3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" filled="f" strokecolor="black [3213]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4" o:spid="_x0000_s1041" type="#_x0000_t32" style="position:absolute;left:3119;top:4662;width:0;height:60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" strokecolor="black [3040]" strokeweight="1pt">
                <v:stroke endarrow="open"/>
              </v:shape>
              <v:shape id="Connecteur droit avec flèche 15" o:spid="_x0000_s1042" type="#_x0000_t32" style="position:absolute;left:18024;top:6829;width:0;height:47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" strokecolor="black [3040]" strokeweight="1pt">
                <v:stroke endarrow="open"/>
              </v:shape>
              <v:shape id="Zone de texte 17" o:spid="_x0000_s1043" type="#_x0000_t202" style="position:absolute;left:9405;top:-317;width:4865;height:26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<v:textbox>
                  <w:txbxContent>
                    <w:p w14:paraId="4A570D2E" w14:textId="77777777" w:rsidR="00173093" w:rsidRDefault="00173093" w:rsidP="00173093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i</w:t>
                      </w:r>
                      <w:r>
                        <w:rPr>
                          <w:sz w:val="22"/>
                          <w:szCs w:val="22"/>
                        </w:rPr>
                        <w:t>(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t</w:t>
                      </w:r>
                      <w:r>
                        <w:rPr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  <v:shape id="Zone de texte 18" o:spid="_x0000_s1044" type="#_x0000_t202" style="position:absolute;left:12842;top:3858;width:4493;height: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" filled="f" stroked="f" strokeweight=".5pt">
                <v:textbox>
                  <w:txbxContent>
                    <w:p w14:paraId="37CCF2DE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  <v:shape id="Zone de texte 19" o:spid="_x0000_s1045" type="#_x0000_t202" style="position:absolute;left:13000;top:7716;width:4966;height:2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<v:textbox>
                  <w:txbxContent>
                    <w:p w14:paraId="7D3F33BB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R</w:t>
                      </w:r>
                    </w:p>
                  </w:txbxContent>
                </v:textbox>
              </v:shape>
              <v:shape id="Zone de texte 20" o:spid="_x0000_s1046" type="#_x0000_t202" style="position:absolute;left:-105;top:6025;width:4492;height:2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<v:textbox>
                  <w:txbxContent>
                    <w:p w14:paraId="18F5CDFD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u(t)</w:t>
                      </w:r>
                    </w:p>
                  </w:txbxContent>
                </v:textbox>
              </v:shape>
              <v:shape id="Zone de texte 21" o:spid="_x0000_s1047" type="#_x0000_t202" style="position:absolute;left:17335;top:7451;width:5023;height:2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<v:textbox>
                  <w:txbxContent>
                    <w:p w14:paraId="06628BC6" w14:textId="77777777" w:rsidR="00173093" w:rsidRDefault="00173093" w:rsidP="0017309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u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  <w:vertAlign w:val="subscript"/>
                        </w:rPr>
                        <w:t>R</w:t>
                      </w:r>
                      <w:r>
                        <w:rPr>
                          <w:i/>
                          <w:iCs/>
                          <w:sz w:val="22"/>
                          <w:szCs w:val="22"/>
                        </w:rPr>
                        <w:t>(t)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14:paraId="032CA92A" w14:textId="77777777" w:rsidR="00697B01" w:rsidRDefault="00697B01" w:rsidP="00E26870">
      <w:pPr>
        <w:pStyle w:val="ECEcorps"/>
      </w:pPr>
    </w:p>
    <w:bookmarkEnd w:id="2"/>
    <w:bookmarkEnd w:id="3"/>
    <w:bookmarkEnd w:id="4"/>
    <w:p w14:paraId="63625EF0" w14:textId="77777777" w:rsidR="00697B01" w:rsidRDefault="00697B01" w:rsidP="00697B01">
      <w:pPr>
        <w:pStyle w:val="ECEcorps"/>
      </w:pPr>
      <w:r>
        <w:t xml:space="preserve">Ajouter sur le schéma les </w:t>
      </w:r>
      <w:r w:rsidRPr="007B1526">
        <w:t>branchements de l’oscilloscope</w:t>
      </w:r>
      <w:r>
        <w:t xml:space="preserve"> pour visualiser : </w:t>
      </w:r>
    </w:p>
    <w:p w14:paraId="4FE0FD3F" w14:textId="77777777" w:rsidR="00697B01" w:rsidRDefault="00697B01" w:rsidP="00697B01">
      <w:pPr>
        <w:pStyle w:val="ECEcorps"/>
        <w:numPr>
          <w:ilvl w:val="0"/>
          <w:numId w:val="12"/>
        </w:numPr>
        <w:ind w:left="426" w:hanging="219"/>
      </w:pPr>
      <w:r>
        <w:t xml:space="preserve">sur la voie A, la tension </w:t>
      </w:r>
      <w:r>
        <w:rPr>
          <w:i/>
          <w:iCs/>
        </w:rPr>
        <w:t>u</w:t>
      </w:r>
      <w:r>
        <w:t>(</w:t>
      </w:r>
      <w:r>
        <w:rPr>
          <w:i/>
          <w:iCs/>
        </w:rPr>
        <w:t>t</w:t>
      </w:r>
      <w:r>
        <w:t>) sinusoïdale, de fréquence</w:t>
      </w:r>
      <w:r w:rsidRPr="00C005C2">
        <w:rPr>
          <w:i/>
        </w:rPr>
        <w:t xml:space="preserve"> f</w:t>
      </w:r>
      <w:r w:rsidR="00C005C2">
        <w:t xml:space="preserve"> et</w:t>
      </w:r>
      <w:r>
        <w:t xml:space="preserve"> d’amplitude </w:t>
      </w:r>
      <w:r>
        <w:rPr>
          <w:i/>
          <w:iCs/>
        </w:rPr>
        <w:t>U</w:t>
      </w:r>
      <w:r>
        <w:rPr>
          <w:i/>
          <w:iCs/>
          <w:vertAlign w:val="subscript"/>
        </w:rPr>
        <w:t>m</w:t>
      </w:r>
      <w:r w:rsidR="00C005C2" w:rsidRPr="00C005C2">
        <w:t>,</w:t>
      </w:r>
      <w:r w:rsidR="00C005C2">
        <w:rPr>
          <w:vertAlign w:val="subscript"/>
        </w:rPr>
        <w:t xml:space="preserve"> </w:t>
      </w:r>
      <w:r>
        <w:t>délivr</w:t>
      </w:r>
      <w:r w:rsidR="00C005C2">
        <w:t>ée par le générateur de tension ;</w:t>
      </w:r>
    </w:p>
    <w:p w14:paraId="0560457D" w14:textId="77777777" w:rsidR="00697B01" w:rsidRDefault="00697B01" w:rsidP="00697B01">
      <w:pPr>
        <w:pStyle w:val="ECEcorps"/>
        <w:numPr>
          <w:ilvl w:val="0"/>
          <w:numId w:val="12"/>
        </w:numPr>
        <w:ind w:left="426" w:hanging="219"/>
      </w:pPr>
      <w:r>
        <w:t xml:space="preserve">sur la voie B, la tension </w:t>
      </w:r>
      <w:r>
        <w:rPr>
          <w:i/>
          <w:iCs/>
        </w:rPr>
        <w:t>u</w:t>
      </w:r>
      <w:r>
        <w:rPr>
          <w:i/>
          <w:iCs/>
          <w:position w:val="-6"/>
          <w:vertAlign w:val="subscript"/>
        </w:rPr>
        <w:t>R</w:t>
      </w:r>
      <w:r>
        <w:t>(</w:t>
      </w:r>
      <w:r>
        <w:rPr>
          <w:i/>
          <w:iCs/>
        </w:rPr>
        <w:t>t</w:t>
      </w:r>
      <w:r>
        <w:t>) aux bornes du conducteur ohmique.</w:t>
      </w:r>
    </w:p>
    <w:p w14:paraId="59567997" w14:textId="77777777" w:rsidR="00697B01" w:rsidRDefault="00697B01" w:rsidP="00697B01">
      <w:pPr>
        <w:pStyle w:val="ECEcorps"/>
        <w:spacing w:before="120"/>
      </w:pPr>
      <w:r>
        <w:t xml:space="preserve">Mettre en œuvre le circuit électrique schématisé en branchant l’oscilloscope dans le circuit. Choisir une valeur de résistance </w:t>
      </w:r>
      <w:r>
        <w:rPr>
          <w:i/>
          <w:iCs/>
        </w:rPr>
        <w:t>R</w:t>
      </w:r>
      <w:r>
        <w:t> = 100 </w:t>
      </w:r>
      <w:r>
        <w:rPr>
          <w:rFonts w:ascii="Times New Roman" w:hAnsi="Times New Roman" w:cs="Times New Roman"/>
        </w:rPr>
        <w:t>Ω</w:t>
      </w:r>
      <w:r>
        <w:rPr>
          <w:rFonts w:ascii="Symbol" w:hAnsi="Symbol"/>
        </w:rPr>
        <w:t></w:t>
      </w:r>
      <w:r>
        <w:t xml:space="preserve">et une valeur de capacité </w:t>
      </w:r>
      <w:r>
        <w:rPr>
          <w:i/>
          <w:iCs/>
        </w:rPr>
        <w:t>C</w:t>
      </w:r>
      <w:r>
        <w:t xml:space="preserve"> = 1,0 µF. </w:t>
      </w:r>
    </w:p>
    <w:p w14:paraId="65838400" w14:textId="77777777" w:rsidR="00C005C2" w:rsidRDefault="00C005C2" w:rsidP="00C005C2">
      <w:r w:rsidRPr="00761C5B">
        <w:lastRenderedPageBreak/>
        <w:t>Régler le</w:t>
      </w:r>
      <w:r w:rsidRPr="00F6772F">
        <w:t xml:space="preserve"> </w:t>
      </w:r>
      <w:r>
        <w:t xml:space="preserve">Générateur Basse Fréquence </w:t>
      </w:r>
      <w:r w:rsidR="00146A29">
        <w:t xml:space="preserve">(GBF) </w:t>
      </w:r>
      <w:r w:rsidRPr="00761C5B">
        <w:t>pour qu’il délivre une tension</w:t>
      </w:r>
      <w:r>
        <w:t xml:space="preserve"> sinusoïdale</w:t>
      </w:r>
      <w:r w:rsidRPr="00761C5B">
        <w:t xml:space="preserve"> de fréquence </w:t>
      </w:r>
      <w:r w:rsidRPr="00253CFB">
        <w:rPr>
          <w:i/>
        </w:rPr>
        <w:t>f</w:t>
      </w:r>
      <w:r>
        <w:t xml:space="preserve"> de valeur 2000 </w:t>
      </w:r>
      <w:r w:rsidRPr="00761C5B">
        <w:t>Hz.</w:t>
      </w:r>
    </w:p>
    <w:p w14:paraId="016BCE4B" w14:textId="77777777" w:rsidR="00C005C2" w:rsidRDefault="00C005C2" w:rsidP="00C005C2"/>
    <w:p w14:paraId="1FD5C201" w14:textId="77777777" w:rsidR="00C005C2" w:rsidRDefault="00C005C2" w:rsidP="00C005C2">
      <w:pPr>
        <w:rPr>
          <w:lang w:val="pt-BR"/>
        </w:rPr>
      </w:pPr>
      <w:r w:rsidRPr="00042FE9">
        <w:rPr>
          <w:lang w:val="pt-BR"/>
        </w:rPr>
        <w:t xml:space="preserve">Ajuster l’amplitude </w:t>
      </w:r>
      <w:r w:rsidRPr="00042FE9">
        <w:rPr>
          <w:i/>
          <w:iCs/>
          <w:lang w:val="pt-BR"/>
        </w:rPr>
        <w:t>U</w:t>
      </w:r>
      <w:r w:rsidRPr="00AF7F51">
        <w:rPr>
          <w:i/>
          <w:iCs/>
          <w:vertAlign w:val="subscript"/>
          <w:lang w:val="pt-BR"/>
        </w:rPr>
        <w:t>m</w:t>
      </w:r>
      <w:r w:rsidRPr="00042FE9">
        <w:rPr>
          <w:lang w:val="pt-BR"/>
        </w:rPr>
        <w:t xml:space="preserve"> de </w:t>
      </w:r>
      <w:r w:rsidRPr="00042FE9">
        <w:rPr>
          <w:i/>
          <w:iCs/>
          <w:lang w:val="pt-BR"/>
        </w:rPr>
        <w:t>u</w:t>
      </w:r>
      <w:r w:rsidRPr="00042FE9">
        <w:rPr>
          <w:lang w:val="pt-BR"/>
        </w:rPr>
        <w:t>(</w:t>
      </w:r>
      <w:r w:rsidRPr="00042FE9">
        <w:rPr>
          <w:i/>
          <w:iCs/>
          <w:lang w:val="pt-BR"/>
        </w:rPr>
        <w:t>t</w:t>
      </w:r>
      <w:r w:rsidRPr="00042FE9">
        <w:rPr>
          <w:lang w:val="pt-BR"/>
        </w:rPr>
        <w:t>) à 2,0</w:t>
      </w:r>
      <w:r>
        <w:rPr>
          <w:lang w:val="pt-BR"/>
        </w:rPr>
        <w:t> </w:t>
      </w:r>
      <w:r w:rsidRPr="00042FE9">
        <w:rPr>
          <w:lang w:val="pt-BR"/>
        </w:rPr>
        <w:t>V.</w:t>
      </w:r>
    </w:p>
    <w:p w14:paraId="66806107" w14:textId="77777777" w:rsidR="00C005C2" w:rsidRPr="00A311D9" w:rsidRDefault="00C005C2" w:rsidP="00697B01">
      <w:pPr>
        <w:pStyle w:val="ECEcorps"/>
        <w:rPr>
          <w:lang w:val="pt-BR"/>
        </w:rPr>
      </w:pPr>
    </w:p>
    <w:p w14:paraId="66172584" w14:textId="77777777" w:rsidR="00697B01" w:rsidRDefault="00697B01" w:rsidP="00697B01">
      <w:pPr>
        <w:pStyle w:val="ECEcorps"/>
        <w:spacing w:after="120"/>
      </w:pPr>
      <w:r>
        <w:t>Sur l’oscilloscope, agir sur les réglages de sensibilité des voies A et B ainsi que sur la sensibilité horizontale pour obtenir deux sinusoïdes qui pourront être exploitées pour faire de</w:t>
      </w:r>
      <w:r w:rsidR="00C005C2">
        <w:t>s mesures d’amplitude ou de durée</w:t>
      </w:r>
      <w:r>
        <w:t>s les plus précises possibles.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97B01" w14:paraId="10F671A0" w14:textId="77777777" w:rsidTr="00697B01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107248D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bookmarkStart w:id="8" w:name="_Hlk26870983"/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2A1208C5" w14:textId="77777777" w:rsidR="00697B01" w:rsidRDefault="00697B01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0E7355A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697B01" w14:paraId="245473FC" w14:textId="77777777" w:rsidTr="00697B01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971B5E1" w14:textId="77777777" w:rsidR="00697B01" w:rsidRDefault="00697B0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7A5B5FC3" w14:textId="77777777" w:rsidR="00697B01" w:rsidRDefault="00697B01">
            <w:pPr>
              <w:pStyle w:val="ECEappel"/>
              <w:framePr w:wrap="around"/>
              <w:rPr>
                <w:bCs/>
                <w:szCs w:val="22"/>
              </w:rPr>
            </w:pPr>
            <w:r>
              <w:t>Appeler le professeur pour vérifier le montage et les réglages ou en cas de difficulté.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E75B2AE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  <w:bookmarkEnd w:id="8"/>
    </w:tbl>
    <w:p w14:paraId="56F25BEB" w14:textId="77777777" w:rsidR="00697B01" w:rsidRDefault="00697B01" w:rsidP="00697B01">
      <w:pPr>
        <w:pStyle w:val="ECEcorps"/>
      </w:pPr>
    </w:p>
    <w:p w14:paraId="2ABD2A41" w14:textId="77777777" w:rsidR="00697B01" w:rsidRDefault="00697B01" w:rsidP="00697B01">
      <w:pPr>
        <w:pStyle w:val="ECEpartie"/>
        <w:numPr>
          <w:ilvl w:val="0"/>
          <w:numId w:val="6"/>
        </w:numPr>
        <w:spacing w:after="120"/>
      </w:pPr>
      <w:bookmarkStart w:id="9" w:name="_Toc31724434"/>
      <w:r>
        <w:t xml:space="preserve">Détermination de la valeur de l’amplitude </w:t>
      </w:r>
      <w:r>
        <w:rPr>
          <w:i/>
          <w:iCs/>
        </w:rPr>
        <w:t>I</w:t>
      </w:r>
      <w:r>
        <w:rPr>
          <w:i/>
          <w:iCs/>
          <w:vertAlign w:val="subscript"/>
        </w:rPr>
        <w:t>m</w:t>
      </w:r>
      <w:r>
        <w:t xml:space="preserve"> de l’intensité du courant </w:t>
      </w:r>
      <w:r>
        <w:rPr>
          <w:b w:val="0"/>
        </w:rPr>
        <w:t>(10 minutes conseillées)</w:t>
      </w:r>
      <w:bookmarkEnd w:id="9"/>
    </w:p>
    <w:p w14:paraId="360AB7F6" w14:textId="77777777" w:rsidR="00697B01" w:rsidRDefault="00697B01" w:rsidP="00697B01">
      <w:r>
        <w:t xml:space="preserve">Proposer une démarche permettant de calculer l’amplitude </w:t>
      </w:r>
      <w:r>
        <w:rPr>
          <w:i/>
          <w:iCs/>
        </w:rPr>
        <w:t>I</w:t>
      </w:r>
      <w:r w:rsidRPr="006A47C9">
        <w:rPr>
          <w:i/>
          <w:iCs/>
          <w:vertAlign w:val="subscript"/>
        </w:rPr>
        <w:t>m</w:t>
      </w:r>
      <w:r>
        <w:t xml:space="preserve"> de l’intensité du courant </w:t>
      </w:r>
      <w:r>
        <w:rPr>
          <w:i/>
          <w:iCs/>
        </w:rPr>
        <w:t>i</w:t>
      </w:r>
      <w:r>
        <w:t>(</w:t>
      </w:r>
      <w:r>
        <w:rPr>
          <w:i/>
          <w:iCs/>
        </w:rPr>
        <w:t>t</w:t>
      </w:r>
      <w:r>
        <w:t>) dans le circuit.</w:t>
      </w:r>
    </w:p>
    <w:p w14:paraId="5440229F" w14:textId="77777777" w:rsidR="00697B01" w:rsidRDefault="00697B01" w:rsidP="00697B01">
      <w:pPr>
        <w:pStyle w:val="ECErponse"/>
        <w:spacing w:before="120"/>
      </w:pPr>
      <w:r>
        <w:t>…………………………………………………………………………………………………..……….………..………………..</w:t>
      </w:r>
    </w:p>
    <w:p w14:paraId="3B7D07D3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6A2103B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2557476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361A238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398FF88" w14:textId="77777777" w:rsidR="007B1526" w:rsidRDefault="00697B01" w:rsidP="007B1526">
      <w:pPr>
        <w:pStyle w:val="ECErponse"/>
      </w:pPr>
      <w:r>
        <w:t>…………………………………………………………………………………</w:t>
      </w:r>
      <w:r w:rsidR="007B1526">
        <w:t>…</w:t>
      </w:r>
      <w:r>
        <w:t>……………..……….………..………………..</w:t>
      </w:r>
    </w:p>
    <w:p w14:paraId="5F8FDF4B" w14:textId="77777777" w:rsidR="00697B01" w:rsidRDefault="007B1526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D7626C0" w14:textId="77777777" w:rsidR="00146A29" w:rsidRDefault="00146A29" w:rsidP="00697B01">
      <w:pPr>
        <w:pStyle w:val="ECErponse"/>
      </w:pPr>
    </w:p>
    <w:p w14:paraId="28B959CF" w14:textId="77777777" w:rsidR="00697B01" w:rsidRDefault="00697B01" w:rsidP="00697B01">
      <w:pPr>
        <w:pStyle w:val="ECEcorps"/>
        <w:jc w:val="center"/>
        <w:rPr>
          <w:sz w:val="6"/>
          <w:szCs w:val="6"/>
        </w:rPr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97B01" w14:paraId="4B506E8F" w14:textId="77777777" w:rsidTr="00697B01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9B72DAB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335FE04C" w14:textId="77777777" w:rsidR="00697B01" w:rsidRDefault="00697B01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02CA206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697B01" w14:paraId="76A188C4" w14:textId="77777777" w:rsidTr="00697B01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7AE4E7F" w14:textId="77777777" w:rsidR="00697B01" w:rsidRDefault="00697B0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506519A" w14:textId="77777777" w:rsidR="00697B01" w:rsidRDefault="00697B01">
            <w:pPr>
              <w:pStyle w:val="ECEappel"/>
              <w:framePr w:wrap="around"/>
              <w:rPr>
                <w:bCs/>
                <w:szCs w:val="22"/>
              </w:rPr>
            </w:pPr>
            <w:r>
              <w:t>Appeler le professeur pour vérifier la démarche proposée ou en cas de difficulté.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E755742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2E08C8E8" w14:textId="77777777" w:rsidR="007B1526" w:rsidRDefault="007B1526" w:rsidP="00697B01"/>
    <w:p w14:paraId="22102FF2" w14:textId="77777777" w:rsidR="00697B01" w:rsidRDefault="00697B01" w:rsidP="00697B01">
      <w:r>
        <w:t xml:space="preserve">Faire les mesures à l’oscilloscope permettant de calculer l’amplitude </w:t>
      </w:r>
      <w:r>
        <w:rPr>
          <w:i/>
          <w:iCs/>
        </w:rPr>
        <w:t>I</w:t>
      </w:r>
      <w:r w:rsidRPr="006A47C9">
        <w:rPr>
          <w:i/>
          <w:iCs/>
          <w:vertAlign w:val="subscript"/>
        </w:rPr>
        <w:t>m</w:t>
      </w:r>
      <w:r>
        <w:t xml:space="preserve"> de l’intensité du courant </w:t>
      </w:r>
      <w:r>
        <w:rPr>
          <w:i/>
          <w:iCs/>
        </w:rPr>
        <w:t>i</w:t>
      </w:r>
      <w:r>
        <w:t>(</w:t>
      </w:r>
      <w:r>
        <w:rPr>
          <w:i/>
          <w:iCs/>
        </w:rPr>
        <w:t>t</w:t>
      </w:r>
      <w:r>
        <w:t>).</w:t>
      </w:r>
    </w:p>
    <w:p w14:paraId="620C0B36" w14:textId="77777777" w:rsidR="00697B01" w:rsidRDefault="00697B01" w:rsidP="00697B01">
      <w:pPr>
        <w:pStyle w:val="ECErponse"/>
      </w:pPr>
      <w:r>
        <w:t xml:space="preserve"> ……………………………………………………………………………………………..…..……….………..………………..</w:t>
      </w:r>
    </w:p>
    <w:p w14:paraId="03170E95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6971630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D3B01CA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BC05E67" w14:textId="77777777" w:rsidR="006E0FFA" w:rsidRDefault="006E0FFA" w:rsidP="00697B01">
      <w:pPr>
        <w:pStyle w:val="ECEcorps"/>
      </w:pPr>
      <w:bookmarkStart w:id="10" w:name="_Hlk55316924"/>
    </w:p>
    <w:p w14:paraId="0DF25BDB" w14:textId="77777777" w:rsidR="00697B01" w:rsidRDefault="00697B01" w:rsidP="00697B01">
      <w:pPr>
        <w:pStyle w:val="ECEpartie"/>
        <w:numPr>
          <w:ilvl w:val="0"/>
          <w:numId w:val="6"/>
        </w:numPr>
      </w:pPr>
      <w:bookmarkStart w:id="11" w:name="_Toc31724435"/>
      <w:r>
        <w:t xml:space="preserve">Étude du circuit RC en fonction de la fréquence de la tension d’alimentation </w:t>
      </w:r>
      <w:r w:rsidRPr="006E0FFA">
        <w:rPr>
          <w:b w:val="0"/>
        </w:rPr>
        <w:t>(10 minutes conseillées)</w:t>
      </w:r>
      <w:bookmarkEnd w:id="11"/>
    </w:p>
    <w:p w14:paraId="25BA8A25" w14:textId="77777777" w:rsidR="00F45354" w:rsidRDefault="00697B01" w:rsidP="006E0FFA">
      <w:pPr>
        <w:spacing w:before="120"/>
      </w:pPr>
      <w:r>
        <w:t xml:space="preserve">Changer la valeur de </w:t>
      </w:r>
      <w:r>
        <w:rPr>
          <w:i/>
        </w:rPr>
        <w:t>f</w:t>
      </w:r>
      <w:r>
        <w:t xml:space="preserve"> pour une valeur</w:t>
      </w:r>
      <w:bookmarkStart w:id="12" w:name="_Hlk55318724"/>
      <w:r w:rsidR="008D1A3D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  <w:iCs/>
              </w:rPr>
              <m:t>f</m:t>
            </m:r>
          </m:e>
          <m:sub>
            <m:r>
              <m:rPr>
                <m:nor/>
              </m:rPr>
              <m:t>1</m:t>
            </m:r>
            <m:r>
              <m:rPr>
                <m:nor/>
              </m:rPr>
              <w:rPr>
                <w:rFonts w:ascii="Cambria Math"/>
              </w:rPr>
              <m:t> </m:t>
            </m:r>
          </m:sub>
        </m:sSub>
        <m:r>
          <m:rPr>
            <m:nor/>
          </m:rPr>
          <m:t>=</m:t>
        </m:r>
        <m:r>
          <m:rPr>
            <m:nor/>
          </m:rPr>
          <w:rPr>
            <w:rFonts w:ascii="Cambria Math"/>
          </w:rPr>
          <m:t> </m:t>
        </m:r>
        <m:r>
          <m:rPr>
            <m:nor/>
          </m:rPr>
          <m:t>10</m:t>
        </m:r>
        <m:r>
          <m:rPr>
            <m:nor/>
          </m:rPr>
          <w:rPr>
            <w:rFonts w:ascii="Cambria Math"/>
          </w:rPr>
          <m:t>·</m:t>
        </m:r>
        <m:r>
          <m:rPr>
            <m:nor/>
          </m:rPr>
          <w:rPr>
            <w:i/>
            <w:iCs/>
          </w:rPr>
          <m:t>f</m:t>
        </m:r>
      </m:oMath>
      <w:bookmarkEnd w:id="12"/>
    </w:p>
    <w:p w14:paraId="00528004" w14:textId="77777777" w:rsidR="00F45354" w:rsidRDefault="00F45354" w:rsidP="006E0FFA">
      <w:pPr>
        <w:spacing w:before="120"/>
      </w:pPr>
      <w:r>
        <w:t>R</w:t>
      </w:r>
      <w:r w:rsidR="00697B01">
        <w:t xml:space="preserve">éajuster éventuellement l’amplitude </w:t>
      </w:r>
      <w:r w:rsidR="00697B01">
        <w:rPr>
          <w:i/>
          <w:iCs/>
        </w:rPr>
        <w:t>U</w:t>
      </w:r>
      <w:r w:rsidR="00697B01">
        <w:rPr>
          <w:i/>
          <w:iCs/>
          <w:vertAlign w:val="subscript"/>
        </w:rPr>
        <w:t>m</w:t>
      </w:r>
      <w:r w:rsidR="00697B01">
        <w:t xml:space="preserve"> de </w:t>
      </w:r>
      <w:r w:rsidR="00697B01">
        <w:rPr>
          <w:i/>
          <w:iCs/>
        </w:rPr>
        <w:t>u</w:t>
      </w:r>
      <w:r w:rsidR="00697B01">
        <w:t>(</w:t>
      </w:r>
      <w:r w:rsidR="00697B01">
        <w:rPr>
          <w:i/>
          <w:iCs/>
        </w:rPr>
        <w:t>t</w:t>
      </w:r>
      <w:r w:rsidR="00697B01">
        <w:t xml:space="preserve">) à 2,0 V. </w:t>
      </w:r>
    </w:p>
    <w:p w14:paraId="7805D35F" w14:textId="77777777" w:rsidR="00F45354" w:rsidRDefault="00697B01" w:rsidP="006E0FFA">
      <w:pPr>
        <w:spacing w:before="120"/>
      </w:pPr>
      <w:r>
        <w:t>Faire les réglages nécessaires de l'oscilloscope pour obtenir des courbes faciles à exploiter</w:t>
      </w:r>
      <w:r w:rsidR="00F45354">
        <w:t xml:space="preserve">. </w:t>
      </w:r>
    </w:p>
    <w:p w14:paraId="128ACD04" w14:textId="77777777" w:rsidR="00697B01" w:rsidRDefault="00F45354" w:rsidP="006E0FFA">
      <w:pPr>
        <w:spacing w:before="120"/>
      </w:pPr>
      <w:r>
        <w:lastRenderedPageBreak/>
        <w:t>D</w:t>
      </w:r>
      <w:r w:rsidR="00697B01">
        <w:t xml:space="preserve">éterminer la nouvelle valeur </w:t>
      </w:r>
      <w:r w:rsidR="00697B01">
        <w:rPr>
          <w:i/>
          <w:iCs/>
        </w:rPr>
        <w:t>I</w:t>
      </w:r>
      <w:r w:rsidR="00697B01">
        <w:rPr>
          <w:i/>
          <w:iCs/>
          <w:vertAlign w:val="subscript"/>
        </w:rPr>
        <w:t>m1</w:t>
      </w:r>
      <w:r w:rsidR="00697B01">
        <w:t xml:space="preserve"> de l’amplitude de l’intensité du courant.</w:t>
      </w:r>
    </w:p>
    <w:p w14:paraId="71E7CAB9" w14:textId="77777777" w:rsidR="00697B01" w:rsidRDefault="00697B01" w:rsidP="006E0FFA">
      <w:pPr>
        <w:pStyle w:val="ECErponse"/>
        <w:spacing w:before="120"/>
      </w:pPr>
      <w:r>
        <w:t>…………………………………………………………………………………………………..……….………..………………..</w:t>
      </w:r>
    </w:p>
    <w:p w14:paraId="645904DB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61C23E5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099D5F8" w14:textId="77777777" w:rsidR="00697B01" w:rsidRPr="006E0FFA" w:rsidRDefault="00697B01" w:rsidP="006E0FFA">
      <w:pPr>
        <w:ind w:right="-625"/>
        <w:jc w:val="center"/>
        <w:rPr>
          <w:sz w:val="18"/>
          <w:szCs w:val="18"/>
        </w:rPr>
      </w:pPr>
    </w:p>
    <w:p w14:paraId="68B25366" w14:textId="77777777" w:rsidR="00F45354" w:rsidRDefault="00697B01" w:rsidP="00F45354">
      <w:pPr>
        <w:spacing w:line="360" w:lineRule="auto"/>
        <w:ind w:right="-2"/>
        <w:rPr>
          <w:sz w:val="24"/>
          <w:szCs w:val="24"/>
        </w:rPr>
      </w:pPr>
      <w:r>
        <w:t xml:space="preserve">Changer la valeur de </w:t>
      </w:r>
      <w:r>
        <w:rPr>
          <w:i/>
        </w:rPr>
        <w:t>f</w:t>
      </w:r>
      <w:r>
        <w:t xml:space="preserve"> pour une valeur </w:t>
      </w:r>
      <w:bookmarkStart w:id="13" w:name="_Hlk55318751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nor/>
              </m:rPr>
              <w:rPr>
                <w:i/>
              </w:rPr>
              <m:t>f</m:t>
            </m:r>
          </m:e>
          <m:sub>
            <m:r>
              <m:rPr>
                <m:nor/>
              </m:rPr>
              <m:t>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i/>
                <w:iCs/>
                <w:sz w:val="24"/>
                <w:szCs w:val="24"/>
              </w:rPr>
              <m:t>f</m:t>
            </m:r>
          </m:num>
          <m:den>
            <m:r>
              <m:rPr>
                <m:nor/>
              </m:rPr>
              <w:rPr>
                <w:sz w:val="24"/>
                <w:szCs w:val="24"/>
              </w:rPr>
              <m:t>10</m:t>
            </m:r>
          </m:den>
        </m:f>
        <w:bookmarkEnd w:id="13"/>
        <m:r>
          <w:rPr>
            <w:rFonts w:ascii="Cambria Math" w:hAnsi="Cambria Math"/>
            <w:sz w:val="24"/>
            <w:szCs w:val="24"/>
          </w:rPr>
          <m:t xml:space="preserve"> </m:t>
        </m:r>
      </m:oMath>
      <w:r w:rsidR="00F45354">
        <w:rPr>
          <w:sz w:val="24"/>
          <w:szCs w:val="24"/>
        </w:rPr>
        <w:t>.</w:t>
      </w:r>
    </w:p>
    <w:p w14:paraId="1C3654C3" w14:textId="7DDCBD87" w:rsidR="00F45354" w:rsidRDefault="00A836AC" w:rsidP="00F45354">
      <w:pPr>
        <w:spacing w:line="360" w:lineRule="auto"/>
        <w:ind w:right="-2"/>
      </w:pPr>
      <w:r>
        <w:t>Réa</w:t>
      </w:r>
      <w:r w:rsidR="00697B01">
        <w:t xml:space="preserve">juster éventuellement l’amplitude </w:t>
      </w:r>
      <w:r w:rsidR="00697B01" w:rsidRPr="008D1A3D">
        <w:rPr>
          <w:i/>
          <w:iCs/>
        </w:rPr>
        <w:t>U</w:t>
      </w:r>
      <w:r w:rsidR="00697B01" w:rsidRPr="006A47C9">
        <w:rPr>
          <w:i/>
          <w:iCs/>
          <w:vertAlign w:val="subscript"/>
        </w:rPr>
        <w:t>m</w:t>
      </w:r>
      <w:r w:rsidR="00697B01">
        <w:t xml:space="preserve"> de </w:t>
      </w:r>
      <w:r w:rsidR="00697B01">
        <w:rPr>
          <w:i/>
          <w:iCs/>
        </w:rPr>
        <w:t>u</w:t>
      </w:r>
      <w:r w:rsidR="00697B01">
        <w:t>(</w:t>
      </w:r>
      <w:r w:rsidR="00697B01">
        <w:rPr>
          <w:i/>
          <w:iCs/>
        </w:rPr>
        <w:t>t</w:t>
      </w:r>
      <w:r w:rsidR="00697B01">
        <w:t>) à 2</w:t>
      </w:r>
      <w:r w:rsidR="00F05108">
        <w:t xml:space="preserve">,0 </w:t>
      </w:r>
      <w:r w:rsidR="00F45354">
        <w:t>V.</w:t>
      </w:r>
    </w:p>
    <w:p w14:paraId="6B5E751C" w14:textId="77777777" w:rsidR="008D1A3D" w:rsidRDefault="00F45354" w:rsidP="00F45354">
      <w:pPr>
        <w:spacing w:line="360" w:lineRule="auto"/>
        <w:ind w:right="-2"/>
      </w:pPr>
      <w:r>
        <w:t>D</w:t>
      </w:r>
      <w:r w:rsidR="00697B01">
        <w:t xml:space="preserve">éterminer la nouvelle valeur </w:t>
      </w:r>
      <w:r w:rsidR="00697B01">
        <w:rPr>
          <w:i/>
          <w:iCs/>
        </w:rPr>
        <w:t>I</w:t>
      </w:r>
      <w:r w:rsidR="00697B01">
        <w:rPr>
          <w:i/>
          <w:iCs/>
          <w:vertAlign w:val="subscript"/>
        </w:rPr>
        <w:t>m2</w:t>
      </w:r>
      <w:r w:rsidR="00697B01">
        <w:rPr>
          <w:i/>
          <w:iCs/>
        </w:rPr>
        <w:t xml:space="preserve"> </w:t>
      </w:r>
      <w:r w:rsidR="00697B01">
        <w:t>de l’amplitude de l’intensité du courant.</w:t>
      </w:r>
    </w:p>
    <w:p w14:paraId="21BF9CD3" w14:textId="77777777" w:rsidR="00697B01" w:rsidRDefault="00697B01" w:rsidP="006E0FFA">
      <w:pPr>
        <w:pStyle w:val="ECErponse"/>
        <w:spacing w:before="120"/>
      </w:pPr>
      <w:r>
        <w:t>…………………………………………………………………………………………………..……….………..………………..</w:t>
      </w:r>
    </w:p>
    <w:p w14:paraId="4EF002A0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8A181E6" w14:textId="77777777" w:rsidR="00697B01" w:rsidRDefault="00697B01" w:rsidP="006E0FFA">
      <w:pPr>
        <w:pStyle w:val="ECErponse"/>
        <w:spacing w:after="240"/>
      </w:pPr>
      <w:r>
        <w:t>…………………………………………………………………………………………………..……….………..………………..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697B01" w14:paraId="439023F1" w14:textId="77777777" w:rsidTr="00697B01">
        <w:trPr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701433A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  <w:hideMark/>
          </w:tcPr>
          <w:p w14:paraId="267CC66A" w14:textId="77777777" w:rsidR="00697B01" w:rsidRDefault="00697B01">
            <w:pPr>
              <w:pStyle w:val="ECEappel"/>
              <w:framePr w:wrap="around"/>
            </w:pPr>
            <w:r>
              <w:t>APPEL 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1BD488C8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697B01" w14:paraId="7CDFEF4F" w14:textId="77777777" w:rsidTr="00697B01">
        <w:trPr>
          <w:jc w:val="center"/>
        </w:trPr>
        <w:tc>
          <w:tcPr>
            <w:tcW w:w="1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BBFB2BD" w14:textId="77777777" w:rsidR="00697B01" w:rsidRDefault="00697B0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5438BC80" w14:textId="77777777" w:rsidR="00697B01" w:rsidRDefault="00697B01">
            <w:pPr>
              <w:pStyle w:val="ECEappel"/>
              <w:framePr w:wrap="around"/>
              <w:rPr>
                <w:bCs/>
                <w:szCs w:val="22"/>
              </w:rPr>
            </w:pPr>
            <w:r>
              <w:t>Appeler le professeur pour vérifier les valeurs de l’amplitude</w:t>
            </w:r>
            <w:r>
              <w:rPr>
                <w:i/>
                <w:iCs/>
              </w:rPr>
              <w:t xml:space="preserve"> I</w:t>
            </w:r>
            <w:r>
              <w:rPr>
                <w:i/>
                <w:iCs/>
                <w:vertAlign w:val="subscript"/>
              </w:rPr>
              <w:t>m1</w:t>
            </w:r>
            <w:r>
              <w:rPr>
                <w:i/>
                <w:iCs/>
              </w:rPr>
              <w:t xml:space="preserve"> </w:t>
            </w:r>
            <w:r>
              <w:t xml:space="preserve">et </w:t>
            </w:r>
            <w:r>
              <w:rPr>
                <w:i/>
                <w:iCs/>
              </w:rPr>
              <w:t>I</w:t>
            </w:r>
            <w:r>
              <w:rPr>
                <w:i/>
                <w:iCs/>
                <w:vertAlign w:val="subscript"/>
              </w:rPr>
              <w:t>m2</w:t>
            </w:r>
            <w:r>
              <w:t xml:space="preserve"> ou en cas de difficulté.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FA44B0D" w14:textId="77777777" w:rsidR="00697B01" w:rsidRDefault="00697B01">
            <w:pPr>
              <w:jc w:val="center"/>
              <w:rPr>
                <w:bCs/>
                <w:color w:val="auto"/>
                <w:szCs w:val="22"/>
              </w:rPr>
            </w:pPr>
            <w:r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5ECB5BE" w14:textId="77777777" w:rsidR="00697B01" w:rsidRPr="006E0FFA" w:rsidRDefault="00697B01" w:rsidP="00697B01">
      <w:pPr>
        <w:pStyle w:val="ECEcorps"/>
        <w:rPr>
          <w:sz w:val="18"/>
          <w:szCs w:val="18"/>
        </w:rPr>
      </w:pPr>
    </w:p>
    <w:p w14:paraId="5505003B" w14:textId="77777777" w:rsidR="00697B01" w:rsidRDefault="00697B01" w:rsidP="00697B01">
      <w:pPr>
        <w:pStyle w:val="ECEpartie"/>
        <w:numPr>
          <w:ilvl w:val="0"/>
          <w:numId w:val="6"/>
        </w:numPr>
        <w:spacing w:after="120"/>
      </w:pPr>
      <w:bookmarkStart w:id="14" w:name="_Toc31724436"/>
      <w:bookmarkStart w:id="15" w:name="_Toc482638815"/>
      <w:r>
        <w:t xml:space="preserve">Confrontation des observations avec la théorie et conclusion </w:t>
      </w:r>
      <w:r>
        <w:rPr>
          <w:b w:val="0"/>
          <w:bCs/>
        </w:rPr>
        <w:t>(20 minutes conseillées)</w:t>
      </w:r>
      <w:bookmarkEnd w:id="14"/>
      <w:bookmarkEnd w:id="15"/>
    </w:p>
    <w:p w14:paraId="3BE6B8D7" w14:textId="77777777" w:rsidR="00697B01" w:rsidRDefault="00697B01" w:rsidP="00697B01">
      <w:r>
        <w:t xml:space="preserve">Pour une même valeur </w:t>
      </w:r>
      <w:r>
        <w:rPr>
          <w:i/>
          <w:iCs/>
        </w:rPr>
        <w:t>U</w:t>
      </w:r>
      <w:r w:rsidRPr="006A47C9">
        <w:rPr>
          <w:i/>
          <w:iCs/>
          <w:vertAlign w:val="subscript"/>
        </w:rPr>
        <w:t>m</w:t>
      </w:r>
      <w:r>
        <w:t xml:space="preserve"> de l’amplitude de la tension d'alimentation, le circuit RC favorise-t-il davantage la circulation du courant de haute fréquence ou de basse fréquence ? En déduire la nature (passe-bas ou passe-haut) du filtre étudié.</w:t>
      </w:r>
    </w:p>
    <w:p w14:paraId="1D4DEF0B" w14:textId="77777777" w:rsidR="00697B01" w:rsidRDefault="00697B01" w:rsidP="006E0FFA">
      <w:pPr>
        <w:pStyle w:val="ECEcorps"/>
        <w:spacing w:before="120"/>
      </w:pPr>
      <w:r>
        <w:t>…………………………………………………………………………………………….……..……….………..……………….</w:t>
      </w:r>
    </w:p>
    <w:p w14:paraId="51D831CA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DFB0672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2332B1D" w14:textId="77777777" w:rsidR="00697B01" w:rsidRDefault="00697B01" w:rsidP="006E0FFA">
      <w:pPr>
        <w:pStyle w:val="ECErponse"/>
        <w:spacing w:before="180"/>
      </w:pPr>
      <w:r>
        <w:t>Calculer la fréquence de coupure du filtre étudié. Les observations sont-elles en accord avec la valeur de la fréquence de coupure ? Justifier la réponse.</w:t>
      </w:r>
    </w:p>
    <w:p w14:paraId="1009E05D" w14:textId="77777777" w:rsidR="00697B01" w:rsidRDefault="00697B01" w:rsidP="006E0FFA">
      <w:pPr>
        <w:pStyle w:val="ECEcorps"/>
        <w:spacing w:before="120"/>
      </w:pPr>
      <w:r>
        <w:t>…………………………………………………………………………………………….……..……….………..……………….</w:t>
      </w:r>
    </w:p>
    <w:p w14:paraId="65F107AE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AC08B61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7AFFB06" w14:textId="77777777" w:rsidR="00697B01" w:rsidRDefault="00697B01" w:rsidP="00697B01">
      <w:pPr>
        <w:pStyle w:val="ECEcorps"/>
      </w:pPr>
    </w:p>
    <w:p w14:paraId="353E1FDF" w14:textId="367BE42B" w:rsidR="00697B01" w:rsidRDefault="00697B01" w:rsidP="00697B01">
      <w:pPr>
        <w:pStyle w:val="ECEcorps"/>
      </w:pPr>
      <w:r>
        <w:t>Le filtre étudié pourrait-il être utilisé en télécommunicatio</w:t>
      </w:r>
      <w:r w:rsidR="00255260">
        <w:t xml:space="preserve">n dans le contexte </w:t>
      </w:r>
      <w:r w:rsidR="00A836AC">
        <w:t>de l’information</w:t>
      </w:r>
      <w:r w:rsidR="00255260">
        <w:t xml:space="preserve"> </w:t>
      </w:r>
      <w:r w:rsidR="00255260" w:rsidRPr="0086280F">
        <w:rPr>
          <w:i/>
          <w:iCs/>
        </w:rPr>
        <w:t>« </w:t>
      </w:r>
      <w:r w:rsidR="00255260" w:rsidRPr="0086280F">
        <w:rPr>
          <w:bCs/>
          <w:i/>
          <w:iCs/>
        </w:rPr>
        <w:t xml:space="preserve">La communication téléphonique » </w:t>
      </w:r>
      <w:r>
        <w:t xml:space="preserve">? Sinon, proposer la (les) </w:t>
      </w:r>
      <w:r w:rsidR="00F45354">
        <w:t xml:space="preserve">éventuelle(s) </w:t>
      </w:r>
      <w:r>
        <w:t>modification(s) à apporter au circuit.</w:t>
      </w:r>
    </w:p>
    <w:p w14:paraId="2B59903F" w14:textId="77777777" w:rsidR="00697B01" w:rsidRDefault="00697B01" w:rsidP="006E0FFA">
      <w:pPr>
        <w:pStyle w:val="ECEcorps"/>
        <w:spacing w:before="120"/>
      </w:pPr>
      <w:r>
        <w:t>…………………………………………………………………………………………….……..……….………..……………….</w:t>
      </w:r>
    </w:p>
    <w:p w14:paraId="25FF7962" w14:textId="77777777" w:rsidR="00697B01" w:rsidRDefault="00697B01" w:rsidP="00697B01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4E07CCB" w14:textId="77777777" w:rsidR="00697B01" w:rsidRDefault="00697B01" w:rsidP="00697B01">
      <w:pPr>
        <w:pStyle w:val="ECEcorps"/>
        <w:spacing w:before="240"/>
      </w:pPr>
      <w:r>
        <w:t>…………………………………………………………………………………………….……..……….………..……………….</w:t>
      </w:r>
    </w:p>
    <w:p w14:paraId="43204991" w14:textId="77777777" w:rsidR="007B1526" w:rsidRDefault="00697B01" w:rsidP="007B1526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8B32700" w14:textId="77777777" w:rsidR="00D9338B" w:rsidRPr="00337F03" w:rsidRDefault="00697B01" w:rsidP="006E0FFA">
      <w:pPr>
        <w:pStyle w:val="ECErponse"/>
        <w:rPr>
          <w:b/>
        </w:rPr>
      </w:pPr>
      <w:r>
        <w:rPr>
          <w:rFonts w:ascii="Arial-BoldMT" w:hAnsi="Arial-BoldMT" w:cs="Arial-BoldMT"/>
          <w:b/>
        </w:rPr>
        <w:t>Défaire le montage et ranger la paillasse avant de quitter la salle.</w:t>
      </w:r>
      <w:bookmarkEnd w:id="10"/>
    </w:p>
    <w:sectPr w:rsidR="00D9338B" w:rsidRPr="00337F03" w:rsidSect="00697B01">
      <w:headerReference w:type="default" r:id="rId8"/>
      <w:footerReference w:type="default" r:id="rId9"/>
      <w:pgSz w:w="11906" w:h="16838" w:code="9"/>
      <w:pgMar w:top="851" w:right="851" w:bottom="56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C54FEF" w14:textId="77777777" w:rsidR="001903A3" w:rsidRDefault="001903A3" w:rsidP="0008058B">
      <w:r>
        <w:separator/>
      </w:r>
    </w:p>
  </w:endnote>
  <w:endnote w:type="continuationSeparator" w:id="0">
    <w:p w14:paraId="4F21F175" w14:textId="77777777" w:rsidR="001903A3" w:rsidRDefault="001903A3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??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C8325" w14:textId="69E2833D" w:rsidR="00C60969" w:rsidRPr="00827238" w:rsidRDefault="00C60969" w:rsidP="00511500">
    <w:pPr>
      <w:pStyle w:val="ECEcorps"/>
      <w:jc w:val="right"/>
    </w:pPr>
    <w:r w:rsidRPr="00827238">
      <w:t xml:space="preserve">Page </w:t>
    </w:r>
    <w:r w:rsidR="007E0534" w:rsidRPr="00827238">
      <w:fldChar w:fldCharType="begin"/>
    </w:r>
    <w:r w:rsidRPr="00827238">
      <w:instrText xml:space="preserve"> PAGE </w:instrText>
    </w:r>
    <w:r w:rsidR="007E0534" w:rsidRPr="00827238">
      <w:fldChar w:fldCharType="separate"/>
    </w:r>
    <w:r w:rsidR="00923D17">
      <w:rPr>
        <w:noProof/>
      </w:rPr>
      <w:t>2</w:t>
    </w:r>
    <w:r w:rsidR="007E0534" w:rsidRPr="00827238">
      <w:rPr>
        <w:noProof/>
      </w:rPr>
      <w:fldChar w:fldCharType="end"/>
    </w:r>
    <w:r w:rsidRPr="00827238">
      <w:t xml:space="preserve"> sur </w:t>
    </w:r>
    <w:r w:rsidR="007E0534">
      <w:fldChar w:fldCharType="begin"/>
    </w:r>
    <w:r w:rsidR="00C0757F">
      <w:instrText xml:space="preserve"> NUMPAGES  </w:instrText>
    </w:r>
    <w:r w:rsidR="007E0534">
      <w:fldChar w:fldCharType="separate"/>
    </w:r>
    <w:r w:rsidR="00923D17">
      <w:rPr>
        <w:noProof/>
      </w:rPr>
      <w:t>4</w:t>
    </w:r>
    <w:r w:rsidR="007E053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1865A" w14:textId="77777777" w:rsidR="001903A3" w:rsidRDefault="001903A3" w:rsidP="0008058B">
      <w:r>
        <w:separator/>
      </w:r>
    </w:p>
  </w:footnote>
  <w:footnote w:type="continuationSeparator" w:id="0">
    <w:p w14:paraId="74EA9583" w14:textId="77777777" w:rsidR="001903A3" w:rsidRDefault="001903A3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62A63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 w:rsidR="007B1526">
      <w:rPr>
        <w:b/>
        <w:sz w:val="24"/>
        <w:szCs w:val="24"/>
      </w:rPr>
      <w:t>FILTRE RC</w:t>
    </w:r>
    <w:r>
      <w:tab/>
      <w:t>Session</w:t>
    </w:r>
  </w:p>
  <w:p w14:paraId="6905194A" w14:textId="3FFBF039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A311D9">
      <w:rPr>
        <w:b/>
        <w:sz w:val="24"/>
        <w:szCs w:val="24"/>
      </w:rPr>
      <w:t>V</w:t>
    </w:r>
    <w:r w:rsidR="008425E6">
      <w:rPr>
        <w:b/>
        <w:sz w:val="24"/>
        <w:szCs w:val="24"/>
      </w:rPr>
      <w:t xml:space="preserve">ersion </w:t>
    </w:r>
    <w:r w:rsidR="00C0757F">
      <w:rPr>
        <w:b/>
        <w:sz w:val="24"/>
        <w:szCs w:val="24"/>
      </w:rPr>
      <w:t>A</w:t>
    </w:r>
    <w:r w:rsidR="003B496C">
      <w:rPr>
        <w:b/>
        <w:sz w:val="24"/>
        <w:szCs w:val="24"/>
      </w:rPr>
      <w:t xml:space="preserve"> (avec oscilloscope)</w:t>
    </w:r>
    <w:r w:rsidR="00FF30B8">
      <w:tab/>
    </w:r>
    <w:r w:rsidR="00130F04">
      <w:t>202</w:t>
    </w:r>
    <w:r w:rsidR="00A836AC">
      <w:t>4</w:t>
    </w:r>
  </w:p>
  <w:p w14:paraId="03A81982" w14:textId="77777777" w:rsidR="00C60969" w:rsidRDefault="00C60969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0F44BEA"/>
    <w:multiLevelType w:val="hybridMultilevel"/>
    <w:tmpl w:val="21B6AD26"/>
    <w:lvl w:ilvl="0" w:tplc="16F4F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97600"/>
    <w:multiLevelType w:val="hybridMultilevel"/>
    <w:tmpl w:val="4F3C1A9C"/>
    <w:lvl w:ilvl="0" w:tplc="16F4F2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905CE"/>
    <w:multiLevelType w:val="hybridMultilevel"/>
    <w:tmpl w:val="CA06057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EB7672C"/>
    <w:multiLevelType w:val="hybridMultilevel"/>
    <w:tmpl w:val="B958E254"/>
    <w:lvl w:ilvl="0" w:tplc="00DAEC4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3"/>
    <w:lvlOverride w:ilvl="0">
      <w:startOverride w:val="1"/>
    </w:lvlOverride>
  </w:num>
  <w:num w:numId="6">
    <w:abstractNumId w:val="3"/>
  </w:num>
  <w:num w:numId="7">
    <w:abstractNumId w:val="7"/>
  </w:num>
  <w:num w:numId="8">
    <w:abstractNumId w:val="7"/>
  </w:num>
  <w:num w:numId="9">
    <w:abstractNumId w:val="6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0606"/>
    <w:rsid w:val="000007E9"/>
    <w:rsid w:val="00004673"/>
    <w:rsid w:val="00024878"/>
    <w:rsid w:val="0003345D"/>
    <w:rsid w:val="00036419"/>
    <w:rsid w:val="000452AF"/>
    <w:rsid w:val="0005057E"/>
    <w:rsid w:val="0005391B"/>
    <w:rsid w:val="00060606"/>
    <w:rsid w:val="000730EC"/>
    <w:rsid w:val="0008058B"/>
    <w:rsid w:val="0009288D"/>
    <w:rsid w:val="00094B9D"/>
    <w:rsid w:val="000A0EF6"/>
    <w:rsid w:val="000A35F6"/>
    <w:rsid w:val="000A3EEE"/>
    <w:rsid w:val="000A44CB"/>
    <w:rsid w:val="000A4DD1"/>
    <w:rsid w:val="000A7BEB"/>
    <w:rsid w:val="000A7E22"/>
    <w:rsid w:val="000C0C10"/>
    <w:rsid w:val="000D3D7B"/>
    <w:rsid w:val="000D4C7E"/>
    <w:rsid w:val="000E11E8"/>
    <w:rsid w:val="000E6CD3"/>
    <w:rsid w:val="000F09CE"/>
    <w:rsid w:val="000F2199"/>
    <w:rsid w:val="000F4F58"/>
    <w:rsid w:val="000F5562"/>
    <w:rsid w:val="00117BB9"/>
    <w:rsid w:val="001227DD"/>
    <w:rsid w:val="00127337"/>
    <w:rsid w:val="0013056C"/>
    <w:rsid w:val="00130F04"/>
    <w:rsid w:val="00136091"/>
    <w:rsid w:val="00146A29"/>
    <w:rsid w:val="00154171"/>
    <w:rsid w:val="00154704"/>
    <w:rsid w:val="00155A80"/>
    <w:rsid w:val="0016304D"/>
    <w:rsid w:val="00173093"/>
    <w:rsid w:val="00180BB9"/>
    <w:rsid w:val="00184590"/>
    <w:rsid w:val="00185C9A"/>
    <w:rsid w:val="001903A3"/>
    <w:rsid w:val="001946FD"/>
    <w:rsid w:val="00194A94"/>
    <w:rsid w:val="00195444"/>
    <w:rsid w:val="00197F7D"/>
    <w:rsid w:val="00197FD0"/>
    <w:rsid w:val="001A032B"/>
    <w:rsid w:val="001A07C5"/>
    <w:rsid w:val="001A43AF"/>
    <w:rsid w:val="001A5F0A"/>
    <w:rsid w:val="001B5CD4"/>
    <w:rsid w:val="001B6AE5"/>
    <w:rsid w:val="001B6BCD"/>
    <w:rsid w:val="001C1B1D"/>
    <w:rsid w:val="001C388B"/>
    <w:rsid w:val="001C50C9"/>
    <w:rsid w:val="001C7882"/>
    <w:rsid w:val="001E36BA"/>
    <w:rsid w:val="001E6BF0"/>
    <w:rsid w:val="001F2B63"/>
    <w:rsid w:val="001F3BEA"/>
    <w:rsid w:val="001F42A2"/>
    <w:rsid w:val="001F5398"/>
    <w:rsid w:val="001F6316"/>
    <w:rsid w:val="001F67FD"/>
    <w:rsid w:val="00222333"/>
    <w:rsid w:val="0023590A"/>
    <w:rsid w:val="00235CF8"/>
    <w:rsid w:val="002402D0"/>
    <w:rsid w:val="002406F0"/>
    <w:rsid w:val="002436AD"/>
    <w:rsid w:val="00255260"/>
    <w:rsid w:val="002570A7"/>
    <w:rsid w:val="00267E4F"/>
    <w:rsid w:val="00272204"/>
    <w:rsid w:val="002739E2"/>
    <w:rsid w:val="00287CA9"/>
    <w:rsid w:val="00297830"/>
    <w:rsid w:val="002B2244"/>
    <w:rsid w:val="002B44A4"/>
    <w:rsid w:val="002B4999"/>
    <w:rsid w:val="002C3CC3"/>
    <w:rsid w:val="002E68C6"/>
    <w:rsid w:val="002E7086"/>
    <w:rsid w:val="00305D9F"/>
    <w:rsid w:val="00312F6B"/>
    <w:rsid w:val="00313B78"/>
    <w:rsid w:val="00314F87"/>
    <w:rsid w:val="003167DB"/>
    <w:rsid w:val="00317469"/>
    <w:rsid w:val="00317EBC"/>
    <w:rsid w:val="00332943"/>
    <w:rsid w:val="00332C86"/>
    <w:rsid w:val="00335B86"/>
    <w:rsid w:val="0033731B"/>
    <w:rsid w:val="00337F03"/>
    <w:rsid w:val="00343196"/>
    <w:rsid w:val="00344874"/>
    <w:rsid w:val="00351073"/>
    <w:rsid w:val="00354687"/>
    <w:rsid w:val="00356DD6"/>
    <w:rsid w:val="00366A24"/>
    <w:rsid w:val="00367552"/>
    <w:rsid w:val="0037570D"/>
    <w:rsid w:val="00375D5F"/>
    <w:rsid w:val="00380A67"/>
    <w:rsid w:val="0038245B"/>
    <w:rsid w:val="003839E3"/>
    <w:rsid w:val="003869AD"/>
    <w:rsid w:val="00392182"/>
    <w:rsid w:val="0039367C"/>
    <w:rsid w:val="00397E4F"/>
    <w:rsid w:val="003A114B"/>
    <w:rsid w:val="003B15C1"/>
    <w:rsid w:val="003B41FF"/>
    <w:rsid w:val="003B496C"/>
    <w:rsid w:val="003C0A55"/>
    <w:rsid w:val="003C13F9"/>
    <w:rsid w:val="003C6A7A"/>
    <w:rsid w:val="003D2DB2"/>
    <w:rsid w:val="003F5DFB"/>
    <w:rsid w:val="00400882"/>
    <w:rsid w:val="004143AF"/>
    <w:rsid w:val="00430881"/>
    <w:rsid w:val="004314C1"/>
    <w:rsid w:val="004470BA"/>
    <w:rsid w:val="00452138"/>
    <w:rsid w:val="00455CA0"/>
    <w:rsid w:val="00457661"/>
    <w:rsid w:val="0046515C"/>
    <w:rsid w:val="00476C4B"/>
    <w:rsid w:val="00484BB6"/>
    <w:rsid w:val="00486CC1"/>
    <w:rsid w:val="00490BE1"/>
    <w:rsid w:val="00494687"/>
    <w:rsid w:val="004951F3"/>
    <w:rsid w:val="004955A9"/>
    <w:rsid w:val="00496711"/>
    <w:rsid w:val="004B461A"/>
    <w:rsid w:val="004B701D"/>
    <w:rsid w:val="004B7AC0"/>
    <w:rsid w:val="004C193F"/>
    <w:rsid w:val="004C486D"/>
    <w:rsid w:val="004C63B9"/>
    <w:rsid w:val="004C7336"/>
    <w:rsid w:val="004E3F39"/>
    <w:rsid w:val="004E7A99"/>
    <w:rsid w:val="004E7C5D"/>
    <w:rsid w:val="004F39E2"/>
    <w:rsid w:val="004F58C7"/>
    <w:rsid w:val="004F7FE3"/>
    <w:rsid w:val="00501769"/>
    <w:rsid w:val="00511500"/>
    <w:rsid w:val="00514057"/>
    <w:rsid w:val="0051466E"/>
    <w:rsid w:val="00514F40"/>
    <w:rsid w:val="0052797B"/>
    <w:rsid w:val="00527A98"/>
    <w:rsid w:val="00531889"/>
    <w:rsid w:val="00532039"/>
    <w:rsid w:val="00534FBF"/>
    <w:rsid w:val="0053548C"/>
    <w:rsid w:val="00535F25"/>
    <w:rsid w:val="0053639F"/>
    <w:rsid w:val="005367B5"/>
    <w:rsid w:val="005415CA"/>
    <w:rsid w:val="00545715"/>
    <w:rsid w:val="00555314"/>
    <w:rsid w:val="0057043C"/>
    <w:rsid w:val="00572123"/>
    <w:rsid w:val="005827DD"/>
    <w:rsid w:val="00593DD4"/>
    <w:rsid w:val="005A3ADA"/>
    <w:rsid w:val="005A6352"/>
    <w:rsid w:val="005C3143"/>
    <w:rsid w:val="005F3ABA"/>
    <w:rsid w:val="006017BB"/>
    <w:rsid w:val="00603814"/>
    <w:rsid w:val="0060508C"/>
    <w:rsid w:val="006220B0"/>
    <w:rsid w:val="00622A2D"/>
    <w:rsid w:val="006256F1"/>
    <w:rsid w:val="00641949"/>
    <w:rsid w:val="00641C53"/>
    <w:rsid w:val="00670A39"/>
    <w:rsid w:val="0067559A"/>
    <w:rsid w:val="00675DF7"/>
    <w:rsid w:val="00680CBA"/>
    <w:rsid w:val="00693925"/>
    <w:rsid w:val="00697B01"/>
    <w:rsid w:val="006A0F26"/>
    <w:rsid w:val="006A1119"/>
    <w:rsid w:val="006A47C9"/>
    <w:rsid w:val="006A4982"/>
    <w:rsid w:val="006C3642"/>
    <w:rsid w:val="006E0FFA"/>
    <w:rsid w:val="006E4A76"/>
    <w:rsid w:val="006E61FC"/>
    <w:rsid w:val="006F3571"/>
    <w:rsid w:val="00700B7B"/>
    <w:rsid w:val="00703EF9"/>
    <w:rsid w:val="007146B9"/>
    <w:rsid w:val="007171FB"/>
    <w:rsid w:val="007248BF"/>
    <w:rsid w:val="00724A84"/>
    <w:rsid w:val="00736B78"/>
    <w:rsid w:val="00741025"/>
    <w:rsid w:val="007479C4"/>
    <w:rsid w:val="00750D77"/>
    <w:rsid w:val="00751CCC"/>
    <w:rsid w:val="00752C74"/>
    <w:rsid w:val="00762F0F"/>
    <w:rsid w:val="00777A5A"/>
    <w:rsid w:val="00791883"/>
    <w:rsid w:val="007955D1"/>
    <w:rsid w:val="00795BD5"/>
    <w:rsid w:val="007971D5"/>
    <w:rsid w:val="007A2EEC"/>
    <w:rsid w:val="007B1526"/>
    <w:rsid w:val="007C2791"/>
    <w:rsid w:val="007D2CCF"/>
    <w:rsid w:val="007D359B"/>
    <w:rsid w:val="007E0534"/>
    <w:rsid w:val="007E5DC4"/>
    <w:rsid w:val="007E7114"/>
    <w:rsid w:val="007F4752"/>
    <w:rsid w:val="007F4B1B"/>
    <w:rsid w:val="008034C0"/>
    <w:rsid w:val="00804D53"/>
    <w:rsid w:val="0081247E"/>
    <w:rsid w:val="00814D65"/>
    <w:rsid w:val="008212D5"/>
    <w:rsid w:val="0082279D"/>
    <w:rsid w:val="00827238"/>
    <w:rsid w:val="008425E6"/>
    <w:rsid w:val="00842E2B"/>
    <w:rsid w:val="00845CFB"/>
    <w:rsid w:val="00847E64"/>
    <w:rsid w:val="0086280F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206A"/>
    <w:rsid w:val="008A2C45"/>
    <w:rsid w:val="008A4322"/>
    <w:rsid w:val="008A66EA"/>
    <w:rsid w:val="008B1679"/>
    <w:rsid w:val="008B1B0C"/>
    <w:rsid w:val="008B3457"/>
    <w:rsid w:val="008B53B9"/>
    <w:rsid w:val="008C32B8"/>
    <w:rsid w:val="008C38F0"/>
    <w:rsid w:val="008C5474"/>
    <w:rsid w:val="008C5E45"/>
    <w:rsid w:val="008D1A3D"/>
    <w:rsid w:val="008D2329"/>
    <w:rsid w:val="008D5BC6"/>
    <w:rsid w:val="008D5E1C"/>
    <w:rsid w:val="008D5E24"/>
    <w:rsid w:val="008E0208"/>
    <w:rsid w:val="008E58B1"/>
    <w:rsid w:val="008E7248"/>
    <w:rsid w:val="008F43AF"/>
    <w:rsid w:val="008F520D"/>
    <w:rsid w:val="00902E0B"/>
    <w:rsid w:val="00910A57"/>
    <w:rsid w:val="00910ACC"/>
    <w:rsid w:val="00910B6F"/>
    <w:rsid w:val="00915AEE"/>
    <w:rsid w:val="00917147"/>
    <w:rsid w:val="00923D17"/>
    <w:rsid w:val="009362F7"/>
    <w:rsid w:val="009407A6"/>
    <w:rsid w:val="00943326"/>
    <w:rsid w:val="0094436A"/>
    <w:rsid w:val="009506E7"/>
    <w:rsid w:val="00953B67"/>
    <w:rsid w:val="00956745"/>
    <w:rsid w:val="00961955"/>
    <w:rsid w:val="00965FA8"/>
    <w:rsid w:val="00975D81"/>
    <w:rsid w:val="00977D3F"/>
    <w:rsid w:val="009850FD"/>
    <w:rsid w:val="009903B6"/>
    <w:rsid w:val="009A5591"/>
    <w:rsid w:val="009B3241"/>
    <w:rsid w:val="009C268C"/>
    <w:rsid w:val="009D5DFA"/>
    <w:rsid w:val="009E0132"/>
    <w:rsid w:val="009E02D9"/>
    <w:rsid w:val="009E173E"/>
    <w:rsid w:val="009E1FCF"/>
    <w:rsid w:val="009F3076"/>
    <w:rsid w:val="009F43E0"/>
    <w:rsid w:val="00A01302"/>
    <w:rsid w:val="00A027BC"/>
    <w:rsid w:val="00A05EB9"/>
    <w:rsid w:val="00A07EA8"/>
    <w:rsid w:val="00A12834"/>
    <w:rsid w:val="00A16872"/>
    <w:rsid w:val="00A260A0"/>
    <w:rsid w:val="00A27074"/>
    <w:rsid w:val="00A311D9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720AB"/>
    <w:rsid w:val="00A836AC"/>
    <w:rsid w:val="00A960AB"/>
    <w:rsid w:val="00A96E30"/>
    <w:rsid w:val="00AB1C2D"/>
    <w:rsid w:val="00AC1F4D"/>
    <w:rsid w:val="00AC48FD"/>
    <w:rsid w:val="00AD1605"/>
    <w:rsid w:val="00AE1C5F"/>
    <w:rsid w:val="00AF12DB"/>
    <w:rsid w:val="00B109D5"/>
    <w:rsid w:val="00B135A8"/>
    <w:rsid w:val="00B1701C"/>
    <w:rsid w:val="00B3421A"/>
    <w:rsid w:val="00B35967"/>
    <w:rsid w:val="00B35A8F"/>
    <w:rsid w:val="00B37749"/>
    <w:rsid w:val="00B40BD5"/>
    <w:rsid w:val="00B40C58"/>
    <w:rsid w:val="00B42CED"/>
    <w:rsid w:val="00B4612A"/>
    <w:rsid w:val="00B4698B"/>
    <w:rsid w:val="00B46D6D"/>
    <w:rsid w:val="00B46EC2"/>
    <w:rsid w:val="00B63ABE"/>
    <w:rsid w:val="00B64DBE"/>
    <w:rsid w:val="00B7616B"/>
    <w:rsid w:val="00B827D4"/>
    <w:rsid w:val="00B90845"/>
    <w:rsid w:val="00BB5D1A"/>
    <w:rsid w:val="00BD2046"/>
    <w:rsid w:val="00BE2432"/>
    <w:rsid w:val="00BF194C"/>
    <w:rsid w:val="00BF45AB"/>
    <w:rsid w:val="00BF661D"/>
    <w:rsid w:val="00C005C2"/>
    <w:rsid w:val="00C03A82"/>
    <w:rsid w:val="00C06213"/>
    <w:rsid w:val="00C0757F"/>
    <w:rsid w:val="00C17467"/>
    <w:rsid w:val="00C2065A"/>
    <w:rsid w:val="00C22A4C"/>
    <w:rsid w:val="00C23E7C"/>
    <w:rsid w:val="00C24FEE"/>
    <w:rsid w:val="00C3270A"/>
    <w:rsid w:val="00C41B19"/>
    <w:rsid w:val="00C41EB2"/>
    <w:rsid w:val="00C467EB"/>
    <w:rsid w:val="00C550C6"/>
    <w:rsid w:val="00C60133"/>
    <w:rsid w:val="00C60969"/>
    <w:rsid w:val="00C60BE5"/>
    <w:rsid w:val="00C623E7"/>
    <w:rsid w:val="00C74BFD"/>
    <w:rsid w:val="00CA1A4D"/>
    <w:rsid w:val="00CC57B9"/>
    <w:rsid w:val="00CC695B"/>
    <w:rsid w:val="00CD1F8A"/>
    <w:rsid w:val="00CD300B"/>
    <w:rsid w:val="00CE4EF5"/>
    <w:rsid w:val="00CE6AA4"/>
    <w:rsid w:val="00D0324F"/>
    <w:rsid w:val="00D073A6"/>
    <w:rsid w:val="00D11421"/>
    <w:rsid w:val="00D20F73"/>
    <w:rsid w:val="00D27E30"/>
    <w:rsid w:val="00D32EF2"/>
    <w:rsid w:val="00D610A3"/>
    <w:rsid w:val="00D64332"/>
    <w:rsid w:val="00D658D3"/>
    <w:rsid w:val="00D742A9"/>
    <w:rsid w:val="00D82237"/>
    <w:rsid w:val="00D9338B"/>
    <w:rsid w:val="00D9649A"/>
    <w:rsid w:val="00D96B92"/>
    <w:rsid w:val="00D96FEA"/>
    <w:rsid w:val="00DA2084"/>
    <w:rsid w:val="00DA6E08"/>
    <w:rsid w:val="00DB6AEE"/>
    <w:rsid w:val="00DC1C63"/>
    <w:rsid w:val="00DD02A8"/>
    <w:rsid w:val="00DD3429"/>
    <w:rsid w:val="00DE1294"/>
    <w:rsid w:val="00DE3D26"/>
    <w:rsid w:val="00DE6F64"/>
    <w:rsid w:val="00DE7B24"/>
    <w:rsid w:val="00DF3178"/>
    <w:rsid w:val="00DF5D61"/>
    <w:rsid w:val="00E01154"/>
    <w:rsid w:val="00E137F8"/>
    <w:rsid w:val="00E14BA5"/>
    <w:rsid w:val="00E170B4"/>
    <w:rsid w:val="00E21464"/>
    <w:rsid w:val="00E2460E"/>
    <w:rsid w:val="00E26870"/>
    <w:rsid w:val="00E310D8"/>
    <w:rsid w:val="00E32560"/>
    <w:rsid w:val="00E34C70"/>
    <w:rsid w:val="00E3791C"/>
    <w:rsid w:val="00E432CC"/>
    <w:rsid w:val="00E438C3"/>
    <w:rsid w:val="00E46864"/>
    <w:rsid w:val="00E520C6"/>
    <w:rsid w:val="00E56A7B"/>
    <w:rsid w:val="00E56D83"/>
    <w:rsid w:val="00E60A00"/>
    <w:rsid w:val="00E74827"/>
    <w:rsid w:val="00E749E8"/>
    <w:rsid w:val="00E81F3D"/>
    <w:rsid w:val="00E85DDA"/>
    <w:rsid w:val="00E961C1"/>
    <w:rsid w:val="00EC4179"/>
    <w:rsid w:val="00EE0587"/>
    <w:rsid w:val="00EE12CE"/>
    <w:rsid w:val="00EE308A"/>
    <w:rsid w:val="00EE3251"/>
    <w:rsid w:val="00EF1517"/>
    <w:rsid w:val="00EF25B5"/>
    <w:rsid w:val="00F01722"/>
    <w:rsid w:val="00F05108"/>
    <w:rsid w:val="00F06C25"/>
    <w:rsid w:val="00F07F89"/>
    <w:rsid w:val="00F10905"/>
    <w:rsid w:val="00F11BD2"/>
    <w:rsid w:val="00F14501"/>
    <w:rsid w:val="00F15700"/>
    <w:rsid w:val="00F20118"/>
    <w:rsid w:val="00F31C5B"/>
    <w:rsid w:val="00F35C1A"/>
    <w:rsid w:val="00F371EF"/>
    <w:rsid w:val="00F45354"/>
    <w:rsid w:val="00F534EA"/>
    <w:rsid w:val="00F60C94"/>
    <w:rsid w:val="00F61869"/>
    <w:rsid w:val="00F65642"/>
    <w:rsid w:val="00F66787"/>
    <w:rsid w:val="00F879D2"/>
    <w:rsid w:val="00FB14E2"/>
    <w:rsid w:val="00FB25E2"/>
    <w:rsid w:val="00FB2CA9"/>
    <w:rsid w:val="00FE4C5A"/>
    <w:rsid w:val="00FE6107"/>
    <w:rsid w:val="00FE6ED7"/>
    <w:rsid w:val="00FF30B8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  <o:rules v:ext="edit">
        <o:r id="V:Rule3" type="connector" idref="#Connecteur droit avec flèche 14"/>
        <o:r id="V:Rule4" type="connector" idref="#Connecteur droit avec flèche 15"/>
      </o:rules>
    </o:shapelayout>
  </w:shapeDefaults>
  <w:decimalSymbol w:val=","/>
  <w:listSeparator w:val=";"/>
  <w14:docId w14:val="0A8BA7F3"/>
  <w15:docId w15:val="{401E904E-25B9-4625-B0C2-B7A8E79F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character" w:styleId="AcronymeHTML">
    <w:name w:val="HTML Acronym"/>
    <w:basedOn w:val="Policepardfaut"/>
    <w:uiPriority w:val="99"/>
    <w:semiHidden/>
    <w:unhideWhenUsed/>
    <w:rsid w:val="00842E2B"/>
  </w:style>
  <w:style w:type="character" w:styleId="lev">
    <w:name w:val="Strong"/>
    <w:basedOn w:val="Policepardfaut"/>
    <w:uiPriority w:val="22"/>
    <w:qFormat/>
    <w:rsid w:val="00842E2B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8D1A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03B765-8BE4-4985-BFCC-74037C3E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316</TotalTime>
  <Pages>4</Pages>
  <Words>1311</Words>
  <Characters>7211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39</cp:revision>
  <cp:lastPrinted>2014-07-07T13:51:00Z</cp:lastPrinted>
  <dcterms:created xsi:type="dcterms:W3CDTF">2020-01-15T08:12:00Z</dcterms:created>
  <dcterms:modified xsi:type="dcterms:W3CDTF">2023-12-05T13:04:00Z</dcterms:modified>
</cp:coreProperties>
</file>