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5842B" w14:textId="7432C050" w:rsidR="00254CB3" w:rsidRDefault="00254CB3">
      <w:r>
        <w:rPr>
          <w:noProof/>
        </w:rPr>
        <w:drawing>
          <wp:inline distT="0" distB="0" distL="0" distR="0" wp14:anchorId="1D221B4C" wp14:editId="0A8718A1">
            <wp:extent cx="1584000" cy="1584000"/>
            <wp:effectExtent l="0" t="0" r="0" b="0"/>
            <wp:docPr id="2048612058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612058" name="Image 204861205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10C0C6D" wp14:editId="2645A537">
            <wp:extent cx="1584000" cy="1584000"/>
            <wp:effectExtent l="0" t="0" r="0" b="0"/>
            <wp:docPr id="1622574952" name="Image 16225749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612058" name="Image 204861205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8569C11" wp14:editId="5DAE3382">
            <wp:extent cx="1584000" cy="1584000"/>
            <wp:effectExtent l="0" t="0" r="0" b="0"/>
            <wp:docPr id="1855490449" name="Image 18554904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612058" name="Image 204861205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A08ADFA" wp14:editId="1A0745D6">
            <wp:extent cx="1584000" cy="1584000"/>
            <wp:effectExtent l="0" t="0" r="0" b="0"/>
            <wp:docPr id="877919609" name="Image 8779196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612058" name="Image 204861205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88E74" w14:textId="5F4566A5" w:rsidR="00254CB3" w:rsidRDefault="00254CB3">
      <w:r>
        <w:rPr>
          <w:noProof/>
        </w:rPr>
        <w:drawing>
          <wp:inline distT="0" distB="0" distL="0" distR="0" wp14:anchorId="5FCCA369" wp14:editId="48A5E748">
            <wp:extent cx="1584000" cy="1584000"/>
            <wp:effectExtent l="0" t="0" r="0" b="0"/>
            <wp:docPr id="1501718742" name="Image 1501718742" descr="Une image contenant Police, capture d’écran, Graphique, typographi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718742" name="Image 1501718742" descr="Une image contenant Police, capture d’écran, Graphique, typographie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93156F2" wp14:editId="74E18676">
            <wp:extent cx="1584000" cy="1584000"/>
            <wp:effectExtent l="0" t="0" r="0" b="0"/>
            <wp:docPr id="443148717" name="Image 443148717" descr="Une image contenant Police, capture d’écran, Graphique, typographi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148717" name="Image 443148717" descr="Une image contenant Police, capture d’écran, Graphique, typographie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C8D20AF" wp14:editId="2D2BC2ED">
            <wp:extent cx="1584000" cy="1584000"/>
            <wp:effectExtent l="0" t="0" r="0" b="0"/>
            <wp:docPr id="426936750" name="Image 426936750" descr="Une image contenant Police, capture d’écran, Graphique, typographi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936750" name="Image 426936750" descr="Une image contenant Police, capture d’écran, Graphique, typographie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47FAAA0" wp14:editId="30C17812">
            <wp:extent cx="1584000" cy="1584000"/>
            <wp:effectExtent l="0" t="0" r="0" b="0"/>
            <wp:docPr id="239303172" name="Image 2393031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612058" name="Image 204861205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49C6E" w14:textId="0D29F443" w:rsidR="00254CB3" w:rsidRDefault="00254CB3">
      <w:r>
        <w:rPr>
          <w:noProof/>
        </w:rPr>
        <w:drawing>
          <wp:inline distT="0" distB="0" distL="0" distR="0" wp14:anchorId="7834E700" wp14:editId="1E03BAB8">
            <wp:extent cx="1584000" cy="1584000"/>
            <wp:effectExtent l="0" t="0" r="0" b="0"/>
            <wp:docPr id="107929783" name="Image 8" descr="Une image contenant Graphique, Turquoise, Police, typographi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29783" name="Image 8" descr="Une image contenant Graphique, Turquoise, Police, typographi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8ACFB2F" wp14:editId="2F2D08B6">
            <wp:extent cx="1584000" cy="1584000"/>
            <wp:effectExtent l="0" t="0" r="0" b="0"/>
            <wp:docPr id="1921049193" name="Image 1921049193" descr="Une image contenant Graphique, Turquoise, Police, typographi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29783" name="Image 8" descr="Une image contenant Graphique, Turquoise, Police, typographi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8D3A8D8" wp14:editId="3B012855">
            <wp:extent cx="1584000" cy="1584000"/>
            <wp:effectExtent l="0" t="0" r="0" b="0"/>
            <wp:docPr id="1008520950" name="Image 1008520950" descr="Une image contenant Graphique, Turquoise, Police, typographi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29783" name="Image 8" descr="Une image contenant Graphique, Turquoise, Police, typographi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D8C621E" wp14:editId="2D9CE015">
            <wp:extent cx="1584000" cy="1584000"/>
            <wp:effectExtent l="0" t="0" r="0" b="0"/>
            <wp:docPr id="886814358" name="Image 886814358" descr="Une image contenant Graphique, Turquoise, Police, typographi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29783" name="Image 8" descr="Une image contenant Graphique, Turquoise, Police, typographi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AAD7F" w14:textId="2D43DB99" w:rsidR="00254CB3" w:rsidRDefault="00254CB3">
      <w:r>
        <w:rPr>
          <w:noProof/>
        </w:rPr>
        <w:drawing>
          <wp:inline distT="0" distB="0" distL="0" distR="0" wp14:anchorId="7ECF0B1D" wp14:editId="67EA6645">
            <wp:extent cx="1584000" cy="1584000"/>
            <wp:effectExtent l="0" t="0" r="0" b="0"/>
            <wp:docPr id="484573497" name="Image 484573497" descr="Une image contenant Graphique, Turquoise, Police, typographi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29783" name="Image 8" descr="Une image contenant Graphique, Turquoise, Police, typographi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74280C9" wp14:editId="2D538632">
            <wp:extent cx="1584000" cy="1584000"/>
            <wp:effectExtent l="0" t="0" r="0" b="0"/>
            <wp:docPr id="338721435" name="Image 338721435" descr="Une image contenant Graphique, Turquoise, Police, typographi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29783" name="Image 8" descr="Une image contenant Graphique, Turquoise, Police, typographi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C731DDB" wp14:editId="674D57E9">
            <wp:extent cx="1584000" cy="1584000"/>
            <wp:effectExtent l="0" t="0" r="0" b="0"/>
            <wp:docPr id="2133221718" name="Image 2133221718" descr="Une image contenant Graphique, Turquoise, Police, typographi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29783" name="Image 8" descr="Une image contenant Graphique, Turquoise, Police, typographi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F4C3515" wp14:editId="499D1875">
            <wp:extent cx="1584000" cy="1584000"/>
            <wp:effectExtent l="0" t="0" r="0" b="0"/>
            <wp:docPr id="1004254776" name="Image 1004254776" descr="Une image contenant Graphique, Turquoise, Police, typographi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29783" name="Image 8" descr="Une image contenant Graphique, Turquoise, Police, typographi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BE17B" w14:textId="299EB4AF" w:rsidR="00254CB3" w:rsidRDefault="00254CB3">
      <w:r>
        <w:rPr>
          <w:noProof/>
        </w:rPr>
        <w:drawing>
          <wp:inline distT="0" distB="0" distL="0" distR="0" wp14:anchorId="43893410" wp14:editId="22F0F2E6">
            <wp:extent cx="1584000" cy="601200"/>
            <wp:effectExtent l="0" t="0" r="0" b="8890"/>
            <wp:docPr id="738755974" name="Image 9" descr="Une image contenant Graphique, rose, graphisme, Magenta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755974" name="Image 9" descr="Une image contenant Graphique, rose, graphisme, Magenta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56F6705" wp14:editId="1DCFCF29">
            <wp:extent cx="1584000" cy="601200"/>
            <wp:effectExtent l="0" t="0" r="0" b="8890"/>
            <wp:docPr id="950672574" name="Image 950672574" descr="Une image contenant Graphique, rose, graphisme, Magenta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755974" name="Image 9" descr="Une image contenant Graphique, rose, graphisme, Magenta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56F0664" wp14:editId="1F552058">
            <wp:extent cx="1584000" cy="601200"/>
            <wp:effectExtent l="0" t="0" r="0" b="8890"/>
            <wp:docPr id="614342348" name="Image 614342348" descr="Une image contenant Graphique, rose, graphisme, Magenta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755974" name="Image 9" descr="Une image contenant Graphique, rose, graphisme, Magenta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886558C" wp14:editId="648CA9A2">
            <wp:extent cx="1584000" cy="601200"/>
            <wp:effectExtent l="0" t="0" r="0" b="8890"/>
            <wp:docPr id="1863193193" name="Image 1863193193" descr="Une image contenant Graphique, rose, graphisme, Magenta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755974" name="Image 9" descr="Une image contenant Graphique, rose, graphisme, Magenta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8C505" w14:textId="00BBAA71" w:rsidR="00254CB3" w:rsidRDefault="00254CB3">
      <w:r>
        <w:rPr>
          <w:noProof/>
        </w:rPr>
        <w:drawing>
          <wp:inline distT="0" distB="0" distL="0" distR="0" wp14:anchorId="01084F6F" wp14:editId="36DC0415">
            <wp:extent cx="1584000" cy="601200"/>
            <wp:effectExtent l="0" t="0" r="0" b="8890"/>
            <wp:docPr id="305217201" name="Image 305217201" descr="Une image contenant Graphique, rose, graphisme, Magenta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755974" name="Image 9" descr="Une image contenant Graphique, rose, graphisme, Magenta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0224215" wp14:editId="6D4E1EB4">
            <wp:extent cx="1584000" cy="601200"/>
            <wp:effectExtent l="0" t="0" r="0" b="8890"/>
            <wp:docPr id="967562314" name="Image 967562314" descr="Une image contenant Graphique, rose, graphisme, Magenta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755974" name="Image 9" descr="Une image contenant Graphique, rose, graphisme, Magenta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33E4C9F3" wp14:editId="6B243DCD">
            <wp:extent cx="1584000" cy="601200"/>
            <wp:effectExtent l="0" t="0" r="0" b="8890"/>
            <wp:docPr id="638073195" name="Image 638073195" descr="Une image contenant Graphique, rose, graphisme, Magenta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755974" name="Image 9" descr="Une image contenant Graphique, rose, graphisme, Magenta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3A86735D" wp14:editId="5304871C">
            <wp:extent cx="1584000" cy="601200"/>
            <wp:effectExtent l="0" t="0" r="0" b="8890"/>
            <wp:docPr id="1847465004" name="Image 1847465004" descr="Une image contenant Graphique, rose, graphisme, Magenta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755974" name="Image 9" descr="Une image contenant Graphique, rose, graphisme, Magenta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97E99" w14:textId="32CEA8E3" w:rsidR="00254CB3" w:rsidRDefault="00254CB3">
      <w:r>
        <w:rPr>
          <w:noProof/>
        </w:rPr>
        <w:drawing>
          <wp:inline distT="0" distB="0" distL="0" distR="0" wp14:anchorId="79374981" wp14:editId="3670481D">
            <wp:extent cx="1584000" cy="601976"/>
            <wp:effectExtent l="0" t="0" r="0" b="8255"/>
            <wp:docPr id="899987846" name="Image 10" descr="Une image contenant dessin humoristique, Magenta, Graphique, ros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987846" name="Image 10" descr="Une image contenant dessin humoristique, Magenta, Graphique, ros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7A300C9" wp14:editId="6361EAB2">
            <wp:extent cx="1584000" cy="601976"/>
            <wp:effectExtent l="0" t="0" r="0" b="8255"/>
            <wp:docPr id="666116107" name="Image 666116107" descr="Une image contenant dessin humoristique, Magenta, Graphique, ros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987846" name="Image 10" descr="Une image contenant dessin humoristique, Magenta, Graphique, ros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331FD90" wp14:editId="5FD9835C">
            <wp:extent cx="1584000" cy="601976"/>
            <wp:effectExtent l="0" t="0" r="0" b="8255"/>
            <wp:docPr id="1222044125" name="Image 1222044125" descr="Une image contenant dessin humoristique, Magenta, Graphique, ros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987846" name="Image 10" descr="Une image contenant dessin humoristique, Magenta, Graphique, ros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3D31D286" wp14:editId="3B663227">
            <wp:extent cx="1584000" cy="601976"/>
            <wp:effectExtent l="0" t="0" r="0" b="8255"/>
            <wp:docPr id="1792985308" name="Image 1792985308" descr="Une image contenant dessin humoristique, Magenta, Graphique, ros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987846" name="Image 10" descr="Une image contenant dessin humoristique, Magenta, Graphique, ros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AF599" w14:textId="3B1BEAF9" w:rsidR="00254CB3" w:rsidRDefault="00254CB3">
      <w:r>
        <w:rPr>
          <w:noProof/>
        </w:rPr>
        <w:drawing>
          <wp:inline distT="0" distB="0" distL="0" distR="0" wp14:anchorId="573E73EA" wp14:editId="11F1BD17">
            <wp:extent cx="1584000" cy="601976"/>
            <wp:effectExtent l="0" t="0" r="0" b="8255"/>
            <wp:docPr id="744948103" name="Image 744948103" descr="Une image contenant dessin humoristique, Magenta, Graphique, ros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987846" name="Image 10" descr="Une image contenant dessin humoristique, Magenta, Graphique, ros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7131835" wp14:editId="6294A329">
            <wp:extent cx="1584000" cy="601976"/>
            <wp:effectExtent l="0" t="0" r="0" b="8255"/>
            <wp:docPr id="1763238477" name="Image 1763238477" descr="Une image contenant dessin humoristique, Magenta, Graphique, ros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987846" name="Image 10" descr="Une image contenant dessin humoristique, Magenta, Graphique, ros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03CEF18" wp14:editId="5CAD3812">
            <wp:extent cx="1584000" cy="601976"/>
            <wp:effectExtent l="0" t="0" r="0" b="8255"/>
            <wp:docPr id="28172503" name="Image 28172503" descr="Une image contenant dessin humoristique, Magenta, Graphique, ros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987846" name="Image 10" descr="Une image contenant dessin humoristique, Magenta, Graphique, ros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391212E5" wp14:editId="056BBD20">
            <wp:extent cx="1584000" cy="601976"/>
            <wp:effectExtent l="0" t="0" r="0" b="8255"/>
            <wp:docPr id="775402411" name="Image 775402411" descr="Une image contenant dessin humoristique, Magenta, Graphique, ros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987846" name="Image 10" descr="Une image contenant dessin humoristique, Magenta, Graphique, ros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601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94458" w14:textId="2F9325C8" w:rsidR="00254CB3" w:rsidRDefault="00254CB3">
      <w:r>
        <w:rPr>
          <w:noProof/>
        </w:rPr>
        <w:lastRenderedPageBreak/>
        <w:drawing>
          <wp:inline distT="0" distB="0" distL="0" distR="0" wp14:anchorId="1998A74F" wp14:editId="1CBD9DAD">
            <wp:extent cx="720000" cy="720000"/>
            <wp:effectExtent l="0" t="0" r="4445" b="4445"/>
            <wp:docPr id="1054413042" name="Image 11" descr="Une image contenant symbole, conception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413042" name="Image 11" descr="Une image contenant symbole, conceptio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2CA7E24" wp14:editId="5D56328C">
            <wp:extent cx="720000" cy="720000"/>
            <wp:effectExtent l="0" t="0" r="4445" b="4445"/>
            <wp:docPr id="2072700795" name="Image 2072700795" descr="Une image contenant symbole, conception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413042" name="Image 11" descr="Une image contenant symbole, conceptio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F093745" wp14:editId="2F9A4096">
            <wp:extent cx="720000" cy="720000"/>
            <wp:effectExtent l="0" t="0" r="4445" b="4445"/>
            <wp:docPr id="254339090" name="Image 254339090" descr="Une image contenant symbole, conception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413042" name="Image 11" descr="Une image contenant symbole, conceptio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B44B0F2" wp14:editId="75451CF6">
            <wp:extent cx="720000" cy="720000"/>
            <wp:effectExtent l="0" t="0" r="4445" b="4445"/>
            <wp:docPr id="1294403312" name="Image 1294403312" descr="Une image contenant symbole, conception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413042" name="Image 11" descr="Une image contenant symbole, conceptio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6B141EF" wp14:editId="593B34C8">
            <wp:extent cx="720000" cy="720000"/>
            <wp:effectExtent l="0" t="0" r="4445" b="4445"/>
            <wp:docPr id="1731094273" name="Image 1731094273" descr="Une image contenant symbole, conception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413042" name="Image 11" descr="Une image contenant symbole, conceptio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77B3581" wp14:editId="1CC048F8">
            <wp:extent cx="720000" cy="720000"/>
            <wp:effectExtent l="0" t="0" r="4445" b="4445"/>
            <wp:docPr id="1246273847" name="Image 1246273847" descr="Une image contenant symbole, conception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413042" name="Image 11" descr="Une image contenant symbole, conceptio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40DFAE1" wp14:editId="375E7004">
            <wp:extent cx="720000" cy="720000"/>
            <wp:effectExtent l="0" t="0" r="4445" b="4445"/>
            <wp:docPr id="1374766495" name="Image 1374766495" descr="Une image contenant symbole, conception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413042" name="Image 11" descr="Une image contenant symbole, conceptio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373FCDC8" wp14:editId="25C6377E">
            <wp:extent cx="720000" cy="720000"/>
            <wp:effectExtent l="0" t="0" r="4445" b="4445"/>
            <wp:docPr id="1696205290" name="Image 1696205290" descr="Une image contenant symbole, conception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413042" name="Image 11" descr="Une image contenant symbole, conceptio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76ADB" w14:textId="254C89BA" w:rsidR="00254CB3" w:rsidRDefault="00A924FC">
      <w:r>
        <w:rPr>
          <w:noProof/>
        </w:rPr>
        <w:drawing>
          <wp:inline distT="0" distB="0" distL="0" distR="0" wp14:anchorId="77AB0577" wp14:editId="64ECC3D9">
            <wp:extent cx="720000" cy="720000"/>
            <wp:effectExtent l="0" t="0" r="4445" b="4445"/>
            <wp:docPr id="441040870" name="Image 12" descr="Une image contenant symbol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040870" name="Image 12" descr="Une image contenant symbole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35D4F957" wp14:editId="466E5D64">
            <wp:extent cx="720000" cy="720000"/>
            <wp:effectExtent l="0" t="0" r="4445" b="4445"/>
            <wp:docPr id="583953645" name="Image 583953645" descr="Une image contenant symbol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040870" name="Image 12" descr="Une image contenant symbole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32B7E81F" wp14:editId="5450CE5F">
            <wp:extent cx="720000" cy="720000"/>
            <wp:effectExtent l="0" t="0" r="4445" b="4445"/>
            <wp:docPr id="1866581590" name="Image 1866581590" descr="Une image contenant symbol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040870" name="Image 12" descr="Une image contenant symbole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E1819F7" wp14:editId="0DA90049">
            <wp:extent cx="720000" cy="720000"/>
            <wp:effectExtent l="0" t="0" r="4445" b="4445"/>
            <wp:docPr id="1366500228" name="Image 1366500228" descr="Une image contenant symbol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040870" name="Image 12" descr="Une image contenant symbole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9150A7E" wp14:editId="474071EB">
            <wp:extent cx="720000" cy="720000"/>
            <wp:effectExtent l="0" t="0" r="4445" b="4445"/>
            <wp:docPr id="1056541216" name="Image 1056541216" descr="Une image contenant symbol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040870" name="Image 12" descr="Une image contenant symbole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FEEE3F2" wp14:editId="3AAB9EDE">
            <wp:extent cx="720000" cy="720000"/>
            <wp:effectExtent l="0" t="0" r="4445" b="4445"/>
            <wp:docPr id="90910305" name="Image 90910305" descr="Une image contenant symbol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040870" name="Image 12" descr="Une image contenant symbole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54C9A90" wp14:editId="06D23EAA">
            <wp:extent cx="720000" cy="720000"/>
            <wp:effectExtent l="0" t="0" r="4445" b="4445"/>
            <wp:docPr id="1333889943" name="Image 1333889943" descr="Une image contenant symbol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040870" name="Image 12" descr="Une image contenant symbole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44C71AD" wp14:editId="03B1A9CE">
            <wp:extent cx="720000" cy="720000"/>
            <wp:effectExtent l="0" t="0" r="4445" b="4445"/>
            <wp:docPr id="1758250843" name="Image 1758250843" descr="Une image contenant symbol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040870" name="Image 12" descr="Une image contenant symbole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B792F" w14:textId="77777777" w:rsidR="00A924FC" w:rsidRDefault="00A924FC"/>
    <w:sectPr w:rsidR="00A924FC" w:rsidSect="00254CB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CB3"/>
    <w:rsid w:val="00254CB3"/>
    <w:rsid w:val="00A924FC"/>
    <w:rsid w:val="00AB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92942"/>
  <w15:chartTrackingRefBased/>
  <w15:docId w15:val="{C0E526A6-A659-4DEE-B094-0CEB9A63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</dc:creator>
  <cp:keywords/>
  <dc:description/>
  <cp:lastModifiedBy>Aurélie</cp:lastModifiedBy>
  <cp:revision>1</cp:revision>
  <dcterms:created xsi:type="dcterms:W3CDTF">2023-06-15T13:18:00Z</dcterms:created>
  <dcterms:modified xsi:type="dcterms:W3CDTF">2023-06-15T13:30:00Z</dcterms:modified>
</cp:coreProperties>
</file>