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7" w14:textId="788AED09" w:rsidR="006163B5" w:rsidRPr="004F2E69" w:rsidRDefault="007C1B99" w:rsidP="00A35D75">
      <w:pPr>
        <w:pStyle w:val="Titredudocument"/>
      </w:pPr>
      <w:r w:rsidRPr="004F2E69">
        <w:t xml:space="preserve">Fiche </w:t>
      </w:r>
      <w:r w:rsidR="001F2E5B" w:rsidRPr="004F2E69">
        <w:t>élève</w:t>
      </w:r>
      <w:r w:rsidR="003C0FA7" w:rsidRPr="004F2E69">
        <w:t> :</w:t>
      </w:r>
      <w:r w:rsidR="00CC764B" w:rsidRPr="004F2E69">
        <w:t xml:space="preserve"> </w:t>
      </w:r>
      <w:r w:rsidR="003C0FA7" w:rsidRPr="004F2E69">
        <w:t>«</w:t>
      </w:r>
      <w:r w:rsidR="00481F34">
        <w:t> </w:t>
      </w:r>
      <w:r w:rsidR="003C0FA7" w:rsidRPr="004F2E69">
        <w:t xml:space="preserve">Je </w:t>
      </w:r>
      <w:r w:rsidR="007C1DE5" w:rsidRPr="004F2E69">
        <w:t>comprends</w:t>
      </w:r>
      <w:r w:rsidR="00481F34">
        <w:t> </w:t>
      </w:r>
      <w:r w:rsidR="003C0FA7" w:rsidRPr="004F2E69">
        <w:t xml:space="preserve">» </w:t>
      </w:r>
      <w:r w:rsidR="00CC764B" w:rsidRPr="004F2E69">
        <w:t>(</w:t>
      </w:r>
      <w:r w:rsidR="003C0FA7" w:rsidRPr="004F2E69">
        <w:t>C</w:t>
      </w:r>
      <w:r w:rsidR="000240F6" w:rsidRPr="004F2E69">
        <w:t>1</w:t>
      </w:r>
      <w:r w:rsidR="00CC764B" w:rsidRPr="004F2E69">
        <w:t>)</w:t>
      </w:r>
    </w:p>
    <w:p w14:paraId="0B526149" w14:textId="70BB747A" w:rsidR="006163B5" w:rsidRPr="004F2E69" w:rsidRDefault="007C1B99" w:rsidP="00A35D75">
      <w:pPr>
        <w:pStyle w:val="Encartgras"/>
        <w:rPr>
          <w:rFonts w:eastAsiaTheme="minorHAnsi"/>
          <w:i/>
        </w:rPr>
      </w:pPr>
      <w:r w:rsidRPr="004F2E69">
        <w:rPr>
          <w:bCs/>
        </w:rPr>
        <w:t>Domaine</w:t>
      </w:r>
      <w:r w:rsidR="00481F34">
        <w:rPr>
          <w:bCs/>
        </w:rPr>
        <w:t> </w:t>
      </w:r>
      <w:r w:rsidRPr="004F2E69">
        <w:rPr>
          <w:bCs/>
        </w:rPr>
        <w:t xml:space="preserve">: </w:t>
      </w:r>
      <w:r w:rsidRPr="004F2E69">
        <w:rPr>
          <w:rFonts w:eastAsiaTheme="minorHAnsi"/>
        </w:rPr>
        <w:t>Nombres et calculs</w:t>
      </w:r>
    </w:p>
    <w:p w14:paraId="7720B59A" w14:textId="3BEE5D2E" w:rsidR="00193EC9" w:rsidRPr="004F2E69" w:rsidRDefault="007C1B99" w:rsidP="00A35D75">
      <w:pPr>
        <w:pStyle w:val="Encartgras"/>
        <w:spacing w:before="100" w:after="100"/>
        <w:rPr>
          <w:rFonts w:eastAsiaTheme="minorHAnsi"/>
        </w:rPr>
      </w:pPr>
      <w:r w:rsidRPr="004F2E69">
        <w:t xml:space="preserve">Sous thème : </w:t>
      </w:r>
      <w:r w:rsidR="00C46165" w:rsidRPr="004F2E69">
        <w:rPr>
          <w:rFonts w:eastAsiaTheme="minorHAnsi"/>
        </w:rPr>
        <w:t>Calcul littéral</w:t>
      </w:r>
      <w:r w:rsidR="0084370F" w:rsidRPr="004F2E69">
        <w:rPr>
          <w:rFonts w:eastAsiaTheme="minorHAnsi"/>
        </w:rPr>
        <w:t xml:space="preserve"> – </w:t>
      </w:r>
      <w:r w:rsidR="0035065F" w:rsidRPr="004F2E69">
        <w:rPr>
          <w:rFonts w:eastAsiaTheme="minorHAnsi"/>
        </w:rPr>
        <w:t>Ré</w:t>
      </w:r>
      <w:r w:rsidR="0084370F" w:rsidRPr="004F2E69">
        <w:rPr>
          <w:rFonts w:eastAsiaTheme="minorHAnsi"/>
        </w:rPr>
        <w:t>duction d’expressions</w:t>
      </w:r>
      <w:r w:rsidR="009D0F8E" w:rsidRPr="004F2E69">
        <w:rPr>
          <w:rFonts w:eastAsiaTheme="minorHAnsi"/>
        </w:rPr>
        <w:t xml:space="preserve"> – </w:t>
      </w:r>
      <w:r w:rsidR="0035065F" w:rsidRPr="004F2E69">
        <w:rPr>
          <w:rFonts w:eastAsiaTheme="minorHAnsi"/>
        </w:rPr>
        <w:t>Notations</w:t>
      </w:r>
    </w:p>
    <w:p w14:paraId="19D89F34" w14:textId="518F6D23" w:rsidR="009D0F8E" w:rsidRPr="004F2E69" w:rsidRDefault="00AA41E1" w:rsidP="00A35D75">
      <w:pPr>
        <w:pStyle w:val="Titre1"/>
        <w:spacing w:before="100" w:afterAutospacing="0"/>
      </w:pPr>
      <w:r>
        <w:t>Je comprends</w:t>
      </w:r>
    </w:p>
    <w:p w14:paraId="2AC690D2" w14:textId="638EE9DA" w:rsidR="004C7FE7" w:rsidRPr="00A35D75" w:rsidRDefault="00A35D75" w:rsidP="00A35D75">
      <w:pPr>
        <w:pStyle w:val="Titre2"/>
        <w:numPr>
          <w:ilvl w:val="0"/>
          <w:numId w:val="35"/>
        </w:numPr>
        <w:spacing w:before="120" w:beforeAutospacing="0" w:afterAutospacing="0"/>
        <w:rPr>
          <w:color w:val="465F9D"/>
          <w:szCs w:val="24"/>
        </w:rPr>
      </w:pPr>
      <w:r>
        <w:rPr>
          <w:color w:val="465F9D"/>
          <w:szCs w:val="24"/>
        </w:rPr>
        <w:t>Rappel sur le vocabulaire somme/différence/</w:t>
      </w:r>
      <w:r w:rsidR="004C7FE7" w:rsidRPr="00A35D75">
        <w:rPr>
          <w:color w:val="465F9D"/>
          <w:szCs w:val="24"/>
        </w:rPr>
        <w:t>produit</w:t>
      </w:r>
    </w:p>
    <w:p w14:paraId="2AF94FE6" w14:textId="30E2AD41" w:rsidR="004C7FE7" w:rsidRPr="004F2E69" w:rsidRDefault="004C7FE7" w:rsidP="00A35D75">
      <w:pPr>
        <w:spacing w:beforeAutospacing="0" w:afterAutospacing="0"/>
        <w:rPr>
          <w:rFonts w:eastAsiaTheme="minorEastAsia"/>
          <w:sz w:val="24"/>
          <w:szCs w:val="24"/>
        </w:rPr>
      </w:pPr>
      <w:r w:rsidRPr="004F2E69">
        <w:rPr>
          <w:rFonts w:eastAsiaTheme="minorEastAsia"/>
          <w:sz w:val="24"/>
          <w:szCs w:val="24"/>
        </w:rPr>
        <w:t xml:space="preserve">L’expression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bi"/>
          </m:rPr>
          <w:rPr>
            <w:rFonts w:ascii="Cambria Math" w:eastAsiaTheme="minorEastAsia" w:hAnsi="Cambria Math"/>
            <w:color w:val="009999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4F2E69">
        <w:rPr>
          <w:rFonts w:eastAsiaTheme="minorEastAsia"/>
          <w:sz w:val="24"/>
          <w:szCs w:val="24"/>
        </w:rPr>
        <w:t xml:space="preserve"> est </w:t>
      </w:r>
      <w:r w:rsidRPr="004F2E69">
        <w:rPr>
          <w:rFonts w:eastAsiaTheme="minorEastAsia"/>
          <w:b/>
          <w:bCs/>
          <w:color w:val="009999"/>
          <w:sz w:val="24"/>
          <w:szCs w:val="24"/>
        </w:rPr>
        <w:t>la somme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F2E69">
        <w:rPr>
          <w:rFonts w:eastAsiaTheme="minorEastAsia"/>
          <w:sz w:val="24"/>
          <w:szCs w:val="24"/>
        </w:rPr>
        <w:t xml:space="preserve"> </w:t>
      </w:r>
      <w:r w:rsidRPr="004F2E69">
        <w:rPr>
          <w:rFonts w:eastAsiaTheme="minorEastAsia"/>
          <w:b/>
          <w:bCs/>
          <w:color w:val="009999"/>
          <w:sz w:val="24"/>
          <w:szCs w:val="24"/>
        </w:rPr>
        <w:t>et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4F2E69">
        <w:rPr>
          <w:rFonts w:eastAsiaTheme="minorEastAsia"/>
          <w:sz w:val="24"/>
          <w:szCs w:val="24"/>
        </w:rPr>
        <w:t>.</w:t>
      </w:r>
    </w:p>
    <w:p w14:paraId="397AE334" w14:textId="6F98AD11" w:rsidR="004C7FE7" w:rsidRPr="004F2E69" w:rsidRDefault="004C7FE7" w:rsidP="00A35D75">
      <w:pPr>
        <w:spacing w:beforeAutospacing="0" w:afterAutospacing="0"/>
        <w:rPr>
          <w:rFonts w:eastAsiaTheme="minorEastAsia"/>
          <w:sz w:val="24"/>
          <w:szCs w:val="24"/>
        </w:rPr>
      </w:pPr>
      <w:r w:rsidRPr="004F2E69">
        <w:rPr>
          <w:rFonts w:eastAsiaTheme="minorEastAsia"/>
          <w:sz w:val="24"/>
          <w:szCs w:val="24"/>
        </w:rPr>
        <w:t xml:space="preserve">L’expression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ty m:val="b"/>
          </m:rPr>
          <w:rPr>
            <w:rFonts w:ascii="Cambria Math" w:eastAsiaTheme="minorEastAsia" w:hAnsi="Cambria Math"/>
            <w:color w:val="FF00FF"/>
            <w:sz w:val="24"/>
            <w:szCs w:val="24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4F2E69">
        <w:rPr>
          <w:rFonts w:eastAsiaTheme="minorEastAsia"/>
          <w:sz w:val="24"/>
          <w:szCs w:val="24"/>
        </w:rPr>
        <w:t xml:space="preserve"> est </w:t>
      </w:r>
      <w:r w:rsidRPr="004F2E69">
        <w:rPr>
          <w:rFonts w:eastAsiaTheme="minorEastAsia"/>
          <w:b/>
          <w:bCs/>
          <w:color w:val="FF00FF"/>
          <w:sz w:val="24"/>
          <w:szCs w:val="24"/>
        </w:rPr>
        <w:t>la différence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F2E69">
        <w:rPr>
          <w:rFonts w:eastAsiaTheme="minorEastAsia"/>
          <w:sz w:val="24"/>
          <w:szCs w:val="24"/>
        </w:rPr>
        <w:t xml:space="preserve"> </w:t>
      </w:r>
      <w:r w:rsidRPr="004F2E69">
        <w:rPr>
          <w:rFonts w:eastAsiaTheme="minorEastAsia"/>
          <w:b/>
          <w:bCs/>
          <w:color w:val="FF00FF"/>
          <w:sz w:val="24"/>
          <w:szCs w:val="24"/>
        </w:rPr>
        <w:t>et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4F2E69">
        <w:rPr>
          <w:rFonts w:eastAsiaTheme="minorEastAsia"/>
          <w:sz w:val="24"/>
          <w:szCs w:val="24"/>
        </w:rPr>
        <w:t>.</w:t>
      </w:r>
    </w:p>
    <w:p w14:paraId="3A6B01A8" w14:textId="5BD11828" w:rsidR="004C7FE7" w:rsidRPr="004F2E69" w:rsidRDefault="004C7FE7" w:rsidP="00A35D75">
      <w:pPr>
        <w:spacing w:beforeAutospacing="0" w:afterAutospacing="0"/>
        <w:rPr>
          <w:rFonts w:eastAsiaTheme="minorEastAsia"/>
          <w:sz w:val="24"/>
          <w:szCs w:val="24"/>
        </w:rPr>
      </w:pPr>
      <w:r w:rsidRPr="004F2E69">
        <w:rPr>
          <w:rFonts w:eastAsiaTheme="minorEastAsia"/>
          <w:sz w:val="24"/>
          <w:szCs w:val="24"/>
        </w:rPr>
        <w:t xml:space="preserve">L’expression </w:t>
      </w:r>
      <m:oMath>
        <m:r>
          <m:rPr>
            <m:sty m:val="b"/>
          </m:rPr>
          <w:rPr>
            <w:rFonts w:ascii="Cambria Math" w:eastAsiaTheme="minorEastAsia" w:hAnsi="Cambria Math"/>
            <w:color w:val="990033"/>
            <w:sz w:val="24"/>
            <w:szCs w:val="24"/>
          </w:rPr>
          <m:t>5</m:t>
        </m:r>
        <m:r>
          <m:rPr>
            <m:sty m:val="bi"/>
          </m:rPr>
          <w:rPr>
            <w:rFonts w:ascii="Cambria Math" w:eastAsiaTheme="minorEastAsia" w:hAnsi="Cambria Math"/>
            <w:color w:val="990033"/>
            <w:sz w:val="24"/>
            <w:szCs w:val="24"/>
          </w:rPr>
          <m:t>×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F2E69">
        <w:rPr>
          <w:rFonts w:eastAsiaTheme="minorEastAsia"/>
          <w:sz w:val="24"/>
          <w:szCs w:val="24"/>
        </w:rPr>
        <w:t xml:space="preserve"> est </w:t>
      </w:r>
      <w:r w:rsidRPr="004F2E69">
        <w:rPr>
          <w:rFonts w:eastAsiaTheme="minorEastAsia"/>
          <w:b/>
          <w:bCs/>
          <w:color w:val="990033"/>
          <w:sz w:val="24"/>
          <w:szCs w:val="24"/>
        </w:rPr>
        <w:t>le produit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</m:oMath>
      <w:r w:rsidRPr="004F2E69">
        <w:rPr>
          <w:rFonts w:eastAsiaTheme="minorEastAsia"/>
          <w:sz w:val="24"/>
          <w:szCs w:val="24"/>
        </w:rPr>
        <w:t xml:space="preserve"> </w:t>
      </w:r>
      <w:r w:rsidR="00E5331A" w:rsidRPr="004F2E69">
        <w:rPr>
          <w:rFonts w:eastAsiaTheme="minorEastAsia"/>
          <w:b/>
          <w:bCs/>
          <w:color w:val="990033"/>
          <w:sz w:val="24"/>
          <w:szCs w:val="24"/>
        </w:rPr>
        <w:t>et de</w:t>
      </w:r>
      <w:r w:rsidRPr="004F2E69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F2E69">
        <w:rPr>
          <w:rFonts w:eastAsiaTheme="minorEastAsia"/>
          <w:sz w:val="24"/>
          <w:szCs w:val="24"/>
        </w:rPr>
        <w:t xml:space="preserve">. </w:t>
      </w:r>
    </w:p>
    <w:p w14:paraId="37336FC0" w14:textId="7A94F871" w:rsidR="004C7FE7" w:rsidRPr="004F2E69" w:rsidRDefault="004C7FE7" w:rsidP="00D43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Theme="minorEastAsia"/>
          <w:sz w:val="24"/>
          <w:szCs w:val="24"/>
        </w:rPr>
      </w:pPr>
      <w:r w:rsidRPr="004F2E69">
        <w:rPr>
          <w:rFonts w:eastAsiaTheme="minorEastAsia"/>
          <w:sz w:val="24"/>
          <w:szCs w:val="24"/>
        </w:rPr>
        <w:t xml:space="preserve">Pour simplifier l’écriture, on peut ne pas écrire le signe </w:t>
      </w:r>
      <m:oMath>
        <m:r>
          <w:rPr>
            <w:rFonts w:ascii="Cambria Math" w:eastAsiaTheme="minorEastAsia" w:hAnsi="Cambria Math"/>
            <w:sz w:val="24"/>
            <w:szCs w:val="24"/>
          </w:rPr>
          <m:t>×</m:t>
        </m:r>
      </m:oMath>
      <w:r w:rsidRPr="004F2E69">
        <w:rPr>
          <w:rFonts w:eastAsiaTheme="minorEastAsia"/>
          <w:sz w:val="24"/>
          <w:szCs w:val="24"/>
        </w:rPr>
        <w:t xml:space="preserve"> devant une lettre ou une parenthèse.</w:t>
      </w:r>
      <w:r w:rsidR="00D43DA4" w:rsidRPr="004F2E69">
        <w:rPr>
          <w:rFonts w:eastAsiaTheme="minorEastAsia"/>
          <w:sz w:val="24"/>
          <w:szCs w:val="24"/>
        </w:rPr>
        <w:br/>
      </w:r>
      <m:oMath>
        <m:r>
          <m:rPr>
            <m:sty m:val="b"/>
          </m:rPr>
          <w:rPr>
            <w:rFonts w:ascii="Cambria Math" w:eastAsiaTheme="minorEastAsia" w:hAnsi="Cambria Math"/>
            <w:color w:val="990033"/>
            <w:sz w:val="24"/>
            <w:szCs w:val="24"/>
          </w:rPr>
          <m:t>5×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4F2E69">
        <w:rPr>
          <w:rFonts w:eastAsiaTheme="minorEastAsia"/>
          <w:sz w:val="24"/>
          <w:szCs w:val="24"/>
        </w:rPr>
        <w:t xml:space="preserve"> peut donc être noté </w:t>
      </w:r>
      <m:oMath>
        <m:r>
          <m:rPr>
            <m:sty m:val="b"/>
          </m:rPr>
          <w:rPr>
            <w:rFonts w:ascii="Cambria Math" w:eastAsiaTheme="minorEastAsia" w:hAnsi="Cambria Math"/>
            <w:color w:val="990033"/>
            <w:sz w:val="24"/>
            <w:szCs w:val="24"/>
          </w:rPr>
          <m:t>5</m:t>
        </m:r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F2553" w:rsidRPr="004F2E69">
        <w:rPr>
          <w:rFonts w:eastAsiaTheme="minorEastAsia"/>
          <w:sz w:val="24"/>
          <w:szCs w:val="24"/>
        </w:rPr>
        <w:t xml:space="preserve"> et </w:t>
      </w:r>
      <m:oMath>
        <m:r>
          <m:rPr>
            <m:sty m:val="b"/>
          </m:rPr>
          <w:rPr>
            <w:rFonts w:ascii="Cambria Math" w:eastAsiaTheme="minorEastAsia" w:hAnsi="Cambria Math"/>
            <w:color w:val="990033"/>
            <w:sz w:val="24"/>
            <w:szCs w:val="24"/>
          </w:rPr>
          <m:t>3×</m:t>
        </m:r>
        <m:r>
          <m:rPr>
            <m:sty m:val="b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x+1)</m:t>
        </m:r>
      </m:oMath>
      <w:r w:rsidR="009F2553" w:rsidRPr="004F2E69">
        <w:rPr>
          <w:rFonts w:eastAsiaTheme="minorEastAsia"/>
          <w:sz w:val="24"/>
          <w:szCs w:val="24"/>
        </w:rPr>
        <w:t xml:space="preserve"> peut s’écrire </w:t>
      </w:r>
      <m:oMath>
        <m:r>
          <m:rPr>
            <m:sty m:val="b"/>
          </m:rPr>
          <w:rPr>
            <w:rFonts w:ascii="Cambria Math" w:eastAsiaTheme="minorEastAsia" w:hAnsi="Cambria Math"/>
            <w:color w:val="990033"/>
            <w:sz w:val="24"/>
            <w:szCs w:val="24"/>
          </w:rPr>
          <m:t>3</m:t>
        </m:r>
        <m:r>
          <m:rPr>
            <m:sty m:val="b"/>
          </m:rPr>
          <w:rPr>
            <w:rFonts w:ascii="Cambria Math" w:eastAsiaTheme="minorEastAsia" w:hAnsi="Cambria Math"/>
            <w:color w:val="000000" w:themeColor="text1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x+1)</m:t>
        </m:r>
      </m:oMath>
      <w:r w:rsidR="009F2553" w:rsidRPr="004F2E69">
        <w:rPr>
          <w:rFonts w:eastAsiaTheme="minorEastAsia"/>
          <w:sz w:val="24"/>
          <w:szCs w:val="24"/>
        </w:rPr>
        <w:t>.</w:t>
      </w:r>
    </w:p>
    <w:p w14:paraId="0407E0C0" w14:textId="6899BCEB" w:rsidR="00BC518A" w:rsidRPr="00A35D75" w:rsidRDefault="00BC518A" w:rsidP="00A35D75">
      <w:pPr>
        <w:pStyle w:val="Titre2"/>
        <w:numPr>
          <w:ilvl w:val="0"/>
          <w:numId w:val="35"/>
        </w:numPr>
        <w:spacing w:before="120" w:beforeAutospacing="0" w:afterAutospacing="0"/>
        <w:rPr>
          <w:color w:val="465F9D"/>
          <w:szCs w:val="24"/>
        </w:rPr>
      </w:pPr>
      <w:r w:rsidRPr="00A35D75">
        <w:rPr>
          <w:color w:val="465F9D"/>
          <w:szCs w:val="24"/>
        </w:rPr>
        <w:t>Rappel sur le vocabulaire double</w:t>
      </w:r>
      <w:r w:rsidR="00481F34">
        <w:rPr>
          <w:color w:val="465F9D"/>
          <w:szCs w:val="24"/>
        </w:rPr>
        <w:t>/</w:t>
      </w:r>
      <w:r w:rsidRPr="00A35D75">
        <w:rPr>
          <w:color w:val="465F9D"/>
          <w:szCs w:val="24"/>
        </w:rPr>
        <w:t>carré</w:t>
      </w:r>
      <w:r w:rsidR="00481F34">
        <w:rPr>
          <w:color w:val="465F9D"/>
          <w:szCs w:val="24"/>
        </w:rPr>
        <w:t>/</w:t>
      </w:r>
      <w:r w:rsidRPr="00A35D75">
        <w:rPr>
          <w:color w:val="465F9D"/>
          <w:szCs w:val="24"/>
        </w:rPr>
        <w:t>triple</w:t>
      </w:r>
      <w:r w:rsidR="00481F34">
        <w:rPr>
          <w:color w:val="465F9D"/>
          <w:szCs w:val="24"/>
        </w:rPr>
        <w:t>/</w:t>
      </w:r>
      <w:r w:rsidRPr="00A35D75">
        <w:rPr>
          <w:color w:val="465F9D"/>
          <w:szCs w:val="24"/>
        </w:rPr>
        <w:t>cube</w:t>
      </w:r>
    </w:p>
    <w:p w14:paraId="623B60E4" w14:textId="391D8BEB" w:rsidR="00983E1E" w:rsidRPr="004F2E69" w:rsidRDefault="0097052A" w:rsidP="00A35D75">
      <w:pPr>
        <w:spacing w:beforeAutospacing="0" w:afterAutospacing="0"/>
        <w:rPr>
          <w:sz w:val="24"/>
          <w:szCs w:val="24"/>
        </w:rPr>
      </w:pPr>
      <w:r w:rsidRPr="004F2E69">
        <w:t xml:space="preserve">Tu utiliseras le quadrillage de ton cahier pour </w:t>
      </w:r>
      <w:r w:rsidR="00B21269" w:rsidRPr="004F2E69">
        <w:t>représenter les exemples suivants (double, carré et triple) et des petits cubes emboîtables pour représenter l’exemple du cube.</w:t>
      </w:r>
    </w:p>
    <w:p w14:paraId="352F9BDC" w14:textId="2649626E" w:rsidR="00572A48" w:rsidRPr="00385E9F" w:rsidRDefault="00385E9F" w:rsidP="00A35D75">
      <w:pPr>
        <w:spacing w:beforeAutospacing="0" w:afterAutospacing="0"/>
        <w:rPr>
          <w:b/>
          <w:noProof/>
          <w:sz w:val="24"/>
          <w:szCs w:val="24"/>
        </w:rPr>
      </w:pPr>
      <w:r>
        <w:rPr>
          <w:b/>
          <w:sz w:val="24"/>
          <w:szCs w:val="24"/>
        </w:rPr>
        <w:t>Exemples</w:t>
      </w:r>
    </w:p>
    <w:p w14:paraId="2CFEAE33" w14:textId="05C18FE3" w:rsidR="004F2E69" w:rsidRPr="004F2E69" w:rsidRDefault="00385E9F" w:rsidP="00572A48">
      <w:pPr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g">
            <w:drawing>
              <wp:inline distT="0" distB="0" distL="0" distR="0" wp14:anchorId="0E661C2C" wp14:editId="7E537728">
                <wp:extent cx="6810811" cy="806450"/>
                <wp:effectExtent l="38100" t="0" r="0" b="0"/>
                <wp:docPr id="662294979" name="Groupe 662294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0811" cy="806450"/>
                          <a:chOff x="0" y="0"/>
                          <a:chExt cx="6810811" cy="806450"/>
                        </a:xfrm>
                      </wpg:grpSpPr>
                      <wps:wsp>
                        <wps:cNvPr id="1" name="Arc 1"/>
                        <wps:cNvSpPr/>
                        <wps:spPr>
                          <a:xfrm>
                            <a:off x="0" y="257175"/>
                            <a:ext cx="1107440" cy="403860"/>
                          </a:xfrm>
                          <a:prstGeom prst="arc">
                            <a:avLst>
                              <a:gd name="adj1" fmla="val 10721646"/>
                              <a:gd name="adj2" fmla="val 0"/>
                            </a:avLst>
                          </a:prstGeom>
                          <a:ln w="12700"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Arc 2"/>
                        <wps:cNvSpPr/>
                        <wps:spPr>
                          <a:xfrm>
                            <a:off x="1143000" y="238125"/>
                            <a:ext cx="1107440" cy="403860"/>
                          </a:xfrm>
                          <a:prstGeom prst="arc">
                            <a:avLst>
                              <a:gd name="adj1" fmla="val 10700428"/>
                              <a:gd name="adj2" fmla="val 0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ED7D31">
                                <a:lumMod val="40000"/>
                                <a:lumOff val="60000"/>
                              </a:srgbClr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" name="Groupe 28"/>
                        <wpg:cNvGrpSpPr/>
                        <wpg:grpSpPr>
                          <a:xfrm>
                            <a:off x="123825" y="0"/>
                            <a:ext cx="6686986" cy="806450"/>
                            <a:chOff x="0" y="0"/>
                            <a:chExt cx="6686986" cy="806450"/>
                          </a:xfrm>
                        </wpg:grpSpPr>
                        <wps:wsp>
                          <wps:cNvPr id="662295000" name="Zone de texte 6622950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4225" y="0"/>
                              <a:ext cx="3362761" cy="806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FE3264" w14:textId="0C5367A0" w:rsidR="00F017C9" w:rsidRDefault="00F017C9" w:rsidP="00385E9F">
                                <w:pP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</w:pPr>
                                <w:r w:rsidRPr="00FC13DB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>Le double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 de </w:t>
                                </w:r>
                                <m:oMath>
                                  <m:r>
                                    <w:rPr>
                                      <w:rFonts w:ascii="Cambria Math" w:hAnsi="Cambria Math" w:cstheme="majorHAnsi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oMath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 est </w:t>
                                </w:r>
                                <w:r w:rsidRPr="00AC5AE1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 xml:space="preserve">le produit de </w:t>
                                </w:r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ajorHAnsi"/>
                                      <w:color w:val="FF9933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oMath>
                                <w:r w:rsidRPr="00AC5AE1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E5331A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>et de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m:oMath>
                                  <m:r>
                                    <w:rPr>
                                      <w:rFonts w:ascii="Cambria Math" w:hAnsi="Cambria Math" w:cstheme="majorHAnsi"/>
                                      <w:sz w:val="24"/>
                                      <w:szCs w:val="24"/>
                                    </w:rPr>
                                    <m:t>4</m:t>
                                  </m:r>
                                </m:oMath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, donc </w:t>
                                </w:r>
                                <m:oMath>
                                  <m:r>
                                    <w:rPr>
                                      <w:rFonts w:ascii="Cambria Math" w:hAnsi="Cambria Math" w:cstheme="majorHAnsi"/>
                                      <w:sz w:val="24"/>
                                      <w:szCs w:val="24"/>
                                    </w:rPr>
                                    <m:t>8</m:t>
                                  </m:r>
                                </m:oMath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. </w:t>
                                </w:r>
                                <w:r w:rsidR="001504BB"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br/>
                                </w:r>
                                <w:r>
                                  <w:rPr>
                                    <w:rFonts w:asciiTheme="majorHAnsi" w:hAnsiTheme="majorHAnsi" w:cstheme="majorHAnsi"/>
                                    <w:sz w:val="24"/>
                                    <w:szCs w:val="24"/>
                                  </w:rPr>
                                  <w:t xml:space="preserve">On note </w:t>
                                </w:r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ajorHAnsi"/>
                                      <w:color w:val="FF9933"/>
                                      <w:sz w:val="24"/>
                                      <w:szCs w:val="24"/>
                                    </w:rPr>
                                    <m:t>2×</m:t>
                                  </m:r>
                                  <m:r>
                                    <w:rPr>
                                      <w:rFonts w:ascii="Cambria Math" w:hAnsi="Cambria Math" w:cstheme="majorHAnsi"/>
                                      <w:sz w:val="24"/>
                                      <w:szCs w:val="24"/>
                                    </w:rPr>
                                    <m:t>4=8</m:t>
                                  </m:r>
                                </m:oMath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14:paraId="35E0069D" w14:textId="77777777" w:rsidR="00F017C9" w:rsidRDefault="00F017C9" w:rsidP="00385E9F">
                                <w:pP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>L</w:t>
                                </w:r>
                                <w:r w:rsidRPr="00FC13DB">
                                  <w:rPr>
                                    <w:rFonts w:asciiTheme="majorHAnsi" w:hAnsiTheme="majorHAnsi" w:cstheme="majorHAnsi"/>
                                    <w:b/>
                                    <w:bCs/>
                                    <w:color w:val="FF9933"/>
                                    <w:sz w:val="24"/>
                                    <w:szCs w:val="24"/>
                                  </w:rPr>
                                  <w:t>e double de</w:t>
                                </w:r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m:oMath>
                                  <m:r>
                                    <w:rPr>
                                      <w:rFonts w:ascii="Cambria Math" w:eastAsiaTheme="minorEastAsia" w:hAnsi="Cambria Math" w:cstheme="majorHAnsi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oMath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 xml:space="preserve"> est noté </w:t>
                                </w:r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ajorHAnsi"/>
                                      <w:color w:val="FF9933"/>
                                      <w:sz w:val="24"/>
                                      <w:szCs w:val="24"/>
                                    </w:rPr>
                                    <m:t>2×</m:t>
                                  </m:r>
                                  <m:r>
                                    <w:rPr>
                                      <w:rFonts w:ascii="Cambria Math" w:eastAsiaTheme="minorEastAsia" w:hAnsi="Cambria Math" w:cstheme="majorHAnsi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oMath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 xml:space="preserve">, ou </w:t>
                                </w:r>
                                <m:oMath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theme="majorHAnsi"/>
                                      <w:color w:val="FF9933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  <m:r>
                                    <w:rPr>
                                      <w:rFonts w:ascii="Cambria Math" w:eastAsiaTheme="minorEastAsia" w:hAnsi="Cambria Math" w:cstheme="majorHAnsi"/>
                                      <w:sz w:val="24"/>
                                      <w:szCs w:val="24"/>
                                    </w:rPr>
                                    <m:t>x</m:t>
                                  </m:r>
                                </m:oMath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 xml:space="preserve">. </w:t>
                                </w:r>
                              </w:p>
                              <w:p w14:paraId="1E11A8A4" w14:textId="77777777" w:rsidR="00F017C9" w:rsidRDefault="00F017C9" w:rsidP="00385E9F">
                                <w:pP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ajorHAnsi" w:eastAsiaTheme="minorEastAsia" w:hAnsiTheme="majorHAnsi" w:cstheme="majorHAnsi"/>
                                    <w:sz w:val="24"/>
                                    <w:szCs w:val="24"/>
                                  </w:rPr>
                                  <w:tab/>
                                </w:r>
                              </w:p>
                              <w:p w14:paraId="267F593F" w14:textId="77777777" w:rsidR="00F017C9" w:rsidRDefault="00F017C9" w:rsidP="00385E9F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3" name="Groupe 3"/>
                          <wpg:cNvGrpSpPr/>
                          <wpg:grpSpPr>
                            <a:xfrm>
                              <a:off x="0" y="85725"/>
                              <a:ext cx="2482850" cy="657225"/>
                              <a:chOff x="0" y="0"/>
                              <a:chExt cx="2482850" cy="657225"/>
                            </a:xfrm>
                          </wpg:grpSpPr>
                          <pic:pic xmlns:pic="http://schemas.openxmlformats.org/drawingml/2006/picture">
                            <pic:nvPicPr>
                              <pic:cNvPr id="1506358335" name="Picture 150635833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409575"/>
                                <a:ext cx="2482850" cy="2476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476375" y="0"/>
                                <a:ext cx="316230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C16FE8" w14:textId="358678A7" w:rsidR="00CA7AD5" w:rsidRDefault="00CA7AD5" w:rsidP="00385E9F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Zone de texte 5"/>
                            <wps:cNvSpPr txBox="1"/>
                            <wps:spPr>
                              <a:xfrm>
                                <a:off x="361950" y="0"/>
                                <a:ext cx="31623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7EB9B6" w14:textId="77777777" w:rsidR="00CA7AD5" w:rsidRDefault="00CA7AD5" w:rsidP="00385E9F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661C2C" id="Groupe 662294979" o:spid="_x0000_s1026" style="width:536.3pt;height:63.5pt;mso-position-horizontal-relative:char;mso-position-vertical-relative:line" coordsize="68108,8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">
                <v:shape id="Arc 1" o:spid="_x0000_s1027" style="position:absolute;top:2571;width:11074;height:4039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f7caac [1301]" strokeweight="1pt">
                  <v:stroke dashstyle="1 1" joinstyle="miter"/>
                  <v:path arrowok="t" o:connecttype="custom" o:connectlocs="1079,214528;435778,4634;665893,4187;1107440,201930" o:connectangles="0,0,0,0"/>
                </v:shape>
                <v:shape id="Arc 2" o:spid="_x0000_s1028" style="position:absolute;left:11430;top:2381;width:11074;height:4038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" path="m1739,217922nsc-20161,117396,164661,26389,434724,4718v75922,-6092,154512,-6287,230653,-570c922752,23472,1107440,106102,1107440,201930r-553720,l1739,217922xem1739,217922nfc-20161,117396,164661,26389,434724,4718v75922,-6092,154512,-6287,230653,-570c922752,23472,1107440,106102,1107440,201930e" filled="f" strokecolor="#f8cbad" strokeweight="1pt">
                  <v:stroke dashstyle="1 1" joinstyle="miter"/>
                  <v:path arrowok="t" o:connecttype="custom" o:connectlocs="1739,217922;434724,4718;665377,4148;1107440,201930" o:connectangles="0,0,0,0"/>
                </v:shape>
                <v:group id="Groupe 28" o:spid="_x0000_s1029" style="position:absolute;left:1238;width:66870;height:8064" coordsize="66869,8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62295000" o:spid="_x0000_s1030" type="#_x0000_t202" style="position:absolute;left:33242;width:33627;height:8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" filled="f" stroked="f">
                    <v:textbox>
                      <w:txbxContent>
                        <w:p w14:paraId="5FFE3264" w14:textId="0C5367A0" w:rsidR="00F017C9" w:rsidRDefault="00F017C9" w:rsidP="00385E9F">
                          <w:pP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</w:pPr>
                          <w:r w:rsidRPr="00FC13D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>Le double</w:t>
                          </w:r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 de </w:t>
                          </w:r>
                          <m:oMath>
                            <m:r>
                              <w:rPr>
                                <w:rFonts w:ascii="Cambria Math" w:hAnsi="Cambria Math" w:cstheme="majorHAnsi"/>
                                <w:sz w:val="24"/>
                                <w:szCs w:val="24"/>
                              </w:rPr>
                              <m:t>4</m:t>
                            </m:r>
                          </m:oMath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 est </w:t>
                          </w:r>
                          <w:r w:rsidRPr="00AC5AE1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 xml:space="preserve">le produit de </w:t>
                          </w:r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theme="majorHAnsi"/>
                                <w:color w:val="FF9933"/>
                                <w:sz w:val="24"/>
                                <w:szCs w:val="24"/>
                              </w:rPr>
                              <m:t>2</m:t>
                            </m:r>
                          </m:oMath>
                          <w:r w:rsidRPr="00AC5AE1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 xml:space="preserve"> </w:t>
                          </w:r>
                          <w:r w:rsidR="00E5331A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>et de</w:t>
                          </w:r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 </w:t>
                          </w:r>
                          <m:oMath>
                            <m:r>
                              <w:rPr>
                                <w:rFonts w:ascii="Cambria Math" w:hAnsi="Cambria Math" w:cstheme="majorHAnsi"/>
                                <w:sz w:val="24"/>
                                <w:szCs w:val="24"/>
                              </w:rPr>
                              <m:t>4</m:t>
                            </m:r>
                          </m:oMath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, donc </w:t>
                          </w:r>
                          <m:oMath>
                            <m:r>
                              <w:rPr>
                                <w:rFonts w:ascii="Cambria Math" w:hAnsi="Cambria Math" w:cstheme="majorHAnsi"/>
                                <w:sz w:val="24"/>
                                <w:szCs w:val="24"/>
                              </w:rPr>
                              <m:t>8</m:t>
                            </m:r>
                          </m:oMath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. </w:t>
                          </w:r>
                          <w:r w:rsidR="001504BB"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Theme="majorHAnsi" w:hAnsiTheme="majorHAnsi" w:cstheme="majorHAnsi"/>
                              <w:sz w:val="24"/>
                              <w:szCs w:val="24"/>
                            </w:rPr>
                            <w:t xml:space="preserve">On note </w:t>
                          </w:r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theme="majorHAnsi"/>
                                <w:color w:val="FF9933"/>
                                <w:sz w:val="24"/>
                                <w:szCs w:val="24"/>
                              </w:rPr>
                              <m:t>2×</m:t>
                            </m:r>
                            <m:r>
                              <w:rPr>
                                <w:rFonts w:ascii="Cambria Math" w:hAnsi="Cambria Math" w:cstheme="majorHAnsi"/>
                                <w:sz w:val="24"/>
                                <w:szCs w:val="24"/>
                              </w:rPr>
                              <m:t>4=8</m:t>
                            </m:r>
                          </m:oMath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>.</w:t>
                          </w:r>
                        </w:p>
                        <w:p w14:paraId="35E0069D" w14:textId="77777777" w:rsidR="00F017C9" w:rsidRDefault="00F017C9" w:rsidP="00385E9F">
                          <w:pP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>L</w:t>
                          </w:r>
                          <w:r w:rsidRPr="00FC13DB">
                            <w:rPr>
                              <w:rFonts w:asciiTheme="majorHAnsi" w:hAnsiTheme="majorHAnsi" w:cstheme="majorHAnsi"/>
                              <w:b/>
                              <w:bCs/>
                              <w:color w:val="FF9933"/>
                              <w:sz w:val="24"/>
                              <w:szCs w:val="24"/>
                            </w:rPr>
                            <w:t>e double de</w:t>
                          </w:r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 xml:space="preserve"> </w:t>
                          </w:r>
                          <m:oMath>
                            <m:r>
                              <w:rPr>
                                <w:rFonts w:ascii="Cambria Math" w:eastAsiaTheme="minorEastAsia" w:hAnsi="Cambria Math" w:cstheme="majorHAnsi"/>
                                <w:sz w:val="24"/>
                                <w:szCs w:val="24"/>
                              </w:rPr>
                              <m:t>x</m:t>
                            </m:r>
                          </m:oMath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 xml:space="preserve"> est noté </w:t>
                          </w:r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theme="majorHAnsi"/>
                                <w:color w:val="FF9933"/>
                                <w:sz w:val="24"/>
                                <w:szCs w:val="24"/>
                              </w:rPr>
                              <m:t>2×</m:t>
                            </m:r>
                            <m:r>
                              <w:rPr>
                                <w:rFonts w:ascii="Cambria Math" w:eastAsiaTheme="minorEastAsia" w:hAnsi="Cambria Math" w:cstheme="majorHAnsi"/>
                                <w:sz w:val="24"/>
                                <w:szCs w:val="24"/>
                              </w:rPr>
                              <m:t>x</m:t>
                            </m:r>
                          </m:oMath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 xml:space="preserve">, ou </w:t>
                          </w:r>
                          <m:oMath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theme="majorHAnsi"/>
                                <w:color w:val="FF9933"/>
                                <w:sz w:val="24"/>
                                <w:szCs w:val="24"/>
                              </w:rPr>
                              <m:t>2</m:t>
                            </m:r>
                            <m:r>
                              <w:rPr>
                                <w:rFonts w:ascii="Cambria Math" w:eastAsiaTheme="minorEastAsia" w:hAnsi="Cambria Math" w:cstheme="majorHAnsi"/>
                                <w:sz w:val="24"/>
                                <w:szCs w:val="24"/>
                              </w:rPr>
                              <m:t>x</m:t>
                            </m:r>
                          </m:oMath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 xml:space="preserve">. </w:t>
                          </w:r>
                        </w:p>
                        <w:p w14:paraId="1E11A8A4" w14:textId="77777777" w:rsidR="00F017C9" w:rsidRDefault="00F017C9" w:rsidP="00385E9F">
                          <w:pP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eastAsiaTheme="minorEastAsia" w:hAnsiTheme="majorHAnsi" w:cstheme="majorHAnsi"/>
                              <w:sz w:val="24"/>
                              <w:szCs w:val="24"/>
                            </w:rPr>
                            <w:tab/>
                          </w:r>
                        </w:p>
                        <w:p w14:paraId="267F593F" w14:textId="77777777" w:rsidR="00F017C9" w:rsidRDefault="00F017C9" w:rsidP="00385E9F"/>
                      </w:txbxContent>
                    </v:textbox>
                  </v:shape>
                  <v:group id="Groupe 3" o:spid="_x0000_s1031" style="position:absolute;top:857;width:24828;height:6572" coordsize="24828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506358335" o:spid="_x0000_s1032" type="#_x0000_t75" style="position:absolute;top:4095;width:2482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">
                      <v:imagedata r:id="rId8" o:title=""/>
                      <v:path arrowok="t"/>
                    </v:shape>
                    <v:shape id="Zone de texte 4" o:spid="_x0000_s1033" type="#_x0000_t202" style="position:absolute;left:14763;width:3163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    <v:textbox>
                        <w:txbxContent>
                          <w:p w14:paraId="57C16FE8" w14:textId="358678A7" w:rsidR="00CA7AD5" w:rsidRDefault="00CA7AD5" w:rsidP="00385E9F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Zone de texte 5" o:spid="_x0000_s1034" type="#_x0000_t202" style="position:absolute;left:3619;width:316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    <v:textbox>
                        <w:txbxContent>
                          <w:p w14:paraId="0C7EB9B6" w14:textId="77777777" w:rsidR="00CA7AD5" w:rsidRDefault="00CA7AD5" w:rsidP="00385E9F">
                            <w:r>
                              <w:t>4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14:paraId="148CB9F4" w14:textId="2080634E" w:rsidR="00572A48" w:rsidRPr="004F2E69" w:rsidRDefault="00385E9F" w:rsidP="00572A4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74393FD5" wp14:editId="5352C657">
                <wp:extent cx="7299325" cy="1510030"/>
                <wp:effectExtent l="0" t="0" r="0" b="0"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9325" cy="1510030"/>
                          <a:chOff x="0" y="0"/>
                          <a:chExt cx="7299325" cy="1510030"/>
                        </a:xfrm>
                      </wpg:grpSpPr>
                      <wps:wsp>
                        <wps:cNvPr id="1043270437" name="Text Box 1043270437"/>
                        <wps:cNvSpPr txBox="1">
                          <a:spLocks noChangeArrowheads="1"/>
                        </wps:cNvSpPr>
                        <wps:spPr bwMode="auto">
                          <a:xfrm>
                            <a:off x="1971675" y="400050"/>
                            <a:ext cx="5327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93F01" w14:textId="28F54CBF" w:rsidR="006B7A4D" w:rsidRDefault="006B7A4D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</w:pPr>
                              <w:r w:rsidRPr="00FC13DB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  <w:t>Le carré</w:t>
                              </w:r>
                              <w:r w:rsidRPr="00F05F08">
                                <w:rPr>
                                  <w:rFonts w:asciiTheme="majorHAnsi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03E97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de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</m:t>
                                </m:r>
                              </m:oMath>
                              <w:r w:rsidRPr="00F03E97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 est </w:t>
                              </w:r>
                              <w:r w:rsidRPr="00AC5AE1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  <w:t>le produit de</w:t>
                              </w:r>
                              <w:r w:rsidRPr="00D24C97">
                                <w:rPr>
                                  <w:rFonts w:ascii="Cambria Math" w:hAnsi="Cambria Math" w:cstheme="majorHAnsi"/>
                                  <w:i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E5331A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  <w:t>et de</w:t>
                              </w:r>
                              <w:r w:rsidRPr="00AC5AE1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  <w:t xml:space="preserve"> lui-même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, donc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16</m:t>
                                </m:r>
                              </m:oMath>
                              <w:r w:rsidRPr="00F03E97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4×4=16.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br/>
                              </w:r>
                              <w:r w:rsidRPr="00F03E97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On note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ajorHAnsi"/>
                                        <w:i/>
                                        <w:color w:val="7F00FF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theme="majorHAnsi"/>
                                        <w:sz w:val="24"/>
                                        <w:szCs w:val="24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ajorHAnsi"/>
                                        <w:color w:val="7F00FF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=16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0A82F736" w14:textId="77777777" w:rsidR="006B7A4D" w:rsidRDefault="006B7A4D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</w:pPr>
                              <w:r w:rsidRPr="00FC13DB">
                                <w:rPr>
                                  <w:rFonts w:asciiTheme="majorHAnsi" w:eastAsiaTheme="minorEastAsia" w:hAnsiTheme="majorHAnsi" w:cstheme="majorHAnsi"/>
                                  <w:b/>
                                  <w:bCs/>
                                  <w:color w:val="7F00FF"/>
                                  <w:sz w:val="24"/>
                                  <w:szCs w:val="24"/>
                                </w:rPr>
                                <w:t>Le carré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C13DB"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>de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FC13DB"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est noté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²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color w:val="7F00FF"/>
                                  <w:sz w:val="24"/>
                                  <w:szCs w:val="24"/>
                                </w:rPr>
                                <w:tab/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×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Theme="minorEastAsia" w:hAnsi="Cambria Math" w:cstheme="majorHAnsi"/>
                                    <w:color w:val="7F00FF"/>
                                    <w:sz w:val="24"/>
                                    <w:szCs w:val="24"/>
                                  </w:rPr>
                                  <m:t>²</m:t>
                                </m:r>
                              </m:oMath>
                            </w:p>
                            <w:p w14:paraId="5EDCE95D" w14:textId="77777777" w:rsidR="005926A9" w:rsidRDefault="005926A9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</w:p>
                            <w:p w14:paraId="5BF18673" w14:textId="77777777" w:rsidR="005926A9" w:rsidRDefault="005926A9" w:rsidP="00385E9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9" name="Groupe 29"/>
                        <wpg:cNvGrpSpPr/>
                        <wpg:grpSpPr>
                          <a:xfrm>
                            <a:off x="0" y="0"/>
                            <a:ext cx="1606550" cy="1510030"/>
                            <a:chOff x="0" y="0"/>
                            <a:chExt cx="1606550" cy="1510030"/>
                          </a:xfrm>
                        </wpg:grpSpPr>
                        <pic:pic xmlns:pic="http://schemas.openxmlformats.org/drawingml/2006/picture">
                          <pic:nvPicPr>
                            <pic:cNvPr id="886678654" name="Picture 886678654" descr="Une image contenant carré, Rectangle, ligne, Caractère coloré&#10;&#10;Description générée automatiquemen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8600" y="200025"/>
                              <a:ext cx="1377950" cy="131000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Arc 6"/>
                          <wps:cNvSpPr/>
                          <wps:spPr>
                            <a:xfrm>
                              <a:off x="381000" y="85725"/>
                              <a:ext cx="1107440" cy="403860"/>
                            </a:xfrm>
                            <a:prstGeom prst="arc">
                              <a:avLst>
                                <a:gd name="adj1" fmla="val 10721646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Arc 7"/>
                          <wps:cNvSpPr/>
                          <wps:spPr>
                            <a:xfrm rot="16200000">
                              <a:off x="-228600" y="657225"/>
                              <a:ext cx="1107440" cy="403860"/>
                            </a:xfrm>
                            <a:prstGeom prst="arc">
                              <a:avLst>
                                <a:gd name="adj1" fmla="val 10721646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7030A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0" y="733425"/>
                              <a:ext cx="237392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8B2D02" w14:textId="77777777" w:rsidR="00CA7AD5" w:rsidRDefault="00CA7AD5" w:rsidP="00385E9F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847725" y="0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F9B10E" w14:textId="77777777" w:rsidR="00CA7AD5" w:rsidRDefault="00CA7AD5" w:rsidP="00385E9F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393FD5" id="Groupe 30" o:spid="_x0000_s1035" style="width:574.75pt;height:118.9pt;mso-position-horizontal-relative:char;mso-position-vertical-relative:line" coordsize="72993,15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">
                <v:shape id="Text Box 1043270437" o:spid="_x0000_s1036" type="#_x0000_t202" style="position:absolute;left:19716;top:4000;width:53277;height:8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" filled="f" stroked="f">
                  <v:textbox>
                    <w:txbxContent>
                      <w:p w14:paraId="73C93F01" w14:textId="28F54CBF" w:rsidR="006B7A4D" w:rsidRDefault="006B7A4D" w:rsidP="00385E9F">
                        <w:pP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</w:pPr>
                        <w:r w:rsidRPr="00FC13DB">
                          <w:rPr>
                            <w:rFonts w:asciiTheme="majorHAnsi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  <w:t>Le carré</w:t>
                        </w:r>
                        <w:r w:rsidRPr="00F05F08">
                          <w:rPr>
                            <w:rFonts w:asciiTheme="majorHAnsi" w:hAnsiTheme="majorHAnsi" w:cstheme="majorHAnsi"/>
                            <w:color w:val="7F00FF"/>
                            <w:sz w:val="24"/>
                            <w:szCs w:val="24"/>
                          </w:rPr>
                          <w:t xml:space="preserve"> </w:t>
                        </w:r>
                        <w:r w:rsidRPr="00F03E97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de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</m:t>
                          </m:r>
                        </m:oMath>
                        <w:r w:rsidRPr="00F03E97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 est </w:t>
                        </w:r>
                        <w:r w:rsidRPr="00AC5AE1">
                          <w:rPr>
                            <w:rFonts w:asciiTheme="majorHAnsi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  <w:t>le produit de</w:t>
                        </w:r>
                        <w:r w:rsidRPr="00D24C97">
                          <w:rPr>
                            <w:rFonts w:ascii="Cambria Math" w:hAnsi="Cambria Math" w:cstheme="majorHAnsi"/>
                            <w:i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 </w:t>
                        </w:r>
                        <w:r w:rsidR="00E5331A">
                          <w:rPr>
                            <w:rFonts w:asciiTheme="majorHAnsi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  <w:t>et de</w:t>
                        </w:r>
                        <w:r w:rsidRPr="00AC5AE1">
                          <w:rPr>
                            <w:rFonts w:asciiTheme="majorHAnsi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  <w:t xml:space="preserve"> lui-même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, donc </w:t>
                        </w:r>
                        <m:oMath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16</m:t>
                          </m:r>
                        </m:oMath>
                        <w:r w:rsidRPr="00F03E97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ab/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4×4=16.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br/>
                        </w:r>
                        <w:r w:rsidRPr="00F03E97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On note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theme="majorHAnsi"/>
                                  <w:i/>
                                  <w:color w:val="7F00FF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theme="majorHAnsi"/>
                                  <w:sz w:val="24"/>
                                  <w:szCs w:val="24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HAnsi"/>
                                  <w:color w:val="7F00FF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=16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>.</w:t>
                        </w:r>
                      </w:p>
                      <w:p w14:paraId="0A82F736" w14:textId="77777777" w:rsidR="006B7A4D" w:rsidRDefault="006B7A4D" w:rsidP="00385E9F">
                        <w:pPr>
                          <w:rPr>
                            <w:rFonts w:asciiTheme="majorHAnsi" w:eastAsiaTheme="minorEastAsia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</w:pPr>
                        <w:r w:rsidRPr="00FC13DB">
                          <w:rPr>
                            <w:rFonts w:asciiTheme="majorHAnsi" w:eastAsiaTheme="minorEastAsia" w:hAnsiTheme="majorHAnsi" w:cstheme="majorHAnsi"/>
                            <w:b/>
                            <w:bCs/>
                            <w:color w:val="7F00FF"/>
                            <w:sz w:val="24"/>
                            <w:szCs w:val="24"/>
                          </w:rPr>
                          <w:t>Le carré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 xml:space="preserve"> </w:t>
                        </w:r>
                        <w:r w:rsidRPr="00FC13DB"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>de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 xml:space="preserve"> </w:t>
                        </w:r>
                        <m:oMath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 xml:space="preserve"> </w:t>
                        </w:r>
                        <w:r w:rsidRPr="00FC13DB"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est noté </w:t>
                        </w:r>
                        <m:oMath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²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 xml:space="preserve">. 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color w:val="7F00FF"/>
                            <w:sz w:val="24"/>
                            <w:szCs w:val="24"/>
                          </w:rPr>
                          <w:tab/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×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eastAsiaTheme="minorEastAsia" w:hAnsi="Cambria Math" w:cstheme="majorHAnsi"/>
                              <w:color w:val="7F00FF"/>
                              <w:sz w:val="24"/>
                              <w:szCs w:val="24"/>
                            </w:rPr>
                            <m:t>²</m:t>
                          </m:r>
                        </m:oMath>
                      </w:p>
                      <w:p w14:paraId="5EDCE95D" w14:textId="77777777" w:rsidR="005926A9" w:rsidRDefault="005926A9" w:rsidP="00385E9F">
                        <w:pP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</w:r>
                      </w:p>
                      <w:p w14:paraId="5BF18673" w14:textId="77777777" w:rsidR="005926A9" w:rsidRDefault="005926A9" w:rsidP="00385E9F"/>
                    </w:txbxContent>
                  </v:textbox>
                </v:shape>
                <v:group id="Groupe 29" o:spid="_x0000_s1037" style="position:absolute;width:16065;height:15100" coordsize="16065,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Picture 886678654" o:spid="_x0000_s1038" type="#_x0000_t75" alt="Une image contenant carré, Rectangle, ligne, Caractère coloré&#10;&#10;Description générée automatiquement" style="position:absolute;left:2286;top:2000;width:13779;height:131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">
                    <v:imagedata r:id="rId10" o:title="Une image contenant carré, Rectangle, ligne, Caractère coloré&#10;&#10;Description générée automatiquement"/>
                    <v:path arrowok="t"/>
                  </v:shape>
                  <v:shape id="Arc 6" o:spid="_x0000_s1039" style="position:absolute;left:3810;top:857;width:11074;height:4038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7030a0" strokeweight="1pt">
                    <v:stroke dashstyle="1 1" joinstyle="miter"/>
                    <v:path arrowok="t" o:connecttype="custom" o:connectlocs="1079,214528;435778,4634;665893,4187;1107440,201930" o:connectangles="0,0,0,0"/>
                  </v:shape>
                  <v:shape id="Arc 7" o:spid="_x0000_s1040" style="position:absolute;left:-2286;top:6571;width:11074;height:4039;rotation:-90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7030a0" strokeweight="1pt">
                    <v:stroke dashstyle="1 1" joinstyle="miter"/>
                    <v:path arrowok="t" o:connecttype="custom" o:connectlocs="1079,214528;435778,4634;665893,4187;1107440,201930" o:connectangles="0,0,0,0"/>
                  </v:shape>
                  <v:shape id="Zone de texte 8" o:spid="_x0000_s1041" type="#_x0000_t202" style="position:absolute;top:7334;width:237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" fillcolor="window" stroked="f" strokeweight=".5pt">
                    <v:textbox>
                      <w:txbxContent>
                        <w:p w14:paraId="1A8B2D02" w14:textId="77777777" w:rsidR="00CA7AD5" w:rsidRDefault="00CA7AD5" w:rsidP="00385E9F">
                          <w:r>
                            <w:t>4</w:t>
                          </w:r>
                        </w:p>
                      </w:txbxContent>
                    </v:textbox>
                  </v:shape>
                  <v:shape id="Zone de texte 9" o:spid="_x0000_s1042" type="#_x0000_t202" style="position:absolute;left:8477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" fillcolor="window" stroked="f" strokeweight=".5pt">
                    <v:textbox>
                      <w:txbxContent>
                        <w:p w14:paraId="0FF9B10E" w14:textId="77777777" w:rsidR="00CA7AD5" w:rsidRDefault="00CA7AD5" w:rsidP="00385E9F">
                          <w:r>
                            <w:t>4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5107034" w14:textId="04B299E2" w:rsidR="004F2E69" w:rsidRPr="004F2E69" w:rsidRDefault="00385E9F" w:rsidP="00572A48">
      <w:pPr>
        <w:rPr>
          <w:rFonts w:eastAsiaTheme="minorEastAsia"/>
          <w:b/>
          <w:bCs/>
          <w:color w:val="7F00FF"/>
          <w:sz w:val="24"/>
          <w:szCs w:val="24"/>
        </w:rPr>
      </w:pPr>
      <w:r>
        <w:rPr>
          <w:rFonts w:eastAsiaTheme="minorEastAsia"/>
          <w:b/>
          <w:bCs/>
          <w:noProof/>
          <w:color w:val="7F00FF"/>
          <w:sz w:val="24"/>
          <w:szCs w:val="24"/>
        </w:rPr>
        <mc:AlternateContent>
          <mc:Choice Requires="wpg">
            <w:drawing>
              <wp:inline distT="0" distB="0" distL="0" distR="0" wp14:anchorId="6C7AA018" wp14:editId="375CAEF5">
                <wp:extent cx="7191375" cy="787400"/>
                <wp:effectExtent l="0" t="0" r="0" b="0"/>
                <wp:docPr id="662294976" name="Groupe 662294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787400"/>
                          <a:chOff x="0" y="0"/>
                          <a:chExt cx="7191375" cy="787400"/>
                        </a:xfrm>
                      </wpg:grpSpPr>
                      <wps:wsp>
                        <wps:cNvPr id="1424432880" name="Text Box 1424432880"/>
                        <wps:cNvSpPr txBox="1">
                          <a:spLocks noChangeArrowheads="1"/>
                        </wps:cNvSpPr>
                        <wps:spPr bwMode="auto">
                          <a:xfrm>
                            <a:off x="3819525" y="0"/>
                            <a:ext cx="337185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DAC0B" w14:textId="6CF16380" w:rsidR="00F017C9" w:rsidRDefault="00F017C9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90094D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00CC00"/>
                                  <w:sz w:val="24"/>
                                  <w:szCs w:val="24"/>
                                </w:rPr>
                                <w:t>Le triple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 de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</m:t>
                                </m:r>
                              </m:oMath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 est </w:t>
                              </w:r>
                              <w:r w:rsidRPr="00AC5AE1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00CC00"/>
                                  <w:sz w:val="24"/>
                                  <w:szCs w:val="24"/>
                                </w:rPr>
                                <w:t xml:space="preserve">le produit de 3 </w:t>
                              </w:r>
                              <w:r w:rsidR="00E5331A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00CC00"/>
                                  <w:sz w:val="24"/>
                                  <w:szCs w:val="24"/>
                                </w:rPr>
                                <w:t xml:space="preserve">et de 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4, donc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12</m:t>
                                </m:r>
                              </m:oMath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="004A500C"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br/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On note </w:t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HAnsi"/>
                                    <w:color w:val="00CC00"/>
                                    <w:sz w:val="24"/>
                                    <w:szCs w:val="24"/>
                                  </w:rPr>
                                  <m:t>3×</m:t>
                                </m:r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4=12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4ADE0C18" w14:textId="77777777" w:rsidR="00F017C9" w:rsidRDefault="00F017C9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90094D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00CC00"/>
                                  <w:sz w:val="24"/>
                                  <w:szCs w:val="24"/>
                                </w:rPr>
                                <w:t>Le triple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 de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 est noté </w:t>
                              </w:r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ajorHAnsi"/>
                                    <w:color w:val="00CC00"/>
                                    <w:sz w:val="24"/>
                                    <w:szCs w:val="24"/>
                                  </w:rPr>
                                  <m:t>3×</m:t>
                                </m:r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, ou </w:t>
                              </w:r>
                              <m:oMath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ajorHAnsi"/>
                                    <w:color w:val="00CC00"/>
                                    <w:sz w:val="24"/>
                                    <w:szCs w:val="24"/>
                                  </w:rPr>
                                  <m:t>3</m:t>
                                </m:r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</w:p>
                            <w:p w14:paraId="66D0522F" w14:textId="332CE017" w:rsidR="00F017C9" w:rsidRDefault="00F017C9" w:rsidP="00385E9F">
                              <w:pP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</w:p>
                            <w:p w14:paraId="60EDB68E" w14:textId="77777777" w:rsidR="00F017C9" w:rsidRDefault="00F017C9" w:rsidP="00385E9F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31" name="Groupe 31"/>
                        <wpg:cNvGrpSpPr/>
                        <wpg:grpSpPr>
                          <a:xfrm>
                            <a:off x="0" y="38100"/>
                            <a:ext cx="3740150" cy="584835"/>
                            <a:chOff x="0" y="0"/>
                            <a:chExt cx="3740150" cy="584835"/>
                          </a:xfrm>
                        </wpg:grpSpPr>
                        <pic:pic xmlns:pic="http://schemas.openxmlformats.org/drawingml/2006/picture">
                          <pic:nvPicPr>
                            <pic:cNvPr id="481549054" name="Picture 48154905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66700"/>
                              <a:ext cx="3740150" cy="2540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Arc 10"/>
                          <wps:cNvSpPr/>
                          <wps:spPr>
                            <a:xfrm>
                              <a:off x="123825" y="180975"/>
                              <a:ext cx="1107440" cy="403860"/>
                            </a:xfrm>
                            <a:prstGeom prst="arc">
                              <a:avLst>
                                <a:gd name="adj1" fmla="val 10721646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92D05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Arc 11"/>
                          <wps:cNvSpPr/>
                          <wps:spPr>
                            <a:xfrm>
                              <a:off x="1304925" y="180975"/>
                              <a:ext cx="1107440" cy="403860"/>
                            </a:xfrm>
                            <a:prstGeom prst="arc">
                              <a:avLst>
                                <a:gd name="adj1" fmla="val 10721646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92D05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Arc 12"/>
                          <wps:cNvSpPr/>
                          <wps:spPr>
                            <a:xfrm>
                              <a:off x="2447925" y="180975"/>
                              <a:ext cx="1107440" cy="403860"/>
                            </a:xfrm>
                            <a:prstGeom prst="arc">
                              <a:avLst>
                                <a:gd name="adj1" fmla="val 10721646"/>
                                <a:gd name="adj2" fmla="val 0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92D05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Zone de texte 13"/>
                          <wps:cNvSpPr txBox="1"/>
                          <wps:spPr>
                            <a:xfrm>
                              <a:off x="571500" y="57150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F86B8A" w14:textId="11D157F3" w:rsidR="00CA7AD5" w:rsidRDefault="00CA7AD5" w:rsidP="00385E9F"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7B29239" wp14:editId="3728AAC3">
                                      <wp:extent cx="127000" cy="89297"/>
                                      <wp:effectExtent l="0" t="0" r="6350" b="6350"/>
                                      <wp:docPr id="14" name="Image 1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Zone de texte 15"/>
                          <wps:cNvSpPr txBox="1"/>
                          <wps:spPr>
                            <a:xfrm>
                              <a:off x="1714500" y="19050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6C3899" w14:textId="77777777" w:rsidR="00CA7AD5" w:rsidRDefault="00CA7AD5" w:rsidP="00385E9F"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3E4C2F" wp14:editId="69FD7BAB">
                                      <wp:extent cx="127000" cy="89297"/>
                                      <wp:effectExtent l="0" t="0" r="6350" b="6350"/>
                                      <wp:docPr id="16" name="Image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Zone de texte 17"/>
                          <wps:cNvSpPr txBox="1"/>
                          <wps:spPr>
                            <a:xfrm>
                              <a:off x="2905125" y="0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EBE254" w14:textId="77777777" w:rsidR="00CA7AD5" w:rsidRDefault="00CA7AD5" w:rsidP="00385E9F"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5B260EE" wp14:editId="073D6FD8">
                                      <wp:extent cx="127000" cy="89297"/>
                                      <wp:effectExtent l="0" t="0" r="6350" b="6350"/>
                                      <wp:docPr id="18" name="Image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7AA018" id="Groupe 662294976" o:spid="_x0000_s1043" style="width:566.25pt;height:62pt;mso-position-horizontal-relative:char;mso-position-vertical-relative:line" coordsize="71913,78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">
                <v:shape id="Text Box 1424432880" o:spid="_x0000_s1044" type="#_x0000_t202" style="position:absolute;left:38195;width:33718;height: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" filled="f" stroked="f">
                  <v:textbox>
                    <w:txbxContent>
                      <w:p w14:paraId="5B9DAC0B" w14:textId="6CF16380" w:rsidR="00F017C9" w:rsidRDefault="00F017C9" w:rsidP="00385E9F">
                        <w:pP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 w:rsidRPr="0090094D">
                          <w:rPr>
                            <w:rFonts w:asciiTheme="majorHAnsi" w:hAnsiTheme="majorHAnsi" w:cstheme="majorHAnsi"/>
                            <w:b/>
                            <w:bCs/>
                            <w:color w:val="00CC00"/>
                            <w:sz w:val="24"/>
                            <w:szCs w:val="24"/>
                          </w:rPr>
                          <w:t>Le triple</w:t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 de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</m:t>
                          </m:r>
                        </m:oMath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 est </w:t>
                        </w:r>
                        <w:r w:rsidRPr="00AC5AE1">
                          <w:rPr>
                            <w:rFonts w:asciiTheme="majorHAnsi" w:hAnsiTheme="majorHAnsi" w:cstheme="majorHAnsi"/>
                            <w:b/>
                            <w:bCs/>
                            <w:color w:val="00CC00"/>
                            <w:sz w:val="24"/>
                            <w:szCs w:val="24"/>
                          </w:rPr>
                          <w:t xml:space="preserve">le produit de 3 </w:t>
                        </w:r>
                        <w:r w:rsidR="00E5331A">
                          <w:rPr>
                            <w:rFonts w:asciiTheme="majorHAnsi" w:hAnsiTheme="majorHAnsi" w:cstheme="majorHAnsi"/>
                            <w:b/>
                            <w:bCs/>
                            <w:color w:val="00CC00"/>
                            <w:sz w:val="24"/>
                            <w:szCs w:val="24"/>
                          </w:rPr>
                          <w:t xml:space="preserve">et de 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4, donc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12</m:t>
                          </m:r>
                        </m:oMath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. </w:t>
                        </w:r>
                        <w:r w:rsidR="004A500C"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On note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HAnsi"/>
                              <w:color w:val="00CC00"/>
                              <w:sz w:val="24"/>
                              <w:szCs w:val="24"/>
                            </w:rPr>
                            <m:t>3×</m:t>
                          </m:r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4=12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>.</w:t>
                        </w:r>
                      </w:p>
                      <w:p w14:paraId="4ADE0C18" w14:textId="77777777" w:rsidR="00F017C9" w:rsidRDefault="00F017C9" w:rsidP="00385E9F">
                        <w:pP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 w:rsidRPr="0090094D">
                          <w:rPr>
                            <w:rFonts w:asciiTheme="majorHAnsi" w:hAnsiTheme="majorHAnsi" w:cstheme="majorHAnsi"/>
                            <w:b/>
                            <w:bCs/>
                            <w:color w:val="00CC00"/>
                            <w:sz w:val="24"/>
                            <w:szCs w:val="24"/>
                          </w:rPr>
                          <w:t>Le triple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 de </w:t>
                        </w:r>
                        <m:oMath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 est noté </w:t>
                        </w:r>
                        <m:oMath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ajorHAnsi"/>
                              <w:color w:val="00CC00"/>
                              <w:sz w:val="24"/>
                              <w:szCs w:val="24"/>
                            </w:rPr>
                            <m:t>3×</m:t>
                          </m:r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, ou </w:t>
                        </w:r>
                        <m:oMath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ajorHAnsi"/>
                              <w:color w:val="00CC00"/>
                              <w:sz w:val="24"/>
                              <w:szCs w:val="24"/>
                            </w:rPr>
                            <m:t>3</m:t>
                          </m:r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. </w:t>
                        </w:r>
                      </w:p>
                      <w:p w14:paraId="66D0522F" w14:textId="332CE017" w:rsidR="00F017C9" w:rsidRDefault="00F017C9" w:rsidP="00385E9F">
                        <w:pP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</w:r>
                      </w:p>
                      <w:p w14:paraId="60EDB68E" w14:textId="77777777" w:rsidR="00F017C9" w:rsidRDefault="00F017C9" w:rsidP="00385E9F"/>
                    </w:txbxContent>
                  </v:textbox>
                </v:shape>
                <v:group id="Groupe 31" o:spid="_x0000_s1045" style="position:absolute;top:381;width:37401;height:5848" coordsize="37401,5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Picture 481549054" o:spid="_x0000_s1046" type="#_x0000_t75" style="position:absolute;top:2667;width:37401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">
                    <v:imagedata r:id="rId13" o:title=""/>
                    <v:path arrowok="t"/>
                  </v:shape>
                  <v:shape id="Arc 10" o:spid="_x0000_s1047" style="position:absolute;left:1238;top:1809;width:11074;height:4039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92d050" strokeweight="1pt">
                    <v:stroke dashstyle="1 1" joinstyle="miter"/>
                    <v:path arrowok="t" o:connecttype="custom" o:connectlocs="1079,214528;435778,4634;665893,4187;1107440,201930" o:connectangles="0,0,0,0"/>
                  </v:shape>
                  <v:shape id="Arc 11" o:spid="_x0000_s1048" style="position:absolute;left:13049;top:1809;width:11074;height:4039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92d050" strokeweight="1pt">
                    <v:stroke dashstyle="1 1" joinstyle="miter"/>
                    <v:path arrowok="t" o:connecttype="custom" o:connectlocs="1079,214528;435778,4634;665893,4187;1107440,201930" o:connectangles="0,0,0,0"/>
                  </v:shape>
                  <v:shape id="Arc 12" o:spid="_x0000_s1049" style="position:absolute;left:24479;top:1809;width:11074;height:4039;visibility:visible;mso-wrap-style:square;v-text-anchor:middle" coordsize="1107440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" path="m1079,214528nsc-15978,115022,168661,25870,435778,4634v75773,-6024,154170,-6176,230115,-447c923024,23585,1107440,106174,1107440,201930r-553720,l1079,214528xem1079,214528nfc-15978,115022,168661,25870,435778,4634v75773,-6024,154170,-6176,230115,-447c923024,23585,1107440,106174,1107440,201930e" filled="f" strokecolor="#92d050" strokeweight="1pt">
                    <v:stroke dashstyle="1 1" joinstyle="miter"/>
                    <v:path arrowok="t" o:connecttype="custom" o:connectlocs="1079,214528;435778,4634;665893,4187;1107440,201930" o:connectangles="0,0,0,0"/>
                  </v:shape>
                  <v:shape id="Zone de texte 13" o:spid="_x0000_s1050" type="#_x0000_t202" style="position:absolute;left:5715;top:571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ENwwAAANsAAAAPAAAAZHJzL2Rvd25yZXYueG1sRE/fa8Iw&#10;EH4f+D+EE/Y2Uz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KwSxDcMAAADbAAAADwAA&#10;AAAAAAAAAAAAAAAHAgAAZHJzL2Rvd25yZXYueG1sUEsFBgAAAAADAAMAtwAAAPcCAAAAAA==&#10;" fillcolor="window" stroked="f" strokeweight=".5pt">
                    <v:textbox>
                      <w:txbxContent>
                        <w:p w14:paraId="0DF86B8A" w14:textId="11D157F3" w:rsidR="00CA7AD5" w:rsidRDefault="00CA7AD5" w:rsidP="00385E9F"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57B29239" wp14:editId="3728AAC3">
                                <wp:extent cx="127000" cy="89297"/>
                                <wp:effectExtent l="0" t="0" r="6350" b="6350"/>
                                <wp:docPr id="14" name="Image 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Zone de texte 15" o:spid="_x0000_s1051" type="#_x0000_t202" style="position:absolute;left:17145;top:190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  <v:textbox>
                      <w:txbxContent>
                        <w:p w14:paraId="5D6C3899" w14:textId="77777777" w:rsidR="00CA7AD5" w:rsidRDefault="00CA7AD5" w:rsidP="00385E9F"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4D3E4C2F" wp14:editId="69FD7BAB">
                                <wp:extent cx="127000" cy="89297"/>
                                <wp:effectExtent l="0" t="0" r="6350" b="6350"/>
                                <wp:docPr id="16" name="Imag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Zone de texte 17" o:spid="_x0000_s1052" type="#_x0000_t202" style="position:absolute;left:29051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  <v:textbox>
                      <w:txbxContent>
                        <w:p w14:paraId="5AEBE254" w14:textId="77777777" w:rsidR="00CA7AD5" w:rsidRDefault="00CA7AD5" w:rsidP="00385E9F"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65B260EE" wp14:editId="073D6FD8">
                                <wp:extent cx="127000" cy="89297"/>
                                <wp:effectExtent l="0" t="0" r="6350" b="6350"/>
                                <wp:docPr id="18" name="Image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37E24232" w14:textId="715F2876" w:rsidR="0090094D" w:rsidRPr="004F2E69" w:rsidRDefault="00385E9F" w:rsidP="00572A4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69FCB770" wp14:editId="35B3F472">
                <wp:extent cx="6340475" cy="2035175"/>
                <wp:effectExtent l="0" t="0" r="0" b="3175"/>
                <wp:docPr id="662294978" name="Groupe 662294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0475" cy="2035175"/>
                          <a:chOff x="0" y="495300"/>
                          <a:chExt cx="6340475" cy="2035175"/>
                        </a:xfrm>
                      </wpg:grpSpPr>
                      <wps:wsp>
                        <wps:cNvPr id="217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25" y="809625"/>
                            <a:ext cx="454025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8C0782" w14:textId="45027770" w:rsidR="00F017C9" w:rsidRDefault="00F017C9" w:rsidP="00A35D75">
                              <w:pPr>
                                <w:spacing w:before="100" w:after="100"/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666E74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Le cube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 de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</m:t>
                                </m:r>
                              </m:oMath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 xml:space="preserve"> est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64</m:t>
                                </m:r>
                              </m:oMath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Theme="majorHAnsi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 w:val="24"/>
                                    <w:szCs w:val="24"/>
                                  </w:rPr>
                                  <m:t>4×4×4=64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  <w:t xml:space="preserve">On note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HAns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HAnsi"/>
                                        <w:sz w:val="24"/>
                                        <w:szCs w:val="24"/>
                                      </w:rPr>
                                      <m:t>4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ajorHAnsi"/>
                                        <w:color w:val="3333FF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=64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3B0906F4" w14:textId="77777777" w:rsidR="00F017C9" w:rsidRDefault="00F017C9" w:rsidP="00A35D75">
                              <w:pPr>
                                <w:spacing w:before="100" w:after="100"/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</w:pPr>
                              <w:r w:rsidRPr="00314B2E">
                                <w:rPr>
                                  <w:rFonts w:asciiTheme="majorHAnsi" w:hAnsiTheme="majorHAnsi" w:cstheme="majorHAnsi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Le cube</w:t>
                              </w:r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 de </w:t>
                              </w:r>
                              <m:oMath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 xml:space="preserve"> est noté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Theme="minorEastAsia" w:hAnsi="Cambria Math" w:cstheme="majorHAns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eastAsiaTheme="minorEastAsia" w:hAnsi="Cambria Math" w:cstheme="majorHAnsi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ajorHAnsi"/>
                                        <w:color w:val="3333FF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eastAsiaTheme="minorEastAsia" w:hAnsi="Cambria Math" w:cstheme="majorHAnsi"/>
                                    <w:sz w:val="24"/>
                                    <w:szCs w:val="24"/>
                                  </w:rPr>
                                  <m:t>.</m:t>
                                </m:r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×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×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ajorHAnsi"/>
                                    <w:color w:val="3333FF"/>
                                    <w:sz w:val="24"/>
                                    <w:szCs w:val="24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ajorHAnsi"/>
                                        <w:b/>
                                        <w:bCs/>
                                        <w:color w:val="3333FF"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ajorHAnsi"/>
                                        <w:color w:val="3333FF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theme="majorHAnsi"/>
                                        <w:color w:val="3333FF"/>
                                        <w:sz w:val="24"/>
                                        <w:szCs w:val="24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  <w:r>
                                <w:rPr>
                                  <w:rFonts w:asciiTheme="majorHAnsi" w:eastAsiaTheme="minorEastAsia" w:hAnsiTheme="majorHAnsi" w:cstheme="majorHAnsi"/>
                                  <w:sz w:val="24"/>
                                  <w:szCs w:val="24"/>
                                </w:rPr>
                                <w:tab/>
                              </w:r>
                            </w:p>
                            <w:p w14:paraId="098E49B4" w14:textId="48515DE5" w:rsidR="00F017C9" w:rsidRDefault="00F017C9" w:rsidP="00A35D75">
                              <w:pPr>
                                <w:spacing w:before="100" w:after="100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662294977" name="Groupe 662294977"/>
                        <wpg:cNvGrpSpPr/>
                        <wpg:grpSpPr>
                          <a:xfrm>
                            <a:off x="0" y="495300"/>
                            <a:ext cx="1850048" cy="2035175"/>
                            <a:chOff x="0" y="495300"/>
                            <a:chExt cx="1850048" cy="2035175"/>
                          </a:xfrm>
                        </wpg:grpSpPr>
                        <pic:pic xmlns:pic="http://schemas.openxmlformats.org/drawingml/2006/picture">
                          <pic:nvPicPr>
                            <pic:cNvPr id="1327331507" name="Picture 132733150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duotone>
                                <a:schemeClr val="accent5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71550"/>
                              <a:ext cx="1568450" cy="15589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" name="Arc 19"/>
                          <wps:cNvSpPr/>
                          <wps:spPr>
                            <a:xfrm rot="5400000">
                              <a:off x="1290796" y="919321"/>
                              <a:ext cx="413703" cy="403860"/>
                            </a:xfrm>
                            <a:prstGeom prst="arc">
                              <a:avLst>
                                <a:gd name="adj1" fmla="val 10506836"/>
                                <a:gd name="adj2" fmla="val 493133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00206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Arc 20"/>
                          <wps:cNvSpPr/>
                          <wps:spPr>
                            <a:xfrm rot="374996">
                              <a:off x="571500" y="687502"/>
                              <a:ext cx="927100" cy="382905"/>
                            </a:xfrm>
                            <a:prstGeom prst="arc">
                              <a:avLst>
                                <a:gd name="adj1" fmla="val 11115546"/>
                                <a:gd name="adj2" fmla="val 357734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00206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Arc 21"/>
                          <wps:cNvSpPr/>
                          <wps:spPr>
                            <a:xfrm rot="19321374">
                              <a:off x="4991" y="828677"/>
                              <a:ext cx="635635" cy="234950"/>
                            </a:xfrm>
                            <a:prstGeom prst="arc">
                              <a:avLst>
                                <a:gd name="adj1" fmla="val 10718038"/>
                                <a:gd name="adj2" fmla="val 357734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rgbClr val="002060"/>
                              </a:solidFill>
                              <a:prstDash val="sysDot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Zone de texte 22"/>
                          <wps:cNvSpPr txBox="1"/>
                          <wps:spPr>
                            <a:xfrm>
                              <a:off x="142875" y="704850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305965" w14:textId="77777777" w:rsidR="00CA7AD5" w:rsidRDefault="00CA7AD5" w:rsidP="00A35D75">
                                <w:pPr>
                                  <w:spacing w:before="100" w:after="100"/>
                                </w:pPr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E92B4C5" wp14:editId="1D2DCA4D">
                                      <wp:extent cx="127000" cy="89297"/>
                                      <wp:effectExtent l="0" t="0" r="6350" b="6350"/>
                                      <wp:docPr id="23" name="Image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Zone de texte 24"/>
                          <wps:cNvSpPr txBox="1"/>
                          <wps:spPr>
                            <a:xfrm>
                              <a:off x="1533525" y="1005721"/>
                              <a:ext cx="316523" cy="2286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7639CA" w14:textId="77777777" w:rsidR="00CA7AD5" w:rsidRDefault="00CA7AD5" w:rsidP="00A35D75">
                                <w:pPr>
                                  <w:spacing w:before="100" w:after="100"/>
                                </w:pPr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5C088BB" wp14:editId="164A34BE">
                                      <wp:extent cx="127000" cy="89297"/>
                                      <wp:effectExtent l="0" t="0" r="6350" b="6350"/>
                                      <wp:docPr id="25" name="Image 2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Zone de texte 26"/>
                          <wps:cNvSpPr txBox="1"/>
                          <wps:spPr>
                            <a:xfrm>
                              <a:off x="981076" y="495300"/>
                              <a:ext cx="266700" cy="3238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03E1A0" w14:textId="77777777" w:rsidR="00CA7AD5" w:rsidRDefault="00CA7AD5" w:rsidP="00A35D75">
                                <w:pPr>
                                  <w:spacing w:before="100" w:after="100"/>
                                </w:pPr>
                                <w:r>
                                  <w:t>4</w:t>
                                </w:r>
                                <w:r w:rsidRPr="00CA7AD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AF2339" wp14:editId="27E70212">
                                      <wp:extent cx="127000" cy="89297"/>
                                      <wp:effectExtent l="0" t="0" r="6350" b="6350"/>
                                      <wp:docPr id="27" name="Image 2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7000" cy="892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FCB770" id="Groupe 662294978" o:spid="_x0000_s1053" style="width:499.25pt;height:160.25pt;mso-position-horizontal-relative:char;mso-position-vertical-relative:line" coordorigin=",4953" coordsize="63404,203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">
                <v:shape id="Text Box 217" o:spid="_x0000_s1054" type="#_x0000_t202" style="position:absolute;left:18002;top:8096;width:45402;height:7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748C0782" w14:textId="45027770" w:rsidR="00F017C9" w:rsidRDefault="00F017C9" w:rsidP="00A35D75">
                        <w:pPr>
                          <w:spacing w:before="100" w:after="100"/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 w:rsidRPr="00666E74">
                          <w:rPr>
                            <w:rFonts w:asciiTheme="majorHAnsi" w:hAnsiTheme="majorHAnsi" w:cstheme="majorHAnsi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Le cube</w:t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 de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</m:t>
                          </m:r>
                        </m:oMath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 xml:space="preserve"> est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64</m:t>
                          </m:r>
                        </m:oMath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asciiTheme="majorHAnsi" w:hAnsiTheme="majorHAnsi" w:cstheme="majorHAnsi"/>
                            <w:sz w:val="24"/>
                            <w:szCs w:val="24"/>
                          </w:rPr>
                          <w:tab/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 w:val="24"/>
                              <w:szCs w:val="24"/>
                            </w:rPr>
                            <m:t>4×4×4=64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  <w:t xml:space="preserve">On note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HAnsi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theme="majorHAnsi"/>
                                  <w:sz w:val="24"/>
                                  <w:szCs w:val="24"/>
                                </w:rPr>
                                <m:t>4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ajorHAnsi"/>
                                  <w:color w:val="3333FF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=64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>.</w:t>
                        </w:r>
                      </w:p>
                      <w:p w14:paraId="3B0906F4" w14:textId="77777777" w:rsidR="00F017C9" w:rsidRDefault="00F017C9" w:rsidP="00A35D75">
                        <w:pPr>
                          <w:spacing w:before="100" w:after="100"/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</w:pPr>
                        <w:r w:rsidRPr="00314B2E">
                          <w:rPr>
                            <w:rFonts w:asciiTheme="majorHAnsi" w:hAnsiTheme="majorHAnsi" w:cstheme="majorHAnsi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Le cube</w:t>
                        </w:r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 de </w:t>
                        </w:r>
                        <m:oMath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x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 xml:space="preserve"> est noté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theme="majorHAnsi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theme="majorHAnsi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ajorHAnsi"/>
                                  <w:color w:val="3333FF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theme="majorHAnsi"/>
                              <w:sz w:val="24"/>
                              <w:szCs w:val="24"/>
                            </w:rPr>
                            <m:t>.</m:t>
                          </m:r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×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×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x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ajorHAnsi"/>
                              <w:color w:val="3333FF"/>
                              <w:sz w:val="24"/>
                              <w:szCs w:val="24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ajorHAnsi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ajorHAnsi"/>
                                  <w:color w:val="3333FF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theme="majorHAnsi"/>
                                  <w:color w:val="3333FF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oMath>
                        <w:r>
                          <w:rPr>
                            <w:rFonts w:asciiTheme="majorHAnsi" w:eastAsiaTheme="minorEastAsia" w:hAnsiTheme="majorHAnsi" w:cstheme="majorHAnsi"/>
                            <w:sz w:val="24"/>
                            <w:szCs w:val="24"/>
                          </w:rPr>
                          <w:tab/>
                        </w:r>
                      </w:p>
                      <w:p w14:paraId="098E49B4" w14:textId="48515DE5" w:rsidR="00F017C9" w:rsidRDefault="00F017C9" w:rsidP="00A35D75">
                        <w:pPr>
                          <w:spacing w:before="100" w:after="100"/>
                        </w:pPr>
                      </w:p>
                    </w:txbxContent>
                  </v:textbox>
                </v:shape>
                <v:group id="Groupe 662294977" o:spid="_x0000_s1055" style="position:absolute;top:4953;width:18500;height:20351" coordorigin=",4953" coordsize="18500,20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">
                  <v:shape id="Picture 1327331507" o:spid="_x0000_s1056" type="#_x0000_t75" style="position:absolute;top:9715;width:15684;height:155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">
                    <v:imagedata r:id="rId15" o:title="" recolortarget="#1c3259 [1448]"/>
                    <v:path arrowok="t"/>
                  </v:shape>
                  <v:shape id="Arc 19" o:spid="_x0000_s1057" style="position:absolute;left:12907;top:9193;width:4138;height:4038;rotation:90;visibility:visible;mso-wrap-style:square;v-text-anchor:middle" coordsize="413703,403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" path="m789,219545nsc-6234,141258,33909,66104,103684,26908v67569,-37956,151259,-35605,216479,6083c387638,76120,423282,153600,411477,231485l206852,201930,789,219545xem789,219545nfc-6234,141258,33909,66104,103684,26908v67569,-37956,151259,-35605,216479,6083c387638,76120,423282,153600,411477,231485e" filled="f" strokecolor="#002060" strokeweight="1pt">
                    <v:stroke dashstyle="1 1" joinstyle="miter"/>
                    <v:path arrowok="t" o:connecttype="custom" o:connectlocs="789,219545;103684,26908;320163,32991;411477,231485" o:connectangles="0,0,0,0"/>
                  </v:shape>
                  <v:shape id="Arc 20" o:spid="_x0000_s1058" style="position:absolute;left:5715;top:6875;width:9271;height:3829;rotation:409596fd;visibility:visible;mso-wrap-style:square;v-text-anchor:middle" coordsize="927100,382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" path="m11100,149806nsc51419,75087,195630,17470,377780,3306,450231,-2328,524890,-743,595561,7928,833868,37169,973899,138845,912954,238388l463550,191453,11100,149806xem11100,149806nfc51419,75087,195630,17470,377780,3306,450231,-2328,524890,-743,595561,7928,833868,37169,973899,138845,912954,238388e" filled="f" strokecolor="#002060" strokeweight="1pt">
                    <v:stroke dashstyle="1 1" joinstyle="miter"/>
                    <v:path arrowok="t" o:connecttype="custom" o:connectlocs="11100,149806;377780,3306;595561,7928;912954,238388" o:connectangles="0,0,0,0"/>
                  </v:shape>
                  <v:shape id="Arc 21" o:spid="_x0000_s1059" style="position:absolute;left:49;top:8286;width:6357;height:2350;rotation:-2488867fd;visibility:visible;mso-wrap-style:square;v-text-anchor:middle" coordsize="635635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" path="m659,125038nsc-9561,66482,98682,14118,254219,2376v46022,-3474,93555,-3135,139179,994c568155,19185,672582,85419,623662,149417l317818,117475,659,125038xem659,125038nfc-9561,66482,98682,14118,254219,2376v46022,-3474,93555,-3135,139179,994c568155,19185,672582,85419,623662,149417e" filled="f" strokecolor="#002060" strokeweight="1pt">
                    <v:stroke dashstyle="1 1" joinstyle="miter"/>
                    <v:path arrowok="t" o:connecttype="custom" o:connectlocs="659,125038;254219,2376;393398,3370;623662,149417" o:connectangles="0,0,0,0"/>
                  </v:shape>
                  <v:shape id="Zone de texte 22" o:spid="_x0000_s1060" type="#_x0000_t202" style="position:absolute;left:1428;top:7048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4rxQAAANs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" fillcolor="window" stroked="f" strokeweight=".5pt">
                    <v:textbox>
                      <w:txbxContent>
                        <w:p w14:paraId="36305965" w14:textId="77777777" w:rsidR="00CA7AD5" w:rsidRDefault="00CA7AD5" w:rsidP="00A35D75">
                          <w:pPr>
                            <w:spacing w:before="100" w:after="100"/>
                          </w:pPr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3E92B4C5" wp14:editId="1D2DCA4D">
                                <wp:extent cx="127000" cy="89297"/>
                                <wp:effectExtent l="0" t="0" r="6350" b="6350"/>
                                <wp:docPr id="23" name="Image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Zone de texte 24" o:spid="_x0000_s1061" type="#_x0000_t202" style="position:absolute;left:15335;top:10057;width:31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" fillcolor="window" stroked="f" strokeweight=".5pt">
                    <v:textbox>
                      <w:txbxContent>
                        <w:p w14:paraId="257639CA" w14:textId="77777777" w:rsidR="00CA7AD5" w:rsidRDefault="00CA7AD5" w:rsidP="00A35D75">
                          <w:pPr>
                            <w:spacing w:before="100" w:after="100"/>
                          </w:pPr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15C088BB" wp14:editId="164A34BE">
                                <wp:extent cx="127000" cy="89297"/>
                                <wp:effectExtent l="0" t="0" r="6350" b="6350"/>
                                <wp:docPr id="25" name="Image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Zone de texte 26" o:spid="_x0000_s1062" type="#_x0000_t202" style="position:absolute;left:9810;top:4953;width:2667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" fillcolor="window" stroked="f" strokeweight=".5pt">
                    <v:textbox>
                      <w:txbxContent>
                        <w:p w14:paraId="0E03E1A0" w14:textId="77777777" w:rsidR="00CA7AD5" w:rsidRDefault="00CA7AD5" w:rsidP="00A35D75">
                          <w:pPr>
                            <w:spacing w:before="100" w:after="100"/>
                          </w:pPr>
                          <w:r>
                            <w:t>4</w:t>
                          </w:r>
                          <w:r w:rsidRPr="00CA7AD5">
                            <w:rPr>
                              <w:noProof/>
                            </w:rPr>
                            <w:drawing>
                              <wp:inline distT="0" distB="0" distL="0" distR="0" wp14:anchorId="26AF2339" wp14:editId="27E70212">
                                <wp:extent cx="127000" cy="89297"/>
                                <wp:effectExtent l="0" t="0" r="6350" b="6350"/>
                                <wp:docPr id="27" name="Image 2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000" cy="8929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D5CB7BF" w14:textId="77777777" w:rsidR="00AA41E1" w:rsidRDefault="00AA41E1" w:rsidP="00A35D75">
      <w:pPr>
        <w:pStyle w:val="Titre1"/>
        <w:spacing w:before="100" w:after="100"/>
      </w:pPr>
      <w:r>
        <w:lastRenderedPageBreak/>
        <w:t>Je m’exerce</w:t>
      </w:r>
    </w:p>
    <w:p w14:paraId="7DD4A1CC" w14:textId="598C593D" w:rsidR="00240088" w:rsidRPr="004F2E69" w:rsidRDefault="0074206B" w:rsidP="00AA41E1">
      <w:pPr>
        <w:pStyle w:val="Titre2"/>
      </w:pPr>
      <w:r w:rsidRPr="004F2E69">
        <w:t>Exercice</w:t>
      </w:r>
      <w:r w:rsidR="00481F34">
        <w:t> </w:t>
      </w:r>
      <w:r w:rsidRPr="004F2E69">
        <w:t>1 :</w:t>
      </w:r>
      <w:r w:rsidR="00871C31" w:rsidRPr="004F2E69">
        <w:t xml:space="preserve"> </w:t>
      </w:r>
      <w:r w:rsidR="001658A4">
        <w:t>s</w:t>
      </w:r>
      <w:r w:rsidR="006F24C5" w:rsidRPr="004F2E69">
        <w:t>’approprier le vocabulaire (1)</w:t>
      </w:r>
    </w:p>
    <w:p w14:paraId="5F33FDFA" w14:textId="4B75B422" w:rsidR="001F4A11" w:rsidRPr="004F2E69" w:rsidRDefault="001F4A11" w:rsidP="00A35D75">
      <w:pPr>
        <w:spacing w:before="100" w:after="0" w:afterAutospacing="0"/>
      </w:pPr>
      <w:r w:rsidRPr="004F2E69">
        <w:t>Pour chaque expression,</w:t>
      </w:r>
      <w:r w:rsidR="00117062" w:rsidRPr="004F2E69">
        <w:t xml:space="preserve"> indique </w:t>
      </w:r>
      <w:r w:rsidR="00462A8C" w:rsidRPr="004F2E69">
        <w:t xml:space="preserve">dans la colonne </w:t>
      </w:r>
      <w:r w:rsidR="006E428E" w:rsidRPr="004F2E69">
        <w:t>«</w:t>
      </w:r>
      <w:r w:rsidR="00481F34">
        <w:t> </w:t>
      </w:r>
      <w:r w:rsidR="006E428E" w:rsidRPr="004F2E69">
        <w:t>Vocabulaire associé</w:t>
      </w:r>
      <w:r w:rsidR="00481F34">
        <w:t> </w:t>
      </w:r>
      <w:r w:rsidR="006E428E" w:rsidRPr="004F2E69">
        <w:t xml:space="preserve">» </w:t>
      </w:r>
      <w:r w:rsidR="00117062" w:rsidRPr="004F2E69">
        <w:t>s’il s’agit :</w:t>
      </w:r>
    </w:p>
    <w:p w14:paraId="548E55AC" w14:textId="22D253EC" w:rsidR="00117062" w:rsidRPr="004F2E69" w:rsidRDefault="00117062" w:rsidP="00A35D75">
      <w:pPr>
        <w:pStyle w:val="Paragraphedeliste"/>
        <w:numPr>
          <w:ilvl w:val="0"/>
          <w:numId w:val="35"/>
        </w:numPr>
        <w:spacing w:before="0" w:beforeAutospacing="0" w:after="100"/>
      </w:pPr>
      <w:r w:rsidRPr="004F2E69">
        <w:t>d’une somme</w:t>
      </w:r>
      <w:r w:rsidR="00481F34">
        <w:t> </w:t>
      </w:r>
      <w:r w:rsidRPr="004F2E69">
        <w:t>;</w:t>
      </w:r>
    </w:p>
    <w:p w14:paraId="0A099E9E" w14:textId="2AE850DE" w:rsidR="00117062" w:rsidRPr="004F2E69" w:rsidRDefault="00117062" w:rsidP="00117062">
      <w:pPr>
        <w:pStyle w:val="Paragraphedeliste"/>
        <w:numPr>
          <w:ilvl w:val="0"/>
          <w:numId w:val="35"/>
        </w:numPr>
        <w:spacing w:after="0"/>
      </w:pPr>
      <w:r w:rsidRPr="004F2E69">
        <w:t>d’une différence</w:t>
      </w:r>
      <w:r w:rsidR="00481F34">
        <w:t> </w:t>
      </w:r>
      <w:r w:rsidRPr="004F2E69">
        <w:t>;</w:t>
      </w:r>
    </w:p>
    <w:p w14:paraId="127757A4" w14:textId="187A6132" w:rsidR="00117062" w:rsidRPr="004F2E69" w:rsidRDefault="00117062" w:rsidP="00A35D75">
      <w:pPr>
        <w:pStyle w:val="Paragraphedeliste"/>
        <w:numPr>
          <w:ilvl w:val="0"/>
          <w:numId w:val="35"/>
        </w:numPr>
        <w:spacing w:before="100" w:afterAutospacing="0"/>
      </w:pPr>
      <w:r w:rsidRPr="004F2E69">
        <w:t>d’un produit</w:t>
      </w:r>
      <w:r w:rsidR="004668B1" w:rsidRPr="004F2E69">
        <w:t>.</w:t>
      </w:r>
    </w:p>
    <w:tbl>
      <w:tblPr>
        <w:tblStyle w:val="ListTable5Dark-Accent61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shd w:val="clear" w:color="auto" w:fill="auto"/>
        <w:tblLook w:val="04A0" w:firstRow="1" w:lastRow="0" w:firstColumn="1" w:lastColumn="0" w:noHBand="0" w:noVBand="1"/>
      </w:tblPr>
      <w:tblGrid>
        <w:gridCol w:w="5193"/>
        <w:gridCol w:w="5193"/>
      </w:tblGrid>
      <w:tr w:rsidR="001658A4" w:rsidRPr="001658A4" w14:paraId="79567757" w14:textId="77777777" w:rsidTr="00165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DAC30A" w14:textId="43B6D7BC" w:rsidR="009348D6" w:rsidRPr="001658A4" w:rsidRDefault="009348D6" w:rsidP="0035433C">
            <w:pPr>
              <w:jc w:val="center"/>
              <w:rPr>
                <w:color w:val="auto"/>
              </w:rPr>
            </w:pPr>
            <w:r w:rsidRPr="001658A4">
              <w:rPr>
                <w:color w:val="auto"/>
              </w:rPr>
              <w:t>Expression</w:t>
            </w:r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4793797" w14:textId="5F7D0C56" w:rsidR="009348D6" w:rsidRPr="001658A4" w:rsidRDefault="00462A8C" w:rsidP="0035433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58A4">
              <w:rPr>
                <w:color w:val="auto"/>
              </w:rPr>
              <w:t>Vocabulaire associé</w:t>
            </w:r>
          </w:p>
        </w:tc>
      </w:tr>
      <w:tr w:rsidR="001658A4" w:rsidRPr="001658A4" w14:paraId="491AAD0E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226F136" w14:textId="61E4F962" w:rsidR="00C0341E" w:rsidRPr="001658A4" w:rsidRDefault="00C0341E" w:rsidP="00AA41E1">
            <w:pPr>
              <w:jc w:val="center"/>
              <w:rPr>
                <w:rFonts w:eastAsia="Calibri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15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a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B006475" w14:textId="77777777" w:rsidR="00C0341E" w:rsidRPr="001658A4" w:rsidRDefault="00C0341E" w:rsidP="0046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63157C89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52D3C7F" w14:textId="338C46E9" w:rsidR="009348D6" w:rsidRPr="001658A4" w:rsidRDefault="00993330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9+n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376793A" w14:textId="77777777" w:rsidR="009348D6" w:rsidRPr="001658A4" w:rsidRDefault="009348D6" w:rsidP="004668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7ECB1D92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05572B2" w14:textId="0CB34358" w:rsidR="00C0341E" w:rsidRPr="001658A4" w:rsidRDefault="000B55E9" w:rsidP="00AA41E1">
            <w:pPr>
              <w:jc w:val="center"/>
              <w:rPr>
                <w:rFonts w:eastAsia="Calibri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y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91DFEF7" w14:textId="77777777" w:rsidR="00C0341E" w:rsidRPr="001658A4" w:rsidRDefault="00C0341E" w:rsidP="0046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5627AA07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578523" w14:textId="5BB7714E" w:rsidR="009348D6" w:rsidRPr="001658A4" w:rsidRDefault="00C0341E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t-2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A9B62BD" w14:textId="77777777" w:rsidR="009348D6" w:rsidRPr="001658A4" w:rsidRDefault="009348D6" w:rsidP="004668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4E410F0C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B29F51" w14:textId="5E471B88" w:rsidR="009348D6" w:rsidRPr="001658A4" w:rsidRDefault="00B73FCD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2+z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196B8EC" w14:textId="77777777" w:rsidR="009348D6" w:rsidRPr="001658A4" w:rsidRDefault="009348D6" w:rsidP="0046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BEDB21A" w14:textId="1FACE65A" w:rsidR="0074206B" w:rsidRPr="00A35D75" w:rsidRDefault="001658A4" w:rsidP="00AA41E1">
      <w:pPr>
        <w:pStyle w:val="Titre1"/>
      </w:pPr>
      <w:r w:rsidRPr="00A35D75">
        <w:t>Je m’autoévalue</w:t>
      </w:r>
    </w:p>
    <w:p w14:paraId="08D656A2" w14:textId="08F5A090" w:rsidR="0074206B" w:rsidRPr="004F2E69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F2E69">
        <w:t>J’ai trouvé les bonnes réponses</w:t>
      </w:r>
      <w:r w:rsidR="00481F34">
        <w:t> </w:t>
      </w:r>
      <w:r w:rsidRPr="004F2E69">
        <w:t>: je peux faire l’exercice</w:t>
      </w:r>
      <w:r w:rsidR="00481F34">
        <w:t> </w:t>
      </w:r>
      <w:r w:rsidRPr="004F2E69">
        <w:t>2 de cette fiche.</w:t>
      </w:r>
    </w:p>
    <w:p w14:paraId="21C63E66" w14:textId="025643D5" w:rsidR="0074206B" w:rsidRPr="004F2E69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F2E69">
        <w:t>Sinon, j’appelle le professeur ou un camarade pour m’expliquer.</w:t>
      </w:r>
    </w:p>
    <w:p w14:paraId="7F94CA6D" w14:textId="77777777" w:rsidR="00AA41E1" w:rsidRDefault="00AA41E1" w:rsidP="00AA41E1">
      <w:pPr>
        <w:pStyle w:val="Titre1"/>
        <w:spacing w:before="100" w:after="100"/>
      </w:pPr>
      <w:r>
        <w:t>Je m’exerce</w:t>
      </w:r>
    </w:p>
    <w:p w14:paraId="39C5A3BD" w14:textId="50429E1A" w:rsidR="00B05762" w:rsidRPr="004F2E69" w:rsidRDefault="0074206B" w:rsidP="00AA41E1">
      <w:pPr>
        <w:pStyle w:val="Titre2"/>
      </w:pPr>
      <w:r w:rsidRPr="004F2E69">
        <w:t>Exercice</w:t>
      </w:r>
      <w:r w:rsidR="00481F34">
        <w:t> </w:t>
      </w:r>
      <w:r w:rsidRPr="004F2E69">
        <w:t>2 :</w:t>
      </w:r>
      <w:r w:rsidR="001658A4">
        <w:t xml:space="preserve"> s</w:t>
      </w:r>
      <w:r w:rsidR="006F24C5" w:rsidRPr="004F2E69">
        <w:t>’approprier le vocabulaire (2)</w:t>
      </w:r>
    </w:p>
    <w:p w14:paraId="15DE51B7" w14:textId="6C06456E" w:rsidR="00310C13" w:rsidRPr="004F2E69" w:rsidRDefault="00310C13" w:rsidP="00A35D75">
      <w:pPr>
        <w:spacing w:before="100" w:after="0" w:afterAutospacing="0"/>
      </w:pPr>
      <w:r w:rsidRPr="004F2E69">
        <w:t xml:space="preserve">Pour chaque expression, indique dans la colonne </w:t>
      </w:r>
      <w:r w:rsidR="006E428E" w:rsidRPr="004F2E69">
        <w:t>«</w:t>
      </w:r>
      <w:r w:rsidR="00481F34">
        <w:t> </w:t>
      </w:r>
      <w:r w:rsidR="006E428E" w:rsidRPr="004F2E69">
        <w:t>Vocabulaire associé</w:t>
      </w:r>
      <w:r w:rsidR="00481F34">
        <w:t> </w:t>
      </w:r>
      <w:r w:rsidR="006E428E" w:rsidRPr="004F2E69">
        <w:t xml:space="preserve">» </w:t>
      </w:r>
      <w:r w:rsidRPr="004F2E69">
        <w:t>s’il s’agit :</w:t>
      </w:r>
    </w:p>
    <w:p w14:paraId="0CF1A7EF" w14:textId="330B2E47" w:rsidR="00310C13" w:rsidRPr="004F2E69" w:rsidRDefault="00310C13" w:rsidP="00A35D75">
      <w:pPr>
        <w:pStyle w:val="Paragraphedeliste"/>
        <w:numPr>
          <w:ilvl w:val="0"/>
          <w:numId w:val="35"/>
        </w:numPr>
        <w:spacing w:before="0" w:beforeAutospacing="0" w:after="100"/>
      </w:pPr>
      <w:r w:rsidRPr="004F2E69">
        <w:t>d’un double</w:t>
      </w:r>
      <w:r w:rsidR="00481F34">
        <w:t> </w:t>
      </w:r>
      <w:r w:rsidRPr="004F2E69">
        <w:t>;</w:t>
      </w:r>
    </w:p>
    <w:p w14:paraId="2DC4361F" w14:textId="15352852" w:rsidR="00310C13" w:rsidRPr="004F2E69" w:rsidRDefault="00310C13" w:rsidP="00310C13">
      <w:pPr>
        <w:pStyle w:val="Paragraphedeliste"/>
        <w:numPr>
          <w:ilvl w:val="0"/>
          <w:numId w:val="35"/>
        </w:numPr>
        <w:spacing w:after="0"/>
      </w:pPr>
      <w:r w:rsidRPr="004F2E69">
        <w:t>d’un triple</w:t>
      </w:r>
      <w:r w:rsidR="00481F34">
        <w:t> </w:t>
      </w:r>
      <w:r w:rsidRPr="004F2E69">
        <w:t>;</w:t>
      </w:r>
    </w:p>
    <w:p w14:paraId="5B5D02E0" w14:textId="67AC7FF9" w:rsidR="00310C13" w:rsidRPr="004F2E69" w:rsidRDefault="00310C13" w:rsidP="00310C13">
      <w:pPr>
        <w:pStyle w:val="Paragraphedeliste"/>
        <w:numPr>
          <w:ilvl w:val="0"/>
          <w:numId w:val="35"/>
        </w:numPr>
        <w:spacing w:after="0"/>
      </w:pPr>
      <w:r w:rsidRPr="004F2E69">
        <w:t>d’un carré</w:t>
      </w:r>
      <w:r w:rsidR="00481F34">
        <w:t> </w:t>
      </w:r>
      <w:r w:rsidRPr="004F2E69">
        <w:t>;</w:t>
      </w:r>
    </w:p>
    <w:p w14:paraId="3E9E2DDC" w14:textId="46F22D9B" w:rsidR="00310C13" w:rsidRPr="004F2E69" w:rsidRDefault="00310C13" w:rsidP="00A35D75">
      <w:pPr>
        <w:pStyle w:val="Paragraphedeliste"/>
        <w:numPr>
          <w:ilvl w:val="0"/>
          <w:numId w:val="35"/>
        </w:numPr>
        <w:spacing w:before="100" w:afterAutospacing="0"/>
      </w:pPr>
      <w:r w:rsidRPr="004F2E69">
        <w:t>d’un cube.</w:t>
      </w:r>
    </w:p>
    <w:tbl>
      <w:tblPr>
        <w:tblStyle w:val="ListTable5Dark-Accent61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shd w:val="clear" w:color="auto" w:fill="auto"/>
        <w:tblLook w:val="04A0" w:firstRow="1" w:lastRow="0" w:firstColumn="1" w:lastColumn="0" w:noHBand="0" w:noVBand="1"/>
      </w:tblPr>
      <w:tblGrid>
        <w:gridCol w:w="5193"/>
        <w:gridCol w:w="5193"/>
      </w:tblGrid>
      <w:tr w:rsidR="001658A4" w:rsidRPr="001658A4" w14:paraId="3E6813C7" w14:textId="77777777" w:rsidTr="00165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48DD28E" w14:textId="77777777" w:rsidR="00310C13" w:rsidRPr="001658A4" w:rsidRDefault="00310C13">
            <w:pPr>
              <w:jc w:val="center"/>
              <w:rPr>
                <w:color w:val="auto"/>
              </w:rPr>
            </w:pPr>
            <w:r w:rsidRPr="001658A4">
              <w:rPr>
                <w:color w:val="auto"/>
              </w:rPr>
              <w:t>Expression</w:t>
            </w:r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FD37625" w14:textId="77777777" w:rsidR="00310C13" w:rsidRPr="001658A4" w:rsidRDefault="00310C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58A4">
              <w:rPr>
                <w:color w:val="auto"/>
              </w:rPr>
              <w:t>Vocabulaire associé</w:t>
            </w:r>
          </w:p>
        </w:tc>
      </w:tr>
      <w:tr w:rsidR="001658A4" w:rsidRPr="001658A4" w14:paraId="2C202B74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9CB84D2" w14:textId="228577F0" w:rsidR="00310C13" w:rsidRPr="001658A4" w:rsidRDefault="005732C7" w:rsidP="00AA41E1">
            <w:pPr>
              <w:jc w:val="center"/>
              <w:rPr>
                <w:rFonts w:eastAsia="Calibri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x²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FB349B9" w14:textId="77777777" w:rsidR="00310C13" w:rsidRPr="001658A4" w:rsidRDefault="00310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7DB03859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92FD489" w14:textId="36E8E89F" w:rsidR="00310C13" w:rsidRPr="001658A4" w:rsidRDefault="005732C7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a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AF96BFA" w14:textId="77777777" w:rsidR="00310C13" w:rsidRPr="001658A4" w:rsidRDefault="00310C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1102D343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C6EA923" w14:textId="4CF81DBA" w:rsidR="00310C13" w:rsidRPr="001658A4" w:rsidRDefault="008629CE" w:rsidP="00AA41E1">
            <w:pPr>
              <w:jc w:val="center"/>
              <w:rPr>
                <w:rFonts w:eastAsia="Calibri"/>
                <w:color w:val="auto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/>
                        <w:i/>
                        <w:color w:val="aut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auto"/>
                      </w:rPr>
                      <m:t>(5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auto"/>
                      </w:rPr>
                      <m:t>n)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/>
                        <w:color w:val="auto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6C5B98D3" w14:textId="77777777" w:rsidR="00310C13" w:rsidRPr="001658A4" w:rsidRDefault="00310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0D8EE60A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6F6784" w14:textId="41AB76E7" w:rsidR="00310C13" w:rsidRPr="001658A4" w:rsidRDefault="00310C13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t²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30E2F2F1" w14:textId="77777777" w:rsidR="00310C13" w:rsidRPr="001658A4" w:rsidRDefault="00310C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7BF52F1F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E1BC2FB" w14:textId="2AAA5C36" w:rsidR="00310C13" w:rsidRPr="001658A4" w:rsidRDefault="00EB094B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x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A13FD9C" w14:textId="77777777" w:rsidR="00310C13" w:rsidRPr="001658A4" w:rsidRDefault="00310C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2DE5B476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81DB638" w14:textId="728A05F4" w:rsidR="00310C13" w:rsidRPr="001658A4" w:rsidRDefault="00940454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2(y+4)</m:t>
                </m:r>
              </m:oMath>
            </m:oMathPara>
          </w:p>
        </w:tc>
        <w:tc>
          <w:tcPr>
            <w:tcW w:w="5193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6E442DB" w14:textId="77777777" w:rsidR="00310C13" w:rsidRPr="001658A4" w:rsidRDefault="00310C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56DE1F59" w14:textId="0276EBE7" w:rsidR="00310C13" w:rsidRPr="00A35D75" w:rsidRDefault="00310C13" w:rsidP="00AA41E1">
      <w:pPr>
        <w:pStyle w:val="Titre1"/>
      </w:pPr>
      <w:r w:rsidRPr="00A35D75">
        <w:t>Je</w:t>
      </w:r>
      <w:r w:rsidR="001658A4" w:rsidRPr="00A35D75">
        <w:t xml:space="preserve"> m’autoévalue</w:t>
      </w:r>
    </w:p>
    <w:p w14:paraId="22657A24" w14:textId="02332AEB" w:rsidR="00310C13" w:rsidRPr="004F2E69" w:rsidRDefault="00310C13" w:rsidP="00310C13">
      <w:pPr>
        <w:pStyle w:val="Paragraphedeliste"/>
        <w:numPr>
          <w:ilvl w:val="0"/>
          <w:numId w:val="32"/>
        </w:numPr>
        <w:spacing w:after="0"/>
      </w:pPr>
      <w:r w:rsidRPr="004F2E69">
        <w:t>J’ai trouvé les bonnes réponses</w:t>
      </w:r>
      <w:r w:rsidR="00481F34">
        <w:t> </w:t>
      </w:r>
      <w:r w:rsidRPr="004F2E69">
        <w:t>: je peux faire l’exercice</w:t>
      </w:r>
      <w:r w:rsidR="00481F34">
        <w:t> </w:t>
      </w:r>
      <w:r w:rsidR="009D5358" w:rsidRPr="004F2E69">
        <w:t>3</w:t>
      </w:r>
      <w:r w:rsidRPr="004F2E69">
        <w:t xml:space="preserve"> de cette fiche.</w:t>
      </w:r>
    </w:p>
    <w:p w14:paraId="2A0B84A1" w14:textId="77777777" w:rsidR="00310C13" w:rsidRPr="004F2E69" w:rsidRDefault="00310C13" w:rsidP="00310C13">
      <w:pPr>
        <w:pStyle w:val="Paragraphedeliste"/>
        <w:numPr>
          <w:ilvl w:val="0"/>
          <w:numId w:val="32"/>
        </w:numPr>
        <w:spacing w:after="0"/>
      </w:pPr>
      <w:r w:rsidRPr="004F2E69">
        <w:t>Sinon, j’appelle le professeur ou un camarade pour m’expliquer.</w:t>
      </w:r>
    </w:p>
    <w:p w14:paraId="02BAD621" w14:textId="4FF93854" w:rsidR="00AA41E1" w:rsidRDefault="00AA41E1" w:rsidP="00AA41E1">
      <w:pPr>
        <w:pStyle w:val="Titre1"/>
        <w:spacing w:before="100" w:after="100"/>
      </w:pPr>
      <w:r>
        <w:lastRenderedPageBreak/>
        <w:t>Je m’exerce</w:t>
      </w:r>
    </w:p>
    <w:p w14:paraId="44E7EF0A" w14:textId="6F260B01" w:rsidR="00310C13" w:rsidRPr="004F2E69" w:rsidRDefault="00310C13" w:rsidP="00AA41E1">
      <w:pPr>
        <w:pStyle w:val="Titre2"/>
      </w:pPr>
      <w:r w:rsidRPr="004F2E69">
        <w:t>Exercice</w:t>
      </w:r>
      <w:r w:rsidR="00481F34">
        <w:t> </w:t>
      </w:r>
      <w:r w:rsidRPr="004F2E69">
        <w:t>3 :</w:t>
      </w:r>
      <w:r w:rsidR="001658A4">
        <w:t xml:space="preserve"> s</w:t>
      </w:r>
      <w:r w:rsidR="006F24C5" w:rsidRPr="004F2E69">
        <w:t>implifier une écriture littérale (1)</w:t>
      </w:r>
    </w:p>
    <w:p w14:paraId="5D13A4E0" w14:textId="7D043BB1" w:rsidR="00CE2E9E" w:rsidRPr="004F2E69" w:rsidRDefault="00D43DA4" w:rsidP="00A35D75">
      <w:pPr>
        <w:spacing w:before="100" w:afterAutospacing="0"/>
      </w:pPr>
      <w:r w:rsidRPr="004F2E69">
        <w:t xml:space="preserve">Simplifie </w:t>
      </w:r>
      <w:r w:rsidR="004B5834" w:rsidRPr="004F2E69">
        <w:t xml:space="preserve">le plus possible </w:t>
      </w:r>
      <w:r w:rsidRPr="004F2E69">
        <w:t>les écritures des expressions suivantes</w:t>
      </w:r>
      <w:r w:rsidR="00871C31" w:rsidRPr="004F2E69">
        <w:t>,</w:t>
      </w:r>
      <w:r w:rsidRPr="004F2E69">
        <w:t xml:space="preserve"> lorsque c’est possible.</w:t>
      </w:r>
      <w:r w:rsidR="005D4C17" w:rsidRPr="004F2E69">
        <w:t xml:space="preserve"> Si ce n’est pas possible, écris «</w:t>
      </w:r>
      <w:r w:rsidR="00481F34">
        <w:t> </w:t>
      </w:r>
      <w:r w:rsidR="005D4C17" w:rsidRPr="004F2E69">
        <w:t>impossible</w:t>
      </w:r>
      <w:r w:rsidR="00481F34">
        <w:t> </w:t>
      </w:r>
      <w:r w:rsidR="005D4C17" w:rsidRPr="004F2E69">
        <w:t xml:space="preserve">» dans la colonne </w:t>
      </w:r>
      <w:r w:rsidR="006E428E" w:rsidRPr="004F2E69">
        <w:t>«</w:t>
      </w:r>
      <w:r w:rsidR="00481F34">
        <w:t> </w:t>
      </w:r>
      <w:r w:rsidR="006E428E" w:rsidRPr="004F2E69">
        <w:t>Expression simplifiée</w:t>
      </w:r>
      <w:r w:rsidR="00481F34">
        <w:t> </w:t>
      </w:r>
      <w:r w:rsidR="006E428E" w:rsidRPr="004F2E69">
        <w:t>»</w:t>
      </w:r>
      <w:r w:rsidR="005D4C17" w:rsidRPr="004F2E69">
        <w:t>.</w:t>
      </w:r>
    </w:p>
    <w:tbl>
      <w:tblPr>
        <w:tblStyle w:val="ListTable5Dark-Accent61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shd w:val="clear" w:color="auto" w:fill="auto"/>
        <w:tblLook w:val="04A0" w:firstRow="1" w:lastRow="0" w:firstColumn="1" w:lastColumn="0" w:noHBand="0" w:noVBand="1"/>
      </w:tblPr>
      <w:tblGrid>
        <w:gridCol w:w="5225"/>
        <w:gridCol w:w="5225"/>
      </w:tblGrid>
      <w:tr w:rsidR="001658A4" w:rsidRPr="001658A4" w14:paraId="5CF98577" w14:textId="77777777" w:rsidTr="00165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956FF0" w14:textId="63143BD7" w:rsidR="005D4C17" w:rsidRPr="001658A4" w:rsidRDefault="005D4C17" w:rsidP="00495DC1">
            <w:pPr>
              <w:jc w:val="center"/>
              <w:rPr>
                <w:color w:val="auto"/>
              </w:rPr>
            </w:pPr>
            <w:r w:rsidRPr="001658A4">
              <w:rPr>
                <w:color w:val="auto"/>
              </w:rPr>
              <w:t>Expression</w:t>
            </w:r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8F43DF4" w14:textId="73C53F24" w:rsidR="005D4C17" w:rsidRPr="001658A4" w:rsidRDefault="005D4C17" w:rsidP="00495D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58A4">
              <w:rPr>
                <w:color w:val="auto"/>
              </w:rPr>
              <w:t>Expression simplifiée (si possible)</w:t>
            </w:r>
          </w:p>
        </w:tc>
      </w:tr>
      <w:tr w:rsidR="001658A4" w:rsidRPr="001658A4" w14:paraId="0BE79F3D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B821F89" w14:textId="54C2E0CB" w:rsidR="005D4C17" w:rsidRPr="001658A4" w:rsidRDefault="00495DC1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3×x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A00CDE4" w14:textId="77777777" w:rsidR="005D4C17" w:rsidRPr="001658A4" w:rsidRDefault="005D4C17" w:rsidP="00596F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37A40CAC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FD4A0EE" w14:textId="22F553BC" w:rsidR="005D4C17" w:rsidRPr="001658A4" w:rsidRDefault="00495DC1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5+y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B2EA606" w14:textId="77777777" w:rsidR="005D4C17" w:rsidRPr="001658A4" w:rsidRDefault="005D4C17" w:rsidP="00596F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2616C60D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B86E9D1" w14:textId="5BFCFF56" w:rsidR="005D4C17" w:rsidRPr="001658A4" w:rsidRDefault="00495DC1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a×a×a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71C4CDC4" w14:textId="77777777" w:rsidR="005D4C17" w:rsidRPr="001658A4" w:rsidRDefault="005D4C17" w:rsidP="00596F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5FECC7BC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2B89F49" w14:textId="4D416335" w:rsidR="005D4C17" w:rsidRPr="001658A4" w:rsidRDefault="00DC793C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x×6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FC3A710" w14:textId="77777777" w:rsidR="005D4C17" w:rsidRPr="001658A4" w:rsidRDefault="005D4C17" w:rsidP="00596F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07DB4A60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9B7569C" w14:textId="0BC455D9" w:rsidR="005D4C17" w:rsidRPr="001658A4" w:rsidRDefault="00182876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n+7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98253F3" w14:textId="77777777" w:rsidR="005D4C17" w:rsidRPr="001658A4" w:rsidRDefault="005D4C17" w:rsidP="00596F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3588A5D7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7392EA1" w14:textId="4D9E70D5" w:rsidR="00182876" w:rsidRPr="001658A4" w:rsidRDefault="00BA7A34" w:rsidP="00AA41E1">
            <w:pPr>
              <w:jc w:val="center"/>
              <w:rPr>
                <w:rFonts w:eastAsia="Calibri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/>
                    <w:color w:val="auto"/>
                  </w:rPr>
                  <m:t>y×y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7BE95E2" w14:textId="77777777" w:rsidR="00182876" w:rsidRPr="001658A4" w:rsidRDefault="00182876" w:rsidP="00596F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5A759E28" w14:textId="6146E0E1" w:rsidR="0074206B" w:rsidRPr="004F2E69" w:rsidRDefault="001658A4" w:rsidP="00AA41E1">
      <w:pPr>
        <w:pStyle w:val="Titre1"/>
      </w:pPr>
      <w:r>
        <w:t>Je m’autoévalue </w:t>
      </w:r>
    </w:p>
    <w:p w14:paraId="7B72997A" w14:textId="6ED910BF" w:rsidR="00451283" w:rsidRPr="004F2E69" w:rsidRDefault="0074206B">
      <w:pPr>
        <w:pStyle w:val="Paragraphedeliste"/>
        <w:numPr>
          <w:ilvl w:val="0"/>
          <w:numId w:val="32"/>
        </w:numPr>
        <w:spacing w:after="0"/>
      </w:pPr>
      <w:r w:rsidRPr="004F2E69">
        <w:t>J’ai trouvé les bonnes réponses</w:t>
      </w:r>
      <w:r w:rsidR="00481F34">
        <w:t> </w:t>
      </w:r>
      <w:r w:rsidRPr="004F2E69">
        <w:t xml:space="preserve">: </w:t>
      </w:r>
      <w:r w:rsidR="00451283" w:rsidRPr="004F2E69">
        <w:t>je peux faire l’exercice</w:t>
      </w:r>
      <w:r w:rsidR="00481F34">
        <w:t> </w:t>
      </w:r>
      <w:r w:rsidR="00451283" w:rsidRPr="004F2E69">
        <w:t>4 de cette fiche.</w:t>
      </w:r>
    </w:p>
    <w:p w14:paraId="51805D48" w14:textId="6B5D7587" w:rsidR="00F8259B" w:rsidRPr="004F2E69" w:rsidRDefault="0074206B">
      <w:pPr>
        <w:pStyle w:val="Paragraphedeliste"/>
        <w:numPr>
          <w:ilvl w:val="0"/>
          <w:numId w:val="32"/>
        </w:numPr>
        <w:spacing w:after="0"/>
      </w:pPr>
      <w:r w:rsidRPr="004F2E69">
        <w:t>Sinon, j’appelle le professeur ou un camarade pour m’expliquer.</w:t>
      </w:r>
    </w:p>
    <w:p w14:paraId="02E89507" w14:textId="77777777" w:rsidR="00AA41E1" w:rsidRDefault="00AA41E1" w:rsidP="00AA41E1">
      <w:pPr>
        <w:pStyle w:val="Titre1"/>
        <w:spacing w:before="100" w:after="100"/>
      </w:pPr>
      <w:r>
        <w:t>Je m’exerce</w:t>
      </w:r>
    </w:p>
    <w:p w14:paraId="5A75436B" w14:textId="5E0BBD31" w:rsidR="006226FF" w:rsidRPr="004F2E69" w:rsidRDefault="006226FF" w:rsidP="00AA41E1">
      <w:pPr>
        <w:pStyle w:val="Titre2"/>
      </w:pPr>
      <w:r w:rsidRPr="004F2E69">
        <w:t>Exercice</w:t>
      </w:r>
      <w:r w:rsidR="00481F34">
        <w:t> </w:t>
      </w:r>
      <w:r w:rsidRPr="004F2E69">
        <w:t>4 :</w:t>
      </w:r>
      <w:r w:rsidR="006F24C5" w:rsidRPr="004F2E69">
        <w:t xml:space="preserve"> </w:t>
      </w:r>
      <w:r w:rsidR="00AA41E1">
        <w:t>s</w:t>
      </w:r>
      <w:r w:rsidR="006F24C5" w:rsidRPr="004F2E69">
        <w:t>implifier une écriture littérale (2)</w:t>
      </w:r>
    </w:p>
    <w:p w14:paraId="61DE9A11" w14:textId="53534720" w:rsidR="006226FF" w:rsidRPr="004F2E69" w:rsidRDefault="00855BED" w:rsidP="006226FF">
      <w:r w:rsidRPr="004F2E69">
        <w:t xml:space="preserve">Les expressions de la colonne </w:t>
      </w:r>
      <w:r w:rsidR="006E428E" w:rsidRPr="004F2E69">
        <w:t>«</w:t>
      </w:r>
      <w:r w:rsidR="00481F34">
        <w:t> </w:t>
      </w:r>
      <w:r w:rsidR="006E428E" w:rsidRPr="004F2E69">
        <w:t>Expression simplifiée</w:t>
      </w:r>
      <w:r w:rsidR="00481F34">
        <w:t> </w:t>
      </w:r>
      <w:r w:rsidR="006E428E" w:rsidRPr="004F2E69">
        <w:t xml:space="preserve">» </w:t>
      </w:r>
      <w:r w:rsidRPr="004F2E69">
        <w:t>sont écrites sous forme simplifiée</w:t>
      </w:r>
      <w:r w:rsidR="006226FF" w:rsidRPr="004F2E69">
        <w:t xml:space="preserve">. </w:t>
      </w:r>
      <w:r w:rsidR="007D7D2C" w:rsidRPr="004F2E69">
        <w:t xml:space="preserve">Dans la colonne </w:t>
      </w:r>
      <w:r w:rsidR="006E428E" w:rsidRPr="004F2E69">
        <w:t>«</w:t>
      </w:r>
      <w:r w:rsidR="00481F34">
        <w:t> </w:t>
      </w:r>
      <w:r w:rsidR="006E428E" w:rsidRPr="004F2E69">
        <w:t>Expression non simplifiée</w:t>
      </w:r>
      <w:r w:rsidR="00481F34">
        <w:t> </w:t>
      </w:r>
      <w:r w:rsidR="006E428E" w:rsidRPr="004F2E69">
        <w:t>»</w:t>
      </w:r>
      <w:r w:rsidR="007D7D2C" w:rsidRPr="004F2E69">
        <w:t>, f</w:t>
      </w:r>
      <w:r w:rsidR="006E4EF4" w:rsidRPr="004F2E69">
        <w:t xml:space="preserve">ais apparaître </w:t>
      </w:r>
      <w:r w:rsidR="00EE19E1" w:rsidRPr="004F2E69">
        <w:t xml:space="preserve">tous </w:t>
      </w:r>
      <w:r w:rsidR="006E4EF4" w:rsidRPr="004F2E69">
        <w:t>les signes «</w:t>
      </w:r>
      <w:r w:rsidR="00481F34">
        <w:t> </w:t>
      </w:r>
      <m:oMath>
        <m:r>
          <w:rPr>
            <w:rFonts w:ascii="Cambria Math" w:hAnsi="Cambria Math"/>
          </w:rPr>
          <m:t>×</m:t>
        </m:r>
      </m:oMath>
      <w:r w:rsidR="00481F34">
        <w:rPr>
          <w:rFonts w:eastAsiaTheme="minorEastAsia"/>
        </w:rPr>
        <w:t> </w:t>
      </w:r>
      <w:r w:rsidR="007D7D2C" w:rsidRPr="004F2E69">
        <w:rPr>
          <w:rFonts w:eastAsiaTheme="minorEastAsia"/>
        </w:rPr>
        <w:t xml:space="preserve">» </w:t>
      </w:r>
      <w:r w:rsidR="007D7D2C" w:rsidRPr="004F2E69">
        <w:t>qui ont été enlevés</w:t>
      </w:r>
      <w:r w:rsidR="006226FF" w:rsidRPr="004F2E69">
        <w:t>.</w:t>
      </w:r>
    </w:p>
    <w:tbl>
      <w:tblPr>
        <w:tblStyle w:val="ListTable5Dark-Accent61"/>
        <w:tblW w:w="0" w:type="auto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shd w:val="clear" w:color="auto" w:fill="auto"/>
        <w:tblLook w:val="04A0" w:firstRow="1" w:lastRow="0" w:firstColumn="1" w:lastColumn="0" w:noHBand="0" w:noVBand="1"/>
      </w:tblPr>
      <w:tblGrid>
        <w:gridCol w:w="5225"/>
        <w:gridCol w:w="5225"/>
      </w:tblGrid>
      <w:tr w:rsidR="001658A4" w:rsidRPr="001658A4" w14:paraId="3807E817" w14:textId="77777777" w:rsidTr="001658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3569535" w14:textId="26057040" w:rsidR="00691D96" w:rsidRPr="001658A4" w:rsidRDefault="00691D96" w:rsidP="00451283">
            <w:pPr>
              <w:jc w:val="center"/>
              <w:rPr>
                <w:color w:val="auto"/>
              </w:rPr>
            </w:pPr>
            <w:r w:rsidRPr="001658A4">
              <w:rPr>
                <w:color w:val="auto"/>
              </w:rPr>
              <w:t>Expression simplifiée</w:t>
            </w:r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2BA6C608" w14:textId="12133077" w:rsidR="00691D96" w:rsidRPr="001658A4" w:rsidRDefault="00691D96" w:rsidP="004512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658A4">
              <w:rPr>
                <w:color w:val="auto"/>
              </w:rPr>
              <w:t>Expression non simplifiée</w:t>
            </w:r>
          </w:p>
        </w:tc>
      </w:tr>
      <w:tr w:rsidR="001658A4" w:rsidRPr="001658A4" w14:paraId="146D56D8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25F8343" w14:textId="1B26452F" w:rsidR="00691D96" w:rsidRPr="001658A4" w:rsidRDefault="00612AE2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y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53B7110" w14:textId="77777777" w:rsidR="00691D96" w:rsidRPr="001658A4" w:rsidRDefault="00691D96" w:rsidP="00622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6261CE70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1A962C0" w14:textId="17DC49D3" w:rsidR="00691D96" w:rsidRPr="001658A4" w:rsidRDefault="008629CE" w:rsidP="00AA41E1">
            <w:pPr>
              <w:jc w:val="center"/>
              <w:rPr>
                <w:color w:val="aut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1A3E4821" w14:textId="77777777" w:rsidR="00691D96" w:rsidRPr="001658A4" w:rsidRDefault="00691D96" w:rsidP="00622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658A4" w:rsidRPr="001658A4" w14:paraId="4290498F" w14:textId="77777777" w:rsidTr="00AA41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397E38" w14:textId="7EC37278" w:rsidR="00691D96" w:rsidRPr="001658A4" w:rsidRDefault="0028419B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z²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01AC1AE4" w14:textId="77777777" w:rsidR="00691D96" w:rsidRPr="001658A4" w:rsidRDefault="00691D96" w:rsidP="006226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658A4" w:rsidRPr="001658A4" w14:paraId="14A4032D" w14:textId="77777777" w:rsidTr="00AA41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462DDA7" w14:textId="455DC345" w:rsidR="00691D96" w:rsidRPr="001658A4" w:rsidRDefault="00451283" w:rsidP="00AA41E1">
            <w:pPr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a</m:t>
                </m:r>
              </m:oMath>
            </m:oMathPara>
          </w:p>
        </w:tc>
        <w:tc>
          <w:tcPr>
            <w:tcW w:w="5228" w:type="dxa"/>
            <w:tcBorders>
              <w:top w:val="none" w:sz="0" w:space="0" w:color="auto"/>
              <w:bottom w:val="none" w:sz="0" w:space="0" w:color="auto"/>
            </w:tcBorders>
            <w:shd w:val="clear" w:color="auto" w:fill="auto"/>
          </w:tcPr>
          <w:p w14:paraId="4FDE0CF5" w14:textId="77777777" w:rsidR="00691D96" w:rsidRPr="001658A4" w:rsidRDefault="00691D96" w:rsidP="006226F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3C388F74" w14:textId="4EDA09B2" w:rsidR="00451283" w:rsidRPr="004F2E69" w:rsidRDefault="001658A4" w:rsidP="00AA41E1">
      <w:pPr>
        <w:pStyle w:val="Titre1"/>
      </w:pPr>
      <w:r>
        <w:t>Je m’autoévalue</w:t>
      </w:r>
    </w:p>
    <w:p w14:paraId="60E426D0" w14:textId="74C7F457" w:rsidR="00451283" w:rsidRPr="004F2E69" w:rsidRDefault="00451283" w:rsidP="00451283">
      <w:pPr>
        <w:pStyle w:val="Paragraphedeliste"/>
        <w:numPr>
          <w:ilvl w:val="0"/>
          <w:numId w:val="32"/>
        </w:numPr>
        <w:spacing w:after="0"/>
      </w:pPr>
      <w:r w:rsidRPr="004F2E69">
        <w:t>J’ai trouvé les bonnes réponses</w:t>
      </w:r>
      <w:r w:rsidR="00481F34">
        <w:t> </w:t>
      </w:r>
      <w:r w:rsidRPr="004F2E69">
        <w:t xml:space="preserve">: </w:t>
      </w:r>
      <w:r w:rsidR="00E501DD" w:rsidRPr="004F2E69">
        <w:t>je complète le bilan, puis</w:t>
      </w:r>
      <w:r w:rsidRPr="004F2E69">
        <w:t xml:space="preserve"> </w:t>
      </w:r>
      <w:r w:rsidR="00C66255" w:rsidRPr="004F2E69">
        <w:t xml:space="preserve">je </w:t>
      </w:r>
      <w:r w:rsidRPr="004F2E69">
        <w:t>m’entraîne en faisant l’exercice</w:t>
      </w:r>
      <w:r w:rsidR="00481F34">
        <w:t> </w:t>
      </w:r>
      <w:r w:rsidRPr="004F2E69">
        <w:t xml:space="preserve">2 de la </w:t>
      </w:r>
      <w:bookmarkStart w:id="0" w:name="_GoBack"/>
      <w:r w:rsidRPr="004F2E69">
        <w:t>fiche</w:t>
      </w:r>
      <w:bookmarkEnd w:id="0"/>
      <w:r w:rsidR="00481F34">
        <w:t> </w:t>
      </w:r>
      <w:r w:rsidRPr="004F2E69">
        <w:t>P1.</w:t>
      </w:r>
    </w:p>
    <w:p w14:paraId="2BB1DE6B" w14:textId="7F7091A2" w:rsidR="00451283" w:rsidRPr="004F2E69" w:rsidRDefault="00451283" w:rsidP="00451283">
      <w:pPr>
        <w:pStyle w:val="Paragraphedeliste"/>
        <w:numPr>
          <w:ilvl w:val="0"/>
          <w:numId w:val="32"/>
        </w:numPr>
        <w:spacing w:after="0"/>
      </w:pPr>
      <w:r w:rsidRPr="004F2E69">
        <w:t>Sinon, j’appelle le professeur ou un camarade pour m’expliquer</w:t>
      </w:r>
      <w:r w:rsidR="00E501DD" w:rsidRPr="004F2E69">
        <w:t>, puis je complète le bilan</w:t>
      </w:r>
      <w:r w:rsidRPr="004F2E69">
        <w:t>.</w:t>
      </w:r>
    </w:p>
    <w:p w14:paraId="7A9A48F0" w14:textId="77777777" w:rsidR="00AA41E1" w:rsidRDefault="00AA41E1">
      <w:pPr>
        <w:shd w:val="clear" w:color="auto" w:fill="auto"/>
        <w:spacing w:before="0" w:beforeAutospacing="0" w:after="160" w:afterAutospacing="0" w:line="259" w:lineRule="auto"/>
        <w:rPr>
          <w:color w:val="465F9D"/>
          <w:sz w:val="28"/>
          <w:szCs w:val="36"/>
        </w:rPr>
      </w:pPr>
      <w:r>
        <w:br w:type="page"/>
      </w:r>
    </w:p>
    <w:p w14:paraId="0CDF1A80" w14:textId="11336D43" w:rsidR="00E501DD" w:rsidRPr="004F2E69" w:rsidRDefault="00E501DD" w:rsidP="00A35D75">
      <w:pPr>
        <w:pStyle w:val="Titre1"/>
      </w:pPr>
      <w:r w:rsidRPr="004F2E69">
        <w:lastRenderedPageBreak/>
        <w:t>Bilan : je fai</w:t>
      </w:r>
      <w:r w:rsidR="00AA41E1">
        <w:t>s le point sur mes compétences</w:t>
      </w:r>
    </w:p>
    <w:p w14:paraId="300E6B77" w14:textId="56669B78" w:rsidR="00E501DD" w:rsidRPr="004F2E69" w:rsidRDefault="002E305D" w:rsidP="00AA41E1">
      <w:pPr>
        <w:pStyle w:val="Paragraphedeliste"/>
        <w:numPr>
          <w:ilvl w:val="0"/>
          <w:numId w:val="32"/>
        </w:numPr>
        <w:spacing w:before="100" w:afterAutospacing="0" w:line="480" w:lineRule="auto"/>
      </w:pPr>
      <w:r w:rsidRPr="004F2E69">
        <w:t xml:space="preserve">Avec </w:t>
      </w:r>
      <w:r w:rsidR="00E501DD" w:rsidRPr="004F2E69">
        <w:t>cette fiche</w:t>
      </w:r>
      <w:r w:rsidRPr="004F2E69">
        <w:t xml:space="preserve">, maintenant je </w:t>
      </w:r>
      <w:r w:rsidR="001658A4">
        <w:t>sais</w:t>
      </w:r>
    </w:p>
    <w:p w14:paraId="2E1E7D7D" w14:textId="3FB215E1" w:rsidR="00E501DD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……………………………………………………………………………………………………………………………</w:t>
      </w:r>
    </w:p>
    <w:p w14:paraId="6FA39A8D" w14:textId="78D93423" w:rsidR="00E501DD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……………………………………………………………………………………………………………………………</w:t>
      </w:r>
    </w:p>
    <w:p w14:paraId="11F5476C" w14:textId="158DB804" w:rsidR="00E501DD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</w:t>
      </w:r>
      <w:r w:rsidR="001658A4">
        <w:t>………………………</w:t>
      </w:r>
    </w:p>
    <w:p w14:paraId="1986662A" w14:textId="1BFA0632" w:rsidR="00E501DD" w:rsidRPr="004F2E69" w:rsidRDefault="00E501DD" w:rsidP="00AA41E1">
      <w:pPr>
        <w:pStyle w:val="Paragraphedeliste"/>
        <w:numPr>
          <w:ilvl w:val="0"/>
          <w:numId w:val="32"/>
        </w:numPr>
        <w:spacing w:before="100" w:afterAutospacing="0" w:line="480" w:lineRule="auto"/>
      </w:pPr>
      <w:r w:rsidRPr="004F2E69">
        <w:t>Je dois enco</w:t>
      </w:r>
      <w:r w:rsidR="001658A4">
        <w:t>re apprendre ou m’exercer sur</w:t>
      </w:r>
    </w:p>
    <w:p w14:paraId="09BE9C32" w14:textId="2DFE399F" w:rsidR="00E501DD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……………………………………………………………………………………………………………………………</w:t>
      </w:r>
    </w:p>
    <w:p w14:paraId="707AF278" w14:textId="0CF55D49" w:rsidR="00E501DD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……………………………………………………………………………………………………………………………</w:t>
      </w:r>
    </w:p>
    <w:p w14:paraId="52C82261" w14:textId="1F277E52" w:rsidR="00CF05A6" w:rsidRPr="004F2E69" w:rsidRDefault="00E501DD" w:rsidP="00AA41E1">
      <w:pPr>
        <w:spacing w:beforeAutospacing="0" w:afterAutospacing="0" w:line="480" w:lineRule="auto"/>
      </w:pPr>
      <w:r w:rsidRPr="004F2E69">
        <w:t>……………………………………………………………………………………………………………………………</w:t>
      </w:r>
    </w:p>
    <w:sectPr w:rsidR="00CF05A6" w:rsidRPr="004F2E6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0C569" w14:textId="77777777" w:rsidR="008629CE" w:rsidRDefault="008629CE">
      <w:pPr>
        <w:spacing w:after="0"/>
      </w:pPr>
      <w:r>
        <w:separator/>
      </w:r>
    </w:p>
  </w:endnote>
  <w:endnote w:type="continuationSeparator" w:id="0">
    <w:p w14:paraId="5D7359F6" w14:textId="77777777" w:rsidR="008629CE" w:rsidRDefault="008629CE">
      <w:pPr>
        <w:spacing w:after="0"/>
      </w:pPr>
      <w:r>
        <w:continuationSeparator/>
      </w:r>
    </w:p>
  </w:endnote>
  <w:endnote w:type="continuationNotice" w:id="1">
    <w:p w14:paraId="50B8CF34" w14:textId="77777777" w:rsidR="008629CE" w:rsidRDefault="008629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DE98D" w14:textId="77777777" w:rsidR="008629CE" w:rsidRDefault="008629CE">
      <w:pPr>
        <w:spacing w:after="0"/>
      </w:pPr>
      <w:r>
        <w:separator/>
      </w:r>
    </w:p>
  </w:footnote>
  <w:footnote w:type="continuationSeparator" w:id="0">
    <w:p w14:paraId="47D392C2" w14:textId="77777777" w:rsidR="008629CE" w:rsidRDefault="008629CE">
      <w:pPr>
        <w:spacing w:after="0"/>
      </w:pPr>
      <w:r>
        <w:continuationSeparator/>
      </w:r>
    </w:p>
  </w:footnote>
  <w:footnote w:type="continuationNotice" w:id="1">
    <w:p w14:paraId="3862F1AD" w14:textId="77777777" w:rsidR="008629CE" w:rsidRDefault="008629CE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0699F"/>
    <w:multiLevelType w:val="hybridMultilevel"/>
    <w:tmpl w:val="260AB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63C3C69"/>
    <w:multiLevelType w:val="hybridMultilevel"/>
    <w:tmpl w:val="8918F8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8312B"/>
    <w:multiLevelType w:val="hybridMultilevel"/>
    <w:tmpl w:val="0BD2F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7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0"/>
  </w:num>
  <w:num w:numId="4">
    <w:abstractNumId w:val="40"/>
  </w:num>
  <w:num w:numId="5">
    <w:abstractNumId w:val="1"/>
  </w:num>
  <w:num w:numId="6">
    <w:abstractNumId w:val="36"/>
  </w:num>
  <w:num w:numId="7">
    <w:abstractNumId w:val="17"/>
  </w:num>
  <w:num w:numId="8">
    <w:abstractNumId w:val="27"/>
  </w:num>
  <w:num w:numId="9">
    <w:abstractNumId w:val="15"/>
  </w:num>
  <w:num w:numId="10">
    <w:abstractNumId w:val="23"/>
  </w:num>
  <w:num w:numId="11">
    <w:abstractNumId w:val="39"/>
  </w:num>
  <w:num w:numId="12">
    <w:abstractNumId w:val="16"/>
  </w:num>
  <w:num w:numId="13">
    <w:abstractNumId w:val="3"/>
  </w:num>
  <w:num w:numId="14">
    <w:abstractNumId w:val="14"/>
  </w:num>
  <w:num w:numId="15">
    <w:abstractNumId w:val="38"/>
  </w:num>
  <w:num w:numId="16">
    <w:abstractNumId w:val="44"/>
  </w:num>
  <w:num w:numId="17">
    <w:abstractNumId w:val="37"/>
  </w:num>
  <w:num w:numId="18">
    <w:abstractNumId w:val="22"/>
  </w:num>
  <w:num w:numId="19">
    <w:abstractNumId w:val="19"/>
  </w:num>
  <w:num w:numId="20">
    <w:abstractNumId w:val="24"/>
  </w:num>
  <w:num w:numId="21">
    <w:abstractNumId w:val="8"/>
  </w:num>
  <w:num w:numId="22">
    <w:abstractNumId w:val="28"/>
  </w:num>
  <w:num w:numId="23">
    <w:abstractNumId w:val="7"/>
  </w:num>
  <w:num w:numId="24">
    <w:abstractNumId w:val="31"/>
  </w:num>
  <w:num w:numId="25">
    <w:abstractNumId w:val="21"/>
  </w:num>
  <w:num w:numId="26">
    <w:abstractNumId w:val="6"/>
  </w:num>
  <w:num w:numId="27">
    <w:abstractNumId w:val="5"/>
  </w:num>
  <w:num w:numId="28">
    <w:abstractNumId w:val="42"/>
  </w:num>
  <w:num w:numId="29">
    <w:abstractNumId w:val="35"/>
  </w:num>
  <w:num w:numId="30">
    <w:abstractNumId w:val="29"/>
  </w:num>
  <w:num w:numId="31">
    <w:abstractNumId w:val="25"/>
  </w:num>
  <w:num w:numId="32">
    <w:abstractNumId w:val="43"/>
  </w:num>
  <w:num w:numId="33">
    <w:abstractNumId w:val="18"/>
  </w:num>
  <w:num w:numId="34">
    <w:abstractNumId w:val="12"/>
  </w:num>
  <w:num w:numId="35">
    <w:abstractNumId w:val="2"/>
  </w:num>
  <w:num w:numId="36">
    <w:abstractNumId w:val="4"/>
  </w:num>
  <w:num w:numId="37">
    <w:abstractNumId w:val="9"/>
  </w:num>
  <w:num w:numId="38">
    <w:abstractNumId w:val="11"/>
  </w:num>
  <w:num w:numId="39">
    <w:abstractNumId w:val="32"/>
  </w:num>
  <w:num w:numId="40">
    <w:abstractNumId w:val="13"/>
  </w:num>
  <w:num w:numId="41">
    <w:abstractNumId w:val="41"/>
  </w:num>
  <w:num w:numId="42">
    <w:abstractNumId w:val="26"/>
  </w:num>
  <w:num w:numId="43">
    <w:abstractNumId w:val="30"/>
  </w:num>
  <w:num w:numId="44">
    <w:abstractNumId w:val="33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240F6"/>
    <w:rsid w:val="00047734"/>
    <w:rsid w:val="00055DEE"/>
    <w:rsid w:val="0006174F"/>
    <w:rsid w:val="00066072"/>
    <w:rsid w:val="00087417"/>
    <w:rsid w:val="000B55E9"/>
    <w:rsid w:val="000B5F87"/>
    <w:rsid w:val="000C3B8A"/>
    <w:rsid w:val="000E02AE"/>
    <w:rsid w:val="000E4840"/>
    <w:rsid w:val="000E7CDA"/>
    <w:rsid w:val="000F1356"/>
    <w:rsid w:val="000F2C7C"/>
    <w:rsid w:val="000F5ED4"/>
    <w:rsid w:val="00100631"/>
    <w:rsid w:val="001126DE"/>
    <w:rsid w:val="001134A1"/>
    <w:rsid w:val="00117062"/>
    <w:rsid w:val="00125F18"/>
    <w:rsid w:val="001504BB"/>
    <w:rsid w:val="001523C4"/>
    <w:rsid w:val="00153775"/>
    <w:rsid w:val="001658A4"/>
    <w:rsid w:val="00171D7D"/>
    <w:rsid w:val="00171F3B"/>
    <w:rsid w:val="00173D7A"/>
    <w:rsid w:val="0018239C"/>
    <w:rsid w:val="00182876"/>
    <w:rsid w:val="0018550E"/>
    <w:rsid w:val="00192694"/>
    <w:rsid w:val="00193EC9"/>
    <w:rsid w:val="001949CE"/>
    <w:rsid w:val="001A384D"/>
    <w:rsid w:val="001B0619"/>
    <w:rsid w:val="001C0948"/>
    <w:rsid w:val="001D4CBF"/>
    <w:rsid w:val="001E220A"/>
    <w:rsid w:val="001F2E5B"/>
    <w:rsid w:val="001F3694"/>
    <w:rsid w:val="001F4A11"/>
    <w:rsid w:val="001F4BEC"/>
    <w:rsid w:val="001F709F"/>
    <w:rsid w:val="00201A54"/>
    <w:rsid w:val="00201ABC"/>
    <w:rsid w:val="00203051"/>
    <w:rsid w:val="002046DD"/>
    <w:rsid w:val="0021420B"/>
    <w:rsid w:val="002163F0"/>
    <w:rsid w:val="00217F42"/>
    <w:rsid w:val="0022048B"/>
    <w:rsid w:val="002312EF"/>
    <w:rsid w:val="00235A9E"/>
    <w:rsid w:val="00240088"/>
    <w:rsid w:val="00241CEE"/>
    <w:rsid w:val="00244976"/>
    <w:rsid w:val="00250FC0"/>
    <w:rsid w:val="0025449F"/>
    <w:rsid w:val="0027488B"/>
    <w:rsid w:val="00276B78"/>
    <w:rsid w:val="0027796F"/>
    <w:rsid w:val="0028419B"/>
    <w:rsid w:val="00286D6D"/>
    <w:rsid w:val="0029252B"/>
    <w:rsid w:val="002A13E2"/>
    <w:rsid w:val="002B21B9"/>
    <w:rsid w:val="002B30B6"/>
    <w:rsid w:val="002E2247"/>
    <w:rsid w:val="002E27F9"/>
    <w:rsid w:val="002E305D"/>
    <w:rsid w:val="002E5BCC"/>
    <w:rsid w:val="002F112D"/>
    <w:rsid w:val="00310A78"/>
    <w:rsid w:val="00310C13"/>
    <w:rsid w:val="0031323A"/>
    <w:rsid w:val="00314B2E"/>
    <w:rsid w:val="003419EA"/>
    <w:rsid w:val="0034479A"/>
    <w:rsid w:val="00346150"/>
    <w:rsid w:val="0035065F"/>
    <w:rsid w:val="0035433C"/>
    <w:rsid w:val="00365249"/>
    <w:rsid w:val="00375819"/>
    <w:rsid w:val="00385E9F"/>
    <w:rsid w:val="00386A59"/>
    <w:rsid w:val="0039045E"/>
    <w:rsid w:val="00391B90"/>
    <w:rsid w:val="00393E47"/>
    <w:rsid w:val="00394D85"/>
    <w:rsid w:val="00396F97"/>
    <w:rsid w:val="003C0FA7"/>
    <w:rsid w:val="003C17D3"/>
    <w:rsid w:val="003C3A41"/>
    <w:rsid w:val="003D07FA"/>
    <w:rsid w:val="003D7169"/>
    <w:rsid w:val="003E227F"/>
    <w:rsid w:val="003F5BA3"/>
    <w:rsid w:val="00400219"/>
    <w:rsid w:val="00410D80"/>
    <w:rsid w:val="00410F9B"/>
    <w:rsid w:val="00412B1B"/>
    <w:rsid w:val="00415C20"/>
    <w:rsid w:val="00416D33"/>
    <w:rsid w:val="00417650"/>
    <w:rsid w:val="00424DE0"/>
    <w:rsid w:val="00427F1F"/>
    <w:rsid w:val="00436AEE"/>
    <w:rsid w:val="00442E5B"/>
    <w:rsid w:val="0044337D"/>
    <w:rsid w:val="00450340"/>
    <w:rsid w:val="00451283"/>
    <w:rsid w:val="00452D06"/>
    <w:rsid w:val="00454DBC"/>
    <w:rsid w:val="00456AFF"/>
    <w:rsid w:val="00462448"/>
    <w:rsid w:val="00462A8C"/>
    <w:rsid w:val="004668B1"/>
    <w:rsid w:val="00475487"/>
    <w:rsid w:val="00481F34"/>
    <w:rsid w:val="004868C3"/>
    <w:rsid w:val="004909BB"/>
    <w:rsid w:val="0049453A"/>
    <w:rsid w:val="00494914"/>
    <w:rsid w:val="004952D3"/>
    <w:rsid w:val="00495DC1"/>
    <w:rsid w:val="0049628F"/>
    <w:rsid w:val="004A500C"/>
    <w:rsid w:val="004B5834"/>
    <w:rsid w:val="004C1831"/>
    <w:rsid w:val="004C7FE7"/>
    <w:rsid w:val="004D1D7A"/>
    <w:rsid w:val="004E31DC"/>
    <w:rsid w:val="004E3949"/>
    <w:rsid w:val="004E3DDD"/>
    <w:rsid w:val="004F2E69"/>
    <w:rsid w:val="004F59B1"/>
    <w:rsid w:val="00500DC5"/>
    <w:rsid w:val="00506080"/>
    <w:rsid w:val="0052283D"/>
    <w:rsid w:val="00543A8F"/>
    <w:rsid w:val="005467EB"/>
    <w:rsid w:val="0054682E"/>
    <w:rsid w:val="00572A48"/>
    <w:rsid w:val="005732C7"/>
    <w:rsid w:val="00573D01"/>
    <w:rsid w:val="0057497F"/>
    <w:rsid w:val="00574B5D"/>
    <w:rsid w:val="00575A08"/>
    <w:rsid w:val="005876B0"/>
    <w:rsid w:val="005926A9"/>
    <w:rsid w:val="00596F95"/>
    <w:rsid w:val="005A0982"/>
    <w:rsid w:val="005C56EF"/>
    <w:rsid w:val="005D4C17"/>
    <w:rsid w:val="005E0BDC"/>
    <w:rsid w:val="005E6A07"/>
    <w:rsid w:val="005F00C3"/>
    <w:rsid w:val="00601160"/>
    <w:rsid w:val="00612AE2"/>
    <w:rsid w:val="006163B5"/>
    <w:rsid w:val="006166E2"/>
    <w:rsid w:val="00621DA1"/>
    <w:rsid w:val="006226FF"/>
    <w:rsid w:val="00634FA5"/>
    <w:rsid w:val="0063730D"/>
    <w:rsid w:val="0064032E"/>
    <w:rsid w:val="006460A9"/>
    <w:rsid w:val="00647C17"/>
    <w:rsid w:val="00652B98"/>
    <w:rsid w:val="00666DA9"/>
    <w:rsid w:val="00666E74"/>
    <w:rsid w:val="00670FF4"/>
    <w:rsid w:val="006743BE"/>
    <w:rsid w:val="00675607"/>
    <w:rsid w:val="00680E4E"/>
    <w:rsid w:val="00683462"/>
    <w:rsid w:val="006834F4"/>
    <w:rsid w:val="00690344"/>
    <w:rsid w:val="00691D96"/>
    <w:rsid w:val="00692C51"/>
    <w:rsid w:val="00694D51"/>
    <w:rsid w:val="006977C4"/>
    <w:rsid w:val="006A5C6B"/>
    <w:rsid w:val="006B560E"/>
    <w:rsid w:val="006B7A4D"/>
    <w:rsid w:val="006C5A9C"/>
    <w:rsid w:val="006C7113"/>
    <w:rsid w:val="006D78AD"/>
    <w:rsid w:val="006E428E"/>
    <w:rsid w:val="006E4EF4"/>
    <w:rsid w:val="006E72BA"/>
    <w:rsid w:val="006F24C5"/>
    <w:rsid w:val="006F515F"/>
    <w:rsid w:val="00716EEB"/>
    <w:rsid w:val="00740083"/>
    <w:rsid w:val="0074206B"/>
    <w:rsid w:val="0074521A"/>
    <w:rsid w:val="007571D9"/>
    <w:rsid w:val="00765F8A"/>
    <w:rsid w:val="0077606A"/>
    <w:rsid w:val="00780DE5"/>
    <w:rsid w:val="00782662"/>
    <w:rsid w:val="00783449"/>
    <w:rsid w:val="00796D1C"/>
    <w:rsid w:val="007B399A"/>
    <w:rsid w:val="007B4C84"/>
    <w:rsid w:val="007B55F8"/>
    <w:rsid w:val="007C0EF0"/>
    <w:rsid w:val="007C141A"/>
    <w:rsid w:val="007C1B99"/>
    <w:rsid w:val="007C1DE5"/>
    <w:rsid w:val="007C3CC1"/>
    <w:rsid w:val="007D5842"/>
    <w:rsid w:val="007D6FFE"/>
    <w:rsid w:val="007D7986"/>
    <w:rsid w:val="007D7D2C"/>
    <w:rsid w:val="007D7DBD"/>
    <w:rsid w:val="007E0096"/>
    <w:rsid w:val="007F32B8"/>
    <w:rsid w:val="00806C94"/>
    <w:rsid w:val="008157FF"/>
    <w:rsid w:val="00815FF3"/>
    <w:rsid w:val="00825430"/>
    <w:rsid w:val="0082626C"/>
    <w:rsid w:val="0083253E"/>
    <w:rsid w:val="0084370F"/>
    <w:rsid w:val="008452E6"/>
    <w:rsid w:val="00847104"/>
    <w:rsid w:val="00853E9D"/>
    <w:rsid w:val="00855BED"/>
    <w:rsid w:val="008629CE"/>
    <w:rsid w:val="00871C31"/>
    <w:rsid w:val="00871C92"/>
    <w:rsid w:val="00872F90"/>
    <w:rsid w:val="00894114"/>
    <w:rsid w:val="00894583"/>
    <w:rsid w:val="008973E9"/>
    <w:rsid w:val="008A044E"/>
    <w:rsid w:val="008A72F3"/>
    <w:rsid w:val="008B3909"/>
    <w:rsid w:val="008B3B3C"/>
    <w:rsid w:val="008D5874"/>
    <w:rsid w:val="008D5B6B"/>
    <w:rsid w:val="008F02DB"/>
    <w:rsid w:val="0090094D"/>
    <w:rsid w:val="00906D35"/>
    <w:rsid w:val="00910B93"/>
    <w:rsid w:val="00920512"/>
    <w:rsid w:val="009212F7"/>
    <w:rsid w:val="00925200"/>
    <w:rsid w:val="009348D6"/>
    <w:rsid w:val="00934B2F"/>
    <w:rsid w:val="00940454"/>
    <w:rsid w:val="009465DD"/>
    <w:rsid w:val="0097052A"/>
    <w:rsid w:val="00971F13"/>
    <w:rsid w:val="0097228E"/>
    <w:rsid w:val="00983E1E"/>
    <w:rsid w:val="00993330"/>
    <w:rsid w:val="00995387"/>
    <w:rsid w:val="009A1253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0F8E"/>
    <w:rsid w:val="009D1AF3"/>
    <w:rsid w:val="009D2555"/>
    <w:rsid w:val="009D4C1B"/>
    <w:rsid w:val="009D5358"/>
    <w:rsid w:val="009E4C13"/>
    <w:rsid w:val="009F07BA"/>
    <w:rsid w:val="009F2553"/>
    <w:rsid w:val="009F3AB2"/>
    <w:rsid w:val="009F43D5"/>
    <w:rsid w:val="00A001AA"/>
    <w:rsid w:val="00A021FD"/>
    <w:rsid w:val="00A04EBF"/>
    <w:rsid w:val="00A10C5D"/>
    <w:rsid w:val="00A20A59"/>
    <w:rsid w:val="00A25090"/>
    <w:rsid w:val="00A26103"/>
    <w:rsid w:val="00A27F71"/>
    <w:rsid w:val="00A351A6"/>
    <w:rsid w:val="00A35D75"/>
    <w:rsid w:val="00A41A9D"/>
    <w:rsid w:val="00A55E43"/>
    <w:rsid w:val="00A7454F"/>
    <w:rsid w:val="00A7502D"/>
    <w:rsid w:val="00AA41E1"/>
    <w:rsid w:val="00AA5AA6"/>
    <w:rsid w:val="00AC23E1"/>
    <w:rsid w:val="00AC2F23"/>
    <w:rsid w:val="00AC308A"/>
    <w:rsid w:val="00AC5AE1"/>
    <w:rsid w:val="00AE0496"/>
    <w:rsid w:val="00AF11B8"/>
    <w:rsid w:val="00B02B5E"/>
    <w:rsid w:val="00B05424"/>
    <w:rsid w:val="00B05762"/>
    <w:rsid w:val="00B06175"/>
    <w:rsid w:val="00B135A0"/>
    <w:rsid w:val="00B21269"/>
    <w:rsid w:val="00B27A15"/>
    <w:rsid w:val="00B3125D"/>
    <w:rsid w:val="00B329EC"/>
    <w:rsid w:val="00B35D08"/>
    <w:rsid w:val="00B479D3"/>
    <w:rsid w:val="00B50D63"/>
    <w:rsid w:val="00B62542"/>
    <w:rsid w:val="00B73FCD"/>
    <w:rsid w:val="00B7597D"/>
    <w:rsid w:val="00B7602F"/>
    <w:rsid w:val="00B7634A"/>
    <w:rsid w:val="00B862ED"/>
    <w:rsid w:val="00B958CF"/>
    <w:rsid w:val="00B97BB1"/>
    <w:rsid w:val="00BA100D"/>
    <w:rsid w:val="00BA1D4A"/>
    <w:rsid w:val="00BA35B1"/>
    <w:rsid w:val="00BA4330"/>
    <w:rsid w:val="00BA4862"/>
    <w:rsid w:val="00BA5D87"/>
    <w:rsid w:val="00BA7A34"/>
    <w:rsid w:val="00BB1021"/>
    <w:rsid w:val="00BB24F6"/>
    <w:rsid w:val="00BC37D4"/>
    <w:rsid w:val="00BC518A"/>
    <w:rsid w:val="00BC7EDF"/>
    <w:rsid w:val="00BD13A7"/>
    <w:rsid w:val="00BE6D70"/>
    <w:rsid w:val="00BF2717"/>
    <w:rsid w:val="00BF5945"/>
    <w:rsid w:val="00C032F6"/>
    <w:rsid w:val="00C0341E"/>
    <w:rsid w:val="00C0380D"/>
    <w:rsid w:val="00C050F0"/>
    <w:rsid w:val="00C13976"/>
    <w:rsid w:val="00C25FF1"/>
    <w:rsid w:val="00C35629"/>
    <w:rsid w:val="00C35CFB"/>
    <w:rsid w:val="00C4362B"/>
    <w:rsid w:val="00C46165"/>
    <w:rsid w:val="00C467D0"/>
    <w:rsid w:val="00C51F3D"/>
    <w:rsid w:val="00C522CA"/>
    <w:rsid w:val="00C64F80"/>
    <w:rsid w:val="00C66255"/>
    <w:rsid w:val="00C73EDA"/>
    <w:rsid w:val="00C73FD2"/>
    <w:rsid w:val="00C748B4"/>
    <w:rsid w:val="00C77E27"/>
    <w:rsid w:val="00C83314"/>
    <w:rsid w:val="00CA3DB6"/>
    <w:rsid w:val="00CA567F"/>
    <w:rsid w:val="00CA6F9E"/>
    <w:rsid w:val="00CA7AD5"/>
    <w:rsid w:val="00CB1E5D"/>
    <w:rsid w:val="00CC04FF"/>
    <w:rsid w:val="00CC11D2"/>
    <w:rsid w:val="00CC764B"/>
    <w:rsid w:val="00CE2E9E"/>
    <w:rsid w:val="00CF05A6"/>
    <w:rsid w:val="00CF6083"/>
    <w:rsid w:val="00CF67A8"/>
    <w:rsid w:val="00CF7810"/>
    <w:rsid w:val="00D043DB"/>
    <w:rsid w:val="00D14DDD"/>
    <w:rsid w:val="00D22C5D"/>
    <w:rsid w:val="00D235F1"/>
    <w:rsid w:val="00D24C97"/>
    <w:rsid w:val="00D43DA4"/>
    <w:rsid w:val="00D46DEB"/>
    <w:rsid w:val="00D60FCF"/>
    <w:rsid w:val="00D74529"/>
    <w:rsid w:val="00D81EF7"/>
    <w:rsid w:val="00DA3D83"/>
    <w:rsid w:val="00DB6801"/>
    <w:rsid w:val="00DB69E1"/>
    <w:rsid w:val="00DC1168"/>
    <w:rsid w:val="00DC237A"/>
    <w:rsid w:val="00DC793C"/>
    <w:rsid w:val="00DD1337"/>
    <w:rsid w:val="00E01C71"/>
    <w:rsid w:val="00E12E4C"/>
    <w:rsid w:val="00E16D96"/>
    <w:rsid w:val="00E1793D"/>
    <w:rsid w:val="00E22A42"/>
    <w:rsid w:val="00E26388"/>
    <w:rsid w:val="00E40978"/>
    <w:rsid w:val="00E41EBA"/>
    <w:rsid w:val="00E47EB0"/>
    <w:rsid w:val="00E501DD"/>
    <w:rsid w:val="00E5331A"/>
    <w:rsid w:val="00E571A2"/>
    <w:rsid w:val="00E60190"/>
    <w:rsid w:val="00E66AFE"/>
    <w:rsid w:val="00E84461"/>
    <w:rsid w:val="00E90B04"/>
    <w:rsid w:val="00E9435A"/>
    <w:rsid w:val="00E97A56"/>
    <w:rsid w:val="00EB094B"/>
    <w:rsid w:val="00EE19E1"/>
    <w:rsid w:val="00EE7216"/>
    <w:rsid w:val="00EF6E29"/>
    <w:rsid w:val="00F017C9"/>
    <w:rsid w:val="00F03E97"/>
    <w:rsid w:val="00F05F08"/>
    <w:rsid w:val="00F116A9"/>
    <w:rsid w:val="00F14B5F"/>
    <w:rsid w:val="00F16598"/>
    <w:rsid w:val="00F278F7"/>
    <w:rsid w:val="00F334E5"/>
    <w:rsid w:val="00F3546C"/>
    <w:rsid w:val="00F43076"/>
    <w:rsid w:val="00F43C08"/>
    <w:rsid w:val="00F47AAB"/>
    <w:rsid w:val="00F47D48"/>
    <w:rsid w:val="00F51322"/>
    <w:rsid w:val="00F54AB4"/>
    <w:rsid w:val="00F616B5"/>
    <w:rsid w:val="00F7042C"/>
    <w:rsid w:val="00F745E8"/>
    <w:rsid w:val="00F8259B"/>
    <w:rsid w:val="00F836AD"/>
    <w:rsid w:val="00F84EFB"/>
    <w:rsid w:val="00F90C04"/>
    <w:rsid w:val="00F92CF3"/>
    <w:rsid w:val="00FB59F4"/>
    <w:rsid w:val="00FC13DB"/>
    <w:rsid w:val="00FC2D9F"/>
    <w:rsid w:val="00FD28BA"/>
    <w:rsid w:val="00FD3547"/>
    <w:rsid w:val="00FD359D"/>
    <w:rsid w:val="00FD45D7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7EA14A7A-E2C8-491B-9969-CB19CEE9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F34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81F34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81F34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81F34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81F3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481F34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481F34"/>
  </w:style>
  <w:style w:type="character" w:customStyle="1" w:styleId="Titre1Car">
    <w:name w:val="Titre 1 Car"/>
    <w:link w:val="Titre1"/>
    <w:uiPriority w:val="9"/>
    <w:rsid w:val="00481F34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481F34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481F34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character" w:customStyle="1" w:styleId="Titre4Car">
    <w:name w:val="Titre 4 Car"/>
    <w:link w:val="Titre4"/>
    <w:uiPriority w:val="9"/>
    <w:rsid w:val="00481F34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481F34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481F34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481F34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Default">
    <w:name w:val="Default"/>
    <w:rsid w:val="00481F34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481F34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481F34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481F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481F34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table" w:customStyle="1" w:styleId="TableGridLight1">
    <w:name w:val="Table Grid Light1"/>
    <w:basedOn w:val="TableauNormal"/>
    <w:uiPriority w:val="59"/>
    <w:rsid w:val="00FC2D9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auNormal"/>
    <w:uiPriority w:val="5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auNormal"/>
    <w:uiPriority w:val="99"/>
    <w:rsid w:val="00FC2D9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Titredecollection">
    <w:name w:val="Titre de collection"/>
    <w:basedOn w:val="Normal"/>
    <w:qFormat/>
    <w:rsid w:val="00481F34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481F34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481F34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481F34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481F3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481F34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481F34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481F34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481F34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481F34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481F34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248</TotalTime>
  <Pages>4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128</cp:revision>
  <dcterms:created xsi:type="dcterms:W3CDTF">2023-06-08T22:36:00Z</dcterms:created>
  <dcterms:modified xsi:type="dcterms:W3CDTF">2023-08-08T12:05:00Z</dcterms:modified>
</cp:coreProperties>
</file>