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F29EC2" w14:textId="59AEEDED" w:rsidR="007E184B" w:rsidRPr="00014715" w:rsidRDefault="007E184B" w:rsidP="00A10815">
      <w:pPr>
        <w:pStyle w:val="Titredudocument"/>
      </w:pPr>
      <w:r w:rsidRPr="00014715">
        <w:t>Fiche «</w:t>
      </w:r>
      <w:r w:rsidR="00FA0522">
        <w:t> </w:t>
      </w:r>
      <w:r w:rsidR="001F478D" w:rsidRPr="00014715">
        <w:t>Fraction-Quotient</w:t>
      </w:r>
      <w:r w:rsidR="00FA0522">
        <w:t> </w:t>
      </w:r>
      <w:r w:rsidRPr="00014715">
        <w:t>»</w:t>
      </w:r>
    </w:p>
    <w:p w14:paraId="496888C0" w14:textId="12A716FE" w:rsidR="00146270" w:rsidRPr="007E7DBD" w:rsidRDefault="009B3408" w:rsidP="00A10815">
      <w:pPr>
        <w:pStyle w:val="Titre1"/>
      </w:pPr>
      <w:r w:rsidRPr="007E7DBD">
        <w:t>Je comprends</w:t>
      </w:r>
    </w:p>
    <w:p w14:paraId="4306392A" w14:textId="29D2DAB2" w:rsidR="00A10815" w:rsidRDefault="009D24F6" w:rsidP="00C6434A">
      <w:pPr>
        <w:rPr>
          <w:rFonts w:eastAsiaTheme="minorEastAsia"/>
          <w:color w:val="000000" w:themeColor="text1"/>
          <w:sz w:val="28"/>
          <w:szCs w:val="28"/>
        </w:rPr>
      </w:pPr>
      <w:r>
        <w:rPr>
          <w:noProof/>
          <w14:ligatures w14:val="standardContextual"/>
        </w:rPr>
        <w:drawing>
          <wp:inline distT="0" distB="0" distL="0" distR="0" wp14:anchorId="2370ADBB" wp14:editId="34C5A4D8">
            <wp:extent cx="6645910" cy="1981835"/>
            <wp:effectExtent l="0" t="0" r="254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981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26AC8" w14:textId="60CBDBF8" w:rsidR="00976149" w:rsidRPr="00A10815" w:rsidRDefault="00E11CB7" w:rsidP="00C6434A">
      <w:pPr>
        <w:rPr>
          <w:b/>
          <w:bCs/>
          <w:szCs w:val="28"/>
          <w:u w:val="single"/>
        </w:rPr>
      </w:pPr>
      <w:r w:rsidRPr="00A10815">
        <w:rPr>
          <w:rFonts w:eastAsiaTheme="minorEastAsia"/>
          <w:color w:val="000000" w:themeColor="text1"/>
          <w:szCs w:val="28"/>
        </w:rPr>
        <w:t>L</w:t>
      </w:r>
      <w:r w:rsidRPr="00A10815">
        <w:rPr>
          <w:rFonts w:eastAsiaTheme="minorEastAsia"/>
          <w:b/>
          <w:bCs/>
          <w:color w:val="000000" w:themeColor="text1"/>
          <w:szCs w:val="28"/>
        </w:rPr>
        <w:t>’</w:t>
      </w:r>
      <w:r w:rsidRPr="00A10815">
        <w:rPr>
          <w:b/>
          <w:bCs/>
          <w:color w:val="000000" w:themeColor="text1"/>
          <w:szCs w:val="28"/>
        </w:rPr>
        <w:t>ABSCISSE</w:t>
      </w:r>
      <w:r w:rsidRPr="00A10815">
        <w:rPr>
          <w:color w:val="000000" w:themeColor="text1"/>
          <w:szCs w:val="28"/>
        </w:rPr>
        <w:t xml:space="preserve"> du point A est</w:t>
      </w:r>
      <w:r w:rsidRPr="00A10815">
        <w:rPr>
          <w:b/>
          <w:bCs/>
          <w:i/>
          <w:color w:val="000000" w:themeColor="text1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b/>
                <w:bCs/>
                <w:i/>
                <w:color w:val="000000" w:themeColor="text1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color w:val="00B050"/>
                <w:szCs w:val="2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color w:val="0070C0"/>
                <w:szCs w:val="28"/>
              </w:rPr>
              <m:t>3</m:t>
            </m:r>
          </m:den>
        </m:f>
      </m:oMath>
      <w:r w:rsidR="009427E1" w:rsidRPr="00A10815">
        <w:rPr>
          <w:rFonts w:eastAsiaTheme="minorEastAsia"/>
          <w:b/>
          <w:bCs/>
          <w:i/>
          <w:color w:val="000000" w:themeColor="text1"/>
          <w:szCs w:val="28"/>
        </w:rPr>
        <w:t>.</w:t>
      </w:r>
      <w:bookmarkStart w:id="0" w:name="_GoBack"/>
      <w:bookmarkEnd w:id="0"/>
    </w:p>
    <w:p w14:paraId="1EC34B13" w14:textId="485EC5A5" w:rsidR="00976149" w:rsidRPr="00A10815" w:rsidRDefault="00014715" w:rsidP="007B7AAF">
      <w:pPr>
        <w:rPr>
          <w:b/>
          <w:bCs/>
          <w:szCs w:val="28"/>
          <w:u w:val="single"/>
        </w:rPr>
      </w:pPr>
      <w:r w:rsidRPr="00A10815">
        <w:rPr>
          <w:b/>
          <w:bCs/>
          <w:noProof/>
          <w:szCs w:val="28"/>
          <w:u w:val="single"/>
        </w:rPr>
        <mc:AlternateContent>
          <mc:Choice Requires="wps">
            <w:drawing>
              <wp:anchor distT="45720" distB="45720" distL="114300" distR="114300" simplePos="0" relativeHeight="251862016" behindDoc="0" locked="0" layoutInCell="1" allowOverlap="1" wp14:anchorId="51B45957" wp14:editId="3204A2ED">
                <wp:simplePos x="0" y="0"/>
                <wp:positionH relativeFrom="margin">
                  <wp:align>left</wp:align>
                </wp:positionH>
                <wp:positionV relativeFrom="paragraph">
                  <wp:posOffset>8255</wp:posOffset>
                </wp:positionV>
                <wp:extent cx="3248025" cy="942975"/>
                <wp:effectExtent l="0" t="0" r="28575" b="28575"/>
                <wp:wrapSquare wrapText="bothSides"/>
                <wp:docPr id="160477413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802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BAB12" w14:textId="393629A3" w:rsidR="00C6434A" w:rsidRPr="00A10815" w:rsidRDefault="009D24F6" w:rsidP="00E7196F">
                            <w:pPr>
                              <w:spacing w:after="0"/>
                              <w:rPr>
                                <w:rFonts w:eastAsiaTheme="minorEastAsia"/>
                                <w:color w:val="000000" w:themeColor="text1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theme="minorHAnsi"/>
                                      <w:b/>
                                      <w:bCs/>
                                      <w:i/>
                                      <w:color w:val="000000" w:themeColor="text1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theme="minorHAnsi"/>
                                      <w:color w:val="00B050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theme="minorHAnsi"/>
                                      <w:color w:val="0070C0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="00E7196F" w:rsidRPr="00A10815">
                              <w:rPr>
                                <w:rFonts w:eastAsiaTheme="minorEastAsia"/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="00E7196F" w:rsidRPr="00A10815">
                              <w:rPr>
                                <w:rFonts w:eastAsiaTheme="minorEastAsia"/>
                                <w:color w:val="000000" w:themeColor="text1"/>
                              </w:rPr>
                              <w:t xml:space="preserve">est </w:t>
                            </w:r>
                            <w:r w:rsidR="00E7196F" w:rsidRPr="00A10815">
                              <w:rPr>
                                <w:rFonts w:eastAsiaTheme="minorEastAsia"/>
                                <w:b/>
                                <w:bCs/>
                                <w:color w:val="000000" w:themeColor="text1"/>
                              </w:rPr>
                              <w:t xml:space="preserve">le </w:t>
                            </w:r>
                            <w:r w:rsidR="00C6434A" w:rsidRPr="00A10815">
                              <w:rPr>
                                <w:rFonts w:eastAsiaTheme="minorEastAsia"/>
                                <w:b/>
                                <w:bCs/>
                                <w:color w:val="000000" w:themeColor="text1"/>
                              </w:rPr>
                              <w:t>tiers de 2</w:t>
                            </w:r>
                            <w:r w:rsidR="00C6434A" w:rsidRPr="00A10815">
                              <w:rPr>
                                <w:rFonts w:eastAsiaTheme="minorEastAsia"/>
                                <w:color w:val="000000" w:themeColor="text1"/>
                              </w:rPr>
                              <w:t xml:space="preserve"> donc le nombre égal à </w:t>
                            </w:r>
                            <w:r w:rsidR="00C6434A" w:rsidRPr="00A10815">
                              <w:rPr>
                                <w:rFonts w:eastAsiaTheme="minorEastAsia"/>
                                <w:b/>
                                <w:bCs/>
                                <w:color w:val="00B050"/>
                              </w:rPr>
                              <w:t>2</w:t>
                            </w:r>
                            <w:r w:rsidR="00C6434A" w:rsidRPr="00A10815">
                              <w:rPr>
                                <w:rFonts w:eastAsiaTheme="minorEastAsia"/>
                                <w:color w:val="000000" w:themeColor="text1"/>
                              </w:rPr>
                              <w:t xml:space="preserve"> : </w:t>
                            </w:r>
                            <w:r w:rsidR="00C6434A" w:rsidRPr="00A10815">
                              <w:rPr>
                                <w:rFonts w:eastAsiaTheme="minorEastAsia"/>
                                <w:b/>
                                <w:bCs/>
                                <w:color w:val="0070C0"/>
                              </w:rPr>
                              <w:t>3</w:t>
                            </w:r>
                          </w:p>
                          <w:p w14:paraId="6721CEEE" w14:textId="04D050A1" w:rsidR="00E7196F" w:rsidRPr="00A10815" w:rsidRDefault="009D24F6" w:rsidP="00A10815">
                            <w:pPr>
                              <w:spacing w:after="0"/>
                              <w:rPr>
                                <w:rFonts w:eastAsiaTheme="minorEastAsia"/>
                                <w:color w:val="000000" w:themeColor="text1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theme="minorHAnsi"/>
                                      <w:b/>
                                      <w:bCs/>
                                      <w:i/>
                                      <w:color w:val="000000" w:themeColor="text1"/>
                                    </w:rPr>
                                  </m:ctrlPr>
                                </m:fPr>
                                <m:num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theme="minorHAnsi"/>
                                      <w:color w:val="00B050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hAnsi="Cambria Math" w:cstheme="minorHAnsi"/>
                                      <w:color w:val="0070C0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 w:rsidR="00C6434A" w:rsidRPr="00A10815">
                              <w:rPr>
                                <w:rFonts w:eastAsiaTheme="minorEastAsia"/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="00C6434A" w:rsidRPr="00A10815">
                              <w:rPr>
                                <w:rFonts w:eastAsiaTheme="minorEastAsia"/>
                                <w:color w:val="000000" w:themeColor="text1"/>
                              </w:rPr>
                              <w:t xml:space="preserve">est </w:t>
                            </w:r>
                            <w:r w:rsidR="00C6434A" w:rsidRPr="00A10815">
                              <w:rPr>
                                <w:rFonts w:eastAsiaTheme="minorEastAsia"/>
                                <w:b/>
                                <w:bCs/>
                                <w:color w:val="000000" w:themeColor="text1"/>
                              </w:rPr>
                              <w:t>le tiers de 2</w:t>
                            </w:r>
                            <w:r w:rsidR="00C6434A" w:rsidRPr="00A10815">
                              <w:rPr>
                                <w:rFonts w:eastAsiaTheme="minorEastAsia"/>
                                <w:color w:val="000000" w:themeColor="text1"/>
                              </w:rPr>
                              <w:t xml:space="preserve"> donc le nombre solution de</w:t>
                            </w:r>
                            <w:r w:rsidR="00FA0522">
                              <w:rPr>
                                <w:rFonts w:eastAsiaTheme="minorEastAsia"/>
                                <w:color w:val="000000" w:themeColor="text1"/>
                              </w:rPr>
                              <w:t> </w:t>
                            </w:r>
                            <w:r w:rsidR="00E7196F" w:rsidRPr="00A10815">
                              <w:rPr>
                                <w:rFonts w:eastAsiaTheme="minorEastAsia"/>
                                <w:color w:val="000000" w:themeColor="text1"/>
                              </w:rPr>
                              <w:t>:</w:t>
                            </w: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 w:cstheme="minorHAnsi"/>
                                  <w:color w:val="000000" w:themeColor="text1"/>
                                  <w:sz w:val="24"/>
                                  <w:szCs w:val="24"/>
                                </w:rPr>
                                <w:br/>
                              </m:r>
                            </m:oMath>
                            <m:oMathPara>
                              <m:oMath>
                                <m:r>
                                  <w:rPr>
                                    <w:rFonts w:ascii="Cambria Math" w:eastAsiaTheme="minorEastAsia" w:hAnsi="Cambria Math" w:cstheme="minorHAnsi"/>
                                    <w:color w:val="000000" w:themeColor="text1"/>
                                    <w:sz w:val="24"/>
                                    <w:szCs w:val="24"/>
                                  </w:rPr>
                                  <m:t xml:space="preserve">  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HAnsi"/>
                                    <w:color w:val="0070C0"/>
                                    <w:sz w:val="24"/>
                                    <w:szCs w:val="24"/>
                                  </w:rPr>
                                  <m:t>3</m:t>
                                </m:r>
                                <m:r>
                                  <w:rPr>
                                    <w:rFonts w:ascii="Cambria Math" w:hAnsi="Cambria Math" w:cstheme="minorHAnsi"/>
                                    <w:color w:val="000000" w:themeColor="text1"/>
                                    <w:sz w:val="24"/>
                                    <w:szCs w:val="24"/>
                                  </w:rPr>
                                  <m:t>×  ...=</m:t>
                                </m:r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theme="minorHAnsi"/>
                                    <w:color w:val="00B050"/>
                                    <w:sz w:val="24"/>
                                    <w:szCs w:val="24"/>
                                  </w:rPr>
                                  <m:t>2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B45957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.65pt;width:255.75pt;height:74.25pt;z-index:25186201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" strokecolor="#0070c0">
                <v:textbox>
                  <w:txbxContent>
                    <w:p w14:paraId="325BAB12" w14:textId="393629A3" w:rsidR="00C6434A" w:rsidRPr="00A10815" w:rsidRDefault="00E257FA" w:rsidP="00E7196F">
                      <w:pPr>
                        <w:spacing w:after="0"/>
                        <w:rPr>
                          <w:rFonts w:eastAsiaTheme="minorEastAsia"/>
                          <w:color w:val="000000" w:themeColor="text1"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b/>
                                <w:bCs/>
                                <w:i/>
                                <w:color w:val="000000" w:themeColor="text1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color w:val="00B050"/>
                              </w:rPr>
                              <m:t>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color w:val="0070C0"/>
                              </w:rPr>
                              <m:t>3</m:t>
                            </m:r>
                          </m:den>
                        </m:f>
                      </m:oMath>
                      <w:r w:rsidR="00E7196F" w:rsidRPr="00A10815">
                        <w:rPr>
                          <w:rFonts w:eastAsiaTheme="minorEastAsia"/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  <w:r w:rsidR="00E7196F" w:rsidRPr="00A10815">
                        <w:rPr>
                          <w:rFonts w:eastAsiaTheme="minorEastAsia"/>
                          <w:color w:val="000000" w:themeColor="text1"/>
                        </w:rPr>
                        <w:t xml:space="preserve">est </w:t>
                      </w:r>
                      <w:r w:rsidR="00E7196F" w:rsidRPr="00A10815">
                        <w:rPr>
                          <w:rFonts w:eastAsiaTheme="minorEastAsia"/>
                          <w:b/>
                          <w:bCs/>
                          <w:color w:val="000000" w:themeColor="text1"/>
                        </w:rPr>
                        <w:t xml:space="preserve">le </w:t>
                      </w:r>
                      <w:r w:rsidR="00C6434A" w:rsidRPr="00A10815">
                        <w:rPr>
                          <w:rFonts w:eastAsiaTheme="minorEastAsia"/>
                          <w:b/>
                          <w:bCs/>
                          <w:color w:val="000000" w:themeColor="text1"/>
                        </w:rPr>
                        <w:t>tiers de 2</w:t>
                      </w:r>
                      <w:r w:rsidR="00C6434A" w:rsidRPr="00A10815">
                        <w:rPr>
                          <w:rFonts w:eastAsiaTheme="minorEastAsia"/>
                          <w:color w:val="000000" w:themeColor="text1"/>
                        </w:rPr>
                        <w:t xml:space="preserve"> donc le nombre égal à </w:t>
                      </w:r>
                      <w:r w:rsidR="00C6434A" w:rsidRPr="00A10815">
                        <w:rPr>
                          <w:rFonts w:eastAsiaTheme="minorEastAsia"/>
                          <w:b/>
                          <w:bCs/>
                          <w:color w:val="00B050"/>
                        </w:rPr>
                        <w:t>2</w:t>
                      </w:r>
                      <w:r w:rsidR="00C6434A" w:rsidRPr="00A10815">
                        <w:rPr>
                          <w:rFonts w:eastAsiaTheme="minorEastAsia"/>
                          <w:color w:val="000000" w:themeColor="text1"/>
                        </w:rPr>
                        <w:t xml:space="preserve"> : </w:t>
                      </w:r>
                      <w:r w:rsidR="00C6434A" w:rsidRPr="00A10815">
                        <w:rPr>
                          <w:rFonts w:eastAsiaTheme="minorEastAsia"/>
                          <w:b/>
                          <w:bCs/>
                          <w:color w:val="0070C0"/>
                        </w:rPr>
                        <w:t>3</w:t>
                      </w:r>
                    </w:p>
                    <w:p w14:paraId="6721CEEE" w14:textId="04D050A1" w:rsidR="00E7196F" w:rsidRPr="00A10815" w:rsidRDefault="00E257FA" w:rsidP="00A10815">
                      <w:pPr>
                        <w:spacing w:after="0"/>
                        <w:rPr>
                          <w:rFonts w:eastAsiaTheme="minorEastAsia"/>
                          <w:color w:val="000000" w:themeColor="text1"/>
                        </w:rPr>
                      </w:pPr>
                      <m:oMath>
                        <m:f>
                          <m:fPr>
                            <m:ctrlPr>
                              <w:rPr>
                                <w:rFonts w:ascii="Cambria Math" w:hAnsi="Cambria Math" w:cstheme="minorHAnsi"/>
                                <w:b/>
                                <w:bCs/>
                                <w:i/>
                                <w:color w:val="000000" w:themeColor="text1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color w:val="00B050"/>
                              </w:rPr>
                              <m:t>2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 w:cstheme="minorHAnsi"/>
                                <w:color w:val="0070C0"/>
                              </w:rPr>
                              <m:t>3</m:t>
                            </m:r>
                          </m:den>
                        </m:f>
                      </m:oMath>
                      <w:r w:rsidR="00C6434A" w:rsidRPr="00A10815">
                        <w:rPr>
                          <w:rFonts w:eastAsiaTheme="minorEastAsia"/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  <w:r w:rsidR="00C6434A" w:rsidRPr="00A10815">
                        <w:rPr>
                          <w:rFonts w:eastAsiaTheme="minorEastAsia"/>
                          <w:color w:val="000000" w:themeColor="text1"/>
                        </w:rPr>
                        <w:t xml:space="preserve">est </w:t>
                      </w:r>
                      <w:r w:rsidR="00C6434A" w:rsidRPr="00A10815">
                        <w:rPr>
                          <w:rFonts w:eastAsiaTheme="minorEastAsia"/>
                          <w:b/>
                          <w:bCs/>
                          <w:color w:val="000000" w:themeColor="text1"/>
                        </w:rPr>
                        <w:t>le tiers de 2</w:t>
                      </w:r>
                      <w:r w:rsidR="00C6434A" w:rsidRPr="00A10815">
                        <w:rPr>
                          <w:rFonts w:eastAsiaTheme="minorEastAsia"/>
                          <w:color w:val="000000" w:themeColor="text1"/>
                        </w:rPr>
                        <w:t xml:space="preserve"> donc le nombre solution de</w:t>
                      </w:r>
                      <w:r w:rsidR="00FA0522">
                        <w:rPr>
                          <w:rFonts w:eastAsiaTheme="minorEastAsia"/>
                          <w:color w:val="000000" w:themeColor="text1"/>
                        </w:rPr>
                        <w:t> </w:t>
                      </w:r>
                      <w:r w:rsidR="00E7196F" w:rsidRPr="00A10815">
                        <w:rPr>
                          <w:rFonts w:eastAsiaTheme="minorEastAsia"/>
                          <w:color w:val="000000" w:themeColor="text1"/>
                        </w:rPr>
                        <w:t>:</w:t>
                      </w:r>
                      <m:oMath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theme="minorHAnsi"/>
                            <w:color w:val="000000" w:themeColor="text1"/>
                            <w:sz w:val="24"/>
                            <w:szCs w:val="24"/>
                          </w:rPr>
                          <w:br/>
                        </m:r>
                      </m:oMath>
                      <m:oMathPara>
                        <m:oMath>
                          <m:r>
                            <w:rPr>
                              <w:rFonts w:ascii="Cambria Math" w:eastAsiaTheme="minorEastAsia" w:hAnsi="Cambria Math" w:cstheme="minorHAnsi"/>
                              <w:color w:val="000000" w:themeColor="text1"/>
                              <w:sz w:val="24"/>
                              <w:szCs w:val="24"/>
                            </w:rPr>
                            <m:t xml:space="preserve">  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color w:val="0070C0"/>
                              <w:sz w:val="24"/>
                              <w:szCs w:val="24"/>
                            </w:rPr>
                            <m:t>3</m:t>
                          </m:r>
                          <m:r>
                            <w:rPr>
                              <w:rFonts w:ascii="Cambria Math" w:hAnsi="Cambria Math" w:cstheme="minorHAnsi"/>
                              <w:color w:val="000000" w:themeColor="text1"/>
                              <w:sz w:val="24"/>
                              <w:szCs w:val="24"/>
                            </w:rPr>
                            <m:t>×  ...=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theme="minorHAnsi"/>
                              <w:color w:val="00B050"/>
                              <w:sz w:val="24"/>
                              <w:szCs w:val="24"/>
                            </w:rPr>
                            <m:t>2</m:t>
                          </m:r>
                        </m:oMath>
                      </m:oMathPara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C9C731E" w14:textId="7E22974F" w:rsidR="00976149" w:rsidRPr="00A10815" w:rsidRDefault="00976149" w:rsidP="007B7AAF">
      <w:pPr>
        <w:rPr>
          <w:b/>
          <w:bCs/>
          <w:szCs w:val="28"/>
          <w:u w:val="single"/>
        </w:rPr>
      </w:pPr>
    </w:p>
    <w:p w14:paraId="6B014F65" w14:textId="77777777" w:rsidR="004575DA" w:rsidRPr="00014715" w:rsidRDefault="004575DA" w:rsidP="007B7AAF">
      <w:pPr>
        <w:rPr>
          <w:b/>
          <w:bCs/>
          <w:sz w:val="28"/>
          <w:szCs w:val="28"/>
          <w:u w:val="single"/>
        </w:rPr>
      </w:pPr>
    </w:p>
    <w:p w14:paraId="57837EC1" w14:textId="34DBC219" w:rsidR="007B7AAF" w:rsidRPr="00A10815" w:rsidRDefault="007B7AAF" w:rsidP="00A10815">
      <w:pPr>
        <w:pStyle w:val="Titre1"/>
      </w:pPr>
      <w:r w:rsidRPr="00A10815">
        <w:t>Je m’exerce</w:t>
      </w:r>
    </w:p>
    <w:p w14:paraId="746B979E" w14:textId="0A99F537" w:rsidR="00A43A61" w:rsidRPr="007E7DBD" w:rsidRDefault="006713D8" w:rsidP="00A10815">
      <w:pPr>
        <w:pStyle w:val="Titre2"/>
      </w:pPr>
      <w:r w:rsidRPr="007E7DBD">
        <w:t>Exercice</w:t>
      </w:r>
      <w:r w:rsidR="00FA0522">
        <w:t> </w:t>
      </w:r>
      <w:r w:rsidR="00D813A3" w:rsidRPr="007E7DBD">
        <w:t>1</w:t>
      </w:r>
    </w:p>
    <w:p w14:paraId="00E9DE3A" w14:textId="02C9CE76" w:rsidR="00A43A61" w:rsidRDefault="007D0CC9" w:rsidP="00A10815">
      <w:pPr>
        <w:pStyle w:val="Paragraphedeliste"/>
        <w:numPr>
          <w:ilvl w:val="0"/>
          <w:numId w:val="26"/>
        </w:numPr>
        <w:spacing w:before="100" w:afterAutospacing="0" w:line="276" w:lineRule="auto"/>
        <w:rPr>
          <w:szCs w:val="28"/>
        </w:rPr>
      </w:pPr>
      <w:r w:rsidRPr="00A10815">
        <w:rPr>
          <w:szCs w:val="28"/>
        </w:rPr>
        <w:t xml:space="preserve">Sur </w:t>
      </w:r>
      <w:r w:rsidR="00565243" w:rsidRPr="00A10815">
        <w:rPr>
          <w:szCs w:val="28"/>
        </w:rPr>
        <w:t xml:space="preserve">le rectangle </w:t>
      </w:r>
      <w:r w:rsidRPr="00A10815">
        <w:rPr>
          <w:szCs w:val="28"/>
        </w:rPr>
        <w:t xml:space="preserve">de </w:t>
      </w:r>
      <w:r w:rsidR="006E4021" w:rsidRPr="00A10815">
        <w:rPr>
          <w:szCs w:val="28"/>
        </w:rPr>
        <w:t xml:space="preserve">longueur </w:t>
      </w:r>
      <w:r w:rsidRPr="00A10815">
        <w:rPr>
          <w:szCs w:val="28"/>
        </w:rPr>
        <w:t xml:space="preserve">4 unités </w:t>
      </w:r>
      <w:r w:rsidR="00565243" w:rsidRPr="00A10815">
        <w:rPr>
          <w:szCs w:val="28"/>
        </w:rPr>
        <w:t>et la droite graduée</w:t>
      </w:r>
      <w:r w:rsidRPr="00A10815">
        <w:rPr>
          <w:szCs w:val="28"/>
        </w:rPr>
        <w:t xml:space="preserve"> représentés ci-dessous</w:t>
      </w:r>
      <w:r w:rsidR="00565243" w:rsidRPr="00A10815">
        <w:rPr>
          <w:szCs w:val="28"/>
        </w:rPr>
        <w:t>, p</w:t>
      </w:r>
      <w:r w:rsidR="00A43A61" w:rsidRPr="00A10815">
        <w:rPr>
          <w:szCs w:val="28"/>
        </w:rPr>
        <w:t>artage les 4 unités en 3 parts égales.</w:t>
      </w:r>
    </w:p>
    <w:p w14:paraId="13023353" w14:textId="1110227C" w:rsidR="00A10815" w:rsidRPr="00A10815" w:rsidRDefault="00A10815" w:rsidP="00A10815">
      <w:pPr>
        <w:spacing w:beforeAutospacing="0" w:afterAutospacing="0" w:line="276" w:lineRule="auto"/>
        <w:ind w:left="720"/>
        <w:jc w:val="center"/>
        <w:rPr>
          <w:szCs w:val="28"/>
        </w:rPr>
      </w:pPr>
      <w:r>
        <w:rPr>
          <w:noProof/>
          <w14:ligatures w14:val="standardContextual"/>
        </w:rPr>
        <w:drawing>
          <wp:inline distT="0" distB="0" distL="0" distR="0" wp14:anchorId="4DB43FE8" wp14:editId="1704902F">
            <wp:extent cx="4562475" cy="1295400"/>
            <wp:effectExtent l="0" t="0" r="952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853771" w14:textId="153A8566" w:rsidR="00A43A61" w:rsidRPr="00A10815" w:rsidRDefault="00A43A61" w:rsidP="00A10815">
      <w:pPr>
        <w:pStyle w:val="Paragraphedeliste"/>
        <w:spacing w:beforeAutospacing="0" w:after="0" w:afterAutospacing="0" w:line="276" w:lineRule="auto"/>
        <w:ind w:left="708" w:firstLine="372"/>
        <w:rPr>
          <w:szCs w:val="28"/>
        </w:rPr>
      </w:pPr>
      <w:r w:rsidRPr="00A10815">
        <w:rPr>
          <w:szCs w:val="28"/>
        </w:rPr>
        <w:t>Compl</w:t>
      </w:r>
      <w:r w:rsidR="00D66B40" w:rsidRPr="00A10815">
        <w:rPr>
          <w:szCs w:val="28"/>
        </w:rPr>
        <w:t>è</w:t>
      </w:r>
      <w:r w:rsidRPr="00A10815">
        <w:rPr>
          <w:szCs w:val="28"/>
        </w:rPr>
        <w:t xml:space="preserve">te l’égalité : </w:t>
      </w:r>
      <m:oMath>
        <m:r>
          <w:rPr>
            <w:rFonts w:ascii="Cambria Math" w:hAnsi="Cambria Math"/>
            <w:szCs w:val="28"/>
          </w:rPr>
          <m:t>3× ...=4</m:t>
        </m:r>
      </m:oMath>
    </w:p>
    <w:p w14:paraId="5B0DCB09" w14:textId="011C5494" w:rsidR="00AC5C46" w:rsidRPr="00A10815" w:rsidRDefault="00AC5C46" w:rsidP="00A10815">
      <w:pPr>
        <w:pStyle w:val="Paragraphedeliste"/>
        <w:numPr>
          <w:ilvl w:val="0"/>
          <w:numId w:val="26"/>
        </w:numPr>
        <w:spacing w:before="100" w:afterAutospacing="0" w:line="276" w:lineRule="auto"/>
        <w:ind w:left="1077" w:hanging="357"/>
        <w:contextualSpacing w:val="0"/>
        <w:rPr>
          <w:szCs w:val="28"/>
        </w:rPr>
      </w:pPr>
      <w:r w:rsidRPr="00A10815">
        <w:rPr>
          <w:szCs w:val="28"/>
        </w:rPr>
        <w:t>Sur le rectangle de 2 unités</w:t>
      </w:r>
      <w:r w:rsidR="006E4021" w:rsidRPr="00A10815">
        <w:rPr>
          <w:szCs w:val="28"/>
        </w:rPr>
        <w:t xml:space="preserve"> de longueur</w:t>
      </w:r>
      <w:r w:rsidRPr="00A10815">
        <w:rPr>
          <w:szCs w:val="28"/>
        </w:rPr>
        <w:t xml:space="preserve"> et la droite graduée représentés ci-dessous, partage les 2 unités en 7 parts égales. </w:t>
      </w:r>
    </w:p>
    <w:p w14:paraId="1497847F" w14:textId="45629E0C" w:rsidR="003C4B70" w:rsidRPr="00014715" w:rsidRDefault="00A10815" w:rsidP="00A10815">
      <w:pPr>
        <w:spacing w:beforeAutospacing="0" w:afterAutospacing="0" w:line="276" w:lineRule="auto"/>
        <w:jc w:val="center"/>
        <w:rPr>
          <w:sz w:val="28"/>
          <w:szCs w:val="28"/>
        </w:rPr>
      </w:pPr>
      <w:r>
        <w:rPr>
          <w:noProof/>
          <w14:ligatures w14:val="standardContextual"/>
        </w:rPr>
        <w:drawing>
          <wp:inline distT="0" distB="0" distL="0" distR="0" wp14:anchorId="74527E85" wp14:editId="1BCCA430">
            <wp:extent cx="3810000" cy="150495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CD93D3" w14:textId="14B876B7" w:rsidR="00AC5C46" w:rsidRPr="00A10815" w:rsidRDefault="007C716C" w:rsidP="00AC5C46">
      <w:pPr>
        <w:pStyle w:val="Paragraphedeliste"/>
        <w:spacing w:after="0" w:line="276" w:lineRule="auto"/>
        <w:ind w:left="708" w:firstLine="372"/>
        <w:rPr>
          <w:rFonts w:eastAsiaTheme="minorEastAsia"/>
        </w:rPr>
      </w:pPr>
      <w:r w:rsidRPr="00A10815">
        <w:t>Compléter</w:t>
      </w:r>
      <w:r w:rsidR="00AC5C46" w:rsidRPr="00A10815">
        <w:t xml:space="preserve"> l’égalité : </w:t>
      </w:r>
      <m:oMath>
        <m:r>
          <w:rPr>
            <w:rFonts w:ascii="Cambria Math" w:hAnsi="Cambria Math"/>
          </w:rPr>
          <m:t>7× ...=2</m:t>
        </m:r>
      </m:oMath>
    </w:p>
    <w:p w14:paraId="7B2DBA90" w14:textId="7BBB1C49" w:rsidR="006C41BE" w:rsidRPr="007E7DBD" w:rsidRDefault="006C41BE" w:rsidP="00A10815">
      <w:pPr>
        <w:pStyle w:val="Titre1"/>
      </w:pPr>
      <w:r w:rsidRPr="007E7DBD">
        <w:lastRenderedPageBreak/>
        <w:t>Je m’autoévalue</w:t>
      </w:r>
    </w:p>
    <w:p w14:paraId="0554173D" w14:textId="57812A4F" w:rsidR="006C41BE" w:rsidRPr="00A10815" w:rsidRDefault="006C41BE" w:rsidP="006C41BE">
      <w:pPr>
        <w:pStyle w:val="Paragraphedeliste"/>
        <w:numPr>
          <w:ilvl w:val="0"/>
          <w:numId w:val="29"/>
        </w:numPr>
      </w:pPr>
      <w:r w:rsidRPr="00A10815">
        <w:t>J’ai trouvé les bonnes réponses : je passe à l’exercice</w:t>
      </w:r>
      <w:r w:rsidR="00FA0522">
        <w:t> </w:t>
      </w:r>
      <w:r w:rsidRPr="00A10815">
        <w:t>2 de cette fiche</w:t>
      </w:r>
    </w:p>
    <w:p w14:paraId="060C442C" w14:textId="77777777" w:rsidR="006C41BE" w:rsidRPr="00A10815" w:rsidRDefault="006C41BE" w:rsidP="006C41BE">
      <w:pPr>
        <w:pStyle w:val="Paragraphedeliste"/>
        <w:numPr>
          <w:ilvl w:val="0"/>
          <w:numId w:val="29"/>
        </w:numPr>
      </w:pPr>
      <w:r w:rsidRPr="00A10815">
        <w:t>Sinon j’appelle le professeur ou un camarade pour m’expliquer</w:t>
      </w:r>
    </w:p>
    <w:p w14:paraId="01639D72" w14:textId="77777777" w:rsidR="00A10815" w:rsidRPr="00A10815" w:rsidRDefault="00A10815" w:rsidP="00A10815">
      <w:pPr>
        <w:pStyle w:val="Titre1"/>
      </w:pPr>
      <w:r w:rsidRPr="00A10815">
        <w:t>Je m’exerce</w:t>
      </w:r>
    </w:p>
    <w:p w14:paraId="64141BEE" w14:textId="068B0871" w:rsidR="00D66B40" w:rsidRPr="007E7DBD" w:rsidRDefault="00D66B40" w:rsidP="00A10815">
      <w:pPr>
        <w:pStyle w:val="Titre2"/>
      </w:pPr>
      <w:r w:rsidRPr="007E7DBD">
        <w:t>Exercice</w:t>
      </w:r>
      <w:r w:rsidR="00FA0522">
        <w:t> </w:t>
      </w:r>
      <w:r w:rsidRPr="007E7DBD">
        <w:t>2</w:t>
      </w:r>
    </w:p>
    <w:p w14:paraId="72805911" w14:textId="77777777" w:rsidR="00D66B40" w:rsidRPr="00A10815" w:rsidRDefault="00D66B40" w:rsidP="00D66B40">
      <w:pPr>
        <w:spacing w:line="276" w:lineRule="auto"/>
      </w:pPr>
      <w:r w:rsidRPr="00A10815">
        <w:t>Pour chacune des questions suivantes, complète les pointillés.</w:t>
      </w:r>
    </w:p>
    <w:p w14:paraId="40E5D8B0" w14:textId="21C194A6" w:rsidR="00D66B40" w:rsidRPr="00A10815" w:rsidRDefault="00D66B40" w:rsidP="00D66B40">
      <w:pPr>
        <w:pStyle w:val="Paragraphedeliste"/>
        <w:numPr>
          <w:ilvl w:val="0"/>
          <w:numId w:val="31"/>
        </w:numPr>
        <w:spacing w:after="0" w:line="276" w:lineRule="auto"/>
      </w:pPr>
      <w:r w:rsidRPr="00A10815">
        <w:t xml:space="preserve">Sur la droite graduée représentée ci-dessous, on a partagé les </w:t>
      </w:r>
      <w:r w:rsidR="00500EB8" w:rsidRPr="00A10815">
        <w:t>4</w:t>
      </w:r>
      <w:r w:rsidRPr="00A10815">
        <w:t xml:space="preserve"> unités en …. parts égales. </w:t>
      </w:r>
    </w:p>
    <w:p w14:paraId="4CB6A6FD" w14:textId="77777777" w:rsidR="00D66B40" w:rsidRPr="00014715" w:rsidRDefault="00D66B40" w:rsidP="00D66B40">
      <w:pPr>
        <w:spacing w:after="0" w:line="276" w:lineRule="auto"/>
        <w:rPr>
          <w:sz w:val="28"/>
          <w:szCs w:val="28"/>
        </w:rPr>
      </w:pPr>
      <w:r w:rsidRPr="00014715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38EF3093" wp14:editId="4B2753B7">
                <wp:extent cx="3222625" cy="539115"/>
                <wp:effectExtent l="0" t="0" r="0" b="0"/>
                <wp:docPr id="748543378" name="Zone de dessin 74854337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94504333" name="Connecteur droit avec flèche 494504333"/>
                        <wps:cNvCnPr/>
                        <wps:spPr>
                          <a:xfrm>
                            <a:off x="266970" y="371423"/>
                            <a:ext cx="2707071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69370231" name="Connecteur droit 969370231"/>
                        <wps:cNvCnPr/>
                        <wps:spPr>
                          <a:xfrm>
                            <a:off x="343197" y="275091"/>
                            <a:ext cx="0" cy="2286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93934685" name="Connecteur droit 1893934685"/>
                        <wps:cNvCnPr/>
                        <wps:spPr>
                          <a:xfrm>
                            <a:off x="696463" y="295268"/>
                            <a:ext cx="0" cy="180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4028397" name="Connecteur droit 1274028397"/>
                        <wps:cNvCnPr/>
                        <wps:spPr>
                          <a:xfrm>
                            <a:off x="1036617" y="295268"/>
                            <a:ext cx="0" cy="180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70405740" name="Connecteur droit 770405740"/>
                        <wps:cNvCnPr/>
                        <wps:spPr>
                          <a:xfrm>
                            <a:off x="1729700" y="295268"/>
                            <a:ext cx="0" cy="180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93241238" name="Connecteur droit 1593241238"/>
                        <wps:cNvCnPr/>
                        <wps:spPr>
                          <a:xfrm>
                            <a:off x="1371600" y="295268"/>
                            <a:ext cx="0" cy="180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0941806" name="Connecteur droit 570941806"/>
                        <wps:cNvCnPr/>
                        <wps:spPr>
                          <a:xfrm>
                            <a:off x="2057400" y="295268"/>
                            <a:ext cx="0" cy="180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83880978" name="Connecteur droit 1883880978"/>
                        <wps:cNvCnPr/>
                        <wps:spPr>
                          <a:xfrm>
                            <a:off x="2417107" y="287451"/>
                            <a:ext cx="0" cy="180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4607567" name="Connecteur droit 304607567"/>
                        <wps:cNvCnPr/>
                        <wps:spPr>
                          <a:xfrm>
                            <a:off x="2743200" y="295268"/>
                            <a:ext cx="0" cy="180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1799740040" name="Groupe 1799740040"/>
                        <wpg:cNvGrpSpPr/>
                        <wpg:grpSpPr>
                          <a:xfrm>
                            <a:off x="215396" y="0"/>
                            <a:ext cx="2035136" cy="323790"/>
                            <a:chOff x="0" y="-17117"/>
                            <a:chExt cx="206714" cy="324402"/>
                          </a:xfrm>
                        </wpg:grpSpPr>
                        <wps:wsp>
                          <wps:cNvPr id="772267394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6452" y="-17117"/>
                              <a:ext cx="40262" cy="30415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E31AE16" w14:textId="77777777" w:rsidR="00D66B40" w:rsidRDefault="00D66B40" w:rsidP="00D66B40">
                                <w:pPr>
                                  <w:spacing w:line="254" w:lineRule="auto"/>
                                  <w:rPr>
                                    <w:rFonts w:ascii="Cambria Math" w:eastAsia="Calibri" w:hAnsi="Cambria Math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Cambria Math" w:eastAsia="Calibri" w:hAnsi="Cambria Math"/>
                                    <w:b/>
                                    <w:bCs/>
                                  </w:rPr>
                                  <w:t xml:space="preserve">  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88636175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565"/>
                              <a:ext cx="141326" cy="2997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5F4FA9B" w14:textId="77777777" w:rsidR="00D66B40" w:rsidRDefault="00D66B40" w:rsidP="00D66B40">
                                <w:pPr>
                                  <w:spacing w:line="254" w:lineRule="auto"/>
                                  <w:rPr>
                                    <w:rFonts w:ascii="Calibri" w:eastAsia="Calibri" w:hAnsi="Calibri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</w:rPr>
                                  <w:t>0       ..…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wgp>
                      <wps:wsp>
                        <wps:cNvPr id="2093845711" name="Connecteur droit 2093845711"/>
                        <wps:cNvCnPr/>
                        <wps:spPr>
                          <a:xfrm>
                            <a:off x="2057400" y="259271"/>
                            <a:ext cx="0" cy="216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8EF3093" id="Zone de dessin 748543378" o:spid="_x0000_s1027" editas="canvas" style="width:253.75pt;height:42.45pt;mso-position-horizontal-relative:char;mso-position-vertical-relative:line" coordsize="32226,5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width:32226;height:5391;visibility:visible;mso-wrap-style:square">
                  <v:fill o:detectmouseclick="t"/>
                  <v:path o:connecttype="none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494504333" o:spid="_x0000_s1029" type="#_x0000_t32" style="position:absolute;left:2669;top:3714;width:2707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" strokecolor="black [3213]" strokeweight="1.5pt">
                  <v:stroke endarrow="block" joinstyle="miter"/>
                </v:shape>
                <v:line id="Connecteur droit 969370231" o:spid="_x0000_s1030" style="position:absolute;visibility:visible;mso-wrap-style:square" from="3431,2750" to="3431,50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" strokecolor="black [3213]" strokeweight="2.25pt">
                  <v:stroke joinstyle="miter"/>
                </v:line>
                <v:line id="Connecteur droit 1893934685" o:spid="_x0000_s1031" style="position:absolute;visibility:visible;mso-wrap-style:square" from="6964,2952" to="6964,4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" strokecolor="black [3213]" strokeweight="1pt">
                  <v:stroke joinstyle="miter"/>
                </v:line>
                <v:line id="Connecteur droit 1274028397" o:spid="_x0000_s1032" style="position:absolute;visibility:visible;mso-wrap-style:square" from="10366,2952" to="10366,4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" strokecolor="black [3213]" strokeweight="1pt">
                  <v:stroke joinstyle="miter"/>
                </v:line>
                <v:line id="Connecteur droit 770405740" o:spid="_x0000_s1033" style="position:absolute;visibility:visible;mso-wrap-style:square" from="17297,2952" to="17297,4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" strokecolor="black [3213]" strokeweight="1pt">
                  <v:stroke joinstyle="miter"/>
                </v:line>
                <v:line id="Connecteur droit 1593241238" o:spid="_x0000_s1034" style="position:absolute;visibility:visible;mso-wrap-style:square" from="13716,2952" to="13716,4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" strokecolor="black [3213]" strokeweight="1pt">
                  <v:stroke joinstyle="miter"/>
                </v:line>
                <v:line id="Connecteur droit 570941806" o:spid="_x0000_s1035" style="position:absolute;visibility:visible;mso-wrap-style:square" from="20574,2952" to="20574,4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" strokecolor="black [3213]" strokeweight="1pt">
                  <v:stroke joinstyle="miter"/>
                </v:line>
                <v:line id="Connecteur droit 1883880978" o:spid="_x0000_s1036" style="position:absolute;visibility:visible;mso-wrap-style:square" from="24171,2874" to="24171,4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" strokecolor="black [3213]" strokeweight="1pt">
                  <v:stroke joinstyle="miter"/>
                </v:line>
                <v:line id="Connecteur droit 304607567" o:spid="_x0000_s1037" style="position:absolute;visibility:visible;mso-wrap-style:square" from="27432,2952" to="27432,4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" strokecolor="black [3213]" strokeweight="1pt">
                  <v:stroke joinstyle="miter"/>
                </v:line>
                <v:group id="Groupe 1799740040" o:spid="_x0000_s1038" style="position:absolute;left:2153;width:20352;height:3237" coordorigin=",-17117" coordsize="206714,324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">
                  <v:shape id="_x0000_s1039" type="#_x0000_t202" style="position:absolute;left:166452;top:-17117;width:40262;height:304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" filled="f" stroked="f">
                    <v:textbox>
                      <w:txbxContent>
                        <w:p w14:paraId="0E31AE16" w14:textId="77777777" w:rsidR="00D66B40" w:rsidRDefault="00D66B40" w:rsidP="00D66B40">
                          <w:pPr>
                            <w:spacing w:line="254" w:lineRule="auto"/>
                            <w:rPr>
                              <w:rFonts w:ascii="Cambria Math" w:eastAsia="Calibri" w:hAnsi="Cambria Math"/>
                              <w:b/>
                              <w:bCs/>
                            </w:rPr>
                          </w:pPr>
                          <w:r>
                            <w:rPr>
                              <w:rFonts w:ascii="Cambria Math" w:eastAsia="Calibri" w:hAnsi="Cambria Math"/>
                              <w:b/>
                              <w:bCs/>
                            </w:rPr>
                            <w:t xml:space="preserve">  4</w:t>
                          </w:r>
                        </w:p>
                      </w:txbxContent>
                    </v:textbox>
                  </v:shape>
                  <v:shape id="_x0000_s1040" type="#_x0000_t202" style="position:absolute;top:7565;width:141326;height:29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" filled="f" stroked="f">
                    <v:textbox>
                      <w:txbxContent>
                        <w:p w14:paraId="75F4FA9B" w14:textId="77777777" w:rsidR="00D66B40" w:rsidRDefault="00D66B40" w:rsidP="00D66B40">
                          <w:pPr>
                            <w:spacing w:line="254" w:lineRule="auto"/>
                            <w:rPr>
                              <w:rFonts w:ascii="Calibri" w:eastAsia="Calibri" w:hAnsi="Calibri"/>
                              <w:b/>
                              <w:bCs/>
                            </w:rPr>
                          </w:pPr>
                          <w:r>
                            <w:rPr>
                              <w:rFonts w:ascii="Calibri" w:eastAsia="Calibri" w:hAnsi="Calibri"/>
                              <w:b/>
                              <w:bCs/>
                            </w:rPr>
                            <w:t>0       ..…</w:t>
                          </w:r>
                        </w:p>
                      </w:txbxContent>
                    </v:textbox>
                  </v:shape>
                </v:group>
                <v:line id="Connecteur droit 2093845711" o:spid="_x0000_s1041" style="position:absolute;visibility:visible;mso-wrap-style:square" from="20574,2592" to="20574,4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" strokecolor="black [3213]" strokeweight="2.25pt">
                  <v:stroke joinstyle="miter"/>
                </v:line>
                <w10:anchorlock/>
              </v:group>
            </w:pict>
          </mc:Fallback>
        </mc:AlternateContent>
      </w:r>
    </w:p>
    <w:p w14:paraId="16310397" w14:textId="1BBE5351" w:rsidR="00D66B40" w:rsidRPr="009F2EFC" w:rsidRDefault="00D66B40" w:rsidP="009F2EFC">
      <w:pPr>
        <w:spacing w:after="0" w:line="276" w:lineRule="auto"/>
        <w:jc w:val="center"/>
        <w:rPr>
          <w:szCs w:val="28"/>
        </w:rPr>
      </w:pPr>
      <m:oMathPara>
        <m:oMath>
          <m:r>
            <w:rPr>
              <w:rFonts w:ascii="Cambria Math" w:hAnsi="Cambria Math"/>
              <w:szCs w:val="28"/>
            </w:rPr>
            <m:t>5× ...=4</m:t>
          </m:r>
        </m:oMath>
      </m:oMathPara>
    </w:p>
    <w:p w14:paraId="10BA0F4B" w14:textId="77777777" w:rsidR="00D66B40" w:rsidRPr="009F2EFC" w:rsidRDefault="00D66B40" w:rsidP="00D66B40">
      <w:pPr>
        <w:pStyle w:val="Paragraphedeliste"/>
        <w:numPr>
          <w:ilvl w:val="0"/>
          <w:numId w:val="31"/>
        </w:numPr>
        <w:spacing w:after="0" w:line="276" w:lineRule="auto"/>
      </w:pPr>
      <w:r w:rsidRPr="009F2EFC">
        <w:t xml:space="preserve"> Sur la droite graduée représentée ci-dessous, on a partagé les 7 unités en …. parts égales. </w:t>
      </w:r>
    </w:p>
    <w:p w14:paraId="4CE95E07" w14:textId="77777777" w:rsidR="00D66B40" w:rsidRPr="00014715" w:rsidRDefault="00D66B40" w:rsidP="00D66B40">
      <w:pPr>
        <w:spacing w:after="0" w:line="276" w:lineRule="auto"/>
        <w:rPr>
          <w:sz w:val="28"/>
          <w:szCs w:val="28"/>
        </w:rPr>
      </w:pPr>
      <w:r w:rsidRPr="00014715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6903C2F1" wp14:editId="505A9880">
                <wp:extent cx="3222625" cy="539115"/>
                <wp:effectExtent l="0" t="0" r="0" b="0"/>
                <wp:docPr id="1280373385" name="Zone de dessin 12803733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021356896" name="Connecteur droit avec flèche 1021356896"/>
                        <wps:cNvCnPr/>
                        <wps:spPr>
                          <a:xfrm>
                            <a:off x="266970" y="371423"/>
                            <a:ext cx="2707071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5617708" name="Connecteur droit 395617708"/>
                        <wps:cNvCnPr/>
                        <wps:spPr>
                          <a:xfrm>
                            <a:off x="343197" y="275091"/>
                            <a:ext cx="0" cy="2286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66938340" name="Connecteur droit 1366938340"/>
                        <wps:cNvCnPr/>
                        <wps:spPr>
                          <a:xfrm>
                            <a:off x="1036617" y="295268"/>
                            <a:ext cx="0" cy="180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2089847" name="Connecteur droit 952089847"/>
                        <wps:cNvCnPr/>
                        <wps:spPr>
                          <a:xfrm>
                            <a:off x="1729700" y="295268"/>
                            <a:ext cx="0" cy="180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48938136" name="Connecteur droit 1648938136"/>
                        <wps:cNvCnPr/>
                        <wps:spPr>
                          <a:xfrm>
                            <a:off x="2417107" y="287451"/>
                            <a:ext cx="0" cy="18000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wgp>
                        <wpg:cNvPr id="2103945793" name="Groupe 2103945793"/>
                        <wpg:cNvGrpSpPr/>
                        <wpg:grpSpPr>
                          <a:xfrm>
                            <a:off x="215396" y="24635"/>
                            <a:ext cx="2389749" cy="303582"/>
                            <a:chOff x="0" y="7565"/>
                            <a:chExt cx="242733" cy="304156"/>
                          </a:xfrm>
                        </wpg:grpSpPr>
                        <wps:wsp>
                          <wps:cNvPr id="379235820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2471" y="7565"/>
                              <a:ext cx="40262" cy="30415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5DBA5D7" w14:textId="77777777" w:rsidR="00D66B40" w:rsidRDefault="00D66B40" w:rsidP="00D66B40">
                                <w:pPr>
                                  <w:spacing w:line="254" w:lineRule="auto"/>
                                  <w:rPr>
                                    <w:rFonts w:ascii="Cambria Math" w:eastAsia="Calibri" w:hAnsi="Cambria Math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Cambria Math" w:eastAsia="Calibri" w:hAnsi="Cambria Math"/>
                                    <w:b/>
                                    <w:bCs/>
                                  </w:rPr>
                                  <w:t xml:space="preserve">  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566272017" name="Zone de texte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565"/>
                              <a:ext cx="141326" cy="2997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78FB8C4" w14:textId="77777777" w:rsidR="00D66B40" w:rsidRDefault="00D66B40" w:rsidP="00D66B40">
                                <w:pPr>
                                  <w:spacing w:line="254" w:lineRule="auto"/>
                                  <w:rPr>
                                    <w:rFonts w:ascii="Calibri" w:eastAsia="Calibri" w:hAnsi="Calibri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</w:rPr>
                                  <w:t>0                 ..…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wgp>
                      <wps:wsp>
                        <wps:cNvPr id="172626185" name="Connecteur droit 172626185"/>
                        <wps:cNvCnPr/>
                        <wps:spPr>
                          <a:xfrm>
                            <a:off x="2424727" y="275091"/>
                            <a:ext cx="0" cy="21600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6903C2F1" id="Zone de dessin 1280373385" o:spid="_x0000_s1042" editas="canvas" style="width:253.75pt;height:42.45pt;mso-position-horizontal-relative:char;mso-position-vertical-relative:line" coordsize="32226,5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">
                <v:shape id="_x0000_s1043" type="#_x0000_t75" style="position:absolute;width:32226;height:5391;visibility:visible;mso-wrap-style:square">
                  <v:fill o:detectmouseclick="t"/>
                  <v:path o:connecttype="none"/>
                </v:shape>
                <v:shape id="Connecteur droit avec flèche 1021356896" o:spid="_x0000_s1044" type="#_x0000_t32" style="position:absolute;left:2669;top:3714;width:2707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" strokecolor="black [3213]" strokeweight="1.5pt">
                  <v:stroke endarrow="block" joinstyle="miter"/>
                </v:shape>
                <v:line id="Connecteur droit 395617708" o:spid="_x0000_s1045" style="position:absolute;visibility:visible;mso-wrap-style:square" from="3431,2750" to="3431,50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" strokecolor="black [3213]" strokeweight="2.25pt">
                  <v:stroke joinstyle="miter"/>
                </v:line>
                <v:line id="Connecteur droit 1366938340" o:spid="_x0000_s1046" style="position:absolute;visibility:visible;mso-wrap-style:square" from="10366,2952" to="10366,4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" strokecolor="black [3213]" strokeweight="1pt">
                  <v:stroke joinstyle="miter"/>
                </v:line>
                <v:line id="Connecteur droit 952089847" o:spid="_x0000_s1047" style="position:absolute;visibility:visible;mso-wrap-style:square" from="17297,2952" to="17297,4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" strokecolor="black [3213]" strokeweight="1pt">
                  <v:stroke joinstyle="miter"/>
                </v:line>
                <v:line id="Connecteur droit 1648938136" o:spid="_x0000_s1048" style="position:absolute;visibility:visible;mso-wrap-style:square" from="24171,2874" to="24171,4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" strokecolor="black [3213]" strokeweight="1pt">
                  <v:stroke joinstyle="miter"/>
                </v:line>
                <v:group id="Groupe 2103945793" o:spid="_x0000_s1049" style="position:absolute;left:2153;top:246;width:23898;height:3036" coordorigin=",7565" coordsize="242733,304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">
                  <v:shape id="_x0000_s1050" type="#_x0000_t202" style="position:absolute;left:202471;top:7565;width:40262;height:304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" filled="f" stroked="f">
                    <v:textbox>
                      <w:txbxContent>
                        <w:p w14:paraId="55DBA5D7" w14:textId="77777777" w:rsidR="00D66B40" w:rsidRDefault="00D66B40" w:rsidP="00D66B40">
                          <w:pPr>
                            <w:spacing w:line="254" w:lineRule="auto"/>
                            <w:rPr>
                              <w:rFonts w:ascii="Cambria Math" w:eastAsia="Calibri" w:hAnsi="Cambria Math"/>
                              <w:b/>
                              <w:bCs/>
                            </w:rPr>
                          </w:pPr>
                          <w:r>
                            <w:rPr>
                              <w:rFonts w:ascii="Cambria Math" w:eastAsia="Calibri" w:hAnsi="Cambria Math"/>
                              <w:b/>
                              <w:bCs/>
                            </w:rPr>
                            <w:t xml:space="preserve">  7</w:t>
                          </w:r>
                        </w:p>
                      </w:txbxContent>
                    </v:textbox>
                  </v:shape>
                  <v:shape id="_x0000_s1051" type="#_x0000_t202" style="position:absolute;top:7565;width:141326;height:29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" filled="f" stroked="f">
                    <v:textbox>
                      <w:txbxContent>
                        <w:p w14:paraId="578FB8C4" w14:textId="77777777" w:rsidR="00D66B40" w:rsidRDefault="00D66B40" w:rsidP="00D66B40">
                          <w:pPr>
                            <w:spacing w:line="254" w:lineRule="auto"/>
                            <w:rPr>
                              <w:rFonts w:ascii="Calibri" w:eastAsia="Calibri" w:hAnsi="Calibri"/>
                              <w:b/>
                              <w:bCs/>
                            </w:rPr>
                          </w:pPr>
                          <w:r>
                            <w:rPr>
                              <w:rFonts w:ascii="Calibri" w:eastAsia="Calibri" w:hAnsi="Calibri"/>
                              <w:b/>
                              <w:bCs/>
                            </w:rPr>
                            <w:t>0                 ..…</w:t>
                          </w:r>
                        </w:p>
                      </w:txbxContent>
                    </v:textbox>
                  </v:shape>
                </v:group>
                <v:line id="Connecteur droit 172626185" o:spid="_x0000_s1052" style="position:absolute;visibility:visible;mso-wrap-style:square" from="24247,2750" to="24247,49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" strokecolor="black [3213]" strokeweight="2.25pt">
                  <v:stroke joinstyle="miter"/>
                </v:line>
                <w10:anchorlock/>
              </v:group>
            </w:pict>
          </mc:Fallback>
        </mc:AlternateContent>
      </w:r>
    </w:p>
    <w:p w14:paraId="2FC90BB5" w14:textId="3E99577E" w:rsidR="00D66B40" w:rsidRPr="009F2EFC" w:rsidRDefault="00D66B40" w:rsidP="00D66B40">
      <w:pPr>
        <w:spacing w:after="0" w:line="276" w:lineRule="auto"/>
        <w:rPr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Cs w:val="28"/>
            </w:rPr>
            <m:t>3× ...=7</m:t>
          </m:r>
        </m:oMath>
      </m:oMathPara>
    </w:p>
    <w:p w14:paraId="0F77E6CE" w14:textId="54391EF8" w:rsidR="00D66B40" w:rsidRPr="007E7DBD" w:rsidRDefault="00D66B40" w:rsidP="009F2EFC">
      <w:pPr>
        <w:pStyle w:val="Titre1"/>
      </w:pPr>
      <w:r w:rsidRPr="007E7DBD">
        <w:t>Je m’autoévalue</w:t>
      </w:r>
    </w:p>
    <w:p w14:paraId="05DE37B1" w14:textId="1C949C9D" w:rsidR="00D66B40" w:rsidRPr="009F2EFC" w:rsidRDefault="00D66B40" w:rsidP="00D66B40">
      <w:pPr>
        <w:pStyle w:val="Paragraphedeliste"/>
        <w:numPr>
          <w:ilvl w:val="0"/>
          <w:numId w:val="30"/>
        </w:numPr>
        <w:spacing w:after="0" w:line="276" w:lineRule="auto"/>
        <w:ind w:left="714" w:hanging="357"/>
      </w:pPr>
      <w:r w:rsidRPr="009F2EFC">
        <w:t>J’ai trouvé les bonnes réponses</w:t>
      </w:r>
      <w:r w:rsidR="00FA0522">
        <w:t> </w:t>
      </w:r>
      <w:r w:rsidRPr="009F2EFC">
        <w:t>: je peux faire l’exercice</w:t>
      </w:r>
      <w:r w:rsidR="00FA0522">
        <w:t> </w:t>
      </w:r>
      <w:r w:rsidRPr="009F2EFC">
        <w:t>3 de cette fiche</w:t>
      </w:r>
    </w:p>
    <w:p w14:paraId="390B4663" w14:textId="5A6AC7BD" w:rsidR="00D66B40" w:rsidRPr="009F2EFC" w:rsidRDefault="00D66B40" w:rsidP="00D66B40">
      <w:pPr>
        <w:pStyle w:val="Paragraphedeliste"/>
        <w:numPr>
          <w:ilvl w:val="0"/>
          <w:numId w:val="30"/>
        </w:numPr>
        <w:spacing w:after="0" w:line="276" w:lineRule="auto"/>
        <w:ind w:left="714" w:hanging="357"/>
      </w:pPr>
      <w:r w:rsidRPr="009F2EFC">
        <w:t>Sinon, j’appelle le professeur ou un camarade pour m’expliquer</w:t>
      </w:r>
    </w:p>
    <w:p w14:paraId="45EF7C69" w14:textId="77777777" w:rsidR="009F2EFC" w:rsidRPr="00A10815" w:rsidRDefault="009F2EFC" w:rsidP="009F2EFC">
      <w:pPr>
        <w:pStyle w:val="Titre1"/>
      </w:pPr>
      <w:r w:rsidRPr="00A10815">
        <w:t>Je m’exerce</w:t>
      </w:r>
    </w:p>
    <w:p w14:paraId="6C2D8A66" w14:textId="6375449F" w:rsidR="009F2EFC" w:rsidRDefault="00F80635" w:rsidP="009F2EFC">
      <w:pPr>
        <w:pStyle w:val="Titre2"/>
      </w:pPr>
      <w:r w:rsidRPr="007E7DBD">
        <w:t>Exercice</w:t>
      </w:r>
      <w:r w:rsidR="00FA0522">
        <w:t> </w:t>
      </w:r>
      <w:r w:rsidR="00D66B40" w:rsidRPr="007E7DBD">
        <w:t>3</w:t>
      </w:r>
    </w:p>
    <w:p w14:paraId="616546BF" w14:textId="2A236E2E" w:rsidR="00F80635" w:rsidRPr="009F2EFC" w:rsidRDefault="009F2EFC" w:rsidP="007E7DBD">
      <w:pPr>
        <w:spacing w:line="276" w:lineRule="auto"/>
        <w:rPr>
          <w:noProof/>
          <w:color w:val="000000" w:themeColor="text1"/>
        </w:rPr>
      </w:pPr>
      <w:r w:rsidRPr="009F2EFC">
        <w:t>C</w:t>
      </w:r>
      <w:r w:rsidR="00F80635" w:rsidRPr="009F2EFC">
        <w:t>ompléter les pointillés.</w:t>
      </w:r>
    </w:p>
    <w:tbl>
      <w:tblPr>
        <w:tblStyle w:val="Grilledutableau"/>
        <w:tblW w:w="7508" w:type="dxa"/>
        <w:tblInd w:w="59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76"/>
        <w:gridCol w:w="4938"/>
        <w:gridCol w:w="1994"/>
      </w:tblGrid>
      <w:tr w:rsidR="00F80635" w:rsidRPr="00014715" w14:paraId="6D1CD14C" w14:textId="77777777" w:rsidTr="00620979">
        <w:tc>
          <w:tcPr>
            <w:tcW w:w="576" w:type="dxa"/>
          </w:tcPr>
          <w:p w14:paraId="19C9DCAC" w14:textId="77777777" w:rsidR="00F80635" w:rsidRPr="009F2EFC" w:rsidRDefault="00F80635" w:rsidP="00401D31">
            <w:pPr>
              <w:pStyle w:val="Paragraphedeliste"/>
              <w:numPr>
                <w:ilvl w:val="0"/>
                <w:numId w:val="8"/>
              </w:numPr>
              <w:spacing w:line="276" w:lineRule="auto"/>
              <w:rPr>
                <w:b/>
                <w:bCs/>
                <w:sz w:val="22"/>
              </w:rPr>
            </w:pPr>
          </w:p>
        </w:tc>
        <w:tc>
          <w:tcPr>
            <w:tcW w:w="4938" w:type="dxa"/>
          </w:tcPr>
          <w:p w14:paraId="702384FA" w14:textId="3049525A" w:rsidR="00F80635" w:rsidRPr="00014715" w:rsidRDefault="00F80635" w:rsidP="00401D31">
            <w:pPr>
              <w:spacing w:line="276" w:lineRule="auto"/>
              <w:rPr>
                <w:noProof/>
                <w:color w:val="000000" w:themeColor="text1"/>
              </w:rPr>
            </w:pPr>
            <w:r w:rsidRPr="00014715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869184" behindDoc="0" locked="0" layoutInCell="1" allowOverlap="1" wp14:anchorId="605970D1" wp14:editId="4DB71A80">
                      <wp:simplePos x="0" y="0"/>
                      <wp:positionH relativeFrom="column">
                        <wp:posOffset>402329</wp:posOffset>
                      </wp:positionH>
                      <wp:positionV relativeFrom="paragraph">
                        <wp:posOffset>75565</wp:posOffset>
                      </wp:positionV>
                      <wp:extent cx="2214451" cy="378589"/>
                      <wp:effectExtent l="0" t="0" r="0" b="21590"/>
                      <wp:wrapNone/>
                      <wp:docPr id="536884928" name="Groupe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14451" cy="378589"/>
                                <a:chOff x="-15151" y="70607"/>
                                <a:chExt cx="948843" cy="379610"/>
                              </a:xfrm>
                            </wpg:grpSpPr>
                            <wps:wsp>
                              <wps:cNvPr id="1150121371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15151" y="70607"/>
                                  <a:ext cx="169003" cy="2817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DB379AA" w14:textId="77777777" w:rsidR="00F80635" w:rsidRPr="003B0535" w:rsidRDefault="00F80635" w:rsidP="00F80635">
                                    <w:pPr>
                                      <w:spacing w:after="0"/>
                                      <w:rPr>
                                        <w:b/>
                                        <w:bCs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0000" w:themeColor="text1"/>
                                      </w:rPr>
                                      <w:t>….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g:grpSp>
                              <wpg:cNvPr id="12365609" name="Groupe 2"/>
                              <wpg:cNvGrpSpPr/>
                              <wpg:grpSpPr>
                                <a:xfrm>
                                  <a:off x="606480" y="82553"/>
                                  <a:ext cx="327212" cy="367664"/>
                                  <a:chOff x="-236915" y="51909"/>
                                  <a:chExt cx="327456" cy="368818"/>
                                </a:xfrm>
                              </wpg:grpSpPr>
                              <wps:wsp>
                                <wps:cNvPr id="415605337" name="Zone de text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236915" y="51909"/>
                                    <a:ext cx="327456" cy="283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94F2EAD" w14:textId="6347A124" w:rsidR="00F80635" w:rsidRPr="003B0535" w:rsidRDefault="00F80635" w:rsidP="00F80635">
                                      <w:pPr>
                                        <w:spacing w:after="0"/>
                                        <w:rPr>
                                          <w:b/>
                                          <w:bCs/>
                                          <w:color w:val="000000" w:themeColor="text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bCs/>
                                          <w:color w:val="000000" w:themeColor="text1"/>
                                        </w:rPr>
                                        <w:t xml:space="preserve">   </w:t>
                                      </w:r>
                                      <w:r w:rsidR="002151ED">
                                        <w:rPr>
                                          <w:b/>
                                          <w:bCs/>
                                          <w:color w:val="000000" w:themeColor="text1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310197150" name="Connecteur droit 1"/>
                                <wps:cNvCnPr/>
                                <wps:spPr>
                                  <a:xfrm>
                                    <a:off x="-145307" y="312727"/>
                                    <a:ext cx="0" cy="108000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05970D1" id="Groupe 5" o:spid="_x0000_s1053" style="position:absolute;margin-left:31.7pt;margin-top:5.95pt;width:174.35pt;height:29.8pt;z-index:251869184;mso-position-horizontal-relative:text;mso-position-vertical-relative:text;mso-width-relative:margin;mso-height-relative:margin" coordorigin="-151,706" coordsize="9488,3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">
                      <v:shape id="_x0000_s1054" type="#_x0000_t202" style="position:absolute;left:-151;top:706;width:1689;height:28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" filled="f" stroked="f">
                        <v:textbox>
                          <w:txbxContent>
                            <w:p w14:paraId="1DB379AA" w14:textId="77777777" w:rsidR="00F80635" w:rsidRPr="003B0535" w:rsidRDefault="00F80635" w:rsidP="00F80635">
                              <w:pPr>
                                <w:spacing w:after="0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….</w:t>
                              </w:r>
                            </w:p>
                          </w:txbxContent>
                        </v:textbox>
                      </v:shape>
                      <v:group id="Groupe 2" o:spid="_x0000_s1055" style="position:absolute;left:6064;top:825;width:3272;height:3677" coordorigin="-236915,51909" coordsize="327456,368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">
                        <v:shape id="_x0000_s1056" type="#_x0000_t202" style="position:absolute;left:-236915;top:51909;width:327456;height:283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" filled="f" stroked="f">
                          <v:textbox>
                            <w:txbxContent>
                              <w:p w14:paraId="094F2EAD" w14:textId="6347A124" w:rsidR="00F80635" w:rsidRPr="003B0535" w:rsidRDefault="00F80635" w:rsidP="00F80635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  <w:t xml:space="preserve">   </w:t>
                                </w:r>
                                <w:r w:rsidR="002151ED"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  <v:line id="Connecteur droit 1" o:spid="_x0000_s1057" style="position:absolute;visibility:visible;mso-wrap-style:square" from="-145307,312727" to="-145307,4207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" strokecolor="black [3213]" strokeweight="2.25pt">
                          <v:stroke joinstyle="miter"/>
                        </v:line>
                      </v:group>
                    </v:group>
                  </w:pict>
                </mc:Fallback>
              </mc:AlternateContent>
            </w:r>
          </w:p>
          <w:p w14:paraId="1DB16A80" w14:textId="3F08800C" w:rsidR="00F80635" w:rsidRPr="00014715" w:rsidRDefault="00F80635" w:rsidP="00401D31">
            <w:pPr>
              <w:spacing w:line="276" w:lineRule="auto"/>
              <w:rPr>
                <w:noProof/>
                <w:color w:val="000000" w:themeColor="text1"/>
              </w:rPr>
            </w:pPr>
            <w:r w:rsidRPr="00014715">
              <w:rPr>
                <w:noProof/>
                <w:color w:val="000000" w:themeColor="text1"/>
              </w:rPr>
              <w:drawing>
                <wp:inline distT="0" distB="0" distL="0" distR="0" wp14:anchorId="623E280C" wp14:editId="04808C7A">
                  <wp:extent cx="2608730" cy="340893"/>
                  <wp:effectExtent l="0" t="0" r="1270" b="2540"/>
                  <wp:docPr id="18949058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490582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6815" cy="349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vAlign w:val="center"/>
          </w:tcPr>
          <w:p w14:paraId="15B21D5A" w14:textId="1E80059C" w:rsidR="00F80635" w:rsidRPr="009F2EFC" w:rsidRDefault="00F80635" w:rsidP="009F2EFC">
            <w:pPr>
              <w:spacing w:line="276" w:lineRule="auto"/>
              <w:jc w:val="center"/>
              <w:rPr>
                <w:sz w:val="22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8"/>
                  </w:rPr>
                  <m:t>4× ...=3</m:t>
                </m:r>
              </m:oMath>
            </m:oMathPara>
          </w:p>
        </w:tc>
      </w:tr>
      <w:tr w:rsidR="0002217D" w:rsidRPr="00014715" w14:paraId="794AA60D" w14:textId="77777777" w:rsidTr="00620979">
        <w:tc>
          <w:tcPr>
            <w:tcW w:w="576" w:type="dxa"/>
          </w:tcPr>
          <w:p w14:paraId="06B8FBDF" w14:textId="7DE3A231" w:rsidR="0002217D" w:rsidRPr="009F2EFC" w:rsidRDefault="0002217D" w:rsidP="002151ED">
            <w:pPr>
              <w:pStyle w:val="Paragraphedeliste"/>
              <w:numPr>
                <w:ilvl w:val="0"/>
                <w:numId w:val="8"/>
              </w:numPr>
              <w:spacing w:line="276" w:lineRule="auto"/>
              <w:rPr>
                <w:b/>
                <w:bCs/>
                <w:sz w:val="22"/>
              </w:rPr>
            </w:pPr>
          </w:p>
          <w:p w14:paraId="7145218E" w14:textId="77777777" w:rsidR="0002217D" w:rsidRPr="009F2EFC" w:rsidRDefault="0002217D" w:rsidP="0002217D">
            <w:pPr>
              <w:spacing w:line="276" w:lineRule="auto"/>
              <w:rPr>
                <w:b/>
                <w:bCs/>
                <w:sz w:val="22"/>
              </w:rPr>
            </w:pPr>
          </w:p>
          <w:p w14:paraId="34F13A23" w14:textId="03F99BD0" w:rsidR="0002217D" w:rsidRPr="009F2EFC" w:rsidRDefault="0002217D" w:rsidP="0002217D">
            <w:pPr>
              <w:spacing w:line="276" w:lineRule="auto"/>
              <w:rPr>
                <w:b/>
                <w:bCs/>
                <w:sz w:val="22"/>
              </w:rPr>
            </w:pPr>
          </w:p>
        </w:tc>
        <w:tc>
          <w:tcPr>
            <w:tcW w:w="4938" w:type="dxa"/>
            <w:vAlign w:val="center"/>
          </w:tcPr>
          <w:p w14:paraId="25500F5B" w14:textId="29155CF5" w:rsidR="0002217D" w:rsidRPr="00014715" w:rsidRDefault="00DA0F38" w:rsidP="00DA0F38">
            <w:pPr>
              <w:spacing w:line="276" w:lineRule="auto"/>
              <w:rPr>
                <w:noProof/>
                <w:color w:val="000000" w:themeColor="text1"/>
              </w:rPr>
            </w:pPr>
            <w:r w:rsidRPr="00014715">
              <w:rPr>
                <w:noProof/>
                <w:color w:val="000000" w:themeColor="text1"/>
              </w:rPr>
              <mc:AlternateContent>
                <mc:Choice Requires="wpg">
                  <w:drawing>
                    <wp:inline distT="0" distB="0" distL="0" distR="0" wp14:anchorId="339BF042" wp14:editId="02D49131">
                      <wp:extent cx="2776220" cy="434340"/>
                      <wp:effectExtent l="0" t="0" r="5080" b="3810"/>
                      <wp:docPr id="1" name="Groupe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76220" cy="434340"/>
                                <a:chOff x="0" y="0"/>
                                <a:chExt cx="2776220" cy="43434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714139418" name="Image 71413941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20650"/>
                                  <a:ext cx="2776220" cy="31369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g:grpSp>
                              <wpg:cNvPr id="321818246" name="Groupe 5"/>
                              <wpg:cNvGrpSpPr/>
                              <wpg:grpSpPr>
                                <a:xfrm>
                                  <a:off x="355600" y="0"/>
                                  <a:ext cx="2189704" cy="349885"/>
                                  <a:chOff x="5519" y="70607"/>
                                  <a:chExt cx="917969" cy="351583"/>
                                </a:xfrm>
                              </wpg:grpSpPr>
                              <wps:wsp>
                                <wps:cNvPr id="1019081501" name="Zone de text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5519" y="70607"/>
                                    <a:ext cx="169084" cy="28179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641BE64" w14:textId="77777777" w:rsidR="0002217D" w:rsidRPr="003B0535" w:rsidRDefault="0002217D" w:rsidP="0002217D">
                                      <w:pPr>
                                        <w:spacing w:after="0"/>
                                        <w:rPr>
                                          <w:b/>
                                          <w:bCs/>
                                          <w:color w:val="000000" w:themeColor="text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bCs/>
                                          <w:color w:val="000000" w:themeColor="text1"/>
                                        </w:rPr>
                                        <w:t>….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g:grpSp>
                                <wpg:cNvPr id="735872499" name="Groupe 2"/>
                                <wpg:cNvGrpSpPr/>
                                <wpg:grpSpPr>
                                  <a:xfrm>
                                    <a:off x="596276" y="82955"/>
                                    <a:ext cx="327212" cy="339235"/>
                                    <a:chOff x="-247127" y="52312"/>
                                    <a:chExt cx="327456" cy="340300"/>
                                  </a:xfrm>
                                </wpg:grpSpPr>
                                <wps:wsp>
                                  <wps:cNvPr id="375565986" name="Zone de texte 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-247127" y="52312"/>
                                      <a:ext cx="327456" cy="2831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331CFA8" w14:textId="219F4710" w:rsidR="0002217D" w:rsidRPr="003B0535" w:rsidRDefault="0002217D" w:rsidP="0002217D">
                                        <w:pPr>
                                          <w:spacing w:after="0"/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bCs/>
                                            <w:color w:val="000000" w:themeColor="text1"/>
                                          </w:rPr>
                                          <w:t xml:space="preserve">   2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  <wps:wsp>
                                  <wps:cNvPr id="1133825916" name="Connecteur droit 1"/>
                                  <wps:cNvCnPr/>
                                  <wps:spPr>
                                    <a:xfrm>
                                      <a:off x="-149404" y="289651"/>
                                      <a:ext cx="0" cy="102961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39BF042" id="Groupe 1" o:spid="_x0000_s1058" style="width:218.6pt;height:34.2pt;mso-position-horizontal-relative:char;mso-position-vertical-relative:line" coordsize="27762,434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">
                      <v:shape id="Image 714139418" o:spid="_x0000_s1059" type="#_x0000_t75" style="position:absolute;top:1206;width:27762;height:31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">
                        <v:imagedata r:id="rId12" o:title=""/>
                        <v:path arrowok="t"/>
                      </v:shape>
                      <v:group id="_x0000_s1060" style="position:absolute;left:3556;width:21897;height:3498" coordorigin="55,706" coordsize="9179,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">
                        <v:shape id="_x0000_s1061" type="#_x0000_t202" style="position:absolute;left:55;top:706;width:1691;height:28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" filled="f" stroked="f">
                          <v:textbox>
                            <w:txbxContent>
                              <w:p w14:paraId="3641BE64" w14:textId="77777777" w:rsidR="0002217D" w:rsidRPr="003B0535" w:rsidRDefault="0002217D" w:rsidP="0002217D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  <w:t>….</w:t>
                                </w:r>
                              </w:p>
                            </w:txbxContent>
                          </v:textbox>
                        </v:shape>
                        <v:group id="Groupe 2" o:spid="_x0000_s1062" style="position:absolute;left:5962;top:829;width:3272;height:3392" coordorigin="-247127,52312" coordsize="327456,340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">
                          <v:shape id="_x0000_s1063" type="#_x0000_t202" style="position:absolute;left:-247127;top:52312;width:327456;height:283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" filled="f" stroked="f">
                            <v:textbox>
                              <w:txbxContent>
                                <w:p w14:paraId="1331CFA8" w14:textId="219F4710" w:rsidR="0002217D" w:rsidRPr="003B0535" w:rsidRDefault="0002217D" w:rsidP="0002217D">
                                  <w:pPr>
                                    <w:spacing w:after="0"/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</w:rPr>
                                    <w:t xml:space="preserve">   2</w:t>
                                  </w:r>
                                </w:p>
                              </w:txbxContent>
                            </v:textbox>
                          </v:shape>
                          <v:line id="Connecteur droit 1" o:spid="_x0000_s1064" style="position:absolute;visibility:visible;mso-wrap-style:square" from="-149404,289651" to="-149404,392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" strokecolor="black [3213]" strokeweight="2.25pt">
                            <v:stroke joinstyle="miter"/>
                          </v:line>
                        </v:group>
                      </v:group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994" w:type="dxa"/>
            <w:vAlign w:val="center"/>
          </w:tcPr>
          <w:p w14:paraId="0B69EA35" w14:textId="2789F184" w:rsidR="0002217D" w:rsidRPr="009F2EFC" w:rsidRDefault="0002217D" w:rsidP="009F2EFC">
            <w:pPr>
              <w:spacing w:line="276" w:lineRule="auto"/>
              <w:jc w:val="center"/>
              <w:rPr>
                <w:rFonts w:eastAsiaTheme="minorEastAsia"/>
                <w:bCs/>
                <w:noProof/>
                <w:sz w:val="22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8"/>
                  </w:rPr>
                  <m:t>5× ...=2</m:t>
                </m:r>
              </m:oMath>
            </m:oMathPara>
          </w:p>
        </w:tc>
      </w:tr>
      <w:tr w:rsidR="00F80635" w:rsidRPr="00014715" w14:paraId="1A976336" w14:textId="77777777" w:rsidTr="00620979">
        <w:tc>
          <w:tcPr>
            <w:tcW w:w="576" w:type="dxa"/>
          </w:tcPr>
          <w:p w14:paraId="05963504" w14:textId="7EC6F964" w:rsidR="00F80635" w:rsidRPr="009F2EFC" w:rsidRDefault="00F80635" w:rsidP="002151ED">
            <w:pPr>
              <w:pStyle w:val="Paragraphedeliste"/>
              <w:numPr>
                <w:ilvl w:val="0"/>
                <w:numId w:val="8"/>
              </w:numPr>
              <w:spacing w:line="276" w:lineRule="auto"/>
              <w:rPr>
                <w:b/>
                <w:bCs/>
                <w:sz w:val="22"/>
              </w:rPr>
            </w:pPr>
          </w:p>
        </w:tc>
        <w:tc>
          <w:tcPr>
            <w:tcW w:w="4938" w:type="dxa"/>
          </w:tcPr>
          <w:p w14:paraId="6E7C9D36" w14:textId="218D1F15" w:rsidR="00F80635" w:rsidRPr="00014715" w:rsidRDefault="00F80635" w:rsidP="00401D31">
            <w:pPr>
              <w:spacing w:line="276" w:lineRule="auto"/>
              <w:rPr>
                <w:noProof/>
                <w:color w:val="000000" w:themeColor="text1"/>
              </w:rPr>
            </w:pPr>
            <w:r w:rsidRPr="00014715">
              <w:rPr>
                <w:noProof/>
                <w:color w:val="000000" w:themeColor="text1"/>
              </w:rPr>
              <mc:AlternateContent>
                <mc:Choice Requires="wpg">
                  <w:drawing>
                    <wp:anchor distT="0" distB="0" distL="114300" distR="114300" simplePos="0" relativeHeight="251877376" behindDoc="0" locked="0" layoutInCell="1" allowOverlap="1" wp14:anchorId="59E53160" wp14:editId="717FEFB8">
                      <wp:simplePos x="0" y="0"/>
                      <wp:positionH relativeFrom="column">
                        <wp:posOffset>335093</wp:posOffset>
                      </wp:positionH>
                      <wp:positionV relativeFrom="paragraph">
                        <wp:posOffset>78510</wp:posOffset>
                      </wp:positionV>
                      <wp:extent cx="2190433" cy="350201"/>
                      <wp:effectExtent l="0" t="0" r="0" b="31115"/>
                      <wp:wrapNone/>
                      <wp:docPr id="389361613" name="Groupe 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190433" cy="350201"/>
                                <a:chOff x="-15151" y="70607"/>
                                <a:chExt cx="938639" cy="351583"/>
                              </a:xfrm>
                            </wpg:grpSpPr>
                            <wps:wsp>
                              <wps:cNvPr id="1737460809" name="Zone de texte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15151" y="70607"/>
                                  <a:ext cx="169003" cy="2817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2810CEF" w14:textId="77777777" w:rsidR="00F80635" w:rsidRPr="003B0535" w:rsidRDefault="00F80635" w:rsidP="00F80635">
                                    <w:pPr>
                                      <w:spacing w:after="0"/>
                                      <w:rPr>
                                        <w:b/>
                                        <w:bCs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color w:val="000000" w:themeColor="text1"/>
                                      </w:rPr>
                                      <w:t>….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g:grpSp>
                              <wpg:cNvPr id="368484881" name="Groupe 2"/>
                              <wpg:cNvGrpSpPr/>
                              <wpg:grpSpPr>
                                <a:xfrm>
                                  <a:off x="596276" y="82955"/>
                                  <a:ext cx="327212" cy="339235"/>
                                  <a:chOff x="-247127" y="52312"/>
                                  <a:chExt cx="327456" cy="340300"/>
                                </a:xfrm>
                              </wpg:grpSpPr>
                              <wps:wsp>
                                <wps:cNvPr id="907743255" name="Zone de text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247127" y="52312"/>
                                    <a:ext cx="327456" cy="283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BDA1907" w14:textId="77777777" w:rsidR="00F80635" w:rsidRPr="003B0535" w:rsidRDefault="00F80635" w:rsidP="00F80635">
                                      <w:pPr>
                                        <w:spacing w:after="0"/>
                                        <w:rPr>
                                          <w:b/>
                                          <w:bCs/>
                                          <w:color w:val="000000" w:themeColor="text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bCs/>
                                          <w:color w:val="000000" w:themeColor="text1"/>
                                        </w:rPr>
                                        <w:t xml:space="preserve">   6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964418243" name="Connecteur droit 1"/>
                                <wps:cNvCnPr/>
                                <wps:spPr>
                                  <a:xfrm>
                                    <a:off x="-149404" y="289651"/>
                                    <a:ext cx="0" cy="102961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9E53160" id="_x0000_s1065" style="position:absolute;margin-left:26.4pt;margin-top:6.2pt;width:172.5pt;height:27.55pt;z-index:251877376;mso-position-horizontal-relative:text;mso-position-vertical-relative:text" coordorigin="-151,706" coordsize="9386,3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">
                      <v:shape id="_x0000_s1066" type="#_x0000_t202" style="position:absolute;left:-151;top:706;width:1689;height:28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" filled="f" stroked="f">
                        <v:textbox>
                          <w:txbxContent>
                            <w:p w14:paraId="62810CEF" w14:textId="77777777" w:rsidR="00F80635" w:rsidRPr="003B0535" w:rsidRDefault="00F80635" w:rsidP="00F80635">
                              <w:pPr>
                                <w:spacing w:after="0"/>
                                <w:rPr>
                                  <w:b/>
                                  <w:bCs/>
                                  <w:color w:val="000000" w:themeColor="text1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 w:themeColor="text1"/>
                                </w:rPr>
                                <w:t>….</w:t>
                              </w:r>
                            </w:p>
                          </w:txbxContent>
                        </v:textbox>
                      </v:shape>
                      <v:group id="Groupe 2" o:spid="_x0000_s1067" style="position:absolute;left:5962;top:829;width:3272;height:3392" coordorigin="-247127,52312" coordsize="327456,340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">
                        <v:shape id="_x0000_s1068" type="#_x0000_t202" style="position:absolute;left:-247127;top:52312;width:327456;height:283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" filled="f" stroked="f">
                          <v:textbox>
                            <w:txbxContent>
                              <w:p w14:paraId="0BDA1907" w14:textId="77777777" w:rsidR="00F80635" w:rsidRPr="003B0535" w:rsidRDefault="00F80635" w:rsidP="00F80635">
                                <w:pPr>
                                  <w:spacing w:after="0"/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000000" w:themeColor="text1"/>
                                  </w:rPr>
                                  <w:t xml:space="preserve">   6</w:t>
                                </w:r>
                              </w:p>
                            </w:txbxContent>
                          </v:textbox>
                        </v:shape>
                        <v:line id="Connecteur droit 1" o:spid="_x0000_s1069" style="position:absolute;visibility:visible;mso-wrap-style:square" from="-149404,289651" to="-149404,3926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" strokecolor="black [3213]" strokeweight="2.25pt">
                          <v:stroke joinstyle="miter"/>
                        </v:line>
                      </v:group>
                    </v:group>
                  </w:pict>
                </mc:Fallback>
              </mc:AlternateContent>
            </w:r>
          </w:p>
          <w:p w14:paraId="3DA81AC0" w14:textId="65E6E3D9" w:rsidR="00F80635" w:rsidRPr="00014715" w:rsidRDefault="00F80635" w:rsidP="00401D31">
            <w:pPr>
              <w:spacing w:line="276" w:lineRule="auto"/>
              <w:rPr>
                <w:noProof/>
                <w:color w:val="000000" w:themeColor="text1"/>
              </w:rPr>
            </w:pPr>
            <w:r w:rsidRPr="00014715">
              <w:rPr>
                <w:noProof/>
                <w:color w:val="000000" w:themeColor="text1"/>
              </w:rPr>
              <w:drawing>
                <wp:inline distT="0" distB="0" distL="0" distR="0" wp14:anchorId="7C3EB0F1" wp14:editId="0C16FC60">
                  <wp:extent cx="2776537" cy="313713"/>
                  <wp:effectExtent l="0" t="0" r="5080" b="0"/>
                  <wp:docPr id="1835522485" name="Image 18355224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9317467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4790" cy="320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vAlign w:val="center"/>
          </w:tcPr>
          <w:p w14:paraId="117D9A5C" w14:textId="77777777" w:rsidR="00F80635" w:rsidRPr="009F2EFC" w:rsidRDefault="00F80635" w:rsidP="009F2EFC">
            <w:pPr>
              <w:spacing w:line="276" w:lineRule="auto"/>
              <w:jc w:val="center"/>
              <w:rPr>
                <w:rFonts w:eastAsiaTheme="minorEastAsia"/>
                <w:bCs/>
                <w:noProof/>
                <w:sz w:val="22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8"/>
                  </w:rPr>
                  <m:t>5× ...=6</m:t>
                </m:r>
              </m:oMath>
            </m:oMathPara>
          </w:p>
        </w:tc>
      </w:tr>
      <w:tr w:rsidR="00F80635" w:rsidRPr="00014715" w14:paraId="3390A49D" w14:textId="77777777" w:rsidTr="00620979">
        <w:tc>
          <w:tcPr>
            <w:tcW w:w="576" w:type="dxa"/>
          </w:tcPr>
          <w:p w14:paraId="3CC5D367" w14:textId="77777777" w:rsidR="00F80635" w:rsidRPr="009F2EFC" w:rsidRDefault="00F80635" w:rsidP="00401D31">
            <w:pPr>
              <w:pStyle w:val="Paragraphedeliste"/>
              <w:numPr>
                <w:ilvl w:val="0"/>
                <w:numId w:val="8"/>
              </w:numPr>
              <w:spacing w:line="276" w:lineRule="auto"/>
              <w:rPr>
                <w:b/>
                <w:bCs/>
                <w:sz w:val="22"/>
              </w:rPr>
            </w:pPr>
          </w:p>
        </w:tc>
        <w:tc>
          <w:tcPr>
            <w:tcW w:w="4938" w:type="dxa"/>
            <w:vAlign w:val="center"/>
          </w:tcPr>
          <w:p w14:paraId="56D73676" w14:textId="464D50AE" w:rsidR="00F80635" w:rsidRPr="00014715" w:rsidRDefault="002151ED" w:rsidP="00DA0F38">
            <w:pPr>
              <w:spacing w:line="276" w:lineRule="auto"/>
            </w:pPr>
            <w:r w:rsidRPr="00014715">
              <w:rPr>
                <w:noProof/>
                <w:sz w:val="28"/>
                <w:szCs w:val="28"/>
              </w:rPr>
              <mc:AlternateContent>
                <mc:Choice Requires="wpc">
                  <w:drawing>
                    <wp:inline distT="0" distB="0" distL="0" distR="0" wp14:anchorId="497219E0" wp14:editId="03BEFBE4">
                      <wp:extent cx="2645114" cy="539115"/>
                      <wp:effectExtent l="0" t="0" r="0" b="0"/>
                      <wp:docPr id="1464658667" name="Zone de dessin 146465866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736987141" name="Connecteur droit avec flèche 1736987141"/>
                              <wps:cNvCnPr/>
                              <wps:spPr>
                                <a:xfrm>
                                  <a:off x="133308" y="346788"/>
                                  <a:ext cx="2235520" cy="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20330489" name="Connecteur droit 420330489"/>
                              <wps:cNvCnPr/>
                              <wps:spPr>
                                <a:xfrm>
                                  <a:off x="209551" y="250456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39079383" name="Connecteur droit 2139079383"/>
                              <wps:cNvCnPr/>
                              <wps:spPr>
                                <a:xfrm>
                                  <a:off x="780814" y="270633"/>
                                  <a:ext cx="0" cy="18000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55259838" name="Connecteur droit 1855259838"/>
                              <wps:cNvCnPr/>
                              <wps:spPr>
                                <a:xfrm>
                                  <a:off x="1350013" y="278947"/>
                                  <a:ext cx="0" cy="18000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wgp>
                              <wpg:cNvPr id="91327397" name="Groupe 91327397"/>
                              <wpg:cNvGrpSpPr/>
                              <wpg:grpSpPr>
                                <a:xfrm>
                                  <a:off x="81750" y="0"/>
                                  <a:ext cx="2073611" cy="303582"/>
                                  <a:chOff x="0" y="7565"/>
                                  <a:chExt cx="210622" cy="304156"/>
                                </a:xfrm>
                              </wpg:grpSpPr>
                              <wps:wsp>
                                <wps:cNvPr id="1276867837" name="Zone de text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70360" y="7565"/>
                                    <a:ext cx="40262" cy="30415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F7183B8" w14:textId="4CD3DB78" w:rsidR="002151ED" w:rsidRDefault="002151ED" w:rsidP="002151ED">
                                      <w:pPr>
                                        <w:spacing w:line="254" w:lineRule="auto"/>
                                        <w:rPr>
                                          <w:rFonts w:ascii="Cambria Math" w:eastAsia="Calibri" w:hAnsi="Cambria Math"/>
                                          <w:b/>
                                          <w:bCs/>
                                        </w:rPr>
                                      </w:pPr>
                                      <w:r>
                                        <w:rPr>
                                          <w:rFonts w:ascii="Cambria Math" w:eastAsia="Calibri" w:hAnsi="Cambria Math"/>
                                          <w:b/>
                                          <w:bCs/>
                                        </w:rPr>
                                        <w:t xml:space="preserve">  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1598172320" name="Zone de text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7565"/>
                                    <a:ext cx="141326" cy="2997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0D6EE07" w14:textId="2CC27D7D" w:rsidR="002151ED" w:rsidRDefault="002151ED" w:rsidP="002151ED">
                                      <w:pPr>
                                        <w:spacing w:line="254" w:lineRule="auto"/>
                                        <w:rPr>
                                          <w:rFonts w:ascii="Calibri" w:eastAsia="Calibri" w:hAnsi="Calibri"/>
                                          <w:b/>
                                          <w:bCs/>
                                        </w:rPr>
                                      </w:pPr>
                                      <w:r>
                                        <w:rPr>
                                          <w:rFonts w:ascii="Calibri" w:eastAsia="Calibri" w:hAnsi="Calibri"/>
                                          <w:b/>
                                          <w:bCs/>
                                        </w:rPr>
                                        <w:t>0                …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wgp>
                            <wps:wsp>
                              <wps:cNvPr id="1419150029" name="Connecteur droit 1419150029"/>
                              <wps:cNvCnPr/>
                              <wps:spPr>
                                <a:xfrm>
                                  <a:off x="1923895" y="242947"/>
                                  <a:ext cx="0" cy="21600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497219E0" id="Zone de dessin 1464658667" o:spid="_x0000_s1070" editas="canvas" style="width:208.3pt;height:42.45pt;mso-position-horizontal-relative:char;mso-position-vertical-relative:line" coordsize="26447,5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">
                      <v:shape id="_x0000_s1071" type="#_x0000_t75" style="position:absolute;width:26447;height:5391;visibility:visible;mso-wrap-style:square">
                        <v:fill o:detectmouseclick="t"/>
                        <v:path o:connecttype="none"/>
                      </v:shape>
                      <v:shape id="Connecteur droit avec flèche 1736987141" o:spid="_x0000_s1072" type="#_x0000_t32" style="position:absolute;left:1333;top:3467;width:2235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" strokecolor="black [3213]" strokeweight="1.5pt">
                        <v:stroke endarrow="block" joinstyle="miter"/>
                      </v:shape>
                      <v:line id="Connecteur droit 420330489" o:spid="_x0000_s1073" style="position:absolute;visibility:visible;mso-wrap-style:square" from="2095,2504" to="2095,47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" strokecolor="black [3213]" strokeweight="2.25pt">
                        <v:stroke joinstyle="miter"/>
                      </v:line>
                      <v:line id="Connecteur droit 2139079383" o:spid="_x0000_s1074" style="position:absolute;visibility:visible;mso-wrap-style:square" from="7808,2706" to="7808,45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" strokecolor="black [3213]" strokeweight="1pt">
                        <v:stroke joinstyle="miter"/>
                      </v:line>
                      <v:line id="Connecteur droit 1855259838" o:spid="_x0000_s1075" style="position:absolute;visibility:visible;mso-wrap-style:square" from="13500,2789" to="13500,4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" strokecolor="black [3213]" strokeweight="1pt">
                        <v:stroke joinstyle="miter"/>
                      </v:line>
                      <v:group id="Groupe 91327397" o:spid="_x0000_s1076" style="position:absolute;left:817;width:20736;height:3035" coordorigin=",7565" coordsize="210622,304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">
                        <v:shape id="_x0000_s1077" type="#_x0000_t202" style="position:absolute;left:170360;top:7565;width:40262;height:304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" filled="f" stroked="f">
                          <v:textbox>
                            <w:txbxContent>
                              <w:p w14:paraId="1F7183B8" w14:textId="4CD3DB78" w:rsidR="002151ED" w:rsidRDefault="002151ED" w:rsidP="002151ED">
                                <w:pPr>
                                  <w:spacing w:line="254" w:lineRule="auto"/>
                                  <w:rPr>
                                    <w:rFonts w:ascii="Cambria Math" w:eastAsia="Calibri" w:hAnsi="Cambria Math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Cambria Math" w:eastAsia="Calibri" w:hAnsi="Cambria Math"/>
                                    <w:b/>
                                    <w:bCs/>
                                  </w:rPr>
                                  <w:t xml:space="preserve">  2</w:t>
                                </w:r>
                              </w:p>
                            </w:txbxContent>
                          </v:textbox>
                        </v:shape>
                        <v:shape id="_x0000_s1078" type="#_x0000_t202" style="position:absolute;top:7565;width:141326;height:29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" filled="f" stroked="f">
                          <v:textbox>
                            <w:txbxContent>
                              <w:p w14:paraId="60D6EE07" w14:textId="2CC27D7D" w:rsidR="002151ED" w:rsidRDefault="002151ED" w:rsidP="002151ED">
                                <w:pPr>
                                  <w:spacing w:line="254" w:lineRule="auto"/>
                                  <w:rPr>
                                    <w:rFonts w:ascii="Calibri" w:eastAsia="Calibri" w:hAnsi="Calibri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</w:rPr>
                                  <w:t>0                …</w:t>
                                </w:r>
                              </w:p>
                            </w:txbxContent>
                          </v:textbox>
                        </v:shape>
                      </v:group>
                      <v:line id="Connecteur droit 1419150029" o:spid="_x0000_s1079" style="position:absolute;visibility:visible;mso-wrap-style:square" from="19238,2429" to="19238,45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" strokecolor="black [3213]" strokeweight="2.25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994" w:type="dxa"/>
            <w:vAlign w:val="center"/>
          </w:tcPr>
          <w:p w14:paraId="5901C287" w14:textId="6545A7F3" w:rsidR="002151ED" w:rsidRPr="009F2EFC" w:rsidRDefault="00F80635" w:rsidP="009F2EFC">
            <w:pPr>
              <w:spacing w:line="276" w:lineRule="auto"/>
              <w:jc w:val="center"/>
              <w:rPr>
                <w:sz w:val="22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8"/>
                  </w:rPr>
                  <m:t>3× ...=2</m:t>
                </m:r>
              </m:oMath>
            </m:oMathPara>
          </w:p>
        </w:tc>
      </w:tr>
      <w:tr w:rsidR="002151ED" w:rsidRPr="00014715" w14:paraId="46B0BD29" w14:textId="77777777" w:rsidTr="00620979">
        <w:tc>
          <w:tcPr>
            <w:tcW w:w="576" w:type="dxa"/>
          </w:tcPr>
          <w:p w14:paraId="4CC13E33" w14:textId="77777777" w:rsidR="002151ED" w:rsidRPr="009F2EFC" w:rsidRDefault="002151ED" w:rsidP="00401D31">
            <w:pPr>
              <w:pStyle w:val="Paragraphedeliste"/>
              <w:numPr>
                <w:ilvl w:val="0"/>
                <w:numId w:val="8"/>
              </w:numPr>
              <w:spacing w:line="276" w:lineRule="auto"/>
              <w:rPr>
                <w:b/>
                <w:bCs/>
                <w:sz w:val="22"/>
              </w:rPr>
            </w:pPr>
          </w:p>
        </w:tc>
        <w:tc>
          <w:tcPr>
            <w:tcW w:w="4938" w:type="dxa"/>
            <w:vAlign w:val="center"/>
          </w:tcPr>
          <w:p w14:paraId="2B676B57" w14:textId="6CC99E84" w:rsidR="002151ED" w:rsidRPr="00014715" w:rsidRDefault="00EB462F" w:rsidP="00DA0F38">
            <w:pPr>
              <w:spacing w:line="276" w:lineRule="auto"/>
            </w:pPr>
            <w:r w:rsidRPr="00014715">
              <w:rPr>
                <w:noProof/>
                <w:sz w:val="28"/>
                <w:szCs w:val="28"/>
              </w:rPr>
              <mc:AlternateContent>
                <mc:Choice Requires="wpc">
                  <w:drawing>
                    <wp:inline distT="0" distB="0" distL="0" distR="0" wp14:anchorId="4BA207FC" wp14:editId="54C0354D">
                      <wp:extent cx="2998808" cy="539115"/>
                      <wp:effectExtent l="0" t="0" r="0" b="0"/>
                      <wp:docPr id="1055751954" name="Zone de dessin 105575195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707219788" name="Connecteur droit avec flèche 707219788"/>
                              <wps:cNvCnPr/>
                              <wps:spPr>
                                <a:xfrm>
                                  <a:off x="51574" y="371423"/>
                                  <a:ext cx="2707071" cy="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52674697" name="Connecteur droit 1552674697"/>
                              <wps:cNvCnPr/>
                              <wps:spPr>
                                <a:xfrm>
                                  <a:off x="127801" y="275091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32079263" name="Connecteur droit 1332079263"/>
                              <wps:cNvCnPr/>
                              <wps:spPr>
                                <a:xfrm>
                                  <a:off x="481067" y="295268"/>
                                  <a:ext cx="0" cy="18000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34149609" name="Connecteur droit 1534149609"/>
                              <wps:cNvCnPr/>
                              <wps:spPr>
                                <a:xfrm>
                                  <a:off x="821221" y="295268"/>
                                  <a:ext cx="0" cy="18000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58495443" name="Connecteur droit 1158495443"/>
                              <wps:cNvCnPr/>
                              <wps:spPr>
                                <a:xfrm>
                                  <a:off x="1514304" y="295268"/>
                                  <a:ext cx="0" cy="18000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39017283" name="Connecteur droit 1439017283"/>
                              <wps:cNvCnPr/>
                              <wps:spPr>
                                <a:xfrm>
                                  <a:off x="1156204" y="295268"/>
                                  <a:ext cx="0" cy="18000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135444538" name="Connecteur droit 2135444538"/>
                              <wps:cNvCnPr/>
                              <wps:spPr>
                                <a:xfrm>
                                  <a:off x="1842004" y="295268"/>
                                  <a:ext cx="0" cy="18000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21186877" name="Connecteur droit 1221186877"/>
                              <wps:cNvCnPr/>
                              <wps:spPr>
                                <a:xfrm>
                                  <a:off x="2201711" y="287451"/>
                                  <a:ext cx="0" cy="18000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4224840" name="Connecteur droit 184224840"/>
                              <wps:cNvCnPr/>
                              <wps:spPr>
                                <a:xfrm>
                                  <a:off x="2527804" y="295268"/>
                                  <a:ext cx="0" cy="18000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wgp>
                              <wpg:cNvPr id="1445899803" name="Groupe 1445899803"/>
                              <wpg:cNvGrpSpPr/>
                              <wpg:grpSpPr>
                                <a:xfrm>
                                  <a:off x="0" y="0"/>
                                  <a:ext cx="2397793" cy="323790"/>
                                  <a:chOff x="0" y="-17117"/>
                                  <a:chExt cx="243550" cy="324402"/>
                                </a:xfrm>
                              </wpg:grpSpPr>
                              <wps:wsp>
                                <wps:cNvPr id="1419142194" name="Zone de text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03288" y="-17117"/>
                                    <a:ext cx="40262" cy="30415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F492CD9" w14:textId="711A00CB" w:rsidR="002151ED" w:rsidRDefault="002151ED" w:rsidP="002151ED">
                                      <w:pPr>
                                        <w:spacing w:line="254" w:lineRule="auto"/>
                                        <w:rPr>
                                          <w:rFonts w:ascii="Cambria Math" w:eastAsia="Calibri" w:hAnsi="Cambria Math"/>
                                          <w:b/>
                                          <w:bCs/>
                                        </w:rPr>
                                      </w:pPr>
                                      <w:r>
                                        <w:rPr>
                                          <w:rFonts w:ascii="Cambria Math" w:eastAsia="Calibri" w:hAnsi="Cambria Math"/>
                                          <w:b/>
                                          <w:bCs/>
                                        </w:rPr>
                                        <w:t xml:space="preserve">  7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506682787" name="Zone de text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7565"/>
                                    <a:ext cx="141326" cy="29972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54A3C7B" w14:textId="65D3AC9E" w:rsidR="002151ED" w:rsidRDefault="002151ED" w:rsidP="002151ED">
                                      <w:pPr>
                                        <w:spacing w:line="254" w:lineRule="auto"/>
                                        <w:rPr>
                                          <w:rFonts w:ascii="Calibri" w:eastAsia="Calibri" w:hAnsi="Calibri"/>
                                          <w:b/>
                                          <w:bCs/>
                                        </w:rPr>
                                      </w:pPr>
                                      <w:r>
                                        <w:rPr>
                                          <w:rFonts w:ascii="Calibri" w:eastAsia="Calibri" w:hAnsi="Calibri"/>
                                          <w:b/>
                                          <w:bCs/>
                                        </w:rPr>
                                        <w:t>0         …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wgp>
                            <wps:wsp>
                              <wps:cNvPr id="800150971" name="Connecteur droit 800150971"/>
                              <wps:cNvCnPr/>
                              <wps:spPr>
                                <a:xfrm>
                                  <a:off x="2207431" y="259271"/>
                                  <a:ext cx="0" cy="21600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4BA207FC" id="Zone de dessin 1055751954" o:spid="_x0000_s1080" editas="canvas" style="width:236.15pt;height:42.45pt;mso-position-horizontal-relative:char;mso-position-vertical-relative:line" coordsize="29984,5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">
                      <v:shape id="_x0000_s1081" type="#_x0000_t75" style="position:absolute;width:29984;height:5391;visibility:visible;mso-wrap-style:square">
                        <v:fill o:detectmouseclick="t"/>
                        <v:path o:connecttype="none"/>
                      </v:shape>
                      <v:shape id="Connecteur droit avec flèche 707219788" o:spid="_x0000_s1082" type="#_x0000_t32" style="position:absolute;left:515;top:3714;width:2707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" strokecolor="black [3213]" strokeweight="1.5pt">
                        <v:stroke endarrow="block" joinstyle="miter"/>
                      </v:shape>
                      <v:line id="Connecteur droit 1552674697" o:spid="_x0000_s1083" style="position:absolute;visibility:visible;mso-wrap-style:square" from="1278,2750" to="1278,50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" strokecolor="black [3213]" strokeweight="2.25pt">
                        <v:stroke joinstyle="miter"/>
                      </v:line>
                      <v:line id="Connecteur droit 1332079263" o:spid="_x0000_s1084" style="position:absolute;visibility:visible;mso-wrap-style:square" from="4810,2952" to="4810,4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" strokecolor="black [3213]" strokeweight="1pt">
                        <v:stroke joinstyle="miter"/>
                      </v:line>
                      <v:line id="Connecteur droit 1534149609" o:spid="_x0000_s1085" style="position:absolute;visibility:visible;mso-wrap-style:square" from="8212,2952" to="8212,4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" strokecolor="black [3213]" strokeweight="1pt">
                        <v:stroke joinstyle="miter"/>
                      </v:line>
                      <v:line id="Connecteur droit 1158495443" o:spid="_x0000_s1086" style="position:absolute;visibility:visible;mso-wrap-style:square" from="15143,2952" to="15143,4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" strokecolor="black [3213]" strokeweight="1pt">
                        <v:stroke joinstyle="miter"/>
                      </v:line>
                      <v:line id="Connecteur droit 1439017283" o:spid="_x0000_s1087" style="position:absolute;visibility:visible;mso-wrap-style:square" from="11562,2952" to="11562,4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" strokecolor="black [3213]" strokeweight="1pt">
                        <v:stroke joinstyle="miter"/>
                      </v:line>
                      <v:line id="Connecteur droit 2135444538" o:spid="_x0000_s1088" style="position:absolute;visibility:visible;mso-wrap-style:square" from="18420,2952" to="18420,4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" strokecolor="black [3213]" strokeweight="1pt">
                        <v:stroke joinstyle="miter"/>
                      </v:line>
                      <v:line id="Connecteur droit 1221186877" o:spid="_x0000_s1089" style="position:absolute;visibility:visible;mso-wrap-style:square" from="22017,2874" to="22017,4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" strokecolor="black [3213]" strokeweight="1pt">
                        <v:stroke joinstyle="miter"/>
                      </v:line>
                      <v:line id="Connecteur droit 184224840" o:spid="_x0000_s1090" style="position:absolute;visibility:visible;mso-wrap-style:square" from="25278,2952" to="25278,4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" strokecolor="black [3213]" strokeweight="1pt">
                        <v:stroke joinstyle="miter"/>
                      </v:line>
                      <v:group id="Groupe 1445899803" o:spid="_x0000_s1091" style="position:absolute;width:23977;height:3237" coordorigin=",-17117" coordsize="243550,324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">
                        <v:shape id="_x0000_s1092" type="#_x0000_t202" style="position:absolute;left:203288;top:-17117;width:40262;height:304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" filled="f" stroked="f">
                          <v:textbox>
                            <w:txbxContent>
                              <w:p w14:paraId="0F492CD9" w14:textId="711A00CB" w:rsidR="002151ED" w:rsidRDefault="002151ED" w:rsidP="002151ED">
                                <w:pPr>
                                  <w:spacing w:line="254" w:lineRule="auto"/>
                                  <w:rPr>
                                    <w:rFonts w:ascii="Cambria Math" w:eastAsia="Calibri" w:hAnsi="Cambria Math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Cambria Math" w:eastAsia="Calibri" w:hAnsi="Cambria Math"/>
                                    <w:b/>
                                    <w:bCs/>
                                  </w:rPr>
                                  <w:t xml:space="preserve">  7</w:t>
                                </w:r>
                              </w:p>
                            </w:txbxContent>
                          </v:textbox>
                        </v:shape>
                        <v:shape id="_x0000_s1093" type="#_x0000_t202" style="position:absolute;top:7565;width:141326;height:29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" filled="f" stroked="f">
                          <v:textbox>
                            <w:txbxContent>
                              <w:p w14:paraId="054A3C7B" w14:textId="65D3AC9E" w:rsidR="002151ED" w:rsidRDefault="002151ED" w:rsidP="002151ED">
                                <w:pPr>
                                  <w:spacing w:line="254" w:lineRule="auto"/>
                                  <w:rPr>
                                    <w:rFonts w:ascii="Calibri" w:eastAsia="Calibri" w:hAnsi="Calibri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</w:rPr>
                                  <w:t>0         …</w:t>
                                </w:r>
                              </w:p>
                            </w:txbxContent>
                          </v:textbox>
                        </v:shape>
                      </v:group>
                      <v:line id="Connecteur droit 800150971" o:spid="_x0000_s1094" style="position:absolute;visibility:visible;mso-wrap-style:square" from="22074,2592" to="22074,4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" strokecolor="black [3213]" strokeweight="2.25pt">
                        <v:stroke joinstyle="miter"/>
                      </v:lin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994" w:type="dxa"/>
            <w:vAlign w:val="center"/>
          </w:tcPr>
          <w:p w14:paraId="0DB7291C" w14:textId="54E6EF46" w:rsidR="002151ED" w:rsidRPr="009F2EFC" w:rsidRDefault="002151ED" w:rsidP="009F2EFC">
            <w:pPr>
              <w:spacing w:line="276" w:lineRule="auto"/>
              <w:jc w:val="center"/>
              <w:rPr>
                <w:sz w:val="22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8"/>
                  </w:rPr>
                  <m:t>6× ...=7</m:t>
                </m:r>
              </m:oMath>
            </m:oMathPara>
          </w:p>
        </w:tc>
      </w:tr>
      <w:tr w:rsidR="00C6001F" w:rsidRPr="00014715" w14:paraId="52FE9C5D" w14:textId="77777777" w:rsidTr="00620979">
        <w:trPr>
          <w:trHeight w:val="1077"/>
        </w:trPr>
        <w:tc>
          <w:tcPr>
            <w:tcW w:w="576" w:type="dxa"/>
          </w:tcPr>
          <w:p w14:paraId="0274526F" w14:textId="0D6DC526" w:rsidR="00C6001F" w:rsidRPr="009F2EFC" w:rsidRDefault="00C6001F" w:rsidP="00C6001F">
            <w:pPr>
              <w:pStyle w:val="Paragraphedeliste"/>
              <w:numPr>
                <w:ilvl w:val="0"/>
                <w:numId w:val="8"/>
              </w:numPr>
              <w:spacing w:line="276" w:lineRule="auto"/>
              <w:rPr>
                <w:b/>
                <w:bCs/>
                <w:sz w:val="22"/>
              </w:rPr>
            </w:pPr>
          </w:p>
          <w:p w14:paraId="180D3F87" w14:textId="77777777" w:rsidR="00C6001F" w:rsidRPr="009F2EFC" w:rsidRDefault="00C6001F" w:rsidP="00C6001F">
            <w:pPr>
              <w:spacing w:line="276" w:lineRule="auto"/>
              <w:rPr>
                <w:b/>
                <w:bCs/>
                <w:sz w:val="22"/>
              </w:rPr>
            </w:pPr>
          </w:p>
        </w:tc>
        <w:tc>
          <w:tcPr>
            <w:tcW w:w="4938" w:type="dxa"/>
          </w:tcPr>
          <w:p w14:paraId="4F4AD903" w14:textId="75D414E4" w:rsidR="00C6001F" w:rsidRPr="00014715" w:rsidRDefault="00C6001F" w:rsidP="00401D31">
            <w:pPr>
              <w:spacing w:line="276" w:lineRule="auto"/>
            </w:pPr>
            <w:r w:rsidRPr="00014715">
              <w:rPr>
                <w:noProof/>
                <w:sz w:val="28"/>
                <w:szCs w:val="28"/>
              </w:rPr>
              <mc:AlternateContent>
                <mc:Choice Requires="wpc">
                  <w:drawing>
                    <wp:anchor distT="0" distB="0" distL="114300" distR="114300" simplePos="0" relativeHeight="251889664" behindDoc="0" locked="0" layoutInCell="1" allowOverlap="1" wp14:anchorId="64326D15" wp14:editId="13FA7661">
                      <wp:simplePos x="0" y="0"/>
                      <wp:positionH relativeFrom="column">
                        <wp:posOffset>-322206</wp:posOffset>
                      </wp:positionH>
                      <wp:positionV relativeFrom="paragraph">
                        <wp:posOffset>79997</wp:posOffset>
                      </wp:positionV>
                      <wp:extent cx="3222625" cy="539115"/>
                      <wp:effectExtent l="0" t="0" r="0" b="0"/>
                      <wp:wrapNone/>
                      <wp:docPr id="1220813626" name="Zone de dessin 122081362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  <wps:wsp>
                              <wps:cNvPr id="1418130246" name="Connecteur droit avec flèche 1418130246"/>
                              <wps:cNvCnPr/>
                              <wps:spPr>
                                <a:xfrm>
                                  <a:off x="266970" y="371423"/>
                                  <a:ext cx="2707071" cy="0"/>
                                </a:xfrm>
                                <a:prstGeom prst="straightConnector1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78350501" name="Connecteur droit 2078350501"/>
                              <wps:cNvCnPr/>
                              <wps:spPr>
                                <a:xfrm>
                                  <a:off x="343197" y="275091"/>
                                  <a:ext cx="0" cy="22860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18931392" name="Connecteur droit 718931392"/>
                              <wps:cNvCnPr/>
                              <wps:spPr>
                                <a:xfrm>
                                  <a:off x="569259" y="295268"/>
                                  <a:ext cx="0" cy="18000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08730971" name="Connecteur droit 1408730971"/>
                              <wps:cNvCnPr/>
                              <wps:spPr>
                                <a:xfrm>
                                  <a:off x="797859" y="287451"/>
                                  <a:ext cx="0" cy="18000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3442037" name="Connecteur droit 323442037"/>
                              <wps:cNvCnPr/>
                              <wps:spPr>
                                <a:xfrm>
                                  <a:off x="1255059" y="303582"/>
                                  <a:ext cx="0" cy="18000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72564669" name="Connecteur droit 472564669"/>
                              <wps:cNvCnPr/>
                              <wps:spPr>
                                <a:xfrm>
                                  <a:off x="1033777" y="295268"/>
                                  <a:ext cx="0" cy="18000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79996918" name="Connecteur droit 1579996918"/>
                              <wps:cNvCnPr/>
                              <wps:spPr>
                                <a:xfrm>
                                  <a:off x="1483659" y="295268"/>
                                  <a:ext cx="0" cy="18000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74053571" name="Connecteur droit 774053571"/>
                              <wps:cNvCnPr/>
                              <wps:spPr>
                                <a:xfrm>
                                  <a:off x="1721854" y="295268"/>
                                  <a:ext cx="0" cy="18000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22561244" name="Connecteur droit 1722561244"/>
                              <wps:cNvCnPr/>
                              <wps:spPr>
                                <a:xfrm>
                                  <a:off x="1940859" y="287451"/>
                                  <a:ext cx="0" cy="18000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wgp>
                              <wpg:cNvPr id="201883777" name="Groupe 201883777"/>
                              <wpg:cNvGrpSpPr/>
                              <wpg:grpSpPr>
                                <a:xfrm>
                                  <a:off x="215396" y="0"/>
                                  <a:ext cx="2628508" cy="323792"/>
                                  <a:chOff x="0" y="-17117"/>
                                  <a:chExt cx="243550" cy="324404"/>
                                </a:xfrm>
                              </wpg:grpSpPr>
                              <wps:wsp>
                                <wps:cNvPr id="1310053224" name="Zone de text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03288" y="-17117"/>
                                    <a:ext cx="40262" cy="30415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ED82EF2" w14:textId="67A8DDDD" w:rsidR="00C6001F" w:rsidRDefault="00C6001F" w:rsidP="00C6001F">
                                      <w:pPr>
                                        <w:spacing w:line="254" w:lineRule="auto"/>
                                        <w:rPr>
                                          <w:rFonts w:ascii="Cambria Math" w:eastAsia="Calibri" w:hAnsi="Cambria Math"/>
                                          <w:b/>
                                          <w:bCs/>
                                        </w:rPr>
                                      </w:pPr>
                                      <w:r>
                                        <w:rPr>
                                          <w:rFonts w:ascii="Cambria Math" w:eastAsia="Calibri" w:hAnsi="Cambria Math"/>
                                          <w:b/>
                                          <w:bCs/>
                                        </w:rPr>
                                        <w:t xml:space="preserve">  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438157312" name="Zone de texte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7565"/>
                                    <a:ext cx="141326" cy="29972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68DB7E1" w14:textId="1B4D531A" w:rsidR="00C6001F" w:rsidRDefault="00C6001F" w:rsidP="00C6001F">
                                      <w:pPr>
                                        <w:spacing w:line="254" w:lineRule="auto"/>
                                        <w:rPr>
                                          <w:rFonts w:ascii="Calibri" w:eastAsia="Calibri" w:hAnsi="Calibri"/>
                                          <w:b/>
                                          <w:bCs/>
                                        </w:rPr>
                                      </w:pPr>
                                      <w:r>
                                        <w:rPr>
                                          <w:rFonts w:ascii="Calibri" w:eastAsia="Calibri" w:hAnsi="Calibri"/>
                                          <w:b/>
                                          <w:bCs/>
                                        </w:rPr>
                                        <w:t>0     …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wgp>
                            <wps:wsp>
                              <wps:cNvPr id="1410642261" name="Connecteur droit 1410642261"/>
                              <wps:cNvCnPr/>
                              <wps:spPr>
                                <a:xfrm>
                                  <a:off x="2626659" y="259271"/>
                                  <a:ext cx="0" cy="216000"/>
                                </a:xfrm>
                                <a:prstGeom prst="line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98399988" name="Connecteur droit 398399988"/>
                              <wps:cNvCnPr/>
                              <wps:spPr>
                                <a:xfrm>
                                  <a:off x="2172313" y="287603"/>
                                  <a:ext cx="0" cy="18000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0624076" name="Connecteur droit 280624076"/>
                              <wps:cNvCnPr/>
                              <wps:spPr>
                                <a:xfrm>
                                  <a:off x="2395456" y="287451"/>
                                  <a:ext cx="0" cy="18000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326D15" id="Zone de dessin 1220813626" o:spid="_x0000_s1095" editas="canvas" style="position:absolute;margin-left:-25.35pt;margin-top:6.3pt;width:253.75pt;height:42.45pt;z-index:251889664;mso-position-horizontal-relative:text;mso-position-vertical-relative:text" coordsize="32226,53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">
                      <v:shape id="_x0000_s1096" type="#_x0000_t75" style="position:absolute;width:32226;height:5391;visibility:visible;mso-wrap-style:square">
                        <v:fill o:detectmouseclick="t"/>
                        <v:path o:connecttype="none"/>
                      </v:shape>
                      <v:shape id="Connecteur droit avec flèche 1418130246" o:spid="_x0000_s1097" type="#_x0000_t32" style="position:absolute;left:2669;top:3714;width:2707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" strokecolor="black [3213]" strokeweight="1.5pt">
                        <v:stroke endarrow="block" joinstyle="miter"/>
                      </v:shape>
                      <v:line id="Connecteur droit 2078350501" o:spid="_x0000_s1098" style="position:absolute;visibility:visible;mso-wrap-style:square" from="3431,2750" to="3431,50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" strokecolor="black [3213]" strokeweight="2.25pt">
                        <v:stroke joinstyle="miter"/>
                      </v:line>
                      <v:line id="Connecteur droit 718931392" o:spid="_x0000_s1099" style="position:absolute;visibility:visible;mso-wrap-style:square" from="5692,2952" to="5692,4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" strokecolor="black [3213]" strokeweight="1pt">
                        <v:stroke joinstyle="miter"/>
                      </v:line>
                      <v:line id="Connecteur droit 1408730971" o:spid="_x0000_s1100" style="position:absolute;visibility:visible;mso-wrap-style:square" from="7978,2874" to="7978,4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" strokecolor="black [3213]" strokeweight="1pt">
                        <v:stroke joinstyle="miter"/>
                      </v:line>
                      <v:line id="Connecteur droit 323442037" o:spid="_x0000_s1101" style="position:absolute;visibility:visible;mso-wrap-style:square" from="12550,3035" to="12550,4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" strokecolor="black [3213]" strokeweight="1pt">
                        <v:stroke joinstyle="miter"/>
                      </v:line>
                      <v:line id="Connecteur droit 472564669" o:spid="_x0000_s1102" style="position:absolute;visibility:visible;mso-wrap-style:square" from="10337,2952" to="10337,4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" strokecolor="black [3213]" strokeweight="1pt">
                        <v:stroke joinstyle="miter"/>
                      </v:line>
                      <v:line id="Connecteur droit 1579996918" o:spid="_x0000_s1103" style="position:absolute;visibility:visible;mso-wrap-style:square" from="14836,2952" to="14836,4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" strokecolor="black [3213]" strokeweight="1pt">
                        <v:stroke joinstyle="miter"/>
                      </v:line>
                      <v:line id="Connecteur droit 774053571" o:spid="_x0000_s1104" style="position:absolute;visibility:visible;mso-wrap-style:square" from="17218,2952" to="17218,4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" strokecolor="black [3213]" strokeweight="1pt">
                        <v:stroke joinstyle="miter"/>
                      </v:line>
                      <v:line id="Connecteur droit 1722561244" o:spid="_x0000_s1105" style="position:absolute;visibility:visible;mso-wrap-style:square" from="19408,2874" to="19408,4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" strokecolor="black [3213]" strokeweight="1pt">
                        <v:stroke joinstyle="miter"/>
                      </v:line>
                      <v:group id="Groupe 201883777" o:spid="_x0000_s1106" style="position:absolute;left:2153;width:26286;height:3237" coordorigin=",-17117" coordsize="243550,3244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">
                        <v:shape id="_x0000_s1107" type="#_x0000_t202" style="position:absolute;left:203288;top:-17117;width:40262;height:304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" filled="f" stroked="f">
                          <v:textbox>
                            <w:txbxContent>
                              <w:p w14:paraId="2ED82EF2" w14:textId="67A8DDDD" w:rsidR="00C6001F" w:rsidRDefault="00C6001F" w:rsidP="00C6001F">
                                <w:pPr>
                                  <w:spacing w:line="254" w:lineRule="auto"/>
                                  <w:rPr>
                                    <w:rFonts w:ascii="Cambria Math" w:eastAsia="Calibri" w:hAnsi="Cambria Math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Cambria Math" w:eastAsia="Calibri" w:hAnsi="Cambria Math"/>
                                    <w:b/>
                                    <w:bCs/>
                                  </w:rPr>
                                  <w:t xml:space="preserve">  3</w:t>
                                </w:r>
                              </w:p>
                            </w:txbxContent>
                          </v:textbox>
                        </v:shape>
                        <v:shape id="_x0000_s1108" type="#_x0000_t202" style="position:absolute;top:7565;width:141326;height:299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" filled="f" stroked="f">
                          <v:textbox>
                            <w:txbxContent>
                              <w:p w14:paraId="368DB7E1" w14:textId="1B4D531A" w:rsidR="00C6001F" w:rsidRDefault="00C6001F" w:rsidP="00C6001F">
                                <w:pPr>
                                  <w:spacing w:line="254" w:lineRule="auto"/>
                                  <w:rPr>
                                    <w:rFonts w:ascii="Calibri" w:eastAsia="Calibri" w:hAnsi="Calibri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</w:rPr>
                                  <w:t>0     …</w:t>
                                </w:r>
                              </w:p>
                            </w:txbxContent>
                          </v:textbox>
                        </v:shape>
                      </v:group>
                      <v:line id="Connecteur droit 1410642261" o:spid="_x0000_s1109" style="position:absolute;visibility:visible;mso-wrap-style:square" from="26266,2592" to="26266,4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" strokecolor="black [3213]" strokeweight="2.25pt">
                        <v:stroke joinstyle="miter"/>
                      </v:line>
                      <v:line id="Connecteur droit 398399988" o:spid="_x0000_s1110" style="position:absolute;visibility:visible;mso-wrap-style:square" from="21723,2876" to="21723,4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" strokecolor="black [3213]" strokeweight="1pt">
                        <v:stroke joinstyle="miter"/>
                      </v:line>
                      <v:line id="Connecteur droit 280624076" o:spid="_x0000_s1111" style="position:absolute;visibility:visible;mso-wrap-style:square" from="23954,2874" to="23954,4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" strokecolor="black [3213]" strokeweight="1pt">
                        <v:stroke joinstyle="miter"/>
                      </v:line>
                    </v:group>
                  </w:pict>
                </mc:Fallback>
              </mc:AlternateContent>
            </w:r>
          </w:p>
        </w:tc>
        <w:tc>
          <w:tcPr>
            <w:tcW w:w="1994" w:type="dxa"/>
            <w:vAlign w:val="center"/>
          </w:tcPr>
          <w:p w14:paraId="0574200F" w14:textId="3A763E6D" w:rsidR="00C6001F" w:rsidRPr="009F2EFC" w:rsidRDefault="00C6001F" w:rsidP="009F2EFC">
            <w:pPr>
              <w:spacing w:line="276" w:lineRule="auto"/>
              <w:jc w:val="center"/>
              <w:rPr>
                <w:sz w:val="22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8"/>
                  </w:rPr>
                  <m:t>10× ...=3</m:t>
                </m:r>
              </m:oMath>
            </m:oMathPara>
          </w:p>
        </w:tc>
      </w:tr>
    </w:tbl>
    <w:p w14:paraId="65467249" w14:textId="2E65F313" w:rsidR="006C41BE" w:rsidRPr="007E7DBD" w:rsidRDefault="006C41BE" w:rsidP="009F2EFC">
      <w:pPr>
        <w:pStyle w:val="Titre1"/>
      </w:pPr>
      <w:r w:rsidRPr="007E7DBD">
        <w:t>Je m’autoévalue</w:t>
      </w:r>
    </w:p>
    <w:p w14:paraId="5A9B430B" w14:textId="53E8EEE3" w:rsidR="006C41BE" w:rsidRPr="009F2EFC" w:rsidRDefault="006C41BE" w:rsidP="006C41BE">
      <w:pPr>
        <w:pStyle w:val="Paragraphedeliste"/>
        <w:numPr>
          <w:ilvl w:val="0"/>
          <w:numId w:val="29"/>
        </w:numPr>
      </w:pPr>
      <w:r w:rsidRPr="009F2EFC">
        <w:t>J’ai trouvé les bonnes réponses : je passe à l’exercice</w:t>
      </w:r>
      <w:r w:rsidR="00FA0522">
        <w:t> </w:t>
      </w:r>
      <w:r w:rsidR="00D66B40" w:rsidRPr="009F2EFC">
        <w:t>4</w:t>
      </w:r>
      <w:r w:rsidRPr="009F2EFC">
        <w:t xml:space="preserve"> de cette fiche</w:t>
      </w:r>
    </w:p>
    <w:p w14:paraId="1167E5C0" w14:textId="77777777" w:rsidR="006C41BE" w:rsidRPr="009F2EFC" w:rsidRDefault="006C41BE" w:rsidP="006C41BE">
      <w:pPr>
        <w:pStyle w:val="Paragraphedeliste"/>
        <w:numPr>
          <w:ilvl w:val="0"/>
          <w:numId w:val="29"/>
        </w:numPr>
      </w:pPr>
      <w:r w:rsidRPr="009F2EFC">
        <w:t>Sinon j’appelle le professeur ou un camarade pour m’expliquer</w:t>
      </w:r>
    </w:p>
    <w:p w14:paraId="26CB7DCD" w14:textId="77777777" w:rsidR="009F2EFC" w:rsidRPr="00A10815" w:rsidRDefault="009F2EFC" w:rsidP="009F2EFC">
      <w:pPr>
        <w:pStyle w:val="Titre1"/>
      </w:pPr>
      <w:r w:rsidRPr="00A10815">
        <w:t>Je m’exerce</w:t>
      </w:r>
    </w:p>
    <w:p w14:paraId="1B97DC72" w14:textId="5BC8C4B7" w:rsidR="003C4B70" w:rsidRPr="007E7DBD" w:rsidRDefault="003C4B70" w:rsidP="009F2EFC">
      <w:pPr>
        <w:pStyle w:val="Titre2"/>
      </w:pPr>
      <w:r w:rsidRPr="007E7DBD">
        <w:t>Exercice</w:t>
      </w:r>
      <w:r w:rsidR="00FA0522">
        <w:t> </w:t>
      </w:r>
      <w:r w:rsidR="00D66B40" w:rsidRPr="007E7DBD">
        <w:t>4</w:t>
      </w:r>
    </w:p>
    <w:p w14:paraId="214CCB60" w14:textId="5489901F" w:rsidR="003B588E" w:rsidRPr="009F2EFC" w:rsidRDefault="003B588E" w:rsidP="003B588E">
      <w:pPr>
        <w:pStyle w:val="Paragraphedeliste"/>
        <w:numPr>
          <w:ilvl w:val="0"/>
          <w:numId w:val="27"/>
        </w:numPr>
        <w:autoSpaceDE w:val="0"/>
        <w:autoSpaceDN w:val="0"/>
        <w:adjustRightInd w:val="0"/>
        <w:spacing w:after="0" w:line="276" w:lineRule="auto"/>
        <w:contextualSpacing w:val="0"/>
      </w:pPr>
      <w:r w:rsidRPr="009F2EFC">
        <w:t xml:space="preserve">Line partage 5 baguettes équitablement pour faire 6 sandwichs. </w:t>
      </w:r>
    </w:p>
    <w:p w14:paraId="1A22F2A6" w14:textId="77F5F326" w:rsidR="003B588E" w:rsidRPr="009F2EFC" w:rsidRDefault="003B588E" w:rsidP="006249A8">
      <w:pPr>
        <w:pStyle w:val="Paragraphedeliste"/>
        <w:autoSpaceDE w:val="0"/>
        <w:autoSpaceDN w:val="0"/>
        <w:adjustRightInd w:val="0"/>
        <w:spacing w:line="276" w:lineRule="auto"/>
        <w:contextualSpacing w:val="0"/>
      </w:pPr>
      <w:r w:rsidRPr="009F2EFC">
        <w:t>Quelle part de baguette fera chaque sandwich</w:t>
      </w:r>
      <w:r w:rsidR="00FA0522">
        <w:t> </w:t>
      </w:r>
      <w:r w:rsidRPr="009F2EFC">
        <w:t>?</w:t>
      </w:r>
    </w:p>
    <w:p w14:paraId="3C6DD7C3" w14:textId="484159F3" w:rsidR="003B588E" w:rsidRPr="009F2EFC" w:rsidRDefault="003B588E" w:rsidP="003B588E">
      <w:pPr>
        <w:pStyle w:val="Paragraphedeliste"/>
        <w:numPr>
          <w:ilvl w:val="0"/>
          <w:numId w:val="27"/>
        </w:numPr>
        <w:spacing w:after="0" w:line="276" w:lineRule="auto"/>
        <w:contextualSpacing w:val="0"/>
      </w:pPr>
      <w:r w:rsidRPr="009F2EFC">
        <w:t>Un rectangle a une aire de 20</w:t>
      </w:r>
      <w:r w:rsidR="00FA0522">
        <w:t> </w:t>
      </w:r>
      <w:r w:rsidRPr="009F2EFC">
        <w:t>m² et une longueur de 7</w:t>
      </w:r>
      <w:r w:rsidR="00FA0522">
        <w:t> </w:t>
      </w:r>
      <w:r w:rsidRPr="009F2EFC">
        <w:t xml:space="preserve">m. </w:t>
      </w:r>
    </w:p>
    <w:p w14:paraId="7263DB94" w14:textId="4722E65B" w:rsidR="003C4B70" w:rsidRPr="009F2EFC" w:rsidRDefault="003B588E" w:rsidP="00EB462F">
      <w:pPr>
        <w:pStyle w:val="Paragraphedeliste"/>
        <w:spacing w:after="0" w:line="276" w:lineRule="auto"/>
        <w:contextualSpacing w:val="0"/>
      </w:pPr>
      <w:r w:rsidRPr="009F2EFC">
        <w:t>Quelle est la valeur exacte de la largeur de ce rectangle</w:t>
      </w:r>
      <w:r w:rsidR="00FA0522">
        <w:t> </w:t>
      </w:r>
      <w:r w:rsidRPr="009F2EFC">
        <w:t>?</w:t>
      </w:r>
    </w:p>
    <w:p w14:paraId="3E949E48" w14:textId="182AF7B9" w:rsidR="006C41BE" w:rsidRPr="007E7DBD" w:rsidRDefault="006C41BE" w:rsidP="009F2EFC">
      <w:pPr>
        <w:pStyle w:val="Titre1"/>
      </w:pPr>
      <w:r w:rsidRPr="007E7DBD">
        <w:t>Je m’autoévalue</w:t>
      </w:r>
    </w:p>
    <w:p w14:paraId="3540B58F" w14:textId="2DACBFBF" w:rsidR="006C41BE" w:rsidRPr="009F2EFC" w:rsidRDefault="006C41BE" w:rsidP="006C41BE">
      <w:pPr>
        <w:pStyle w:val="Paragraphedeliste"/>
        <w:numPr>
          <w:ilvl w:val="0"/>
          <w:numId w:val="29"/>
        </w:numPr>
      </w:pPr>
      <w:r w:rsidRPr="009F2EFC">
        <w:t>J’ai trouvé les bonnes réponses : je passe à la partie «</w:t>
      </w:r>
      <w:r w:rsidR="00FA0522">
        <w:t> </w:t>
      </w:r>
      <w:r w:rsidRPr="009F2EFC">
        <w:t>Je me teste</w:t>
      </w:r>
      <w:r w:rsidR="00FA0522">
        <w:t> </w:t>
      </w:r>
      <w:r w:rsidRPr="009F2EFC">
        <w:t>» de cette fiche</w:t>
      </w:r>
    </w:p>
    <w:p w14:paraId="0E82117C" w14:textId="77777777" w:rsidR="006C41BE" w:rsidRPr="009F2EFC" w:rsidRDefault="006C41BE" w:rsidP="006C41BE">
      <w:pPr>
        <w:pStyle w:val="Paragraphedeliste"/>
        <w:numPr>
          <w:ilvl w:val="0"/>
          <w:numId w:val="29"/>
        </w:numPr>
      </w:pPr>
      <w:r w:rsidRPr="009F2EFC">
        <w:t>Sinon j’appelle le professeur ou un camarade pour m’expliquer</w:t>
      </w:r>
    </w:p>
    <w:p w14:paraId="72FD5761" w14:textId="374F29CA" w:rsidR="00C81131" w:rsidRPr="007E7DBD" w:rsidRDefault="00C81131" w:rsidP="009F2EFC">
      <w:pPr>
        <w:pStyle w:val="Titre1"/>
      </w:pPr>
      <w:r w:rsidRPr="007E7DBD">
        <w:t>Je me teste</w:t>
      </w:r>
    </w:p>
    <w:tbl>
      <w:tblPr>
        <w:tblStyle w:val="Grilledutableau"/>
        <w:tblW w:w="9351" w:type="dxa"/>
        <w:tblInd w:w="59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51"/>
        <w:gridCol w:w="8400"/>
      </w:tblGrid>
      <w:tr w:rsidR="008D7D5C" w:rsidRPr="009F2EFC" w14:paraId="57F7AC18" w14:textId="77777777" w:rsidTr="00620979">
        <w:tc>
          <w:tcPr>
            <w:tcW w:w="951" w:type="dxa"/>
          </w:tcPr>
          <w:p w14:paraId="382CD6CE" w14:textId="77777777" w:rsidR="008D7D5C" w:rsidRPr="009F2EFC" w:rsidRDefault="008D7D5C" w:rsidP="00AE46D7">
            <w:pPr>
              <w:rPr>
                <w:sz w:val="22"/>
                <w:szCs w:val="22"/>
              </w:rPr>
            </w:pPr>
          </w:p>
        </w:tc>
        <w:tc>
          <w:tcPr>
            <w:tcW w:w="8400" w:type="dxa"/>
            <w:vAlign w:val="center"/>
          </w:tcPr>
          <w:p w14:paraId="2B398031" w14:textId="77777777" w:rsidR="008D7D5C" w:rsidRPr="009F2EFC" w:rsidRDefault="008D7D5C" w:rsidP="00AE46D7">
            <w:pPr>
              <w:jc w:val="center"/>
              <w:rPr>
                <w:b/>
                <w:sz w:val="22"/>
                <w:szCs w:val="22"/>
              </w:rPr>
            </w:pPr>
            <w:r w:rsidRPr="009F2EFC">
              <w:rPr>
                <w:b/>
                <w:sz w:val="22"/>
                <w:szCs w:val="22"/>
              </w:rPr>
              <w:t>Question</w:t>
            </w:r>
          </w:p>
        </w:tc>
      </w:tr>
      <w:tr w:rsidR="008D7D5C" w:rsidRPr="009F2EFC" w14:paraId="280882C2" w14:textId="77777777" w:rsidTr="00620979">
        <w:tc>
          <w:tcPr>
            <w:tcW w:w="951" w:type="dxa"/>
          </w:tcPr>
          <w:p w14:paraId="5391FBD2" w14:textId="77777777" w:rsidR="008D7D5C" w:rsidRPr="009F2EFC" w:rsidRDefault="008D7D5C" w:rsidP="00AE46D7">
            <w:pPr>
              <w:rPr>
                <w:b/>
                <w:bCs/>
                <w:sz w:val="22"/>
                <w:szCs w:val="22"/>
              </w:rPr>
            </w:pPr>
            <w:r w:rsidRPr="009F2EFC">
              <w:rPr>
                <w:b/>
                <w:bCs/>
                <w:sz w:val="22"/>
                <w:szCs w:val="22"/>
              </w:rPr>
              <w:t>1)</w:t>
            </w:r>
          </w:p>
        </w:tc>
        <w:tc>
          <w:tcPr>
            <w:tcW w:w="8400" w:type="dxa"/>
          </w:tcPr>
          <w:p w14:paraId="2E99A084" w14:textId="0E24AD20" w:rsidR="006E7CB6" w:rsidRPr="009F2EFC" w:rsidRDefault="006E7CB6" w:rsidP="006E7CB6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  <w:r w:rsidRPr="009F2EFC">
              <w:rPr>
                <w:rFonts w:eastAsiaTheme="minorEastAsia"/>
                <w:sz w:val="22"/>
                <w:szCs w:val="22"/>
              </w:rPr>
              <w:t xml:space="preserve">Entourer le nombre manquant dans l’égalité : </w:t>
            </w:r>
            <m:oMath>
              <m:r>
                <w:rPr>
                  <w:rFonts w:ascii="Cambria Math" w:eastAsiaTheme="minorEastAsia" w:hAnsi="Cambria Math"/>
                  <w:sz w:val="22"/>
                  <w:szCs w:val="22"/>
                </w:rPr>
                <m:t>7</m:t>
              </m:r>
              <m:r>
                <w:rPr>
                  <w:rFonts w:ascii="Cambria Math" w:hAnsi="Cambria Math"/>
                  <w:sz w:val="22"/>
                  <w:szCs w:val="22"/>
                </w:rPr>
                <m:t>× ...=10</m:t>
              </m:r>
            </m:oMath>
          </w:p>
          <w:p w14:paraId="16071049" w14:textId="56AFB8A6" w:rsidR="008D7D5C" w:rsidRPr="009F2EFC" w:rsidRDefault="006E7CB6" w:rsidP="006E7CB6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 xml:space="preserve"> 0,7           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7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10</m:t>
                    </m:r>
                  </m:den>
                </m:f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 xml:space="preserve">            1,4           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10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7</m:t>
                    </m:r>
                  </m:den>
                </m:f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 xml:space="preserve">              10,7</m:t>
                </m:r>
              </m:oMath>
            </m:oMathPara>
          </w:p>
        </w:tc>
      </w:tr>
      <w:tr w:rsidR="008D7D5C" w:rsidRPr="009F2EFC" w14:paraId="370C5693" w14:textId="77777777" w:rsidTr="00620979">
        <w:tc>
          <w:tcPr>
            <w:tcW w:w="951" w:type="dxa"/>
          </w:tcPr>
          <w:p w14:paraId="698D15D4" w14:textId="77777777" w:rsidR="008D7D5C" w:rsidRPr="009F2EFC" w:rsidRDefault="008D7D5C" w:rsidP="00AE46D7">
            <w:pPr>
              <w:rPr>
                <w:b/>
                <w:bCs/>
                <w:sz w:val="22"/>
                <w:szCs w:val="22"/>
              </w:rPr>
            </w:pPr>
            <w:r w:rsidRPr="009F2EFC">
              <w:rPr>
                <w:b/>
                <w:bCs/>
                <w:sz w:val="22"/>
                <w:szCs w:val="22"/>
              </w:rPr>
              <w:t>2)</w:t>
            </w:r>
          </w:p>
        </w:tc>
        <w:tc>
          <w:tcPr>
            <w:tcW w:w="8400" w:type="dxa"/>
          </w:tcPr>
          <w:p w14:paraId="47D3BD94" w14:textId="199354EE" w:rsidR="004A0F92" w:rsidRPr="009F2EFC" w:rsidRDefault="004A0F92" w:rsidP="00A56A6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  <w:r w:rsidRPr="009F2EFC">
              <w:rPr>
                <w:rFonts w:eastAsiaTheme="minorEastAsia"/>
                <w:sz w:val="22"/>
                <w:szCs w:val="22"/>
              </w:rPr>
              <w:t xml:space="preserve">Le nombre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2"/>
                      <w:szCs w:val="22"/>
                    </w:rPr>
                    <m:t>3</m:t>
                  </m:r>
                </m:den>
              </m:f>
            </m:oMath>
            <w:r w:rsidRPr="009F2EFC">
              <w:rPr>
                <w:rFonts w:eastAsiaTheme="minorEastAsia"/>
                <w:sz w:val="22"/>
                <w:szCs w:val="22"/>
              </w:rPr>
              <w:t xml:space="preserve"> permet de compléter une des égalités ci-dessous. Laquelle</w:t>
            </w:r>
            <w:r w:rsidR="00FA0522">
              <w:rPr>
                <w:rFonts w:eastAsiaTheme="minorEastAsia"/>
                <w:sz w:val="22"/>
                <w:szCs w:val="22"/>
              </w:rPr>
              <w:t> </w:t>
            </w:r>
            <w:r w:rsidRPr="009F2EFC">
              <w:rPr>
                <w:rFonts w:eastAsiaTheme="minorEastAsia"/>
                <w:sz w:val="22"/>
                <w:szCs w:val="22"/>
              </w:rPr>
              <w:t>?</w:t>
            </w:r>
          </w:p>
          <w:p w14:paraId="51DD6F86" w14:textId="1C3A608B" w:rsidR="004A0F92" w:rsidRPr="009F2EFC" w:rsidRDefault="004A0F92" w:rsidP="00A56A6C">
            <w:pPr>
              <w:spacing w:line="276" w:lineRule="auto"/>
              <w:rPr>
                <w:rFonts w:eastAsiaTheme="minorEastAsia"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  <w:szCs w:val="22"/>
                  </w:rPr>
                  <m:t>5× ...=3                  ...  ×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22"/>
                    <w:szCs w:val="22"/>
                  </w:rPr>
                  <m:t>=3                3× ...=5</m:t>
                </m:r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 xml:space="preserve">         3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× ...  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2"/>
                        <w:szCs w:val="22"/>
                      </w:rPr>
                      <m:t>3</m:t>
                    </m:r>
                  </m:den>
                </m:f>
                <m:r>
                  <w:rPr>
                    <w:rFonts w:ascii="Cambria Math" w:eastAsiaTheme="minorEastAsia" w:hAnsi="Cambria Math"/>
                    <w:sz w:val="22"/>
                    <w:szCs w:val="22"/>
                  </w:rPr>
                  <m:t xml:space="preserve">  </m:t>
                </m:r>
              </m:oMath>
            </m:oMathPara>
          </w:p>
        </w:tc>
      </w:tr>
    </w:tbl>
    <w:p w14:paraId="0FE11573" w14:textId="23E56F07" w:rsidR="003C4B70" w:rsidRPr="00014715" w:rsidRDefault="003C4B70" w:rsidP="00B62961">
      <w:pPr>
        <w:spacing w:after="0" w:line="276" w:lineRule="auto"/>
        <w:rPr>
          <w:b/>
          <w:bCs/>
          <w:sz w:val="28"/>
          <w:szCs w:val="28"/>
        </w:rPr>
      </w:pPr>
    </w:p>
    <w:sectPr w:rsidR="003C4B70" w:rsidRPr="00014715" w:rsidSect="002E598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155C19" w14:textId="77777777" w:rsidR="00E257FA" w:rsidRDefault="00E257FA" w:rsidP="00FA0522">
      <w:pPr>
        <w:spacing w:before="0" w:after="0"/>
      </w:pPr>
      <w:r>
        <w:separator/>
      </w:r>
    </w:p>
  </w:endnote>
  <w:endnote w:type="continuationSeparator" w:id="0">
    <w:p w14:paraId="457C05CF" w14:textId="77777777" w:rsidR="00E257FA" w:rsidRDefault="00E257FA" w:rsidP="00FA052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altName w:val="Times New Roman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394E85" w14:textId="77777777" w:rsidR="00E257FA" w:rsidRDefault="00E257FA" w:rsidP="00FA0522">
      <w:pPr>
        <w:spacing w:before="0" w:after="0"/>
      </w:pPr>
      <w:r>
        <w:separator/>
      </w:r>
    </w:p>
  </w:footnote>
  <w:footnote w:type="continuationSeparator" w:id="0">
    <w:p w14:paraId="4EE69A36" w14:textId="77777777" w:rsidR="00E257FA" w:rsidRDefault="00E257FA" w:rsidP="00FA0522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A3692"/>
    <w:multiLevelType w:val="hybridMultilevel"/>
    <w:tmpl w:val="8522FE8E"/>
    <w:lvl w:ilvl="0" w:tplc="30F8259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D7A3C"/>
    <w:multiLevelType w:val="hybridMultilevel"/>
    <w:tmpl w:val="46D60300"/>
    <w:lvl w:ilvl="0" w:tplc="61B4A3B2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7962F7"/>
    <w:multiLevelType w:val="hybridMultilevel"/>
    <w:tmpl w:val="811C901E"/>
    <w:lvl w:ilvl="0" w:tplc="A446A70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51BAB"/>
    <w:multiLevelType w:val="hybridMultilevel"/>
    <w:tmpl w:val="9A24075E"/>
    <w:lvl w:ilvl="0" w:tplc="97B45084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2133DB"/>
    <w:multiLevelType w:val="hybridMultilevel"/>
    <w:tmpl w:val="DD4C276A"/>
    <w:lvl w:ilvl="0" w:tplc="24D6A5D2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166C5"/>
    <w:multiLevelType w:val="hybridMultilevel"/>
    <w:tmpl w:val="787A5958"/>
    <w:lvl w:ilvl="0" w:tplc="ED5EBA0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E661A"/>
    <w:multiLevelType w:val="hybridMultilevel"/>
    <w:tmpl w:val="3200AC2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3D2446"/>
    <w:multiLevelType w:val="hybridMultilevel"/>
    <w:tmpl w:val="E9366814"/>
    <w:lvl w:ilvl="0" w:tplc="48BCB1FC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8423EF9"/>
    <w:multiLevelType w:val="hybridMultilevel"/>
    <w:tmpl w:val="3EC2F78C"/>
    <w:lvl w:ilvl="0" w:tplc="7C9CE516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6446EE"/>
    <w:multiLevelType w:val="hybridMultilevel"/>
    <w:tmpl w:val="A2A2BA9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9606DA"/>
    <w:multiLevelType w:val="hybridMultilevel"/>
    <w:tmpl w:val="15F233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F57B95"/>
    <w:multiLevelType w:val="hybridMultilevel"/>
    <w:tmpl w:val="B96883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D178A"/>
    <w:multiLevelType w:val="hybridMultilevel"/>
    <w:tmpl w:val="A03000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6D6FDB"/>
    <w:multiLevelType w:val="hybridMultilevel"/>
    <w:tmpl w:val="D9C6323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678B5"/>
    <w:multiLevelType w:val="hybridMultilevel"/>
    <w:tmpl w:val="EF00677C"/>
    <w:lvl w:ilvl="0" w:tplc="577A6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1B67D0"/>
    <w:multiLevelType w:val="hybridMultilevel"/>
    <w:tmpl w:val="4A668182"/>
    <w:lvl w:ilvl="0" w:tplc="5E30BB1A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D6A5088"/>
    <w:multiLevelType w:val="hybridMultilevel"/>
    <w:tmpl w:val="2F5AFA0A"/>
    <w:lvl w:ilvl="0" w:tplc="0E4011DA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412837"/>
    <w:multiLevelType w:val="hybridMultilevel"/>
    <w:tmpl w:val="0D548A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C772BB"/>
    <w:multiLevelType w:val="hybridMultilevel"/>
    <w:tmpl w:val="3200AC2C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8961AF"/>
    <w:multiLevelType w:val="hybridMultilevel"/>
    <w:tmpl w:val="3200AC2C"/>
    <w:lvl w:ilvl="0" w:tplc="C940445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25261F"/>
    <w:multiLevelType w:val="hybridMultilevel"/>
    <w:tmpl w:val="BEE6038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517880"/>
    <w:multiLevelType w:val="hybridMultilevel"/>
    <w:tmpl w:val="CCFC840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795DF5"/>
    <w:multiLevelType w:val="hybridMultilevel"/>
    <w:tmpl w:val="91C4AF6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DF62A17"/>
    <w:multiLevelType w:val="hybridMultilevel"/>
    <w:tmpl w:val="8B9EC53C"/>
    <w:lvl w:ilvl="0" w:tplc="43A0DE28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FC029C"/>
    <w:multiLevelType w:val="hybridMultilevel"/>
    <w:tmpl w:val="A0BCC3F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EE31968"/>
    <w:multiLevelType w:val="hybridMultilevel"/>
    <w:tmpl w:val="CB841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791141"/>
    <w:multiLevelType w:val="hybridMultilevel"/>
    <w:tmpl w:val="019626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9B3985"/>
    <w:multiLevelType w:val="hybridMultilevel"/>
    <w:tmpl w:val="9648D9EC"/>
    <w:lvl w:ilvl="0" w:tplc="AADE9E82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BB33DC7"/>
    <w:multiLevelType w:val="hybridMultilevel"/>
    <w:tmpl w:val="5EB27092"/>
    <w:lvl w:ilvl="0" w:tplc="040C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C144402"/>
    <w:multiLevelType w:val="hybridMultilevel"/>
    <w:tmpl w:val="5CA6BEB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1F2FAB"/>
    <w:multiLevelType w:val="hybridMultilevel"/>
    <w:tmpl w:val="376C75AA"/>
    <w:lvl w:ilvl="0" w:tplc="9F88CFF4">
      <w:start w:val="1"/>
      <w:numFmt w:val="decimal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693179"/>
    <w:multiLevelType w:val="hybridMultilevel"/>
    <w:tmpl w:val="EDE4C716"/>
    <w:lvl w:ilvl="0" w:tplc="330E240E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43A3EE7"/>
    <w:multiLevelType w:val="hybridMultilevel"/>
    <w:tmpl w:val="9A24075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B94247"/>
    <w:multiLevelType w:val="hybridMultilevel"/>
    <w:tmpl w:val="3B2A2CFC"/>
    <w:lvl w:ilvl="0" w:tplc="4908069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C13A62"/>
    <w:multiLevelType w:val="hybridMultilevel"/>
    <w:tmpl w:val="4FFE2F12"/>
    <w:lvl w:ilvl="0" w:tplc="330CC120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3FA0FC3"/>
    <w:multiLevelType w:val="hybridMultilevel"/>
    <w:tmpl w:val="79007B5C"/>
    <w:lvl w:ilvl="0" w:tplc="F074302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394EAA"/>
    <w:multiLevelType w:val="hybridMultilevel"/>
    <w:tmpl w:val="25E8A7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99447B"/>
    <w:multiLevelType w:val="hybridMultilevel"/>
    <w:tmpl w:val="D46A84FA"/>
    <w:lvl w:ilvl="0" w:tplc="032861DC">
      <w:start w:val="7"/>
      <w:numFmt w:val="bullet"/>
      <w:lvlText w:val="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9F8747C"/>
    <w:multiLevelType w:val="hybridMultilevel"/>
    <w:tmpl w:val="95AC68F0"/>
    <w:lvl w:ilvl="0" w:tplc="4C94505E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F094E40"/>
    <w:multiLevelType w:val="hybridMultilevel"/>
    <w:tmpl w:val="236A22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4"/>
  </w:num>
  <w:num w:numId="3">
    <w:abstractNumId w:val="37"/>
  </w:num>
  <w:num w:numId="4">
    <w:abstractNumId w:val="5"/>
  </w:num>
  <w:num w:numId="5">
    <w:abstractNumId w:val="9"/>
  </w:num>
  <w:num w:numId="6">
    <w:abstractNumId w:val="31"/>
  </w:num>
  <w:num w:numId="7">
    <w:abstractNumId w:val="15"/>
  </w:num>
  <w:num w:numId="8">
    <w:abstractNumId w:val="30"/>
  </w:num>
  <w:num w:numId="9">
    <w:abstractNumId w:val="20"/>
  </w:num>
  <w:num w:numId="10">
    <w:abstractNumId w:val="23"/>
  </w:num>
  <w:num w:numId="11">
    <w:abstractNumId w:val="38"/>
  </w:num>
  <w:num w:numId="12">
    <w:abstractNumId w:val="13"/>
  </w:num>
  <w:num w:numId="13">
    <w:abstractNumId w:val="4"/>
  </w:num>
  <w:num w:numId="14">
    <w:abstractNumId w:val="3"/>
  </w:num>
  <w:num w:numId="15">
    <w:abstractNumId w:val="29"/>
  </w:num>
  <w:num w:numId="16">
    <w:abstractNumId w:val="35"/>
  </w:num>
  <w:num w:numId="17">
    <w:abstractNumId w:val="24"/>
  </w:num>
  <w:num w:numId="18">
    <w:abstractNumId w:val="27"/>
  </w:num>
  <w:num w:numId="19">
    <w:abstractNumId w:val="32"/>
  </w:num>
  <w:num w:numId="20">
    <w:abstractNumId w:val="19"/>
  </w:num>
  <w:num w:numId="21">
    <w:abstractNumId w:val="6"/>
  </w:num>
  <w:num w:numId="22">
    <w:abstractNumId w:val="2"/>
  </w:num>
  <w:num w:numId="23">
    <w:abstractNumId w:val="18"/>
  </w:num>
  <w:num w:numId="24">
    <w:abstractNumId w:val="33"/>
  </w:num>
  <w:num w:numId="25">
    <w:abstractNumId w:val="0"/>
  </w:num>
  <w:num w:numId="26">
    <w:abstractNumId w:val="1"/>
  </w:num>
  <w:num w:numId="27">
    <w:abstractNumId w:val="16"/>
  </w:num>
  <w:num w:numId="28">
    <w:abstractNumId w:val="8"/>
  </w:num>
  <w:num w:numId="29">
    <w:abstractNumId w:val="22"/>
  </w:num>
  <w:num w:numId="30">
    <w:abstractNumId w:val="39"/>
  </w:num>
  <w:num w:numId="31">
    <w:abstractNumId w:val="7"/>
  </w:num>
  <w:num w:numId="32">
    <w:abstractNumId w:val="10"/>
  </w:num>
  <w:num w:numId="33">
    <w:abstractNumId w:val="11"/>
  </w:num>
  <w:num w:numId="34">
    <w:abstractNumId w:val="25"/>
  </w:num>
  <w:num w:numId="35">
    <w:abstractNumId w:val="12"/>
  </w:num>
  <w:num w:numId="36">
    <w:abstractNumId w:val="36"/>
  </w:num>
  <w:num w:numId="37">
    <w:abstractNumId w:val="17"/>
  </w:num>
  <w:num w:numId="38">
    <w:abstractNumId w:val="21"/>
  </w:num>
  <w:num w:numId="39">
    <w:abstractNumId w:val="26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982"/>
    <w:rsid w:val="00005B41"/>
    <w:rsid w:val="00011F7C"/>
    <w:rsid w:val="00014715"/>
    <w:rsid w:val="00015ADE"/>
    <w:rsid w:val="00020462"/>
    <w:rsid w:val="0002217D"/>
    <w:rsid w:val="00034EB2"/>
    <w:rsid w:val="00055715"/>
    <w:rsid w:val="000614CA"/>
    <w:rsid w:val="00062E74"/>
    <w:rsid w:val="00071E69"/>
    <w:rsid w:val="00090814"/>
    <w:rsid w:val="000941A5"/>
    <w:rsid w:val="000A1CED"/>
    <w:rsid w:val="000A413B"/>
    <w:rsid w:val="000A6F2A"/>
    <w:rsid w:val="000F7563"/>
    <w:rsid w:val="00105FF3"/>
    <w:rsid w:val="0011057A"/>
    <w:rsid w:val="00113192"/>
    <w:rsid w:val="00121020"/>
    <w:rsid w:val="0012251B"/>
    <w:rsid w:val="001245E7"/>
    <w:rsid w:val="00124FD5"/>
    <w:rsid w:val="00127C55"/>
    <w:rsid w:val="001318CE"/>
    <w:rsid w:val="0014229A"/>
    <w:rsid w:val="00146270"/>
    <w:rsid w:val="00156F33"/>
    <w:rsid w:val="001621ED"/>
    <w:rsid w:val="00162CA4"/>
    <w:rsid w:val="0016554D"/>
    <w:rsid w:val="00171981"/>
    <w:rsid w:val="00174EF4"/>
    <w:rsid w:val="0018602B"/>
    <w:rsid w:val="001B5419"/>
    <w:rsid w:val="001B77BD"/>
    <w:rsid w:val="001C6D02"/>
    <w:rsid w:val="001D015A"/>
    <w:rsid w:val="001D3A05"/>
    <w:rsid w:val="001F478D"/>
    <w:rsid w:val="00201B9D"/>
    <w:rsid w:val="00206F66"/>
    <w:rsid w:val="00210DD5"/>
    <w:rsid w:val="002151ED"/>
    <w:rsid w:val="0023095A"/>
    <w:rsid w:val="0024633B"/>
    <w:rsid w:val="00260B2C"/>
    <w:rsid w:val="002753C6"/>
    <w:rsid w:val="002933C7"/>
    <w:rsid w:val="00293424"/>
    <w:rsid w:val="002A53E2"/>
    <w:rsid w:val="002B7A10"/>
    <w:rsid w:val="002C0C48"/>
    <w:rsid w:val="002C7422"/>
    <w:rsid w:val="002E3A10"/>
    <w:rsid w:val="002E5982"/>
    <w:rsid w:val="0037149A"/>
    <w:rsid w:val="0038325B"/>
    <w:rsid w:val="00386009"/>
    <w:rsid w:val="003A5896"/>
    <w:rsid w:val="003A5A4E"/>
    <w:rsid w:val="003A790E"/>
    <w:rsid w:val="003B0535"/>
    <w:rsid w:val="003B0698"/>
    <w:rsid w:val="003B588E"/>
    <w:rsid w:val="003C4B70"/>
    <w:rsid w:val="003E51A5"/>
    <w:rsid w:val="003F3F54"/>
    <w:rsid w:val="004025CF"/>
    <w:rsid w:val="004040BC"/>
    <w:rsid w:val="004046BF"/>
    <w:rsid w:val="00411300"/>
    <w:rsid w:val="0041694D"/>
    <w:rsid w:val="004305DF"/>
    <w:rsid w:val="00433720"/>
    <w:rsid w:val="00451E0E"/>
    <w:rsid w:val="004575DA"/>
    <w:rsid w:val="004641A2"/>
    <w:rsid w:val="004641AF"/>
    <w:rsid w:val="00484186"/>
    <w:rsid w:val="00486E02"/>
    <w:rsid w:val="00487C7F"/>
    <w:rsid w:val="004A0F92"/>
    <w:rsid w:val="004C02C2"/>
    <w:rsid w:val="004C603C"/>
    <w:rsid w:val="004D0CC6"/>
    <w:rsid w:val="004E30FA"/>
    <w:rsid w:val="004E4A3E"/>
    <w:rsid w:val="004F40E9"/>
    <w:rsid w:val="004F69C4"/>
    <w:rsid w:val="00500EB8"/>
    <w:rsid w:val="00503966"/>
    <w:rsid w:val="0050553A"/>
    <w:rsid w:val="00507A7B"/>
    <w:rsid w:val="00513C59"/>
    <w:rsid w:val="00516EDE"/>
    <w:rsid w:val="00520ED2"/>
    <w:rsid w:val="00534C7C"/>
    <w:rsid w:val="00554F47"/>
    <w:rsid w:val="005573E9"/>
    <w:rsid w:val="00565243"/>
    <w:rsid w:val="00581632"/>
    <w:rsid w:val="0058397F"/>
    <w:rsid w:val="005A27A5"/>
    <w:rsid w:val="005A7792"/>
    <w:rsid w:val="005B25EB"/>
    <w:rsid w:val="005B7651"/>
    <w:rsid w:val="005D1251"/>
    <w:rsid w:val="005E3365"/>
    <w:rsid w:val="005E402A"/>
    <w:rsid w:val="00601616"/>
    <w:rsid w:val="00605005"/>
    <w:rsid w:val="00620979"/>
    <w:rsid w:val="006249A8"/>
    <w:rsid w:val="00625F2C"/>
    <w:rsid w:val="00626CE9"/>
    <w:rsid w:val="006444CD"/>
    <w:rsid w:val="00646E0D"/>
    <w:rsid w:val="006642D6"/>
    <w:rsid w:val="00664960"/>
    <w:rsid w:val="006713D8"/>
    <w:rsid w:val="00673068"/>
    <w:rsid w:val="00676F89"/>
    <w:rsid w:val="00684CD5"/>
    <w:rsid w:val="00697AA0"/>
    <w:rsid w:val="006A1F0C"/>
    <w:rsid w:val="006A217D"/>
    <w:rsid w:val="006A31CC"/>
    <w:rsid w:val="006C41BE"/>
    <w:rsid w:val="006E4021"/>
    <w:rsid w:val="006E5FB0"/>
    <w:rsid w:val="006E7CB6"/>
    <w:rsid w:val="006F2546"/>
    <w:rsid w:val="006F6597"/>
    <w:rsid w:val="00710390"/>
    <w:rsid w:val="00753ED8"/>
    <w:rsid w:val="00754C25"/>
    <w:rsid w:val="00772028"/>
    <w:rsid w:val="007728DB"/>
    <w:rsid w:val="00785E76"/>
    <w:rsid w:val="007B7AAF"/>
    <w:rsid w:val="007C04A4"/>
    <w:rsid w:val="007C716C"/>
    <w:rsid w:val="007D0CC9"/>
    <w:rsid w:val="007E184B"/>
    <w:rsid w:val="007E7DBD"/>
    <w:rsid w:val="00807FEF"/>
    <w:rsid w:val="00811FBF"/>
    <w:rsid w:val="00842C4E"/>
    <w:rsid w:val="00843F50"/>
    <w:rsid w:val="00846D69"/>
    <w:rsid w:val="00850134"/>
    <w:rsid w:val="008503BD"/>
    <w:rsid w:val="0085642A"/>
    <w:rsid w:val="00863E7A"/>
    <w:rsid w:val="00880D85"/>
    <w:rsid w:val="00882E24"/>
    <w:rsid w:val="00884CE8"/>
    <w:rsid w:val="00887FEE"/>
    <w:rsid w:val="008A637D"/>
    <w:rsid w:val="008C0473"/>
    <w:rsid w:val="008D7D5C"/>
    <w:rsid w:val="008E1A21"/>
    <w:rsid w:val="0092101A"/>
    <w:rsid w:val="009360FE"/>
    <w:rsid w:val="009427E1"/>
    <w:rsid w:val="00953349"/>
    <w:rsid w:val="00966B1C"/>
    <w:rsid w:val="00970400"/>
    <w:rsid w:val="00976149"/>
    <w:rsid w:val="0098023F"/>
    <w:rsid w:val="009969C3"/>
    <w:rsid w:val="00996D22"/>
    <w:rsid w:val="009B3408"/>
    <w:rsid w:val="009D24F6"/>
    <w:rsid w:val="009D3CD2"/>
    <w:rsid w:val="009F2EFC"/>
    <w:rsid w:val="00A060FD"/>
    <w:rsid w:val="00A10815"/>
    <w:rsid w:val="00A12E91"/>
    <w:rsid w:val="00A170E6"/>
    <w:rsid w:val="00A350CE"/>
    <w:rsid w:val="00A42121"/>
    <w:rsid w:val="00A43A61"/>
    <w:rsid w:val="00A56A6C"/>
    <w:rsid w:val="00A60BCE"/>
    <w:rsid w:val="00A70695"/>
    <w:rsid w:val="00A748F3"/>
    <w:rsid w:val="00A75225"/>
    <w:rsid w:val="00A81D6D"/>
    <w:rsid w:val="00AA08ED"/>
    <w:rsid w:val="00AA72EA"/>
    <w:rsid w:val="00AC5C46"/>
    <w:rsid w:val="00B0155A"/>
    <w:rsid w:val="00B037BF"/>
    <w:rsid w:val="00B03BBD"/>
    <w:rsid w:val="00B06E98"/>
    <w:rsid w:val="00B07D53"/>
    <w:rsid w:val="00B11A38"/>
    <w:rsid w:val="00B14C93"/>
    <w:rsid w:val="00B21217"/>
    <w:rsid w:val="00B23C1D"/>
    <w:rsid w:val="00B370FF"/>
    <w:rsid w:val="00B412C3"/>
    <w:rsid w:val="00B51F28"/>
    <w:rsid w:val="00B6022F"/>
    <w:rsid w:val="00B62961"/>
    <w:rsid w:val="00B87154"/>
    <w:rsid w:val="00B95236"/>
    <w:rsid w:val="00B968E3"/>
    <w:rsid w:val="00B97142"/>
    <w:rsid w:val="00BB1D08"/>
    <w:rsid w:val="00BD6B5A"/>
    <w:rsid w:val="00BE63F0"/>
    <w:rsid w:val="00BE71AA"/>
    <w:rsid w:val="00BF6A40"/>
    <w:rsid w:val="00C124BD"/>
    <w:rsid w:val="00C26019"/>
    <w:rsid w:val="00C27841"/>
    <w:rsid w:val="00C3165F"/>
    <w:rsid w:val="00C319DF"/>
    <w:rsid w:val="00C36E62"/>
    <w:rsid w:val="00C4109C"/>
    <w:rsid w:val="00C56BC7"/>
    <w:rsid w:val="00C6001F"/>
    <w:rsid w:val="00C6434A"/>
    <w:rsid w:val="00C67074"/>
    <w:rsid w:val="00C67C6C"/>
    <w:rsid w:val="00C7081A"/>
    <w:rsid w:val="00C743BD"/>
    <w:rsid w:val="00C81131"/>
    <w:rsid w:val="00CA3A52"/>
    <w:rsid w:val="00CB46CF"/>
    <w:rsid w:val="00CD6CBF"/>
    <w:rsid w:val="00CF063F"/>
    <w:rsid w:val="00CF488B"/>
    <w:rsid w:val="00CF6EC8"/>
    <w:rsid w:val="00D050D6"/>
    <w:rsid w:val="00D36195"/>
    <w:rsid w:val="00D6304F"/>
    <w:rsid w:val="00D64655"/>
    <w:rsid w:val="00D657E9"/>
    <w:rsid w:val="00D66B40"/>
    <w:rsid w:val="00D67C1B"/>
    <w:rsid w:val="00D74B20"/>
    <w:rsid w:val="00D813A3"/>
    <w:rsid w:val="00D90A21"/>
    <w:rsid w:val="00D9409C"/>
    <w:rsid w:val="00DA0F38"/>
    <w:rsid w:val="00DB0216"/>
    <w:rsid w:val="00DB0F6F"/>
    <w:rsid w:val="00DB510C"/>
    <w:rsid w:val="00DB51CD"/>
    <w:rsid w:val="00DC2DEA"/>
    <w:rsid w:val="00DC73E1"/>
    <w:rsid w:val="00DD5098"/>
    <w:rsid w:val="00DE27D0"/>
    <w:rsid w:val="00DF5415"/>
    <w:rsid w:val="00E03D1F"/>
    <w:rsid w:val="00E11CB7"/>
    <w:rsid w:val="00E257FA"/>
    <w:rsid w:val="00E43289"/>
    <w:rsid w:val="00E435FA"/>
    <w:rsid w:val="00E46965"/>
    <w:rsid w:val="00E54DD8"/>
    <w:rsid w:val="00E565F0"/>
    <w:rsid w:val="00E628C0"/>
    <w:rsid w:val="00E7196F"/>
    <w:rsid w:val="00E86419"/>
    <w:rsid w:val="00EA068C"/>
    <w:rsid w:val="00EA133B"/>
    <w:rsid w:val="00EB462F"/>
    <w:rsid w:val="00ED2274"/>
    <w:rsid w:val="00ED29C7"/>
    <w:rsid w:val="00EE1AA3"/>
    <w:rsid w:val="00EE25C2"/>
    <w:rsid w:val="00EE2694"/>
    <w:rsid w:val="00EE4F62"/>
    <w:rsid w:val="00F30805"/>
    <w:rsid w:val="00F330EF"/>
    <w:rsid w:val="00F34071"/>
    <w:rsid w:val="00F42AE6"/>
    <w:rsid w:val="00F80635"/>
    <w:rsid w:val="00F81C59"/>
    <w:rsid w:val="00F843F6"/>
    <w:rsid w:val="00F96379"/>
    <w:rsid w:val="00FA0522"/>
    <w:rsid w:val="00FA2504"/>
    <w:rsid w:val="00FA7A19"/>
    <w:rsid w:val="00FB5B5E"/>
    <w:rsid w:val="00FC6BFE"/>
    <w:rsid w:val="00FD46FD"/>
    <w:rsid w:val="00FF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4BEBF"/>
  <w15:chartTrackingRefBased/>
  <w15:docId w15:val="{F7AB2B74-916C-42A8-B454-7B49EA07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0979"/>
    <w:pPr>
      <w:shd w:val="clear" w:color="auto" w:fill="FFFFFF"/>
      <w:spacing w:before="120" w:beforeAutospacing="1" w:after="120" w:afterAutospacing="1" w:line="240" w:lineRule="auto"/>
    </w:pPr>
    <w:rPr>
      <w:rFonts w:ascii="Arial" w:eastAsia="Times New Roman" w:hAnsi="Arial" w:cs="Arial"/>
      <w:iCs/>
      <w:color w:val="252525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620979"/>
    <w:pPr>
      <w:keepNext/>
      <w:suppressAutoHyphens/>
      <w:spacing w:before="240"/>
      <w:outlineLvl w:val="0"/>
    </w:pPr>
    <w:rPr>
      <w:color w:val="465F9D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20979"/>
    <w:pPr>
      <w:keepNext/>
      <w:suppressAutoHyphens/>
      <w:spacing w:before="240"/>
      <w:outlineLvl w:val="1"/>
    </w:pPr>
    <w:rPr>
      <w:b/>
      <w:sz w:val="24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20979"/>
    <w:pPr>
      <w:keepNext/>
      <w:suppressAutoHyphens/>
      <w:spacing w:before="240"/>
      <w:outlineLvl w:val="2"/>
    </w:pPr>
    <w:rPr>
      <w:rFonts w:cs="Times New Roman"/>
      <w:bCs/>
      <w:color w:val="465F9D"/>
      <w:sz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20979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rsid w:val="00620979"/>
    <w:pPr>
      <w:ind w:left="720"/>
      <w:contextualSpacing/>
    </w:pPr>
  </w:style>
  <w:style w:type="table" w:styleId="Grilledutableau">
    <w:name w:val="Table Grid"/>
    <w:basedOn w:val="TableauNormal"/>
    <w:uiPriority w:val="59"/>
    <w:rsid w:val="00620979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620979"/>
    <w:rPr>
      <w:color w:val="808080"/>
    </w:rPr>
  </w:style>
  <w:style w:type="paragraph" w:styleId="Retraitcorpsdetexte">
    <w:name w:val="Body Text Indent"/>
    <w:basedOn w:val="Normal"/>
    <w:link w:val="RetraitcorpsdetexteCar"/>
    <w:semiHidden/>
    <w:rsid w:val="0085642A"/>
    <w:pPr>
      <w:spacing w:after="0"/>
      <w:ind w:left="360"/>
      <w:jc w:val="both"/>
    </w:pPr>
    <w:rPr>
      <w:rFonts w:ascii="Times New Roman" w:hAnsi="Times New Roman" w:cs="Times New Roman"/>
      <w:szCs w:val="24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85642A"/>
    <w:rPr>
      <w:rFonts w:ascii="Times New Roman" w:eastAsia="Times New Roman" w:hAnsi="Times New Roman" w:cs="Times New Roman"/>
      <w:kern w:val="0"/>
      <w:szCs w:val="24"/>
      <w:lang w:eastAsia="fr-FR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8E1A2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E1A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E1A2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E1A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E1A21"/>
    <w:rPr>
      <w:b/>
      <w:bCs/>
      <w:sz w:val="20"/>
      <w:szCs w:val="20"/>
    </w:rPr>
  </w:style>
  <w:style w:type="character" w:customStyle="1" w:styleId="Titre1Car">
    <w:name w:val="Titre 1 Car"/>
    <w:link w:val="Titre1"/>
    <w:uiPriority w:val="9"/>
    <w:rsid w:val="00620979"/>
    <w:rPr>
      <w:rFonts w:ascii="Arial" w:eastAsia="Times New Roman" w:hAnsi="Arial" w:cs="Arial"/>
      <w:iCs/>
      <w:color w:val="465F9D"/>
      <w:kern w:val="0"/>
      <w:sz w:val="28"/>
      <w:szCs w:val="36"/>
      <w:shd w:val="clear" w:color="auto" w:fill="FFFFFF"/>
      <w:lang w:eastAsia="fr-FR"/>
      <w14:ligatures w14:val="none"/>
    </w:rPr>
  </w:style>
  <w:style w:type="character" w:customStyle="1" w:styleId="Titre2Car">
    <w:name w:val="Titre 2 Car"/>
    <w:link w:val="Titre2"/>
    <w:uiPriority w:val="9"/>
    <w:rsid w:val="00620979"/>
    <w:rPr>
      <w:rFonts w:ascii="Arial" w:eastAsia="Times New Roman" w:hAnsi="Arial" w:cs="Arial"/>
      <w:b/>
      <w:iCs/>
      <w:color w:val="252525"/>
      <w:kern w:val="0"/>
      <w:sz w:val="24"/>
      <w:szCs w:val="32"/>
      <w:shd w:val="clear" w:color="auto" w:fill="FFFFFF"/>
      <w:lang w:eastAsia="fr-FR"/>
      <w14:ligatures w14:val="none"/>
    </w:rPr>
  </w:style>
  <w:style w:type="character" w:customStyle="1" w:styleId="Titre3Car">
    <w:name w:val="Titre 3 Car"/>
    <w:link w:val="Titre3"/>
    <w:uiPriority w:val="9"/>
    <w:rsid w:val="00620979"/>
    <w:rPr>
      <w:rFonts w:ascii="Arial" w:eastAsia="Times New Roman" w:hAnsi="Arial" w:cs="Times New Roman"/>
      <w:bCs/>
      <w:iCs/>
      <w:color w:val="465F9D"/>
      <w:kern w:val="0"/>
      <w:sz w:val="28"/>
      <w:shd w:val="clear" w:color="auto" w:fill="FFFFFF"/>
      <w:lang w:eastAsia="fr-FR"/>
      <w14:ligatures w14:val="none"/>
    </w:rPr>
  </w:style>
  <w:style w:type="character" w:customStyle="1" w:styleId="Titre4Car">
    <w:name w:val="Titre 4 Car"/>
    <w:link w:val="Titre4"/>
    <w:uiPriority w:val="9"/>
    <w:semiHidden/>
    <w:rsid w:val="00620979"/>
    <w:rPr>
      <w:rFonts w:ascii="Calibri" w:eastAsia="Times New Roman" w:hAnsi="Calibri" w:cs="Times New Roman"/>
      <w:b/>
      <w:bCs/>
      <w:iCs/>
      <w:color w:val="252525"/>
      <w:kern w:val="0"/>
      <w:sz w:val="28"/>
      <w:szCs w:val="28"/>
      <w:shd w:val="clear" w:color="auto" w:fill="FFFFFF"/>
      <w:lang w:eastAsia="fr-FR"/>
      <w14:ligatures w14:val="none"/>
    </w:rPr>
  </w:style>
  <w:style w:type="paragraph" w:customStyle="1" w:styleId="Default">
    <w:name w:val="Default"/>
    <w:rsid w:val="00620979"/>
    <w:pPr>
      <w:autoSpaceDE w:val="0"/>
      <w:autoSpaceDN w:val="0"/>
      <w:adjustRightInd w:val="0"/>
      <w:spacing w:after="0" w:line="240" w:lineRule="auto"/>
    </w:pPr>
    <w:rPr>
      <w:rFonts w:ascii="Marianne" w:hAnsi="Marianne" w:cs="Marianne"/>
      <w:color w:val="000000"/>
      <w:kern w:val="0"/>
      <w:sz w:val="24"/>
      <w:szCs w:val="24"/>
    </w:rPr>
  </w:style>
  <w:style w:type="paragraph" w:customStyle="1" w:styleId="Titredecollection">
    <w:name w:val="Titre de collection"/>
    <w:basedOn w:val="Normal"/>
    <w:qFormat/>
    <w:rsid w:val="00620979"/>
    <w:pPr>
      <w:suppressAutoHyphens/>
    </w:pPr>
    <w:rPr>
      <w:sz w:val="48"/>
      <w:szCs w:val="48"/>
    </w:rPr>
  </w:style>
  <w:style w:type="paragraph" w:customStyle="1" w:styleId="Titredudocument">
    <w:name w:val="Titre du document"/>
    <w:basedOn w:val="Normal"/>
    <w:qFormat/>
    <w:rsid w:val="00620979"/>
    <w:pPr>
      <w:suppressAutoHyphens/>
      <w:jc w:val="center"/>
    </w:pPr>
    <w:rPr>
      <w:sz w:val="36"/>
      <w:szCs w:val="56"/>
    </w:rPr>
  </w:style>
  <w:style w:type="table" w:customStyle="1" w:styleId="TableauEn-tte">
    <w:name w:val="Tableau En-tête"/>
    <w:basedOn w:val="TableauNormal"/>
    <w:uiPriority w:val="99"/>
    <w:rsid w:val="00620979"/>
    <w:pPr>
      <w:spacing w:before="100" w:beforeAutospacing="1" w:after="100" w:afterAutospacing="1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b w:val="0"/>
      </w:rPr>
      <w:tblPr/>
      <w:tcPr>
        <w:shd w:val="clear" w:color="auto" w:fill="E5DFEC"/>
      </w:tcPr>
    </w:tblStylePr>
  </w:style>
  <w:style w:type="paragraph" w:styleId="Pieddepage">
    <w:name w:val="footer"/>
    <w:basedOn w:val="Normal"/>
    <w:link w:val="PieddepageCar"/>
    <w:uiPriority w:val="99"/>
    <w:unhideWhenUsed/>
    <w:rsid w:val="00620979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link w:val="Pieddepage"/>
    <w:uiPriority w:val="99"/>
    <w:rsid w:val="00620979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  <w:style w:type="paragraph" w:customStyle="1" w:styleId="Encadr">
    <w:name w:val="Encadré"/>
    <w:basedOn w:val="Normal"/>
    <w:qFormat/>
    <w:rsid w:val="00620979"/>
    <w:pPr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pacing w:before="240" w:after="240"/>
      <w:ind w:left="284" w:right="284"/>
    </w:pPr>
  </w:style>
  <w:style w:type="table" w:styleId="Ombrageclair">
    <w:name w:val="Light Shading"/>
    <w:basedOn w:val="TableauNormal"/>
    <w:uiPriority w:val="60"/>
    <w:rsid w:val="00620979"/>
    <w:pPr>
      <w:spacing w:after="0" w:line="240" w:lineRule="auto"/>
    </w:pPr>
    <w:rPr>
      <w:rFonts w:ascii="Calibri" w:eastAsia="Calibri" w:hAnsi="Calibri" w:cs="Times New Roman"/>
      <w:color w:val="000000"/>
      <w:kern w:val="0"/>
      <w:sz w:val="20"/>
      <w:szCs w:val="20"/>
      <w:lang w:eastAsia="fr-FR"/>
      <w14:ligatures w14:val="none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leaucrois">
    <w:name w:val="Tableau croisé"/>
    <w:basedOn w:val="TableauNormal"/>
    <w:uiPriority w:val="99"/>
    <w:rsid w:val="00620979"/>
    <w:pPr>
      <w:spacing w:before="120" w:after="120" w:line="240" w:lineRule="auto"/>
    </w:pPr>
    <w:rPr>
      <w:rFonts w:ascii="Calibri" w:eastAsia="Calibri" w:hAnsi="Calibri" w:cs="Times New Roman"/>
      <w:kern w:val="0"/>
      <w:szCs w:val="20"/>
      <w:lang w:eastAsia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spacing w:beforeLines="0" w:before="100" w:beforeAutospacing="1" w:afterLines="0" w:after="100" w:afterAutospacing="1"/>
      </w:pPr>
      <w:rPr>
        <w:rFonts w:ascii="Calibri" w:hAnsi="Calibri"/>
        <w:b w:val="0"/>
        <w:sz w:val="22"/>
      </w:rPr>
      <w:tblPr/>
      <w:trPr>
        <w:tblHeader/>
      </w:trPr>
      <w:tcPr>
        <w:shd w:val="clear" w:color="auto" w:fill="E5DFEC"/>
      </w:tcPr>
    </w:tblStylePr>
    <w:tblStylePr w:type="firstCol">
      <w:rPr>
        <w:rFonts w:ascii="Calibri" w:hAnsi="Calibri"/>
        <w:b w:val="0"/>
        <w:sz w:val="22"/>
      </w:rPr>
      <w:tblPr/>
      <w:tcPr>
        <w:shd w:val="clear" w:color="auto" w:fill="E5DFEC"/>
      </w:tcPr>
    </w:tblStylePr>
    <w:tblStylePr w:type="nwCell">
      <w:tblPr/>
      <w:tcPr>
        <w:shd w:val="clear" w:color="auto" w:fill="E5DFEC"/>
      </w:tcPr>
    </w:tblStyle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620979"/>
    <w:pPr>
      <w:keepLines/>
      <w:shd w:val="clear" w:color="auto" w:fill="auto"/>
      <w:suppressAutoHyphens w:val="0"/>
      <w:spacing w:before="480" w:after="0" w:line="276" w:lineRule="auto"/>
      <w:outlineLvl w:val="9"/>
    </w:pPr>
    <w:rPr>
      <w:rFonts w:ascii="Cambria" w:hAnsi="Cambria" w:cs="Times New Roman"/>
      <w:b/>
      <w:bCs/>
      <w:iCs w:val="0"/>
      <w:color w:val="365F91"/>
      <w:szCs w:val="28"/>
    </w:rPr>
  </w:style>
  <w:style w:type="character" w:styleId="Lienhypertexte">
    <w:name w:val="Hyperlink"/>
    <w:uiPriority w:val="99"/>
    <w:unhideWhenUsed/>
    <w:rsid w:val="00620979"/>
    <w:rPr>
      <w:color w:val="0000FF"/>
      <w:u w:val="single"/>
    </w:rPr>
  </w:style>
  <w:style w:type="paragraph" w:customStyle="1" w:styleId="Encartgras">
    <w:name w:val="Encart gras"/>
    <w:basedOn w:val="Normal"/>
    <w:qFormat/>
    <w:rsid w:val="00620979"/>
    <w:pPr>
      <w:pBdr>
        <w:left w:val="single" w:sz="24" w:space="4" w:color="465F9D"/>
      </w:pBdr>
    </w:pPr>
    <w:rPr>
      <w:b/>
    </w:rPr>
  </w:style>
  <w:style w:type="paragraph" w:customStyle="1" w:styleId="Encartsimple">
    <w:name w:val="Encart simple"/>
    <w:basedOn w:val="Encartgras"/>
    <w:qFormat/>
    <w:rsid w:val="00620979"/>
    <w:rPr>
      <w:b w:val="0"/>
      <w:lang w:val="la-Latn"/>
    </w:rPr>
  </w:style>
  <w:style w:type="paragraph" w:customStyle="1" w:styleId="Enttedecolonnetableau">
    <w:name w:val="Ent^te de colonne tableau"/>
    <w:basedOn w:val="Normal"/>
    <w:qFormat/>
    <w:rsid w:val="00620979"/>
    <w:pPr>
      <w:shd w:val="clear" w:color="auto" w:fill="auto"/>
    </w:pPr>
    <w:rPr>
      <w:b/>
      <w:color w:val="465F9D"/>
    </w:rPr>
  </w:style>
  <w:style w:type="paragraph" w:customStyle="1" w:styleId="Enttelignetableau">
    <w:name w:val="Entête ligne tableau"/>
    <w:basedOn w:val="Normal"/>
    <w:qFormat/>
    <w:rsid w:val="00620979"/>
    <w:pPr>
      <w:shd w:val="clear" w:color="auto" w:fill="auto"/>
    </w:pPr>
    <w:rPr>
      <w:b/>
      <w:color w:val="465F9D"/>
    </w:rPr>
  </w:style>
  <w:style w:type="paragraph" w:customStyle="1" w:styleId="Encadrfond">
    <w:name w:val="Encadré fond"/>
    <w:basedOn w:val="Normal"/>
    <w:qFormat/>
    <w:rsid w:val="00620979"/>
    <w:pPr>
      <w:shd w:val="clear" w:color="auto" w:fill="CFD5E8"/>
    </w:pPr>
  </w:style>
  <w:style w:type="paragraph" w:styleId="En-tte">
    <w:name w:val="header"/>
    <w:basedOn w:val="Normal"/>
    <w:link w:val="En-tteCar"/>
    <w:uiPriority w:val="99"/>
    <w:unhideWhenUsed/>
    <w:rsid w:val="00FA0522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FA0522"/>
    <w:rPr>
      <w:rFonts w:ascii="Arial" w:eastAsia="Times New Roman" w:hAnsi="Arial" w:cs="Arial"/>
      <w:iCs/>
      <w:color w:val="252525"/>
      <w:kern w:val="0"/>
      <w:shd w:val="clear" w:color="auto" w:fill="FFFFFF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savidan\Desktop\Fiches%20pour%20&#233;duscol-&#233;val%20nationales%20de%204e\FDS%20fiches%20&#233;l&#233;&#232;v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FDS fiches éléèves.dotx</Template>
  <TotalTime>30</TotalTime>
  <Pages>3</Pages>
  <Words>315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ajori</dc:creator>
  <cp:keywords/>
  <dc:description/>
  <cp:lastModifiedBy>JEROME SAVIDAN</cp:lastModifiedBy>
  <cp:revision>9</cp:revision>
  <cp:lastPrinted>2023-06-10T19:31:00Z</cp:lastPrinted>
  <dcterms:created xsi:type="dcterms:W3CDTF">2023-07-13T08:18:00Z</dcterms:created>
  <dcterms:modified xsi:type="dcterms:W3CDTF">2023-10-04T06:22:00Z</dcterms:modified>
</cp:coreProperties>
</file>